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045" w:rsidRDefault="00475045" w:rsidP="00C46E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475045" w:rsidRDefault="00475045" w:rsidP="00C46EC4">
      <w:pPr>
        <w:jc w:val="center"/>
        <w:rPr>
          <w:b/>
          <w:sz w:val="28"/>
          <w:szCs w:val="28"/>
        </w:rPr>
      </w:pPr>
    </w:p>
    <w:p w:rsidR="00475045" w:rsidRDefault="00475045" w:rsidP="00C46EC4">
      <w:pPr>
        <w:jc w:val="center"/>
        <w:rPr>
          <w:b/>
          <w:sz w:val="28"/>
          <w:szCs w:val="28"/>
        </w:rPr>
      </w:pPr>
    </w:p>
    <w:p w:rsidR="00475045" w:rsidRDefault="00475045" w:rsidP="00C46EC4">
      <w:pPr>
        <w:jc w:val="center"/>
        <w:rPr>
          <w:b/>
          <w:sz w:val="28"/>
          <w:szCs w:val="28"/>
        </w:rPr>
      </w:pPr>
    </w:p>
    <w:p w:rsidR="00475045" w:rsidRDefault="00475045" w:rsidP="00C46EC4">
      <w:pPr>
        <w:jc w:val="center"/>
        <w:rPr>
          <w:b/>
          <w:sz w:val="28"/>
          <w:szCs w:val="28"/>
        </w:rPr>
      </w:pPr>
    </w:p>
    <w:p w:rsidR="00475045" w:rsidRPr="003118C4" w:rsidRDefault="00475045" w:rsidP="00C46EC4">
      <w:pPr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475045" w:rsidRDefault="00475045" w:rsidP="00C46EC4">
      <w:pPr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Pr="00AC0BBE">
        <w:rPr>
          <w:b/>
          <w:sz w:val="28"/>
          <w:szCs w:val="28"/>
        </w:rPr>
        <w:t>3</w:t>
      </w:r>
      <w:r w:rsidRPr="003118C4">
        <w:rPr>
          <w:b/>
          <w:sz w:val="28"/>
          <w:szCs w:val="28"/>
        </w:rPr>
        <w:t xml:space="preserve"> год» </w:t>
      </w:r>
    </w:p>
    <w:p w:rsidR="00475045" w:rsidRDefault="00475045" w:rsidP="00C46EC4">
      <w:pPr>
        <w:jc w:val="center"/>
        <w:rPr>
          <w:b/>
          <w:sz w:val="28"/>
          <w:szCs w:val="28"/>
        </w:rPr>
      </w:pPr>
    </w:p>
    <w:p w:rsidR="00475045" w:rsidRDefault="00475045" w:rsidP="00C46EC4">
      <w:pPr>
        <w:jc w:val="center"/>
        <w:rPr>
          <w:b/>
          <w:sz w:val="28"/>
          <w:szCs w:val="28"/>
        </w:rPr>
      </w:pPr>
    </w:p>
    <w:p w:rsidR="00475045" w:rsidRDefault="00475045" w:rsidP="00C46EC4">
      <w:pPr>
        <w:jc w:val="center"/>
        <w:rPr>
          <w:b/>
          <w:sz w:val="28"/>
          <w:szCs w:val="28"/>
        </w:rPr>
      </w:pPr>
    </w:p>
    <w:p w:rsidR="00475045" w:rsidRDefault="00475045" w:rsidP="00C46EC4">
      <w:pPr>
        <w:jc w:val="center"/>
        <w:rPr>
          <w:b/>
          <w:sz w:val="28"/>
          <w:szCs w:val="28"/>
        </w:rPr>
      </w:pPr>
    </w:p>
    <w:p w:rsidR="00475045" w:rsidRDefault="00475045" w:rsidP="00C46EC4">
      <w:pPr>
        <w:jc w:val="center"/>
        <w:rPr>
          <w:b/>
          <w:sz w:val="28"/>
          <w:szCs w:val="28"/>
        </w:rPr>
      </w:pPr>
    </w:p>
    <w:p w:rsidR="00475045" w:rsidRDefault="00475045" w:rsidP="00C46EC4">
      <w:pPr>
        <w:jc w:val="center"/>
        <w:rPr>
          <w:b/>
          <w:sz w:val="28"/>
          <w:szCs w:val="28"/>
        </w:rPr>
      </w:pPr>
    </w:p>
    <w:p w:rsidR="00475045" w:rsidRDefault="00475045" w:rsidP="00C46EC4">
      <w:pPr>
        <w:jc w:val="center"/>
        <w:rPr>
          <w:b/>
          <w:sz w:val="28"/>
          <w:szCs w:val="28"/>
        </w:rPr>
      </w:pPr>
    </w:p>
    <w:p w:rsidR="00475045" w:rsidRDefault="00475045" w:rsidP="00C46EC4">
      <w:pPr>
        <w:jc w:val="center"/>
        <w:rPr>
          <w:sz w:val="28"/>
          <w:szCs w:val="28"/>
        </w:rPr>
      </w:pPr>
    </w:p>
    <w:p w:rsidR="00475045" w:rsidRPr="00DD1F0F" w:rsidRDefault="00475045" w:rsidP="00E45568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DD1F0F">
        <w:rPr>
          <w:sz w:val="28"/>
          <w:szCs w:val="28"/>
        </w:rPr>
        <w:t>Внести в приложение 5 к Программе управления государственной собс</w:t>
      </w:r>
      <w:r w:rsidRPr="00DD1F0F">
        <w:rPr>
          <w:sz w:val="28"/>
          <w:szCs w:val="28"/>
        </w:rPr>
        <w:t>т</w:t>
      </w:r>
      <w:r w:rsidRPr="00DD1F0F">
        <w:rPr>
          <w:sz w:val="28"/>
          <w:szCs w:val="28"/>
        </w:rPr>
        <w:t>венностью Ульяновской области на 2013 год, утверждённой Законом Ульяно</w:t>
      </w:r>
      <w:r w:rsidRPr="00DD1F0F">
        <w:rPr>
          <w:sz w:val="28"/>
          <w:szCs w:val="28"/>
        </w:rPr>
        <w:t>в</w:t>
      </w:r>
      <w:r w:rsidRPr="00DD1F0F">
        <w:rPr>
          <w:sz w:val="28"/>
          <w:szCs w:val="28"/>
        </w:rPr>
        <w:t xml:space="preserve">ской области от 30 ноября 2012 года № 182-ЗО «Об утверждении Программы управления государственной собственностью Ульяновской области на 2013 год» («Ульяновская правда» от 07.12.2012 № 136; от 26.12.2012 № 145; от 10.04.2013 </w:t>
      </w:r>
      <w:r>
        <w:rPr>
          <w:sz w:val="28"/>
          <w:szCs w:val="28"/>
        </w:rPr>
        <w:br/>
      </w:r>
      <w:r w:rsidRPr="00DD1F0F">
        <w:rPr>
          <w:sz w:val="28"/>
          <w:szCs w:val="28"/>
        </w:rPr>
        <w:t xml:space="preserve">№ 39; от 07.06.2013 № 60-61; от 08.07.2013 № 73; от 09.07.2013 № 74; </w:t>
      </w:r>
      <w:r>
        <w:rPr>
          <w:sz w:val="28"/>
          <w:szCs w:val="28"/>
        </w:rPr>
        <w:t xml:space="preserve">                            </w:t>
      </w:r>
      <w:r w:rsidRPr="00DD1F0F">
        <w:rPr>
          <w:sz w:val="28"/>
          <w:szCs w:val="28"/>
        </w:rPr>
        <w:t xml:space="preserve">от 11.07.2013 № 75; от 19.08.2013 № 97; от 07.09.2013 № 109), изменение, </w:t>
      </w:r>
      <w:r>
        <w:rPr>
          <w:sz w:val="28"/>
          <w:szCs w:val="28"/>
        </w:rPr>
        <w:t xml:space="preserve">                 </w:t>
      </w:r>
      <w:r w:rsidRPr="00DD1F0F">
        <w:rPr>
          <w:sz w:val="28"/>
          <w:szCs w:val="28"/>
        </w:rPr>
        <w:t>дополнив его строкой 13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540"/>
        <w:gridCol w:w="3429"/>
        <w:gridCol w:w="3142"/>
        <w:gridCol w:w="2789"/>
        <w:gridCol w:w="540"/>
      </w:tblGrid>
      <w:tr w:rsidR="00475045" w:rsidRPr="00DD1F0F" w:rsidTr="00D942CC">
        <w:trPr>
          <w:trHeight w:val="255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475045" w:rsidRPr="00DD1F0F" w:rsidRDefault="00475045" w:rsidP="00894DFF">
            <w:pPr>
              <w:rPr>
                <w:sz w:val="28"/>
                <w:szCs w:val="28"/>
              </w:rPr>
            </w:pPr>
            <w:r w:rsidRPr="00DD1F0F">
              <w:rPr>
                <w:sz w:val="28"/>
                <w:szCs w:val="28"/>
              </w:rPr>
              <w:t>«</w:t>
            </w:r>
          </w:p>
        </w:tc>
        <w:tc>
          <w:tcPr>
            <w:tcW w:w="540" w:type="dxa"/>
          </w:tcPr>
          <w:p w:rsidR="00475045" w:rsidRPr="00DD1F0F" w:rsidRDefault="00475045" w:rsidP="00D942CC">
            <w:pPr>
              <w:widowControl w:val="0"/>
              <w:ind w:right="-108"/>
              <w:rPr>
                <w:sz w:val="28"/>
                <w:szCs w:val="28"/>
              </w:rPr>
            </w:pPr>
            <w:r w:rsidRPr="00DD1F0F">
              <w:rPr>
                <w:sz w:val="28"/>
                <w:szCs w:val="28"/>
              </w:rPr>
              <w:t>13.</w:t>
            </w:r>
          </w:p>
        </w:tc>
        <w:tc>
          <w:tcPr>
            <w:tcW w:w="3429" w:type="dxa"/>
          </w:tcPr>
          <w:p w:rsidR="00475045" w:rsidRPr="00DD1F0F" w:rsidRDefault="00475045" w:rsidP="00564DF1">
            <w:pPr>
              <w:widowControl w:val="0"/>
              <w:ind w:right="-108"/>
              <w:rPr>
                <w:sz w:val="28"/>
                <w:szCs w:val="28"/>
              </w:rPr>
            </w:pPr>
            <w:r w:rsidRPr="00DD1F0F">
              <w:rPr>
                <w:spacing w:val="-4"/>
                <w:sz w:val="28"/>
                <w:szCs w:val="28"/>
              </w:rPr>
              <w:t>Помещения, назначение: нежил</w:t>
            </w:r>
            <w:r>
              <w:rPr>
                <w:spacing w:val="-4"/>
                <w:sz w:val="28"/>
                <w:szCs w:val="28"/>
              </w:rPr>
              <w:t>ые</w:t>
            </w:r>
            <w:r w:rsidRPr="00DD1F0F">
              <w:rPr>
                <w:spacing w:val="-4"/>
                <w:sz w:val="28"/>
                <w:szCs w:val="28"/>
              </w:rPr>
              <w:t xml:space="preserve">, </w:t>
            </w:r>
            <w:r w:rsidRPr="00DD1F0F">
              <w:rPr>
                <w:sz w:val="28"/>
                <w:szCs w:val="28"/>
              </w:rPr>
              <w:t>общая пл</w:t>
            </w:r>
            <w:r>
              <w:rPr>
                <w:sz w:val="28"/>
                <w:szCs w:val="28"/>
              </w:rPr>
              <w:t>о</w:t>
            </w:r>
            <w:r w:rsidRPr="00DD1F0F">
              <w:rPr>
                <w:sz w:val="28"/>
                <w:szCs w:val="28"/>
              </w:rPr>
              <w:t xml:space="preserve">щадь </w:t>
            </w:r>
          </w:p>
          <w:p w:rsidR="00475045" w:rsidRDefault="00475045" w:rsidP="00DD1F0F">
            <w:pPr>
              <w:widowControl w:val="0"/>
              <w:ind w:right="-108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49,6 кв. м"/>
              </w:smartTagPr>
              <w:r w:rsidRPr="00DD1F0F">
                <w:rPr>
                  <w:sz w:val="28"/>
                  <w:szCs w:val="28"/>
                </w:rPr>
                <w:t>449,6 кв. м</w:t>
              </w:r>
            </w:smartTag>
            <w:r w:rsidRPr="00DD1F0F">
              <w:rPr>
                <w:sz w:val="28"/>
                <w:szCs w:val="28"/>
              </w:rPr>
              <w:t>, этаж 1, 2, н</w:t>
            </w:r>
            <w:r w:rsidRPr="00DD1F0F">
              <w:rPr>
                <w:sz w:val="28"/>
                <w:szCs w:val="28"/>
              </w:rPr>
              <w:t>о</w:t>
            </w:r>
            <w:r w:rsidRPr="00DD1F0F">
              <w:rPr>
                <w:sz w:val="28"/>
                <w:szCs w:val="28"/>
              </w:rPr>
              <w:t>мера на поэт</w:t>
            </w:r>
            <w:bookmarkStart w:id="0" w:name="_GoBack"/>
            <w:bookmarkEnd w:id="0"/>
            <w:r w:rsidRPr="00DD1F0F">
              <w:rPr>
                <w:sz w:val="28"/>
                <w:szCs w:val="28"/>
              </w:rPr>
              <w:t>ажном плане</w:t>
            </w:r>
            <w:r>
              <w:rPr>
                <w:sz w:val="28"/>
                <w:szCs w:val="28"/>
              </w:rPr>
              <w:t>:</w:t>
            </w:r>
            <w:r w:rsidRPr="00DD1F0F">
              <w:rPr>
                <w:sz w:val="28"/>
                <w:szCs w:val="28"/>
              </w:rPr>
              <w:t xml:space="preserve"> 1 этаж: № 18, 42, 72, 73; </w:t>
            </w:r>
          </w:p>
          <w:p w:rsidR="00475045" w:rsidRPr="00DD1F0F" w:rsidRDefault="00475045" w:rsidP="00DD1F0F">
            <w:pPr>
              <w:widowControl w:val="0"/>
              <w:ind w:right="-108"/>
              <w:rPr>
                <w:spacing w:val="-4"/>
                <w:sz w:val="28"/>
                <w:szCs w:val="28"/>
              </w:rPr>
            </w:pPr>
            <w:r w:rsidRPr="00DD1F0F">
              <w:rPr>
                <w:sz w:val="28"/>
                <w:szCs w:val="28"/>
              </w:rPr>
              <w:t xml:space="preserve">2 этаж: № 1, 2, 6-30, </w:t>
            </w:r>
            <w:r>
              <w:rPr>
                <w:sz w:val="28"/>
                <w:szCs w:val="28"/>
              </w:rPr>
              <w:t xml:space="preserve">          </w:t>
            </w:r>
            <w:r w:rsidRPr="00DD1F0F">
              <w:rPr>
                <w:sz w:val="28"/>
                <w:szCs w:val="28"/>
              </w:rPr>
              <w:t>32-40, 43-45, кадастровый номер: 73:24:041804:625</w:t>
            </w:r>
          </w:p>
        </w:tc>
        <w:tc>
          <w:tcPr>
            <w:tcW w:w="3142" w:type="dxa"/>
          </w:tcPr>
          <w:p w:rsidR="00475045" w:rsidRPr="00DD1F0F" w:rsidRDefault="00475045" w:rsidP="00894DFF">
            <w:pPr>
              <w:widowControl w:val="0"/>
              <w:rPr>
                <w:sz w:val="28"/>
                <w:szCs w:val="28"/>
              </w:rPr>
            </w:pPr>
            <w:r w:rsidRPr="00DD1F0F">
              <w:rPr>
                <w:sz w:val="28"/>
                <w:szCs w:val="28"/>
              </w:rPr>
              <w:t xml:space="preserve">Ульяновская область, </w:t>
            </w:r>
          </w:p>
          <w:p w:rsidR="00475045" w:rsidRPr="00DD1F0F" w:rsidRDefault="00475045" w:rsidP="00894DFF">
            <w:pPr>
              <w:widowControl w:val="0"/>
              <w:rPr>
                <w:sz w:val="28"/>
                <w:szCs w:val="28"/>
              </w:rPr>
            </w:pPr>
            <w:r w:rsidRPr="00DD1F0F">
              <w:rPr>
                <w:sz w:val="28"/>
                <w:szCs w:val="28"/>
              </w:rPr>
              <w:t xml:space="preserve">город Ульяновск, </w:t>
            </w:r>
          </w:p>
          <w:p w:rsidR="00475045" w:rsidRPr="00DD1F0F" w:rsidRDefault="00475045" w:rsidP="00894DFF">
            <w:pPr>
              <w:widowControl w:val="0"/>
              <w:ind w:right="-108"/>
              <w:rPr>
                <w:sz w:val="28"/>
                <w:szCs w:val="28"/>
              </w:rPr>
            </w:pPr>
            <w:r w:rsidRPr="00DD1F0F">
              <w:rPr>
                <w:sz w:val="28"/>
                <w:szCs w:val="28"/>
              </w:rPr>
              <w:t>ул. Гончарова, д. 13/91А</w:t>
            </w:r>
          </w:p>
        </w:tc>
        <w:tc>
          <w:tcPr>
            <w:tcW w:w="2789" w:type="dxa"/>
          </w:tcPr>
          <w:p w:rsidR="00475045" w:rsidRPr="00DD1F0F" w:rsidRDefault="00475045" w:rsidP="00894DFF">
            <w:pPr>
              <w:widowControl w:val="0"/>
              <w:ind w:right="-108"/>
              <w:rPr>
                <w:sz w:val="28"/>
                <w:szCs w:val="28"/>
              </w:rPr>
            </w:pPr>
            <w:r w:rsidRPr="00DD1F0F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               </w:t>
            </w:r>
            <w:r w:rsidRPr="00DD1F0F">
              <w:rPr>
                <w:sz w:val="28"/>
                <w:szCs w:val="28"/>
              </w:rPr>
              <w:t xml:space="preserve">образование </w:t>
            </w:r>
            <w:r>
              <w:rPr>
                <w:sz w:val="28"/>
                <w:szCs w:val="28"/>
              </w:rPr>
              <w:t xml:space="preserve">              </w:t>
            </w:r>
            <w:r w:rsidRPr="00DD1F0F">
              <w:rPr>
                <w:sz w:val="28"/>
                <w:szCs w:val="28"/>
              </w:rPr>
              <w:t xml:space="preserve">«город Ульяновск» </w:t>
            </w:r>
            <w:r>
              <w:rPr>
                <w:sz w:val="28"/>
                <w:szCs w:val="28"/>
              </w:rPr>
              <w:t xml:space="preserve">           </w:t>
            </w:r>
            <w:r w:rsidRPr="00DD1F0F">
              <w:rPr>
                <w:sz w:val="28"/>
                <w:szCs w:val="28"/>
              </w:rPr>
              <w:t>Ульяновской области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475045" w:rsidRPr="00DD1F0F" w:rsidRDefault="00475045" w:rsidP="00894DF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475045" w:rsidRPr="00DD1F0F" w:rsidRDefault="00475045" w:rsidP="00894DF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475045" w:rsidRPr="00DD1F0F" w:rsidRDefault="00475045" w:rsidP="00894DF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475045" w:rsidRPr="00DD1F0F" w:rsidRDefault="00475045" w:rsidP="00894DF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475045" w:rsidRPr="00DD1F0F" w:rsidRDefault="00475045" w:rsidP="00894DF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475045" w:rsidRPr="00DD1F0F" w:rsidRDefault="00475045" w:rsidP="00894DF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475045" w:rsidRPr="00DD1F0F" w:rsidRDefault="00475045" w:rsidP="00894DFF">
            <w:pPr>
              <w:widowControl w:val="0"/>
              <w:jc w:val="both"/>
              <w:rPr>
                <w:spacing w:val="-6"/>
                <w:sz w:val="28"/>
                <w:szCs w:val="28"/>
              </w:rPr>
            </w:pPr>
          </w:p>
          <w:p w:rsidR="00475045" w:rsidRPr="00DD1F0F" w:rsidRDefault="00475045" w:rsidP="00894DFF">
            <w:pPr>
              <w:widowControl w:val="0"/>
              <w:jc w:val="both"/>
              <w:rPr>
                <w:spacing w:val="-6"/>
                <w:sz w:val="28"/>
                <w:szCs w:val="28"/>
              </w:rPr>
            </w:pPr>
            <w:r w:rsidRPr="00DD1F0F">
              <w:rPr>
                <w:spacing w:val="-6"/>
                <w:sz w:val="28"/>
                <w:szCs w:val="28"/>
              </w:rPr>
              <w:t>».</w:t>
            </w:r>
          </w:p>
        </w:tc>
      </w:tr>
    </w:tbl>
    <w:p w:rsidR="00475045" w:rsidRDefault="00475045" w:rsidP="00C46EC4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</w:p>
    <w:p w:rsidR="00475045" w:rsidRDefault="00475045" w:rsidP="00C46EC4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</w:p>
    <w:p w:rsidR="00475045" w:rsidRDefault="00475045" w:rsidP="00C46EC4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</w:p>
    <w:p w:rsidR="00475045" w:rsidRPr="00D1544F" w:rsidRDefault="00475045" w:rsidP="00E45568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 w:rsidRPr="00D1544F">
        <w:rPr>
          <w:b/>
          <w:sz w:val="28"/>
          <w:szCs w:val="28"/>
        </w:rPr>
        <w:t xml:space="preserve">Губернатор Ульяновской области </w:t>
      </w:r>
      <w:r w:rsidRPr="00D1544F">
        <w:rPr>
          <w:b/>
          <w:sz w:val="28"/>
          <w:szCs w:val="28"/>
        </w:rPr>
        <w:tab/>
      </w:r>
      <w:r w:rsidRPr="00D1544F">
        <w:rPr>
          <w:b/>
          <w:sz w:val="28"/>
          <w:szCs w:val="28"/>
        </w:rPr>
        <w:tab/>
      </w:r>
      <w:r w:rsidRPr="00D1544F">
        <w:rPr>
          <w:b/>
          <w:sz w:val="28"/>
          <w:szCs w:val="28"/>
        </w:rPr>
        <w:tab/>
      </w:r>
      <w:r w:rsidRPr="00D1544F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 xml:space="preserve">        </w:t>
      </w:r>
      <w:r w:rsidRPr="00D1544F">
        <w:rPr>
          <w:b/>
          <w:sz w:val="28"/>
          <w:szCs w:val="28"/>
        </w:rPr>
        <w:t xml:space="preserve">    С.И.Морозов</w:t>
      </w:r>
    </w:p>
    <w:p w:rsidR="00475045" w:rsidRDefault="00475045" w:rsidP="00C46EC4">
      <w:pPr>
        <w:suppressAutoHyphens/>
        <w:spacing w:line="235" w:lineRule="auto"/>
        <w:jc w:val="center"/>
        <w:rPr>
          <w:sz w:val="28"/>
          <w:szCs w:val="28"/>
        </w:rPr>
      </w:pPr>
    </w:p>
    <w:p w:rsidR="00475045" w:rsidRDefault="00475045" w:rsidP="00C46EC4">
      <w:pPr>
        <w:suppressAutoHyphens/>
        <w:spacing w:line="235" w:lineRule="auto"/>
        <w:jc w:val="center"/>
        <w:rPr>
          <w:sz w:val="28"/>
          <w:szCs w:val="28"/>
        </w:rPr>
      </w:pPr>
    </w:p>
    <w:p w:rsidR="00475045" w:rsidRPr="00D1544F" w:rsidRDefault="00475045" w:rsidP="00C46EC4">
      <w:pPr>
        <w:suppressAutoHyphens/>
        <w:spacing w:line="235" w:lineRule="auto"/>
        <w:jc w:val="center"/>
        <w:rPr>
          <w:sz w:val="28"/>
          <w:szCs w:val="28"/>
        </w:rPr>
      </w:pPr>
      <w:r w:rsidRPr="00D1544F">
        <w:rPr>
          <w:sz w:val="28"/>
          <w:szCs w:val="28"/>
        </w:rPr>
        <w:t>г. Ульяновск</w:t>
      </w:r>
    </w:p>
    <w:p w:rsidR="00475045" w:rsidRPr="00D1544F" w:rsidRDefault="00475045" w:rsidP="00C46EC4">
      <w:pPr>
        <w:suppressAutoHyphens/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D1544F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D1544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D1544F">
          <w:rPr>
            <w:sz w:val="28"/>
            <w:szCs w:val="28"/>
          </w:rPr>
          <w:t>201</w:t>
        </w:r>
        <w:r>
          <w:rPr>
            <w:sz w:val="28"/>
            <w:szCs w:val="28"/>
          </w:rPr>
          <w:t>3</w:t>
        </w:r>
        <w:r w:rsidRPr="00D1544F">
          <w:rPr>
            <w:sz w:val="28"/>
            <w:szCs w:val="28"/>
          </w:rPr>
          <w:t xml:space="preserve"> г</w:t>
        </w:r>
      </w:smartTag>
      <w:r w:rsidRPr="00D1544F">
        <w:rPr>
          <w:sz w:val="28"/>
          <w:szCs w:val="28"/>
        </w:rPr>
        <w:t>.</w:t>
      </w:r>
    </w:p>
    <w:p w:rsidR="00475045" w:rsidRDefault="00475045" w:rsidP="00C46EC4">
      <w:pPr>
        <w:suppressAutoHyphens/>
        <w:spacing w:line="235" w:lineRule="auto"/>
        <w:jc w:val="center"/>
      </w:pPr>
      <w:r w:rsidRPr="00D1544F">
        <w:rPr>
          <w:sz w:val="28"/>
        </w:rPr>
        <w:t xml:space="preserve">№ </w:t>
      </w:r>
      <w:r>
        <w:rPr>
          <w:sz w:val="28"/>
        </w:rPr>
        <w:t>192</w:t>
      </w:r>
      <w:r w:rsidRPr="00D1544F">
        <w:rPr>
          <w:sz w:val="28"/>
        </w:rPr>
        <w:t>-ЗО</w:t>
      </w:r>
    </w:p>
    <w:sectPr w:rsidR="00475045" w:rsidSect="00E45568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045" w:rsidRDefault="00475045">
      <w:r>
        <w:separator/>
      </w:r>
    </w:p>
  </w:endnote>
  <w:endnote w:type="continuationSeparator" w:id="0">
    <w:p w:rsidR="00475045" w:rsidRDefault="004750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045" w:rsidRPr="009F69E5" w:rsidRDefault="00475045" w:rsidP="009F69E5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2609ск1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045" w:rsidRDefault="00475045">
      <w:r>
        <w:separator/>
      </w:r>
    </w:p>
  </w:footnote>
  <w:footnote w:type="continuationSeparator" w:id="0">
    <w:p w:rsidR="00475045" w:rsidRDefault="004750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045" w:rsidRDefault="00475045" w:rsidP="00894DF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5045" w:rsidRDefault="004750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045" w:rsidRPr="000053C7" w:rsidRDefault="00475045" w:rsidP="00894DFF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0053C7">
      <w:rPr>
        <w:rStyle w:val="PageNumber"/>
        <w:sz w:val="28"/>
        <w:szCs w:val="28"/>
      </w:rPr>
      <w:fldChar w:fldCharType="begin"/>
    </w:r>
    <w:r w:rsidRPr="000053C7">
      <w:rPr>
        <w:rStyle w:val="PageNumber"/>
        <w:sz w:val="28"/>
        <w:szCs w:val="28"/>
      </w:rPr>
      <w:instrText xml:space="preserve">PAGE  </w:instrText>
    </w:r>
    <w:r w:rsidRPr="000053C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0053C7">
      <w:rPr>
        <w:rStyle w:val="PageNumber"/>
        <w:sz w:val="28"/>
        <w:szCs w:val="28"/>
      </w:rPr>
      <w:fldChar w:fldCharType="end"/>
    </w:r>
  </w:p>
  <w:p w:rsidR="00475045" w:rsidRDefault="004750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6EC4"/>
    <w:rsid w:val="000053C7"/>
    <w:rsid w:val="00010FE8"/>
    <w:rsid w:val="00011E36"/>
    <w:rsid w:val="00012E86"/>
    <w:rsid w:val="00060456"/>
    <w:rsid w:val="000A41C8"/>
    <w:rsid w:val="000A72A9"/>
    <w:rsid w:val="000B7400"/>
    <w:rsid w:val="000C16E0"/>
    <w:rsid w:val="000E13FB"/>
    <w:rsid w:val="00104CD7"/>
    <w:rsid w:val="00131E21"/>
    <w:rsid w:val="00145988"/>
    <w:rsid w:val="0015387A"/>
    <w:rsid w:val="00175C1C"/>
    <w:rsid w:val="00186494"/>
    <w:rsid w:val="00193538"/>
    <w:rsid w:val="001B58C5"/>
    <w:rsid w:val="001F207D"/>
    <w:rsid w:val="002A2341"/>
    <w:rsid w:val="002E06EA"/>
    <w:rsid w:val="002F1618"/>
    <w:rsid w:val="002F288D"/>
    <w:rsid w:val="003118C4"/>
    <w:rsid w:val="00342DDD"/>
    <w:rsid w:val="00361FC9"/>
    <w:rsid w:val="0037670C"/>
    <w:rsid w:val="00382F22"/>
    <w:rsid w:val="00395EA1"/>
    <w:rsid w:val="003B42AC"/>
    <w:rsid w:val="003B6115"/>
    <w:rsid w:val="003C0068"/>
    <w:rsid w:val="003E17EE"/>
    <w:rsid w:val="003F7656"/>
    <w:rsid w:val="00400031"/>
    <w:rsid w:val="00411077"/>
    <w:rsid w:val="0042221E"/>
    <w:rsid w:val="004367A4"/>
    <w:rsid w:val="00445B5E"/>
    <w:rsid w:val="00445FDB"/>
    <w:rsid w:val="00471CB4"/>
    <w:rsid w:val="00475045"/>
    <w:rsid w:val="00484CF7"/>
    <w:rsid w:val="00487556"/>
    <w:rsid w:val="004C480C"/>
    <w:rsid w:val="004D39F5"/>
    <w:rsid w:val="004D6D6A"/>
    <w:rsid w:val="004E13D5"/>
    <w:rsid w:val="00511A65"/>
    <w:rsid w:val="00532B91"/>
    <w:rsid w:val="00564DF1"/>
    <w:rsid w:val="005844FE"/>
    <w:rsid w:val="00597588"/>
    <w:rsid w:val="005D79C8"/>
    <w:rsid w:val="00612E47"/>
    <w:rsid w:val="006162BC"/>
    <w:rsid w:val="00684D93"/>
    <w:rsid w:val="006C1D73"/>
    <w:rsid w:val="006C2C92"/>
    <w:rsid w:val="006C6F6D"/>
    <w:rsid w:val="006D3746"/>
    <w:rsid w:val="006D5AFF"/>
    <w:rsid w:val="007079AF"/>
    <w:rsid w:val="00731B84"/>
    <w:rsid w:val="007403B6"/>
    <w:rsid w:val="00754794"/>
    <w:rsid w:val="007604BE"/>
    <w:rsid w:val="007615CB"/>
    <w:rsid w:val="0078466F"/>
    <w:rsid w:val="00786605"/>
    <w:rsid w:val="007C36BB"/>
    <w:rsid w:val="007C3D6B"/>
    <w:rsid w:val="007D7F21"/>
    <w:rsid w:val="007E6370"/>
    <w:rsid w:val="00821272"/>
    <w:rsid w:val="00821291"/>
    <w:rsid w:val="008453AB"/>
    <w:rsid w:val="00854905"/>
    <w:rsid w:val="0086008D"/>
    <w:rsid w:val="00862209"/>
    <w:rsid w:val="00877E3B"/>
    <w:rsid w:val="00894DFF"/>
    <w:rsid w:val="008A627D"/>
    <w:rsid w:val="008C3FE3"/>
    <w:rsid w:val="008F0CC2"/>
    <w:rsid w:val="00920FA4"/>
    <w:rsid w:val="00930782"/>
    <w:rsid w:val="00936956"/>
    <w:rsid w:val="009649A4"/>
    <w:rsid w:val="009708BE"/>
    <w:rsid w:val="00970932"/>
    <w:rsid w:val="00991E68"/>
    <w:rsid w:val="009A2E7A"/>
    <w:rsid w:val="009C15B3"/>
    <w:rsid w:val="009C6635"/>
    <w:rsid w:val="009D0AA9"/>
    <w:rsid w:val="009D4541"/>
    <w:rsid w:val="009F51E1"/>
    <w:rsid w:val="009F69E5"/>
    <w:rsid w:val="00A804AE"/>
    <w:rsid w:val="00AB7112"/>
    <w:rsid w:val="00AC0BBE"/>
    <w:rsid w:val="00AC3327"/>
    <w:rsid w:val="00B40C26"/>
    <w:rsid w:val="00B861CD"/>
    <w:rsid w:val="00BB063E"/>
    <w:rsid w:val="00BB1D95"/>
    <w:rsid w:val="00C46EC4"/>
    <w:rsid w:val="00C50079"/>
    <w:rsid w:val="00C616DA"/>
    <w:rsid w:val="00CC4DB2"/>
    <w:rsid w:val="00CD5CC4"/>
    <w:rsid w:val="00CD66A6"/>
    <w:rsid w:val="00CE1F9B"/>
    <w:rsid w:val="00D04334"/>
    <w:rsid w:val="00D1544F"/>
    <w:rsid w:val="00D15912"/>
    <w:rsid w:val="00D20FCD"/>
    <w:rsid w:val="00D259DE"/>
    <w:rsid w:val="00D328D6"/>
    <w:rsid w:val="00D47989"/>
    <w:rsid w:val="00D5258D"/>
    <w:rsid w:val="00D623FD"/>
    <w:rsid w:val="00D942CC"/>
    <w:rsid w:val="00DA2FE0"/>
    <w:rsid w:val="00DB1093"/>
    <w:rsid w:val="00DD0EAF"/>
    <w:rsid w:val="00DD1F0F"/>
    <w:rsid w:val="00DE6182"/>
    <w:rsid w:val="00E15588"/>
    <w:rsid w:val="00E42ADA"/>
    <w:rsid w:val="00E439A0"/>
    <w:rsid w:val="00E45568"/>
    <w:rsid w:val="00E55200"/>
    <w:rsid w:val="00E93159"/>
    <w:rsid w:val="00EA4080"/>
    <w:rsid w:val="00EC3A30"/>
    <w:rsid w:val="00F006F4"/>
    <w:rsid w:val="00F00D47"/>
    <w:rsid w:val="00F02518"/>
    <w:rsid w:val="00F05F07"/>
    <w:rsid w:val="00F10C4A"/>
    <w:rsid w:val="00F3046D"/>
    <w:rsid w:val="00F31A81"/>
    <w:rsid w:val="00FA1731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EC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6EC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5A6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C46EC4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C46E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9F69E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F69E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9F6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F69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191</Words>
  <Characters>1095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Закон Ульяновской области</dc:title>
  <dc:subject/>
  <dc:creator>Ju5u</dc:creator>
  <cp:keywords/>
  <dc:description/>
  <cp:lastModifiedBy>user</cp:lastModifiedBy>
  <cp:revision>7</cp:revision>
  <cp:lastPrinted>2013-09-26T06:07:00Z</cp:lastPrinted>
  <dcterms:created xsi:type="dcterms:W3CDTF">2013-09-26T05:36:00Z</dcterms:created>
  <dcterms:modified xsi:type="dcterms:W3CDTF">2013-11-08T05:18:00Z</dcterms:modified>
</cp:coreProperties>
</file>