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E6D" w:rsidRDefault="00F61E6D" w:rsidP="00341F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F61E6D" w:rsidRDefault="00F61E6D" w:rsidP="00341FD3">
      <w:pPr>
        <w:jc w:val="center"/>
        <w:rPr>
          <w:b/>
          <w:bCs/>
          <w:sz w:val="28"/>
          <w:szCs w:val="28"/>
        </w:rPr>
      </w:pPr>
    </w:p>
    <w:p w:rsidR="00F61E6D" w:rsidRDefault="00F61E6D" w:rsidP="00341FD3">
      <w:pPr>
        <w:jc w:val="center"/>
        <w:rPr>
          <w:b/>
          <w:bCs/>
          <w:sz w:val="28"/>
          <w:szCs w:val="28"/>
        </w:rPr>
      </w:pPr>
    </w:p>
    <w:p w:rsidR="00F61E6D" w:rsidRDefault="00F61E6D" w:rsidP="00341FD3">
      <w:pPr>
        <w:jc w:val="center"/>
        <w:rPr>
          <w:b/>
          <w:bCs/>
          <w:sz w:val="28"/>
          <w:szCs w:val="28"/>
        </w:rPr>
      </w:pPr>
    </w:p>
    <w:p w:rsidR="00F61E6D" w:rsidRDefault="00F61E6D" w:rsidP="00341FD3">
      <w:pPr>
        <w:jc w:val="center"/>
        <w:rPr>
          <w:b/>
          <w:bCs/>
          <w:sz w:val="28"/>
          <w:szCs w:val="28"/>
        </w:rPr>
      </w:pPr>
    </w:p>
    <w:p w:rsidR="00F61E6D" w:rsidRDefault="00F61E6D" w:rsidP="00341FD3">
      <w:pPr>
        <w:jc w:val="center"/>
        <w:rPr>
          <w:b/>
          <w:bCs/>
          <w:sz w:val="28"/>
          <w:szCs w:val="28"/>
        </w:rPr>
      </w:pPr>
    </w:p>
    <w:p w:rsidR="00F61E6D" w:rsidRDefault="00F61E6D" w:rsidP="00341F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F61E6D" w:rsidRDefault="00F61E6D" w:rsidP="00341F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Прогнозном плане (программе) приватизации государственного  </w:t>
      </w:r>
    </w:p>
    <w:p w:rsidR="00F61E6D" w:rsidRDefault="00F61E6D" w:rsidP="00341F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имущества Ульяновской области на 2013 год и основных  </w:t>
      </w:r>
    </w:p>
    <w:p w:rsidR="00F61E6D" w:rsidRDefault="00F61E6D" w:rsidP="00341F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направлениях политики Ульяновской области в сфере </w:t>
      </w:r>
    </w:p>
    <w:p w:rsidR="00F61E6D" w:rsidRDefault="00F61E6D" w:rsidP="00341F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приватизации на 2013-2015 годы»</w:t>
      </w:r>
    </w:p>
    <w:p w:rsidR="00F61E6D" w:rsidRDefault="00F61E6D" w:rsidP="00341FD3">
      <w:pPr>
        <w:jc w:val="center"/>
        <w:rPr>
          <w:b/>
          <w:bCs/>
          <w:sz w:val="28"/>
          <w:szCs w:val="28"/>
        </w:rPr>
      </w:pPr>
    </w:p>
    <w:p w:rsidR="00F61E6D" w:rsidRDefault="00F61E6D" w:rsidP="00341FD3">
      <w:pPr>
        <w:jc w:val="center"/>
        <w:rPr>
          <w:b/>
          <w:bCs/>
          <w:sz w:val="28"/>
          <w:szCs w:val="28"/>
        </w:rPr>
      </w:pPr>
    </w:p>
    <w:p w:rsidR="00F61E6D" w:rsidRDefault="00F61E6D" w:rsidP="00341FD3">
      <w:pPr>
        <w:jc w:val="center"/>
        <w:rPr>
          <w:b/>
          <w:bCs/>
          <w:sz w:val="28"/>
          <w:szCs w:val="28"/>
        </w:rPr>
      </w:pPr>
    </w:p>
    <w:p w:rsidR="00F61E6D" w:rsidRDefault="00F61E6D" w:rsidP="00341FD3">
      <w:pPr>
        <w:jc w:val="center"/>
        <w:rPr>
          <w:b/>
          <w:bCs/>
          <w:sz w:val="28"/>
          <w:szCs w:val="28"/>
        </w:rPr>
      </w:pPr>
    </w:p>
    <w:p w:rsidR="00F61E6D" w:rsidRDefault="00F61E6D" w:rsidP="00341FD3">
      <w:pPr>
        <w:jc w:val="center"/>
        <w:rPr>
          <w:b/>
          <w:bCs/>
          <w:sz w:val="28"/>
          <w:szCs w:val="28"/>
        </w:rPr>
      </w:pPr>
    </w:p>
    <w:p w:rsidR="00F61E6D" w:rsidRDefault="00F61E6D" w:rsidP="00341FD3">
      <w:pPr>
        <w:jc w:val="center"/>
        <w:rPr>
          <w:b/>
          <w:bCs/>
          <w:sz w:val="28"/>
          <w:szCs w:val="28"/>
        </w:rPr>
      </w:pPr>
    </w:p>
    <w:p w:rsidR="00F61E6D" w:rsidRDefault="00F61E6D" w:rsidP="00341FD3">
      <w:pPr>
        <w:spacing w:line="372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Внести в Прогнозный план (программу) приватизации государственного имущества Ульяновской области на 2013 год и основные направления политики Ульяновской области в сфере приватизации на 2013-2015 годы, утверждённые  Законом Ульяновской области от 30 ноября 2012 года  № 183-ЗО «О Прогнозном плане (программе) приватизации государственного имущества Ульяновской области</w:t>
      </w:r>
      <w:r w:rsidRPr="00ED1A5F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на 2013 год и основных направлениях политики Ульяновской области в сфере приватизации на 2013-2015 годы» («Ульяновская правда» </w:t>
      </w:r>
      <w:r w:rsidRPr="003744C8">
        <w:rPr>
          <w:spacing w:val="-4"/>
          <w:sz w:val="28"/>
          <w:szCs w:val="28"/>
        </w:rPr>
        <w:t>от 0</w:t>
      </w:r>
      <w:r>
        <w:rPr>
          <w:spacing w:val="-4"/>
          <w:sz w:val="28"/>
          <w:szCs w:val="28"/>
        </w:rPr>
        <w:t>7</w:t>
      </w:r>
      <w:r w:rsidRPr="003744C8">
        <w:rPr>
          <w:spacing w:val="-4"/>
          <w:sz w:val="28"/>
          <w:szCs w:val="28"/>
        </w:rPr>
        <w:t>.12.201</w:t>
      </w:r>
      <w:r>
        <w:rPr>
          <w:spacing w:val="-4"/>
          <w:sz w:val="28"/>
          <w:szCs w:val="28"/>
        </w:rPr>
        <w:t>2</w:t>
      </w:r>
      <w:r w:rsidRPr="003744C8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br/>
      </w:r>
      <w:r w:rsidRPr="003744C8">
        <w:rPr>
          <w:spacing w:val="-4"/>
          <w:sz w:val="28"/>
          <w:szCs w:val="28"/>
        </w:rPr>
        <w:t>№ 13</w:t>
      </w:r>
      <w:r>
        <w:rPr>
          <w:spacing w:val="-4"/>
          <w:sz w:val="28"/>
          <w:szCs w:val="28"/>
        </w:rPr>
        <w:t xml:space="preserve">6; от 26.12.2012 № 145; </w:t>
      </w:r>
      <w:r w:rsidRPr="00777851">
        <w:rPr>
          <w:spacing w:val="-4"/>
          <w:sz w:val="28"/>
          <w:szCs w:val="28"/>
        </w:rPr>
        <w:t>от 11.07.2013 № 75),</w:t>
      </w:r>
      <w:r>
        <w:rPr>
          <w:spacing w:val="-4"/>
          <w:sz w:val="28"/>
          <w:szCs w:val="28"/>
        </w:rPr>
        <w:t xml:space="preserve"> следующие изменения: </w:t>
      </w:r>
    </w:p>
    <w:p w:rsidR="00F61E6D" w:rsidRPr="00A37C11" w:rsidRDefault="00F61E6D" w:rsidP="00341FD3">
      <w:pPr>
        <w:spacing w:line="372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1)</w:t>
      </w:r>
      <w:r w:rsidRPr="00A37C1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в разделе </w:t>
      </w:r>
      <w:r>
        <w:rPr>
          <w:spacing w:val="-4"/>
          <w:sz w:val="28"/>
          <w:szCs w:val="28"/>
          <w:lang w:val="en-US"/>
        </w:rPr>
        <w:t>I</w:t>
      </w:r>
      <w:r>
        <w:rPr>
          <w:spacing w:val="-4"/>
          <w:sz w:val="28"/>
          <w:szCs w:val="28"/>
        </w:rPr>
        <w:t>:</w:t>
      </w:r>
    </w:p>
    <w:p w:rsidR="00F61E6D" w:rsidRDefault="00F61E6D" w:rsidP="00341FD3">
      <w:pPr>
        <w:spacing w:line="372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а) в Перечне имущества, не  являющегося акциями акционерных обществ,   планируемого к приватизации путём продажи на аукционе:</w:t>
      </w:r>
    </w:p>
    <w:p w:rsidR="00F61E6D" w:rsidRDefault="00F61E6D" w:rsidP="00341FD3">
      <w:pPr>
        <w:spacing w:line="372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строку 1 исключить; </w:t>
      </w:r>
      <w:r w:rsidRPr="003A1D73">
        <w:rPr>
          <w:spacing w:val="-4"/>
          <w:sz w:val="28"/>
          <w:szCs w:val="28"/>
        </w:rPr>
        <w:t xml:space="preserve"> </w:t>
      </w:r>
    </w:p>
    <w:p w:rsidR="00F61E6D" w:rsidRDefault="00F61E6D" w:rsidP="00341FD3">
      <w:pPr>
        <w:spacing w:line="372" w:lineRule="auto"/>
        <w:ind w:firstLine="709"/>
        <w:jc w:val="both"/>
        <w:rPr>
          <w:spacing w:val="-4"/>
          <w:sz w:val="28"/>
          <w:szCs w:val="28"/>
        </w:rPr>
      </w:pPr>
      <w:r w:rsidRPr="003A1D73">
        <w:rPr>
          <w:spacing w:val="-4"/>
          <w:sz w:val="28"/>
          <w:szCs w:val="28"/>
        </w:rPr>
        <w:t>дополнить строками  31-3</w:t>
      </w:r>
      <w:r>
        <w:rPr>
          <w:spacing w:val="-4"/>
          <w:sz w:val="28"/>
          <w:szCs w:val="28"/>
        </w:rPr>
        <w:t>5</w:t>
      </w:r>
      <w:r w:rsidRPr="003A1D73">
        <w:rPr>
          <w:spacing w:val="-4"/>
          <w:sz w:val="28"/>
          <w:szCs w:val="28"/>
        </w:rPr>
        <w:t xml:space="preserve">  следующего содержания:</w:t>
      </w:r>
    </w:p>
    <w:tbl>
      <w:tblPr>
        <w:tblW w:w="108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709"/>
        <w:gridCol w:w="7655"/>
        <w:gridCol w:w="1550"/>
        <w:gridCol w:w="434"/>
      </w:tblGrid>
      <w:tr w:rsidR="00F61E6D" w:rsidRPr="009F05A3" w:rsidTr="006C5962">
        <w:tc>
          <w:tcPr>
            <w:tcW w:w="540" w:type="dxa"/>
            <w:tcBorders>
              <w:top w:val="nil"/>
              <w:left w:val="nil"/>
              <w:bottom w:val="nil"/>
            </w:tcBorders>
          </w:tcPr>
          <w:p w:rsidR="00F61E6D" w:rsidRPr="009F05A3" w:rsidRDefault="00F61E6D" w:rsidP="00AE3499">
            <w:pPr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«    </w:t>
            </w:r>
          </w:p>
        </w:tc>
        <w:tc>
          <w:tcPr>
            <w:tcW w:w="709" w:type="dxa"/>
          </w:tcPr>
          <w:p w:rsidR="00F61E6D" w:rsidRPr="009F05A3" w:rsidRDefault="00F61E6D" w:rsidP="00AE3499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 w:rsidRPr="009F05A3">
              <w:rPr>
                <w:snapToGrid w:val="0"/>
                <w:sz w:val="28"/>
                <w:szCs w:val="28"/>
              </w:rPr>
              <w:t>31.</w:t>
            </w:r>
          </w:p>
        </w:tc>
        <w:tc>
          <w:tcPr>
            <w:tcW w:w="7655" w:type="dxa"/>
          </w:tcPr>
          <w:p w:rsidR="00F61E6D" w:rsidRPr="009F05A3" w:rsidRDefault="00F61E6D" w:rsidP="00815C86">
            <w:pPr>
              <w:spacing w:line="264" w:lineRule="auto"/>
              <w:rPr>
                <w:snapToGrid w:val="0"/>
                <w:sz w:val="28"/>
                <w:szCs w:val="28"/>
              </w:rPr>
            </w:pPr>
            <w:r w:rsidRPr="009F05A3">
              <w:rPr>
                <w:snapToGrid w:val="0"/>
                <w:sz w:val="28"/>
                <w:szCs w:val="28"/>
              </w:rPr>
              <w:t xml:space="preserve">Цех лесничества, назначение: нежилое, 1-этажный, общая площадь </w:t>
            </w:r>
            <w:smartTag w:uri="urn:schemas-microsoft-com:office:smarttags" w:element="metricconverter">
              <w:smartTagPr>
                <w:attr w:name="ProductID" w:val="495,2 кв. м"/>
              </w:smartTagPr>
              <w:r w:rsidRPr="009F05A3">
                <w:rPr>
                  <w:snapToGrid w:val="0"/>
                  <w:sz w:val="28"/>
                  <w:szCs w:val="28"/>
                </w:rPr>
                <w:t>495,2 кв.</w:t>
              </w:r>
              <w:r>
                <w:rPr>
                  <w:snapToGrid w:val="0"/>
                  <w:sz w:val="28"/>
                  <w:szCs w:val="28"/>
                </w:rPr>
                <w:t xml:space="preserve"> </w:t>
              </w:r>
              <w:r w:rsidRPr="009F05A3">
                <w:rPr>
                  <w:snapToGrid w:val="0"/>
                  <w:sz w:val="28"/>
                  <w:szCs w:val="28"/>
                </w:rPr>
                <w:t>м</w:t>
              </w:r>
            </w:smartTag>
            <w:r w:rsidRPr="009F05A3">
              <w:rPr>
                <w:snapToGrid w:val="0"/>
                <w:sz w:val="28"/>
                <w:szCs w:val="28"/>
              </w:rPr>
              <w:t>, инв.№ 026922,  лит.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9F05A3">
              <w:rPr>
                <w:snapToGrid w:val="0"/>
                <w:sz w:val="28"/>
                <w:szCs w:val="28"/>
              </w:rPr>
              <w:t xml:space="preserve">А, кадастровый (или условный) номер: 73-73-06/020/2010-190, </w:t>
            </w:r>
            <w:r w:rsidRPr="00D3231A">
              <w:rPr>
                <w:snapToGrid w:val="0"/>
                <w:spacing w:val="-6"/>
                <w:sz w:val="28"/>
                <w:szCs w:val="28"/>
              </w:rPr>
              <w:t xml:space="preserve">расположенный на земельном участке площадью  </w:t>
            </w:r>
            <w:smartTag w:uri="urn:schemas-microsoft-com:office:smarttags" w:element="metricconverter">
              <w:smartTagPr>
                <w:attr w:name="ProductID" w:val="13 890 кв. м"/>
              </w:smartTagPr>
              <w:r w:rsidRPr="00D3231A">
                <w:rPr>
                  <w:snapToGrid w:val="0"/>
                  <w:spacing w:val="-6"/>
                  <w:sz w:val="28"/>
                  <w:szCs w:val="28"/>
                </w:rPr>
                <w:t>13</w:t>
              </w:r>
              <w:r>
                <w:rPr>
                  <w:snapToGrid w:val="0"/>
                  <w:spacing w:val="-6"/>
                  <w:sz w:val="28"/>
                  <w:szCs w:val="28"/>
                </w:rPr>
                <w:t> </w:t>
              </w:r>
              <w:r w:rsidRPr="00D3231A">
                <w:rPr>
                  <w:snapToGrid w:val="0"/>
                  <w:spacing w:val="-6"/>
                  <w:sz w:val="28"/>
                  <w:szCs w:val="28"/>
                </w:rPr>
                <w:t>890</w:t>
              </w:r>
              <w:r>
                <w:rPr>
                  <w:snapToGrid w:val="0"/>
                  <w:spacing w:val="-6"/>
                  <w:sz w:val="28"/>
                  <w:szCs w:val="28"/>
                </w:rPr>
                <w:t xml:space="preserve"> </w:t>
              </w:r>
              <w:r w:rsidRPr="00D3231A">
                <w:rPr>
                  <w:snapToGrid w:val="0"/>
                  <w:spacing w:val="-6"/>
                  <w:sz w:val="28"/>
                  <w:szCs w:val="28"/>
                </w:rPr>
                <w:t>кв. м</w:t>
              </w:r>
            </w:smartTag>
            <w:r w:rsidRPr="00D3231A">
              <w:rPr>
                <w:snapToGrid w:val="0"/>
                <w:spacing w:val="-6"/>
                <w:sz w:val="28"/>
                <w:szCs w:val="28"/>
              </w:rPr>
              <w:t>,</w:t>
            </w:r>
            <w:r w:rsidRPr="009F05A3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 xml:space="preserve">кадастровый (условный) номер: 73:15:040101:3041, </w:t>
            </w:r>
            <w:r w:rsidRPr="009F05A3">
              <w:rPr>
                <w:snapToGrid w:val="0"/>
                <w:sz w:val="28"/>
                <w:szCs w:val="28"/>
              </w:rPr>
              <w:t xml:space="preserve">Ульяновская область, Старокулаткинский район, 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9F05A3">
              <w:rPr>
                <w:snapToGrid w:val="0"/>
                <w:sz w:val="28"/>
                <w:szCs w:val="28"/>
              </w:rPr>
              <w:t>р.п. Старая Кулатка, ул. Красногвардейская, д. 2</w:t>
            </w:r>
          </w:p>
        </w:tc>
        <w:tc>
          <w:tcPr>
            <w:tcW w:w="1550" w:type="dxa"/>
          </w:tcPr>
          <w:p w:rsidR="00F61E6D" w:rsidRPr="009F05A3" w:rsidRDefault="00F61E6D" w:rsidP="00AE3499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9F05A3">
              <w:rPr>
                <w:sz w:val="28"/>
                <w:szCs w:val="28"/>
              </w:rPr>
              <w:t>I</w:t>
            </w:r>
            <w:r w:rsidRPr="009F05A3">
              <w:rPr>
                <w:sz w:val="28"/>
                <w:szCs w:val="28"/>
                <w:lang w:val="en-US"/>
              </w:rPr>
              <w:t>V</w:t>
            </w:r>
          </w:p>
          <w:p w:rsidR="00F61E6D" w:rsidRPr="009F05A3" w:rsidRDefault="00F61E6D" w:rsidP="00AE3499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9F05A3">
              <w:rPr>
                <w:sz w:val="28"/>
                <w:szCs w:val="28"/>
              </w:rPr>
              <w:t>квартал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F61E6D" w:rsidRPr="009F05A3" w:rsidRDefault="00F61E6D" w:rsidP="00AE3499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</w:tr>
      <w:tr w:rsidR="00F61E6D" w:rsidRPr="005304CC" w:rsidTr="006C5962">
        <w:tc>
          <w:tcPr>
            <w:tcW w:w="540" w:type="dxa"/>
            <w:tcBorders>
              <w:top w:val="nil"/>
              <w:left w:val="nil"/>
              <w:bottom w:val="nil"/>
            </w:tcBorders>
          </w:tcPr>
          <w:p w:rsidR="00F61E6D" w:rsidRPr="009F05A3" w:rsidRDefault="00F61E6D" w:rsidP="00AE3499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F61E6D" w:rsidRPr="009F05A3" w:rsidRDefault="00F61E6D" w:rsidP="00AE3499">
            <w:pPr>
              <w:jc w:val="center"/>
              <w:rPr>
                <w:sz w:val="28"/>
                <w:szCs w:val="28"/>
              </w:rPr>
            </w:pPr>
            <w:r w:rsidRPr="009F05A3">
              <w:rPr>
                <w:sz w:val="28"/>
                <w:szCs w:val="28"/>
              </w:rPr>
              <w:t>32.</w:t>
            </w:r>
          </w:p>
        </w:tc>
        <w:tc>
          <w:tcPr>
            <w:tcW w:w="7655" w:type="dxa"/>
          </w:tcPr>
          <w:p w:rsidR="00F61E6D" w:rsidRPr="009F05A3" w:rsidRDefault="00F61E6D" w:rsidP="00084FAF">
            <w:pPr>
              <w:rPr>
                <w:snapToGrid w:val="0"/>
                <w:sz w:val="28"/>
                <w:szCs w:val="28"/>
              </w:rPr>
            </w:pPr>
            <w:r w:rsidRPr="009F05A3">
              <w:rPr>
                <w:snapToGrid w:val="0"/>
                <w:sz w:val="28"/>
                <w:szCs w:val="28"/>
              </w:rPr>
              <w:t>Контора Салаванского л</w:t>
            </w:r>
            <w:r>
              <w:rPr>
                <w:snapToGrid w:val="0"/>
                <w:sz w:val="28"/>
                <w:szCs w:val="28"/>
              </w:rPr>
              <w:t xml:space="preserve">есничества, назначение: нежилое, </w:t>
            </w:r>
            <w:r>
              <w:rPr>
                <w:snapToGrid w:val="0"/>
                <w:sz w:val="28"/>
                <w:szCs w:val="28"/>
              </w:rPr>
              <w:br/>
              <w:t>1-этажная</w:t>
            </w:r>
            <w:r w:rsidRPr="009F05A3">
              <w:rPr>
                <w:snapToGrid w:val="0"/>
                <w:sz w:val="28"/>
                <w:szCs w:val="28"/>
              </w:rPr>
              <w:t xml:space="preserve">, общая площадь </w:t>
            </w:r>
            <w:smartTag w:uri="urn:schemas-microsoft-com:office:smarttags" w:element="metricconverter">
              <w:smartTagPr>
                <w:attr w:name="ProductID" w:val="73,4 кв. м"/>
              </w:smartTagPr>
              <w:r w:rsidRPr="009F05A3">
                <w:rPr>
                  <w:snapToGrid w:val="0"/>
                  <w:sz w:val="28"/>
                  <w:szCs w:val="28"/>
                </w:rPr>
                <w:t>73,4 кв.</w:t>
              </w:r>
              <w:r>
                <w:rPr>
                  <w:snapToGrid w:val="0"/>
                  <w:sz w:val="28"/>
                  <w:szCs w:val="28"/>
                </w:rPr>
                <w:t xml:space="preserve"> </w:t>
              </w:r>
              <w:r w:rsidRPr="009F05A3">
                <w:rPr>
                  <w:snapToGrid w:val="0"/>
                  <w:sz w:val="28"/>
                  <w:szCs w:val="28"/>
                </w:rPr>
                <w:t>м</w:t>
              </w:r>
            </w:smartTag>
            <w:r>
              <w:rPr>
                <w:snapToGrid w:val="0"/>
                <w:sz w:val="28"/>
                <w:szCs w:val="28"/>
              </w:rPr>
              <w:t xml:space="preserve">, инв. </w:t>
            </w:r>
            <w:r w:rsidRPr="009F05A3">
              <w:rPr>
                <w:snapToGrid w:val="0"/>
                <w:sz w:val="28"/>
                <w:szCs w:val="28"/>
              </w:rPr>
              <w:t>№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9F05A3">
              <w:rPr>
                <w:snapToGrid w:val="0"/>
                <w:sz w:val="28"/>
                <w:szCs w:val="28"/>
              </w:rPr>
              <w:t>000115, лит.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9F05A3">
              <w:rPr>
                <w:snapToGrid w:val="0"/>
                <w:sz w:val="28"/>
                <w:szCs w:val="28"/>
              </w:rPr>
              <w:t>А, А1, а, Г, Г1,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9F05A3">
              <w:rPr>
                <w:snapToGrid w:val="0"/>
                <w:sz w:val="28"/>
                <w:szCs w:val="28"/>
              </w:rPr>
              <w:t xml:space="preserve">У, I-III, кадастровый (или условный) номер: </w:t>
            </w:r>
            <w:r>
              <w:rPr>
                <w:snapToGrid w:val="0"/>
                <w:sz w:val="28"/>
                <w:szCs w:val="28"/>
              </w:rPr>
              <w:br/>
            </w:r>
            <w:r w:rsidRPr="009F05A3">
              <w:rPr>
                <w:snapToGrid w:val="0"/>
                <w:sz w:val="28"/>
                <w:szCs w:val="28"/>
              </w:rPr>
              <w:t xml:space="preserve">73-73-02/181/2011-174, расположенная </w:t>
            </w:r>
            <w:r>
              <w:rPr>
                <w:snapToGrid w:val="0"/>
                <w:sz w:val="28"/>
                <w:szCs w:val="28"/>
              </w:rPr>
              <w:t xml:space="preserve">на земельном участке площадью </w:t>
            </w:r>
            <w:smartTag w:uri="urn:schemas-microsoft-com:office:smarttags" w:element="metricconverter">
              <w:smartTagPr>
                <w:attr w:name="ProductID" w:val="880 кв. м"/>
              </w:smartTagPr>
              <w:r>
                <w:rPr>
                  <w:snapToGrid w:val="0"/>
                  <w:sz w:val="28"/>
                  <w:szCs w:val="28"/>
                </w:rPr>
                <w:t>88</w:t>
              </w:r>
              <w:r w:rsidRPr="009F05A3">
                <w:rPr>
                  <w:snapToGrid w:val="0"/>
                  <w:sz w:val="28"/>
                  <w:szCs w:val="28"/>
                </w:rPr>
                <w:t>0 кв.</w:t>
              </w:r>
              <w:r>
                <w:rPr>
                  <w:snapToGrid w:val="0"/>
                  <w:sz w:val="28"/>
                  <w:szCs w:val="28"/>
                </w:rPr>
                <w:t xml:space="preserve"> </w:t>
              </w:r>
              <w:r w:rsidRPr="009F05A3">
                <w:rPr>
                  <w:snapToGrid w:val="0"/>
                  <w:sz w:val="28"/>
                  <w:szCs w:val="28"/>
                </w:rPr>
                <w:t>м</w:t>
              </w:r>
            </w:smartTag>
            <w:r w:rsidRPr="009F05A3">
              <w:rPr>
                <w:snapToGrid w:val="0"/>
                <w:sz w:val="28"/>
                <w:szCs w:val="28"/>
              </w:rPr>
              <w:t xml:space="preserve">, кадастровый </w:t>
            </w:r>
            <w:r>
              <w:rPr>
                <w:snapToGrid w:val="0"/>
                <w:sz w:val="28"/>
                <w:szCs w:val="28"/>
              </w:rPr>
              <w:t xml:space="preserve">(или условный) </w:t>
            </w:r>
            <w:r w:rsidRPr="009F05A3">
              <w:rPr>
                <w:snapToGrid w:val="0"/>
                <w:sz w:val="28"/>
                <w:szCs w:val="28"/>
              </w:rPr>
              <w:t>номер</w:t>
            </w:r>
            <w:r>
              <w:rPr>
                <w:snapToGrid w:val="0"/>
                <w:sz w:val="28"/>
                <w:szCs w:val="28"/>
              </w:rPr>
              <w:t>:</w:t>
            </w:r>
            <w:r w:rsidRPr="009F05A3">
              <w:rPr>
                <w:snapToGrid w:val="0"/>
                <w:sz w:val="28"/>
                <w:szCs w:val="28"/>
              </w:rPr>
              <w:t xml:space="preserve"> 73:10:020101:169,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9F05A3">
              <w:rPr>
                <w:snapToGrid w:val="0"/>
                <w:sz w:val="28"/>
                <w:szCs w:val="28"/>
              </w:rPr>
              <w:t>Ульяновская о</w:t>
            </w:r>
            <w:r>
              <w:rPr>
                <w:snapToGrid w:val="0"/>
                <w:sz w:val="28"/>
                <w:szCs w:val="28"/>
              </w:rPr>
              <w:t xml:space="preserve">бласть, Новомалыклинский район, </w:t>
            </w:r>
            <w:r w:rsidRPr="009F05A3">
              <w:rPr>
                <w:snapToGrid w:val="0"/>
                <w:sz w:val="28"/>
                <w:szCs w:val="28"/>
              </w:rPr>
              <w:t>с.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9F05A3">
              <w:rPr>
                <w:snapToGrid w:val="0"/>
                <w:sz w:val="28"/>
                <w:szCs w:val="28"/>
              </w:rPr>
              <w:t>Новочеремшанск,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9F05A3">
              <w:rPr>
                <w:snapToGrid w:val="0"/>
                <w:sz w:val="28"/>
                <w:szCs w:val="28"/>
              </w:rPr>
              <w:t>ул.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9F05A3">
              <w:rPr>
                <w:snapToGrid w:val="0"/>
                <w:sz w:val="28"/>
                <w:szCs w:val="28"/>
              </w:rPr>
              <w:t>Лесхозная,</w:t>
            </w:r>
            <w:r>
              <w:rPr>
                <w:snapToGrid w:val="0"/>
                <w:sz w:val="28"/>
                <w:szCs w:val="28"/>
              </w:rPr>
              <w:t xml:space="preserve"> д.</w:t>
            </w:r>
            <w:r w:rsidRPr="009F05A3">
              <w:rPr>
                <w:snapToGrid w:val="0"/>
                <w:sz w:val="28"/>
                <w:szCs w:val="28"/>
              </w:rPr>
              <w:t xml:space="preserve"> 25а</w:t>
            </w:r>
          </w:p>
        </w:tc>
        <w:tc>
          <w:tcPr>
            <w:tcW w:w="1550" w:type="dxa"/>
          </w:tcPr>
          <w:p w:rsidR="00F61E6D" w:rsidRPr="005304CC" w:rsidRDefault="00F61E6D" w:rsidP="00AE3499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9F05A3">
              <w:rPr>
                <w:sz w:val="28"/>
                <w:szCs w:val="28"/>
              </w:rPr>
              <w:t>I</w:t>
            </w:r>
            <w:r w:rsidRPr="009F05A3">
              <w:rPr>
                <w:sz w:val="28"/>
                <w:szCs w:val="28"/>
                <w:lang w:val="en-US"/>
              </w:rPr>
              <w:t>V</w:t>
            </w:r>
          </w:p>
          <w:p w:rsidR="00F61E6D" w:rsidRPr="005304CC" w:rsidRDefault="00F61E6D" w:rsidP="00AE3499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9F05A3">
              <w:rPr>
                <w:sz w:val="28"/>
                <w:szCs w:val="28"/>
              </w:rPr>
              <w:t>квартал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F61E6D" w:rsidRPr="005304CC" w:rsidRDefault="00F61E6D" w:rsidP="00AE3499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</w:tr>
      <w:tr w:rsidR="00F61E6D" w:rsidRPr="009F05A3" w:rsidTr="006C5962">
        <w:tc>
          <w:tcPr>
            <w:tcW w:w="540" w:type="dxa"/>
            <w:tcBorders>
              <w:top w:val="nil"/>
              <w:left w:val="nil"/>
              <w:bottom w:val="nil"/>
            </w:tcBorders>
          </w:tcPr>
          <w:p w:rsidR="00F61E6D" w:rsidRPr="009F05A3" w:rsidRDefault="00F61E6D" w:rsidP="00AE3499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F61E6D" w:rsidRPr="009F05A3" w:rsidRDefault="00F61E6D" w:rsidP="00AE34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Pr="009F05A3">
              <w:rPr>
                <w:sz w:val="28"/>
                <w:szCs w:val="28"/>
              </w:rPr>
              <w:t>.</w:t>
            </w:r>
          </w:p>
        </w:tc>
        <w:tc>
          <w:tcPr>
            <w:tcW w:w="7655" w:type="dxa"/>
          </w:tcPr>
          <w:p w:rsidR="00F61E6D" w:rsidRPr="00551408" w:rsidRDefault="00F61E6D" w:rsidP="00AE3499">
            <w:pPr>
              <w:pStyle w:val="ConsPlusCell"/>
              <w:widowControl w:val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Здание гаража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каменного, назначение: нежилое, 1-этажное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общая площадь </w:t>
            </w:r>
            <w:smartTag w:uri="urn:schemas-microsoft-com:office:smarttags" w:element="metricconverter">
              <w:smartTagPr>
                <w:attr w:name="ProductID" w:val="183,7 кв. м"/>
              </w:smartTagPr>
              <w:r w:rsidRPr="00551408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183,7 кв.</w:t>
              </w:r>
              <w:r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 xml:space="preserve"> </w:t>
              </w:r>
              <w:r w:rsidRPr="00551408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м</w:t>
              </w:r>
            </w:smartTag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 инв.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№ 73:225:002:001753810, лит.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А, А1, кадастровый (или условный) номер: 73-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73-08/046/2012-168, расположенное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на земельном участке площадью </w:t>
            </w:r>
            <w:smartTag w:uri="urn:schemas-microsoft-com:office:smarttags" w:element="metricconverter">
              <w:smartTagPr>
                <w:attr w:name="ProductID" w:val="1250 кв. м"/>
              </w:smartTagPr>
              <w:r w:rsidRPr="00551408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1250 кв.</w:t>
              </w:r>
              <w:r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 xml:space="preserve"> </w:t>
              </w:r>
              <w:r w:rsidRPr="00551408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м</w:t>
              </w:r>
            </w:smartTag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кадастровый (или условный)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омер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73:09:020203:974, Ульяновская область, </w:t>
            </w:r>
            <w:r w:rsidRPr="00341FD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Николаевский район, р.п. Николаевка, ул. Коммунальная, д. 32</w:t>
            </w:r>
          </w:p>
        </w:tc>
        <w:tc>
          <w:tcPr>
            <w:tcW w:w="1550" w:type="dxa"/>
          </w:tcPr>
          <w:p w:rsidR="00F61E6D" w:rsidRPr="00BD6E26" w:rsidRDefault="00F61E6D" w:rsidP="00AE3499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551408">
              <w:rPr>
                <w:sz w:val="28"/>
                <w:szCs w:val="28"/>
              </w:rPr>
              <w:t>I</w:t>
            </w:r>
            <w:r w:rsidRPr="00551408">
              <w:rPr>
                <w:sz w:val="28"/>
                <w:szCs w:val="28"/>
                <w:lang w:val="en-US"/>
              </w:rPr>
              <w:t>V</w:t>
            </w:r>
          </w:p>
          <w:p w:rsidR="00F61E6D" w:rsidRPr="00551408" w:rsidRDefault="00F61E6D" w:rsidP="00AE3499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551408">
              <w:rPr>
                <w:sz w:val="28"/>
                <w:szCs w:val="28"/>
              </w:rPr>
              <w:t>квартал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F61E6D" w:rsidRDefault="00F61E6D" w:rsidP="00AE3499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  <w:p w:rsidR="00F61E6D" w:rsidRPr="009F05A3" w:rsidRDefault="00F61E6D" w:rsidP="00AE3499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</w:tr>
      <w:tr w:rsidR="00F61E6D" w:rsidRPr="009F05A3" w:rsidTr="006C5962">
        <w:tc>
          <w:tcPr>
            <w:tcW w:w="540" w:type="dxa"/>
            <w:tcBorders>
              <w:top w:val="nil"/>
              <w:left w:val="nil"/>
              <w:bottom w:val="nil"/>
            </w:tcBorders>
          </w:tcPr>
          <w:p w:rsidR="00F61E6D" w:rsidRPr="009F05A3" w:rsidRDefault="00F61E6D" w:rsidP="00AE3499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F61E6D" w:rsidRPr="009F05A3" w:rsidRDefault="00F61E6D" w:rsidP="00AE34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7655" w:type="dxa"/>
          </w:tcPr>
          <w:p w:rsidR="00F61E6D" w:rsidRPr="00551408" w:rsidRDefault="00F61E6D" w:rsidP="00AE3499">
            <w:pPr>
              <w:pStyle w:val="ConsPlusCell"/>
              <w:widowControl w:val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Сарай, назначение: нежилое, 1-этажный, общая площадь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br/>
            </w:r>
            <w:smartTag w:uri="urn:schemas-microsoft-com:office:smarttags" w:element="metricconverter">
              <w:smartTagPr>
                <w:attr w:name="ProductID" w:val="32,5 кв. м"/>
              </w:smartTagPr>
              <w:r w:rsidRPr="00551408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32,5 кв.</w:t>
              </w:r>
              <w:r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 xml:space="preserve"> </w:t>
              </w:r>
              <w:r w:rsidRPr="00551408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м</w:t>
              </w:r>
            </w:smartTag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 инв.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№ 009025,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лит. Г3, кадастровый (или </w:t>
            </w:r>
            <w:r w:rsidRPr="003A4211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условный) номер: 73:21:200325:3:0090250004, расположенный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на земельном участке площадью </w:t>
            </w:r>
            <w:smartTag w:uri="urn:schemas-microsoft-com:office:smarttags" w:element="metricconverter">
              <w:smartTagPr>
                <w:attr w:name="ProductID" w:val="160 кв. м"/>
              </w:smartTagPr>
              <w:r w:rsidRPr="00551408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160 кв.</w:t>
              </w:r>
              <w:r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 xml:space="preserve"> </w:t>
              </w:r>
              <w:r w:rsidRPr="00551408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м</w:t>
              </w:r>
            </w:smartTag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кадастровый (или условный)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омер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73:21:200325:240, Ульяновская область, Чердаклинский район,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р.п. Чердаклы, ул. Советская</w:t>
            </w:r>
          </w:p>
        </w:tc>
        <w:tc>
          <w:tcPr>
            <w:tcW w:w="1550" w:type="dxa"/>
          </w:tcPr>
          <w:p w:rsidR="00F61E6D" w:rsidRPr="00551408" w:rsidRDefault="00F61E6D" w:rsidP="00AE3499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551408">
              <w:rPr>
                <w:sz w:val="28"/>
                <w:szCs w:val="28"/>
              </w:rPr>
              <w:t>I</w:t>
            </w:r>
            <w:r w:rsidRPr="00551408">
              <w:rPr>
                <w:sz w:val="28"/>
                <w:szCs w:val="28"/>
                <w:lang w:val="en-US"/>
              </w:rPr>
              <w:t>V</w:t>
            </w:r>
          </w:p>
          <w:p w:rsidR="00F61E6D" w:rsidRPr="00551408" w:rsidRDefault="00F61E6D" w:rsidP="00AE3499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551408">
              <w:rPr>
                <w:sz w:val="28"/>
                <w:szCs w:val="28"/>
              </w:rPr>
              <w:t>квартал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F61E6D" w:rsidRDefault="00F61E6D" w:rsidP="00AE3499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</w:tr>
      <w:tr w:rsidR="00F61E6D" w:rsidRPr="009F05A3" w:rsidTr="006C5962">
        <w:trPr>
          <w:trHeight w:val="2334"/>
        </w:trPr>
        <w:tc>
          <w:tcPr>
            <w:tcW w:w="540" w:type="dxa"/>
            <w:tcBorders>
              <w:top w:val="nil"/>
              <w:left w:val="nil"/>
              <w:bottom w:val="nil"/>
            </w:tcBorders>
          </w:tcPr>
          <w:p w:rsidR="00F61E6D" w:rsidRPr="009F05A3" w:rsidRDefault="00F61E6D" w:rsidP="00AE3499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F61E6D" w:rsidRDefault="00F61E6D" w:rsidP="00AE34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7655" w:type="dxa"/>
          </w:tcPr>
          <w:p w:rsidR="00F61E6D" w:rsidRPr="00551408" w:rsidRDefault="00F61E6D" w:rsidP="003A4211">
            <w:pPr>
              <w:pStyle w:val="ConsPlusCell"/>
              <w:widowControl w:val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Здание, назначение: нежилое,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общая площадь 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79,5 кв. м"/>
              </w:smartTagPr>
              <w:r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279,5</w:t>
              </w:r>
              <w:r w:rsidRPr="00551408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 xml:space="preserve"> кв.</w:t>
              </w:r>
              <w:r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 xml:space="preserve"> </w:t>
              </w:r>
              <w:r w:rsidRPr="00551408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м</w:t>
              </w:r>
            </w:smartTag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br/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лит. А, А1, А2,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а, 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Б, В, В1,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Г, Г1, У, I, II,</w:t>
            </w:r>
            <w:r w:rsidRPr="00C62BD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</w:t>
            </w:r>
            <w:r w:rsidRPr="00C62BD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кадастровый (или у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словный) номер: 73:11:010209:170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расположенное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на земельном участке площ</w:t>
            </w:r>
            <w:bookmarkStart w:id="0" w:name="_GoBack"/>
            <w:bookmarkEnd w:id="0"/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адью </w:t>
            </w:r>
            <w:smartTag w:uri="urn:schemas-microsoft-com:office:smarttags" w:element="metricconverter">
              <w:smartTagPr>
                <w:attr w:name="ProductID" w:val="1590,12 кв. м"/>
              </w:smartTagPr>
              <w:r w:rsidRPr="00551408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1590,12 кв.</w:t>
              </w:r>
              <w:r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 xml:space="preserve"> </w:t>
              </w:r>
              <w:r w:rsidRPr="00551408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м</w:t>
              </w:r>
            </w:smartTag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 кадастровый (или условный) номер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73:11:010209:69,  Ульяновская область, Новоспасский район, р.п.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Новоспасское,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br/>
              <w:t>пер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Привокзальный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7</w:t>
            </w:r>
          </w:p>
        </w:tc>
        <w:tc>
          <w:tcPr>
            <w:tcW w:w="1550" w:type="dxa"/>
          </w:tcPr>
          <w:p w:rsidR="00F61E6D" w:rsidRPr="00551408" w:rsidRDefault="00F61E6D" w:rsidP="00AE3499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551408">
              <w:rPr>
                <w:sz w:val="28"/>
                <w:szCs w:val="28"/>
              </w:rPr>
              <w:t>I</w:t>
            </w:r>
            <w:r w:rsidRPr="00551408">
              <w:rPr>
                <w:sz w:val="28"/>
                <w:szCs w:val="28"/>
                <w:lang w:val="en-US"/>
              </w:rPr>
              <w:t>V</w:t>
            </w:r>
          </w:p>
          <w:p w:rsidR="00F61E6D" w:rsidRPr="00551408" w:rsidRDefault="00F61E6D" w:rsidP="00AE3499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551408">
              <w:rPr>
                <w:sz w:val="28"/>
                <w:szCs w:val="28"/>
              </w:rPr>
              <w:t>квартал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F61E6D" w:rsidRDefault="00F61E6D" w:rsidP="00AE3499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F61E6D" w:rsidRPr="006C5962" w:rsidRDefault="00F61E6D" w:rsidP="00341FD3">
      <w:pPr>
        <w:spacing w:line="360" w:lineRule="auto"/>
        <w:ind w:firstLine="709"/>
        <w:jc w:val="both"/>
        <w:rPr>
          <w:spacing w:val="-4"/>
          <w:sz w:val="28"/>
          <w:szCs w:val="28"/>
        </w:rPr>
      </w:pPr>
    </w:p>
    <w:p w:rsidR="00F61E6D" w:rsidRDefault="00F61E6D" w:rsidP="00341FD3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3A1D73">
        <w:rPr>
          <w:spacing w:val="-4"/>
          <w:sz w:val="28"/>
          <w:szCs w:val="28"/>
        </w:rPr>
        <w:t>б)</w:t>
      </w:r>
      <w:r>
        <w:rPr>
          <w:spacing w:val="-4"/>
          <w:sz w:val="28"/>
          <w:szCs w:val="28"/>
        </w:rPr>
        <w:t xml:space="preserve"> Перечень акционерных обществ, акции которых планируются к приватизации путём продажи на аукционе, изложить в следующей редакции:</w:t>
      </w:r>
    </w:p>
    <w:p w:rsidR="00F61E6D" w:rsidRPr="006C5962" w:rsidRDefault="00F61E6D" w:rsidP="00341FD3">
      <w:pPr>
        <w:spacing w:line="360" w:lineRule="auto"/>
        <w:ind w:firstLine="709"/>
        <w:jc w:val="both"/>
        <w:rPr>
          <w:spacing w:val="-4"/>
          <w:sz w:val="28"/>
          <w:szCs w:val="28"/>
        </w:rPr>
      </w:pPr>
    </w:p>
    <w:p w:rsidR="00F61E6D" w:rsidRDefault="00F61E6D" w:rsidP="00341FD3">
      <w:pPr>
        <w:jc w:val="center"/>
        <w:rPr>
          <w:b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«</w:t>
      </w:r>
      <w:r w:rsidRPr="004D1651">
        <w:rPr>
          <w:b/>
          <w:spacing w:val="-4"/>
          <w:sz w:val="28"/>
          <w:szCs w:val="28"/>
        </w:rPr>
        <w:t>ПЕРЕЧЕНЬ</w:t>
      </w:r>
    </w:p>
    <w:p w:rsidR="00F61E6D" w:rsidRPr="004D1651" w:rsidRDefault="00F61E6D" w:rsidP="00341FD3">
      <w:pPr>
        <w:jc w:val="center"/>
        <w:rPr>
          <w:b/>
          <w:spacing w:val="-4"/>
          <w:sz w:val="28"/>
          <w:szCs w:val="28"/>
        </w:rPr>
      </w:pPr>
      <w:r w:rsidRPr="004D1651">
        <w:rPr>
          <w:b/>
          <w:spacing w:val="-4"/>
          <w:sz w:val="28"/>
          <w:szCs w:val="28"/>
        </w:rPr>
        <w:t>акционерных обществ, акции которых планируются</w:t>
      </w:r>
    </w:p>
    <w:p w:rsidR="00F61E6D" w:rsidRDefault="00F61E6D" w:rsidP="00341FD3">
      <w:pPr>
        <w:jc w:val="center"/>
        <w:rPr>
          <w:b/>
          <w:spacing w:val="-4"/>
          <w:sz w:val="28"/>
          <w:szCs w:val="28"/>
        </w:rPr>
      </w:pPr>
      <w:r w:rsidRPr="004D1651">
        <w:rPr>
          <w:b/>
          <w:spacing w:val="-4"/>
          <w:sz w:val="28"/>
          <w:szCs w:val="28"/>
        </w:rPr>
        <w:t>к приватизации путём продажи на аукционе</w:t>
      </w:r>
    </w:p>
    <w:p w:rsidR="00F61E6D" w:rsidRPr="006C5962" w:rsidRDefault="00F61E6D" w:rsidP="00341FD3">
      <w:pPr>
        <w:ind w:firstLine="709"/>
        <w:jc w:val="center"/>
        <w:rPr>
          <w:b/>
          <w:spacing w:val="-4"/>
          <w:sz w:val="28"/>
          <w:szCs w:val="28"/>
        </w:rPr>
      </w:pPr>
    </w:p>
    <w:tbl>
      <w:tblPr>
        <w:tblW w:w="10895" w:type="dxa"/>
        <w:tblInd w:w="-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7"/>
        <w:gridCol w:w="709"/>
        <w:gridCol w:w="4111"/>
        <w:gridCol w:w="1559"/>
        <w:gridCol w:w="1559"/>
        <w:gridCol w:w="1985"/>
        <w:gridCol w:w="425"/>
      </w:tblGrid>
      <w:tr w:rsidR="00F61E6D" w:rsidRPr="009F05A3" w:rsidTr="003E6249">
        <w:tc>
          <w:tcPr>
            <w:tcW w:w="547" w:type="dxa"/>
            <w:vMerge w:val="restart"/>
            <w:tcBorders>
              <w:top w:val="nil"/>
              <w:left w:val="nil"/>
              <w:bottom w:val="nil"/>
            </w:tcBorders>
          </w:tcPr>
          <w:p w:rsidR="00F61E6D" w:rsidRPr="009F05A3" w:rsidRDefault="00F61E6D" w:rsidP="00AE3499">
            <w:pPr>
              <w:ind w:left="-10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F61E6D" w:rsidRPr="009F05A3" w:rsidRDefault="00F61E6D" w:rsidP="00AE3499">
            <w:pPr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bCs/>
                <w:sz w:val="28"/>
                <w:szCs w:val="28"/>
              </w:rPr>
              <w:t>№</w:t>
            </w:r>
          </w:p>
          <w:p w:rsidR="00F61E6D" w:rsidRPr="009F05A3" w:rsidRDefault="00F61E6D" w:rsidP="00AE3499">
            <w:pPr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</w:tcPr>
          <w:p w:rsidR="00F61E6D" w:rsidRPr="009F05A3" w:rsidRDefault="00F61E6D" w:rsidP="00341FD3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 и </w:t>
            </w:r>
            <w:r w:rsidRPr="009F05A3">
              <w:rPr>
                <w:color w:val="000000"/>
                <w:sz w:val="28"/>
                <w:szCs w:val="28"/>
              </w:rPr>
              <w:t xml:space="preserve"> место нахождения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F05A3">
              <w:rPr>
                <w:color w:val="000000"/>
                <w:sz w:val="28"/>
                <w:szCs w:val="28"/>
              </w:rPr>
              <w:t xml:space="preserve">открытого акционерного общества </w:t>
            </w:r>
          </w:p>
        </w:tc>
        <w:tc>
          <w:tcPr>
            <w:tcW w:w="3118" w:type="dxa"/>
            <w:gridSpan w:val="2"/>
          </w:tcPr>
          <w:p w:rsidR="00F61E6D" w:rsidRPr="009F05A3" w:rsidRDefault="00F61E6D" w:rsidP="00AE3499">
            <w:pPr>
              <w:spacing w:before="40"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9F05A3">
              <w:rPr>
                <w:color w:val="000000"/>
                <w:sz w:val="28"/>
                <w:szCs w:val="28"/>
              </w:rPr>
              <w:t>Акции, подлежащие</w:t>
            </w:r>
          </w:p>
          <w:p w:rsidR="00F61E6D" w:rsidRPr="009F05A3" w:rsidRDefault="00F61E6D" w:rsidP="00AE3499">
            <w:pPr>
              <w:spacing w:before="40"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9F05A3">
              <w:rPr>
                <w:color w:val="000000"/>
                <w:sz w:val="28"/>
                <w:szCs w:val="28"/>
              </w:rPr>
              <w:t>приватизации</w:t>
            </w:r>
          </w:p>
        </w:tc>
        <w:tc>
          <w:tcPr>
            <w:tcW w:w="1985" w:type="dxa"/>
            <w:vMerge w:val="restart"/>
          </w:tcPr>
          <w:p w:rsidR="00F61E6D" w:rsidRPr="009F05A3" w:rsidRDefault="00F61E6D" w:rsidP="00AE3499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9F05A3">
              <w:rPr>
                <w:color w:val="000000"/>
                <w:sz w:val="28"/>
                <w:szCs w:val="28"/>
              </w:rPr>
              <w:t xml:space="preserve"> Срок </w:t>
            </w:r>
          </w:p>
          <w:p w:rsidR="00F61E6D" w:rsidRPr="009F05A3" w:rsidRDefault="00F61E6D" w:rsidP="00AE3499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color w:val="000000"/>
                <w:sz w:val="28"/>
                <w:szCs w:val="28"/>
              </w:rPr>
              <w:t>приватизации</w:t>
            </w:r>
          </w:p>
        </w:tc>
        <w:tc>
          <w:tcPr>
            <w:tcW w:w="425" w:type="dxa"/>
            <w:vMerge w:val="restart"/>
            <w:tcBorders>
              <w:top w:val="nil"/>
              <w:bottom w:val="nil"/>
              <w:right w:val="nil"/>
            </w:tcBorders>
          </w:tcPr>
          <w:p w:rsidR="00F61E6D" w:rsidRPr="009F05A3" w:rsidRDefault="00F61E6D" w:rsidP="00AE3499">
            <w:pPr>
              <w:widowControl/>
              <w:autoSpaceDE/>
              <w:autoSpaceDN/>
              <w:rPr>
                <w:bCs/>
                <w:sz w:val="28"/>
                <w:szCs w:val="28"/>
              </w:rPr>
            </w:pPr>
          </w:p>
        </w:tc>
      </w:tr>
      <w:tr w:rsidR="00F61E6D" w:rsidRPr="009F05A3" w:rsidTr="003E6249">
        <w:tc>
          <w:tcPr>
            <w:tcW w:w="547" w:type="dxa"/>
            <w:vMerge/>
            <w:tcBorders>
              <w:top w:val="nil"/>
              <w:left w:val="nil"/>
              <w:bottom w:val="nil"/>
            </w:tcBorders>
          </w:tcPr>
          <w:p w:rsidR="00F61E6D" w:rsidRPr="009F05A3" w:rsidRDefault="00F61E6D" w:rsidP="00AE349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F61E6D" w:rsidRPr="009F05A3" w:rsidRDefault="00F61E6D" w:rsidP="00AE349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F61E6D" w:rsidRPr="009F05A3" w:rsidRDefault="00F61E6D" w:rsidP="00AE3499">
            <w:pPr>
              <w:spacing w:line="233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F61E6D" w:rsidRPr="009F05A3" w:rsidRDefault="00F61E6D" w:rsidP="00AE3499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bCs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F61E6D" w:rsidRPr="009F05A3" w:rsidRDefault="00F61E6D" w:rsidP="00AE3499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985" w:type="dxa"/>
            <w:vMerge/>
          </w:tcPr>
          <w:p w:rsidR="00F61E6D" w:rsidRPr="009F05A3" w:rsidRDefault="00F61E6D" w:rsidP="00AE3499">
            <w:pPr>
              <w:spacing w:line="233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nil"/>
              <w:bottom w:val="nil"/>
              <w:right w:val="nil"/>
            </w:tcBorders>
          </w:tcPr>
          <w:p w:rsidR="00F61E6D" w:rsidRPr="009F05A3" w:rsidRDefault="00F61E6D" w:rsidP="00AE3499">
            <w:pPr>
              <w:widowControl/>
              <w:autoSpaceDE/>
              <w:autoSpaceDN/>
              <w:rPr>
                <w:b/>
                <w:bCs/>
                <w:sz w:val="28"/>
                <w:szCs w:val="28"/>
              </w:rPr>
            </w:pPr>
          </w:p>
        </w:tc>
      </w:tr>
      <w:tr w:rsidR="00F61E6D" w:rsidRPr="009F05A3" w:rsidTr="003E6249">
        <w:trPr>
          <w:trHeight w:val="569"/>
        </w:trPr>
        <w:tc>
          <w:tcPr>
            <w:tcW w:w="547" w:type="dxa"/>
            <w:tcBorders>
              <w:top w:val="nil"/>
              <w:left w:val="nil"/>
              <w:bottom w:val="nil"/>
            </w:tcBorders>
          </w:tcPr>
          <w:p w:rsidR="00F61E6D" w:rsidRPr="009F05A3" w:rsidRDefault="00F61E6D" w:rsidP="00AE349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F61E6D" w:rsidRPr="009F05A3" w:rsidRDefault="00F61E6D" w:rsidP="00AE3499">
            <w:pPr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4111" w:type="dxa"/>
          </w:tcPr>
          <w:p w:rsidR="00F61E6D" w:rsidRPr="003D3D5D" w:rsidRDefault="00F61E6D" w:rsidP="00AE3499">
            <w:pPr>
              <w:widowControl/>
              <w:adjustRightInd w:val="0"/>
              <w:rPr>
                <w:sz w:val="28"/>
                <w:szCs w:val="28"/>
              </w:rPr>
            </w:pPr>
            <w:r w:rsidRPr="009F05A3">
              <w:rPr>
                <w:sz w:val="28"/>
                <w:szCs w:val="28"/>
              </w:rPr>
              <w:t xml:space="preserve"> </w:t>
            </w:r>
            <w:r w:rsidRPr="009F05A3"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 xml:space="preserve">ткрытое акционерное общество </w:t>
            </w:r>
            <w:r w:rsidRPr="009F05A3">
              <w:rPr>
                <w:bCs/>
                <w:sz w:val="28"/>
                <w:szCs w:val="28"/>
              </w:rPr>
              <w:t>«Новомалыклинский Агротех</w:t>
            </w:r>
            <w:r>
              <w:rPr>
                <w:bCs/>
                <w:sz w:val="28"/>
                <w:szCs w:val="28"/>
              </w:rPr>
              <w:t xml:space="preserve">снаб», Ульяновская область,  </w:t>
            </w:r>
            <w:r w:rsidRPr="009F05A3">
              <w:rPr>
                <w:bCs/>
                <w:sz w:val="28"/>
                <w:szCs w:val="28"/>
              </w:rPr>
              <w:t>Новомалыклинский      район, с.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05A3">
              <w:rPr>
                <w:bCs/>
                <w:sz w:val="28"/>
                <w:szCs w:val="28"/>
              </w:rPr>
              <w:t xml:space="preserve">Новая Малыкла, </w:t>
            </w:r>
            <w:r>
              <w:rPr>
                <w:bCs/>
                <w:sz w:val="28"/>
                <w:szCs w:val="28"/>
              </w:rPr>
              <w:br/>
            </w:r>
            <w:r w:rsidRPr="009F05A3">
              <w:rPr>
                <w:bCs/>
                <w:sz w:val="28"/>
                <w:szCs w:val="28"/>
              </w:rPr>
              <w:t>ул.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05A3">
              <w:rPr>
                <w:bCs/>
                <w:sz w:val="28"/>
                <w:szCs w:val="28"/>
              </w:rPr>
              <w:t>Первомайская, д.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05A3">
              <w:rPr>
                <w:bCs/>
                <w:sz w:val="28"/>
                <w:szCs w:val="28"/>
              </w:rPr>
              <w:t>149</w:t>
            </w:r>
          </w:p>
        </w:tc>
        <w:tc>
          <w:tcPr>
            <w:tcW w:w="1559" w:type="dxa"/>
          </w:tcPr>
          <w:p w:rsidR="00F61E6D" w:rsidRPr="009F05A3" w:rsidRDefault="00F61E6D" w:rsidP="00AE3499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bCs/>
                <w:sz w:val="28"/>
                <w:szCs w:val="28"/>
              </w:rPr>
              <w:t>89385</w:t>
            </w:r>
          </w:p>
        </w:tc>
        <w:tc>
          <w:tcPr>
            <w:tcW w:w="1559" w:type="dxa"/>
          </w:tcPr>
          <w:p w:rsidR="00F61E6D" w:rsidRPr="009F05A3" w:rsidRDefault="00F61E6D" w:rsidP="00AE3499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bCs/>
                <w:sz w:val="28"/>
                <w:szCs w:val="28"/>
              </w:rPr>
              <w:t>100,0</w:t>
            </w:r>
          </w:p>
        </w:tc>
        <w:tc>
          <w:tcPr>
            <w:tcW w:w="1985" w:type="dxa"/>
          </w:tcPr>
          <w:p w:rsidR="00F61E6D" w:rsidRPr="00551408" w:rsidRDefault="00F61E6D" w:rsidP="00F07FDC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551408">
              <w:rPr>
                <w:sz w:val="28"/>
                <w:szCs w:val="28"/>
              </w:rPr>
              <w:t>I</w:t>
            </w:r>
            <w:r w:rsidRPr="00551408">
              <w:rPr>
                <w:sz w:val="28"/>
                <w:szCs w:val="28"/>
                <w:lang w:val="en-US"/>
              </w:rPr>
              <w:t>V</w:t>
            </w:r>
          </w:p>
          <w:p w:rsidR="00F61E6D" w:rsidRPr="009F05A3" w:rsidRDefault="00F61E6D" w:rsidP="00AE3499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9F05A3">
              <w:rPr>
                <w:color w:val="000000"/>
                <w:sz w:val="28"/>
                <w:szCs w:val="28"/>
              </w:rPr>
              <w:t>квартал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F61E6D" w:rsidRPr="009F05A3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</w:tc>
      </w:tr>
      <w:tr w:rsidR="00F61E6D" w:rsidRPr="009F05A3" w:rsidTr="003E6249">
        <w:trPr>
          <w:trHeight w:val="1340"/>
        </w:trPr>
        <w:tc>
          <w:tcPr>
            <w:tcW w:w="547" w:type="dxa"/>
            <w:tcBorders>
              <w:top w:val="nil"/>
              <w:left w:val="nil"/>
              <w:bottom w:val="nil"/>
            </w:tcBorders>
          </w:tcPr>
          <w:p w:rsidR="00F61E6D" w:rsidRPr="009F05A3" w:rsidRDefault="00F61E6D" w:rsidP="00AE349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F61E6D" w:rsidRPr="009F05A3" w:rsidRDefault="00F61E6D" w:rsidP="00AE34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9F05A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61E6D" w:rsidRPr="00AC573B" w:rsidRDefault="00F61E6D" w:rsidP="00341FD3">
            <w:pPr>
              <w:widowControl/>
              <w:adjustRightInd w:val="0"/>
              <w:rPr>
                <w:sz w:val="28"/>
                <w:szCs w:val="28"/>
              </w:rPr>
            </w:pPr>
            <w:r w:rsidRPr="009F05A3">
              <w:rPr>
                <w:sz w:val="28"/>
                <w:szCs w:val="28"/>
              </w:rPr>
              <w:t>Открытое акционерное общество</w:t>
            </w:r>
            <w:r>
              <w:rPr>
                <w:sz w:val="28"/>
                <w:szCs w:val="28"/>
              </w:rPr>
              <w:t xml:space="preserve"> </w:t>
            </w:r>
            <w:r w:rsidRPr="009F05A3">
              <w:rPr>
                <w:sz w:val="28"/>
                <w:szCs w:val="28"/>
              </w:rPr>
              <w:t>«Агр</w:t>
            </w:r>
            <w:r>
              <w:rPr>
                <w:sz w:val="28"/>
                <w:szCs w:val="28"/>
              </w:rPr>
              <w:t xml:space="preserve">опромпарк»,  Ульяновская </w:t>
            </w:r>
            <w:r w:rsidRPr="009F05A3">
              <w:rPr>
                <w:sz w:val="28"/>
                <w:szCs w:val="28"/>
              </w:rPr>
              <w:t xml:space="preserve"> область, </w:t>
            </w:r>
            <w:r>
              <w:rPr>
                <w:sz w:val="28"/>
                <w:szCs w:val="28"/>
              </w:rPr>
              <w:br/>
            </w:r>
            <w:r w:rsidRPr="009F05A3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9F05A3">
              <w:rPr>
                <w:sz w:val="28"/>
                <w:szCs w:val="28"/>
              </w:rPr>
              <w:t>Ульяновск, с. Карлинское</w:t>
            </w:r>
          </w:p>
        </w:tc>
        <w:tc>
          <w:tcPr>
            <w:tcW w:w="1559" w:type="dxa"/>
          </w:tcPr>
          <w:p w:rsidR="00F61E6D" w:rsidRPr="009F05A3" w:rsidRDefault="00F61E6D" w:rsidP="00AE3499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sz w:val="28"/>
                <w:szCs w:val="28"/>
              </w:rPr>
              <w:t>71998</w:t>
            </w:r>
          </w:p>
        </w:tc>
        <w:tc>
          <w:tcPr>
            <w:tcW w:w="1559" w:type="dxa"/>
          </w:tcPr>
          <w:p w:rsidR="00F61E6D" w:rsidRPr="009F05A3" w:rsidRDefault="00F61E6D" w:rsidP="00AE3499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bCs/>
                <w:sz w:val="28"/>
                <w:szCs w:val="28"/>
              </w:rPr>
              <w:t>100,0</w:t>
            </w:r>
          </w:p>
        </w:tc>
        <w:tc>
          <w:tcPr>
            <w:tcW w:w="1985" w:type="dxa"/>
          </w:tcPr>
          <w:p w:rsidR="00F61E6D" w:rsidRPr="009F05A3" w:rsidRDefault="00F61E6D" w:rsidP="00AE3499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9F05A3">
              <w:rPr>
                <w:color w:val="000000"/>
                <w:sz w:val="28"/>
                <w:szCs w:val="28"/>
                <w:lang w:val="en-US"/>
              </w:rPr>
              <w:t>IV</w:t>
            </w:r>
          </w:p>
          <w:p w:rsidR="00F61E6D" w:rsidRPr="009F05A3" w:rsidRDefault="00F61E6D" w:rsidP="00AE3499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9F05A3">
              <w:rPr>
                <w:color w:val="000000"/>
                <w:sz w:val="28"/>
                <w:szCs w:val="28"/>
              </w:rPr>
              <w:t>квартал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F61E6D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:rsidR="00F61E6D" w:rsidRPr="009F05A3" w:rsidRDefault="00F61E6D" w:rsidP="00341FD3">
            <w:pPr>
              <w:widowControl/>
              <w:autoSpaceDE/>
              <w:autoSpaceDN/>
              <w:ind w:left="-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F61E6D" w:rsidRDefault="00F61E6D" w:rsidP="00341FD3">
      <w:pPr>
        <w:spacing w:line="360" w:lineRule="auto"/>
        <w:jc w:val="both"/>
        <w:rPr>
          <w:b/>
          <w:spacing w:val="-4"/>
          <w:sz w:val="28"/>
          <w:szCs w:val="28"/>
        </w:rPr>
      </w:pPr>
    </w:p>
    <w:p w:rsidR="00F61E6D" w:rsidRDefault="00F61E6D" w:rsidP="00341FD3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в) дополнить Перечнем имущества, не являющегося акциями акционерных обществ, планируемого к приватизации посредством публичного предложения</w:t>
      </w:r>
      <w:r w:rsidRPr="00EA0708">
        <w:rPr>
          <w:spacing w:val="-4"/>
          <w:sz w:val="28"/>
          <w:szCs w:val="28"/>
        </w:rPr>
        <w:t xml:space="preserve">, </w:t>
      </w:r>
      <w:r>
        <w:rPr>
          <w:spacing w:val="-4"/>
          <w:sz w:val="28"/>
          <w:szCs w:val="28"/>
        </w:rPr>
        <w:t xml:space="preserve">и Перечнем акционерных обществ, акции которых планируются к приватизации посредством публичного предложения, </w:t>
      </w:r>
      <w:r w:rsidRPr="00EA0708">
        <w:rPr>
          <w:spacing w:val="-4"/>
          <w:sz w:val="28"/>
          <w:szCs w:val="28"/>
        </w:rPr>
        <w:t>следующего содержания</w:t>
      </w:r>
      <w:r>
        <w:rPr>
          <w:spacing w:val="-4"/>
          <w:sz w:val="28"/>
          <w:szCs w:val="28"/>
        </w:rPr>
        <w:t>:</w:t>
      </w:r>
    </w:p>
    <w:p w:rsidR="00F61E6D" w:rsidRDefault="00F61E6D" w:rsidP="00341FD3">
      <w:pPr>
        <w:ind w:firstLine="709"/>
        <w:jc w:val="center"/>
        <w:rPr>
          <w:spacing w:val="-4"/>
          <w:sz w:val="28"/>
          <w:szCs w:val="28"/>
        </w:rPr>
      </w:pPr>
    </w:p>
    <w:p w:rsidR="00F61E6D" w:rsidRPr="004D1651" w:rsidRDefault="00F61E6D" w:rsidP="00341FD3">
      <w:pPr>
        <w:ind w:firstLine="709"/>
        <w:jc w:val="center"/>
        <w:rPr>
          <w:b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Pr="004D1651">
        <w:rPr>
          <w:b/>
          <w:spacing w:val="-4"/>
          <w:sz w:val="28"/>
          <w:szCs w:val="28"/>
        </w:rPr>
        <w:t xml:space="preserve">ПЕРЕЧЕНЬ </w:t>
      </w:r>
    </w:p>
    <w:p w:rsidR="00F61E6D" w:rsidRPr="004D1651" w:rsidRDefault="00F61E6D" w:rsidP="00341FD3">
      <w:pPr>
        <w:ind w:firstLine="709"/>
        <w:jc w:val="center"/>
        <w:rPr>
          <w:b/>
          <w:spacing w:val="-4"/>
          <w:sz w:val="28"/>
          <w:szCs w:val="28"/>
        </w:rPr>
      </w:pPr>
      <w:r w:rsidRPr="004D1651">
        <w:rPr>
          <w:b/>
          <w:spacing w:val="-4"/>
          <w:sz w:val="28"/>
          <w:szCs w:val="28"/>
        </w:rPr>
        <w:t xml:space="preserve">имущества, не являющегося акциями акционерных обществ, планируемого к приватизации </w:t>
      </w:r>
      <w:r>
        <w:rPr>
          <w:b/>
          <w:spacing w:val="-4"/>
          <w:sz w:val="28"/>
          <w:szCs w:val="28"/>
        </w:rPr>
        <w:t>посредством</w:t>
      </w:r>
      <w:r w:rsidRPr="004D1651">
        <w:rPr>
          <w:b/>
          <w:spacing w:val="-4"/>
          <w:sz w:val="28"/>
          <w:szCs w:val="28"/>
        </w:rPr>
        <w:t xml:space="preserve"> публичного предложения </w:t>
      </w:r>
    </w:p>
    <w:p w:rsidR="00F61E6D" w:rsidRDefault="00F61E6D" w:rsidP="00341FD3">
      <w:pPr>
        <w:spacing w:line="360" w:lineRule="auto"/>
        <w:ind w:firstLine="709"/>
        <w:jc w:val="center"/>
        <w:rPr>
          <w:spacing w:val="-4"/>
          <w:sz w:val="28"/>
          <w:szCs w:val="28"/>
        </w:rPr>
      </w:pPr>
    </w:p>
    <w:tbl>
      <w:tblPr>
        <w:tblW w:w="50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7037"/>
        <w:gridCol w:w="2177"/>
        <w:gridCol w:w="339"/>
      </w:tblGrid>
      <w:tr w:rsidR="00F61E6D" w:rsidRPr="00797318" w:rsidTr="00341FD3">
        <w:trPr>
          <w:cantSplit/>
          <w:trHeight w:val="769"/>
        </w:trPr>
        <w:tc>
          <w:tcPr>
            <w:tcW w:w="345" w:type="pct"/>
            <w:vAlign w:val="center"/>
          </w:tcPr>
          <w:p w:rsidR="00F61E6D" w:rsidRPr="00797318" w:rsidRDefault="00F61E6D" w:rsidP="00AE3499">
            <w:pPr>
              <w:tabs>
                <w:tab w:val="left" w:pos="175"/>
              </w:tabs>
              <w:spacing w:line="228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797318">
              <w:rPr>
                <w:color w:val="000000"/>
                <w:sz w:val="28"/>
                <w:szCs w:val="28"/>
              </w:rPr>
              <w:t>№</w:t>
            </w:r>
          </w:p>
          <w:p w:rsidR="00F61E6D" w:rsidRPr="00797318" w:rsidRDefault="00F61E6D" w:rsidP="00AE3499">
            <w:pPr>
              <w:tabs>
                <w:tab w:val="left" w:pos="175"/>
              </w:tabs>
              <w:spacing w:line="228" w:lineRule="auto"/>
              <w:jc w:val="center"/>
              <w:rPr>
                <w:color w:val="000000"/>
                <w:sz w:val="28"/>
                <w:szCs w:val="28"/>
              </w:rPr>
            </w:pPr>
            <w:r w:rsidRPr="00797318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429" w:type="pct"/>
            <w:vAlign w:val="center"/>
          </w:tcPr>
          <w:p w:rsidR="00F61E6D" w:rsidRPr="00797318" w:rsidRDefault="00F61E6D" w:rsidP="00AE3499">
            <w:pPr>
              <w:spacing w:line="228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797318">
              <w:rPr>
                <w:color w:val="000000"/>
                <w:sz w:val="28"/>
                <w:szCs w:val="28"/>
              </w:rPr>
              <w:t>Наименование и место</w:t>
            </w:r>
          </w:p>
          <w:p w:rsidR="00F61E6D" w:rsidRPr="00797318" w:rsidRDefault="00F61E6D" w:rsidP="00AE3499">
            <w:pPr>
              <w:spacing w:line="228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797318">
              <w:rPr>
                <w:color w:val="000000"/>
                <w:sz w:val="28"/>
                <w:szCs w:val="28"/>
              </w:rPr>
              <w:t>нахождения имущества</w:t>
            </w:r>
          </w:p>
        </w:tc>
        <w:tc>
          <w:tcPr>
            <w:tcW w:w="1061" w:type="pct"/>
            <w:vAlign w:val="center"/>
          </w:tcPr>
          <w:p w:rsidR="00F61E6D" w:rsidRPr="00797318" w:rsidRDefault="00F61E6D" w:rsidP="00AE3499">
            <w:pPr>
              <w:spacing w:line="228" w:lineRule="auto"/>
              <w:jc w:val="center"/>
              <w:rPr>
                <w:color w:val="000000"/>
                <w:sz w:val="28"/>
                <w:szCs w:val="28"/>
              </w:rPr>
            </w:pPr>
            <w:r w:rsidRPr="00797318">
              <w:rPr>
                <w:color w:val="000000"/>
                <w:sz w:val="28"/>
                <w:szCs w:val="28"/>
              </w:rPr>
              <w:t>Предпола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797318">
              <w:rPr>
                <w:color w:val="000000"/>
                <w:sz w:val="28"/>
                <w:szCs w:val="28"/>
              </w:rPr>
              <w:t>гаемый срок приватизации</w:t>
            </w:r>
          </w:p>
        </w:tc>
        <w:tc>
          <w:tcPr>
            <w:tcW w:w="165" w:type="pct"/>
            <w:vMerge w:val="restart"/>
            <w:tcBorders>
              <w:top w:val="nil"/>
              <w:bottom w:val="nil"/>
              <w:right w:val="nil"/>
            </w:tcBorders>
          </w:tcPr>
          <w:p w:rsidR="00F61E6D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:rsidR="00F61E6D" w:rsidRPr="00797318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</w:tc>
      </w:tr>
      <w:tr w:rsidR="00F61E6D" w:rsidRPr="00797318" w:rsidTr="00341FD3">
        <w:trPr>
          <w:trHeight w:val="651"/>
        </w:trPr>
        <w:tc>
          <w:tcPr>
            <w:tcW w:w="345" w:type="pct"/>
          </w:tcPr>
          <w:p w:rsidR="00F61E6D" w:rsidRPr="00797318" w:rsidRDefault="00F61E6D" w:rsidP="00AE3499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 w:rsidRPr="00797318"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3429" w:type="pct"/>
          </w:tcPr>
          <w:p w:rsidR="00F61E6D" w:rsidRDefault="00F61E6D" w:rsidP="00AE3499">
            <w:pPr>
              <w:pStyle w:val="ConsPlusCell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м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>агазин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назначение: нежилое, 1-этажное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, общая площадь </w:t>
            </w:r>
            <w:smartTag w:uri="urn:schemas-microsoft-com:office:smarttags" w:element="metricconverter">
              <w:smartTagPr>
                <w:attr w:name="ProductID" w:val="159,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  <w:r w:rsidRPr="00797318">
                <w:rPr>
                  <w:rFonts w:ascii="Times New Roman" w:hAnsi="Times New Roman" w:cs="Times New Roman"/>
                  <w:sz w:val="28"/>
                  <w:szCs w:val="28"/>
                </w:rPr>
                <w:t>5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9</w:t>
              </w:r>
              <w:r w:rsidRPr="00797318">
                <w:rPr>
                  <w:rFonts w:ascii="Times New Roman" w:hAnsi="Times New Roman" w:cs="Times New Roman"/>
                  <w:sz w:val="28"/>
                  <w:szCs w:val="28"/>
                </w:rPr>
                <w:t>,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6</w:t>
              </w:r>
              <w:r w:rsidRPr="00797318">
                <w:rPr>
                  <w:rFonts w:ascii="Times New Roman" w:hAnsi="Times New Roman" w:cs="Times New Roman"/>
                  <w:sz w:val="28"/>
                  <w:szCs w:val="28"/>
                </w:rPr>
                <w:t xml:space="preserve"> кв. м</w:t>
              </w:r>
            </w:smartTag>
            <w:r w:rsidRPr="00797318">
              <w:rPr>
                <w:rFonts w:ascii="Times New Roman" w:hAnsi="Times New Roman" w:cs="Times New Roman"/>
                <w:sz w:val="28"/>
                <w:szCs w:val="28"/>
              </w:rPr>
              <w:t>, инв.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000292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>, лит. А,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Г, I, III, IV,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кадастровый (или условный) номер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  <w:p w:rsidR="00F61E6D" w:rsidRPr="00797318" w:rsidRDefault="00F61E6D" w:rsidP="00AE349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73-73-04/0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35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/201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042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 располо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женное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на земельном участке площадью </w:t>
            </w:r>
            <w:smartTag w:uri="urn:schemas-microsoft-com:office:smarttags" w:element="metricconverter">
              <w:smartTagPr>
                <w:attr w:name="ProductID" w:val="360 кв. м"/>
              </w:smartTagPr>
              <w:r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360</w:t>
              </w:r>
              <w:r w:rsidRPr="00797318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 xml:space="preserve"> кв. м</w:t>
              </w:r>
            </w:smartTag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кадастровый </w:t>
            </w:r>
            <w:r w:rsidRPr="0055140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(или условный)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73:18: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011406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72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Ульяновская область, Тереньгульский район,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Ясашная Ташла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Школьная, 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</w:p>
        </w:tc>
        <w:tc>
          <w:tcPr>
            <w:tcW w:w="1061" w:type="pct"/>
          </w:tcPr>
          <w:p w:rsidR="00F61E6D" w:rsidRPr="00797318" w:rsidRDefault="00F61E6D" w:rsidP="00AE3499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V</w:t>
            </w:r>
            <w:r w:rsidRPr="00797318">
              <w:rPr>
                <w:sz w:val="28"/>
                <w:szCs w:val="28"/>
              </w:rPr>
              <w:t xml:space="preserve"> </w:t>
            </w:r>
          </w:p>
          <w:p w:rsidR="00F61E6D" w:rsidRPr="00797318" w:rsidRDefault="00F61E6D" w:rsidP="00AE3499">
            <w:pPr>
              <w:spacing w:line="264" w:lineRule="auto"/>
              <w:jc w:val="center"/>
              <w:rPr>
                <w:color w:val="FF6600"/>
                <w:sz w:val="28"/>
                <w:szCs w:val="28"/>
              </w:rPr>
            </w:pPr>
            <w:r w:rsidRPr="00797318">
              <w:rPr>
                <w:sz w:val="28"/>
                <w:szCs w:val="28"/>
              </w:rPr>
              <w:t>квартал</w:t>
            </w:r>
          </w:p>
        </w:tc>
        <w:tc>
          <w:tcPr>
            <w:tcW w:w="165" w:type="pct"/>
            <w:vMerge/>
            <w:tcBorders>
              <w:top w:val="nil"/>
              <w:bottom w:val="nil"/>
              <w:right w:val="nil"/>
            </w:tcBorders>
          </w:tcPr>
          <w:p w:rsidR="00F61E6D" w:rsidRPr="00797318" w:rsidRDefault="00F61E6D" w:rsidP="00AE3499">
            <w:pPr>
              <w:widowControl/>
              <w:autoSpaceDE/>
              <w:autoSpaceDN/>
              <w:rPr>
                <w:color w:val="FF6600"/>
                <w:sz w:val="28"/>
                <w:szCs w:val="28"/>
              </w:rPr>
            </w:pPr>
          </w:p>
        </w:tc>
      </w:tr>
    </w:tbl>
    <w:p w:rsidR="00F61E6D" w:rsidRPr="006C5962" w:rsidRDefault="00F61E6D" w:rsidP="00341FD3">
      <w:pPr>
        <w:spacing w:line="360" w:lineRule="auto"/>
        <w:jc w:val="both"/>
        <w:rPr>
          <w:b/>
          <w:spacing w:val="-4"/>
          <w:sz w:val="32"/>
          <w:szCs w:val="32"/>
        </w:rPr>
      </w:pPr>
    </w:p>
    <w:p w:rsidR="00F61E6D" w:rsidRPr="004D1651" w:rsidRDefault="00F61E6D" w:rsidP="00341FD3">
      <w:pPr>
        <w:jc w:val="center"/>
        <w:rPr>
          <w:b/>
          <w:spacing w:val="-4"/>
          <w:sz w:val="28"/>
          <w:szCs w:val="28"/>
        </w:rPr>
      </w:pPr>
      <w:r w:rsidRPr="004D1651">
        <w:rPr>
          <w:b/>
          <w:spacing w:val="-4"/>
          <w:sz w:val="28"/>
          <w:szCs w:val="28"/>
        </w:rPr>
        <w:t xml:space="preserve">ПЕРЕЧЕНЬ </w:t>
      </w:r>
    </w:p>
    <w:p w:rsidR="00F61E6D" w:rsidRPr="004D1651" w:rsidRDefault="00F61E6D" w:rsidP="00341FD3">
      <w:pPr>
        <w:jc w:val="center"/>
        <w:rPr>
          <w:b/>
          <w:spacing w:val="-4"/>
          <w:sz w:val="28"/>
          <w:szCs w:val="28"/>
        </w:rPr>
      </w:pPr>
      <w:r w:rsidRPr="004D1651">
        <w:rPr>
          <w:b/>
          <w:spacing w:val="-4"/>
          <w:sz w:val="28"/>
          <w:szCs w:val="28"/>
        </w:rPr>
        <w:t xml:space="preserve"> акционерных обществ, акции которых планируются к приватизации </w:t>
      </w:r>
    </w:p>
    <w:p w:rsidR="00F61E6D" w:rsidRPr="00084FAF" w:rsidRDefault="00F61E6D" w:rsidP="00341FD3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посредством </w:t>
      </w:r>
      <w:r w:rsidRPr="004D1651">
        <w:rPr>
          <w:b/>
          <w:spacing w:val="-4"/>
          <w:sz w:val="28"/>
          <w:szCs w:val="28"/>
        </w:rPr>
        <w:t xml:space="preserve">публичного предложения </w:t>
      </w:r>
    </w:p>
    <w:p w:rsidR="00F61E6D" w:rsidRPr="006C5962" w:rsidRDefault="00F61E6D" w:rsidP="00341FD3">
      <w:pPr>
        <w:spacing w:line="360" w:lineRule="auto"/>
        <w:jc w:val="both"/>
        <w:rPr>
          <w:b/>
          <w:spacing w:val="-4"/>
          <w:sz w:val="32"/>
          <w:szCs w:val="32"/>
        </w:rPr>
      </w:pPr>
    </w:p>
    <w:p w:rsidR="00F61E6D" w:rsidRPr="000942AD" w:rsidRDefault="00F61E6D" w:rsidP="00341FD3">
      <w:pPr>
        <w:spacing w:line="14" w:lineRule="auto"/>
        <w:rPr>
          <w:sz w:val="2"/>
          <w:szCs w:val="2"/>
        </w:rPr>
      </w:pPr>
    </w:p>
    <w:tbl>
      <w:tblPr>
        <w:tblW w:w="10895" w:type="dxa"/>
        <w:tblInd w:w="-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7"/>
        <w:gridCol w:w="709"/>
        <w:gridCol w:w="3686"/>
        <w:gridCol w:w="1701"/>
        <w:gridCol w:w="1701"/>
        <w:gridCol w:w="1984"/>
        <w:gridCol w:w="567"/>
      </w:tblGrid>
      <w:tr w:rsidR="00F61E6D" w:rsidRPr="009F05A3" w:rsidTr="006C5962">
        <w:tc>
          <w:tcPr>
            <w:tcW w:w="547" w:type="dxa"/>
            <w:vMerge w:val="restart"/>
            <w:tcBorders>
              <w:top w:val="nil"/>
              <w:left w:val="nil"/>
              <w:bottom w:val="nil"/>
            </w:tcBorders>
          </w:tcPr>
          <w:p w:rsidR="00F61E6D" w:rsidRPr="009F05A3" w:rsidRDefault="00F61E6D" w:rsidP="00AE3499">
            <w:pPr>
              <w:ind w:left="-10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F61E6D" w:rsidRPr="009F05A3" w:rsidRDefault="00F61E6D" w:rsidP="00AE3499">
            <w:pPr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bCs/>
                <w:sz w:val="28"/>
                <w:szCs w:val="28"/>
              </w:rPr>
              <w:t>№</w:t>
            </w:r>
          </w:p>
          <w:p w:rsidR="00F61E6D" w:rsidRPr="009F05A3" w:rsidRDefault="00F61E6D" w:rsidP="00AE3499">
            <w:pPr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3686" w:type="dxa"/>
            <w:vMerge w:val="restart"/>
          </w:tcPr>
          <w:p w:rsidR="00F61E6D" w:rsidRPr="009F05A3" w:rsidRDefault="00F61E6D" w:rsidP="003E6249">
            <w:pPr>
              <w:spacing w:line="233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 и </w:t>
            </w:r>
            <w:r w:rsidRPr="009F05A3">
              <w:rPr>
                <w:color w:val="000000"/>
                <w:sz w:val="28"/>
                <w:szCs w:val="28"/>
              </w:rPr>
              <w:t xml:space="preserve"> место нахождения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F05A3">
              <w:rPr>
                <w:color w:val="000000"/>
                <w:sz w:val="28"/>
                <w:szCs w:val="28"/>
              </w:rPr>
              <w:t xml:space="preserve">акционерного общества </w:t>
            </w:r>
          </w:p>
        </w:tc>
        <w:tc>
          <w:tcPr>
            <w:tcW w:w="3402" w:type="dxa"/>
            <w:gridSpan w:val="2"/>
          </w:tcPr>
          <w:p w:rsidR="00F61E6D" w:rsidRPr="009F05A3" w:rsidRDefault="00F61E6D" w:rsidP="00AE3499">
            <w:pPr>
              <w:spacing w:before="40"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9F05A3">
              <w:rPr>
                <w:color w:val="000000"/>
                <w:sz w:val="28"/>
                <w:szCs w:val="28"/>
              </w:rPr>
              <w:t>Акции, подлежащие</w:t>
            </w:r>
          </w:p>
          <w:p w:rsidR="00F61E6D" w:rsidRPr="009F05A3" w:rsidRDefault="00F61E6D" w:rsidP="00AE3499">
            <w:pPr>
              <w:spacing w:before="40"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9F05A3">
              <w:rPr>
                <w:color w:val="000000"/>
                <w:sz w:val="28"/>
                <w:szCs w:val="28"/>
              </w:rPr>
              <w:t>приватизации</w:t>
            </w:r>
          </w:p>
        </w:tc>
        <w:tc>
          <w:tcPr>
            <w:tcW w:w="1984" w:type="dxa"/>
            <w:vMerge w:val="restart"/>
          </w:tcPr>
          <w:p w:rsidR="00F61E6D" w:rsidRPr="009F05A3" w:rsidRDefault="00F61E6D" w:rsidP="00AE3499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9F05A3">
              <w:rPr>
                <w:color w:val="000000"/>
                <w:sz w:val="28"/>
                <w:szCs w:val="28"/>
              </w:rPr>
              <w:t xml:space="preserve">Срок </w:t>
            </w:r>
          </w:p>
          <w:p w:rsidR="00F61E6D" w:rsidRPr="009F05A3" w:rsidRDefault="00F61E6D" w:rsidP="00AE3499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color w:val="000000"/>
                <w:sz w:val="28"/>
                <w:szCs w:val="28"/>
              </w:rPr>
              <w:t>приватизации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</w:tcPr>
          <w:p w:rsidR="00F61E6D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:rsidR="00F61E6D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  <w:p w:rsidR="00F61E6D" w:rsidRDefault="00F61E6D" w:rsidP="00AE3499">
            <w:pPr>
              <w:rPr>
                <w:color w:val="000000"/>
                <w:sz w:val="28"/>
                <w:szCs w:val="28"/>
              </w:rPr>
            </w:pPr>
          </w:p>
          <w:p w:rsidR="00F61E6D" w:rsidRDefault="00F61E6D" w:rsidP="00AE3499">
            <w:pPr>
              <w:rPr>
                <w:color w:val="000000"/>
                <w:sz w:val="28"/>
                <w:szCs w:val="28"/>
              </w:rPr>
            </w:pPr>
          </w:p>
          <w:p w:rsidR="00F61E6D" w:rsidRPr="009F05A3" w:rsidRDefault="00F61E6D" w:rsidP="00AE3499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»;</w:t>
            </w:r>
          </w:p>
        </w:tc>
      </w:tr>
      <w:tr w:rsidR="00F61E6D" w:rsidRPr="009F05A3" w:rsidTr="006C5962">
        <w:tc>
          <w:tcPr>
            <w:tcW w:w="547" w:type="dxa"/>
            <w:vMerge/>
            <w:tcBorders>
              <w:top w:val="nil"/>
              <w:left w:val="nil"/>
              <w:bottom w:val="nil"/>
            </w:tcBorders>
          </w:tcPr>
          <w:p w:rsidR="00F61E6D" w:rsidRPr="009F05A3" w:rsidRDefault="00F61E6D" w:rsidP="00AE349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F61E6D" w:rsidRPr="009F05A3" w:rsidRDefault="00F61E6D" w:rsidP="00AE349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F61E6D" w:rsidRPr="009F05A3" w:rsidRDefault="00F61E6D" w:rsidP="00AE3499">
            <w:pPr>
              <w:spacing w:line="233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61E6D" w:rsidRPr="009F05A3" w:rsidRDefault="00F61E6D" w:rsidP="00AE3499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bCs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F61E6D" w:rsidRPr="009F05A3" w:rsidRDefault="00F61E6D" w:rsidP="00AE3499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984" w:type="dxa"/>
            <w:vMerge/>
          </w:tcPr>
          <w:p w:rsidR="00F61E6D" w:rsidRPr="009F05A3" w:rsidRDefault="00F61E6D" w:rsidP="00AE3499">
            <w:pPr>
              <w:spacing w:line="233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:rsidR="00F61E6D" w:rsidRPr="009F05A3" w:rsidRDefault="00F61E6D" w:rsidP="00AE3499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61E6D" w:rsidRPr="009F05A3" w:rsidTr="006C5962">
        <w:trPr>
          <w:trHeight w:val="721"/>
        </w:trPr>
        <w:tc>
          <w:tcPr>
            <w:tcW w:w="547" w:type="dxa"/>
            <w:tcBorders>
              <w:top w:val="nil"/>
              <w:left w:val="nil"/>
              <w:bottom w:val="nil"/>
            </w:tcBorders>
          </w:tcPr>
          <w:p w:rsidR="00F61E6D" w:rsidRPr="009F05A3" w:rsidRDefault="00F61E6D" w:rsidP="00AE349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F61E6D" w:rsidRPr="009F05A3" w:rsidRDefault="00F61E6D" w:rsidP="00AE3499">
            <w:pPr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F61E6D" w:rsidRPr="009F05A3" w:rsidRDefault="00F61E6D" w:rsidP="00AE3499">
            <w:pPr>
              <w:widowControl/>
              <w:adjustRightInd w:val="0"/>
              <w:rPr>
                <w:sz w:val="28"/>
                <w:szCs w:val="28"/>
              </w:rPr>
            </w:pPr>
            <w:r w:rsidRPr="009F05A3">
              <w:rPr>
                <w:sz w:val="28"/>
                <w:szCs w:val="28"/>
              </w:rPr>
              <w:t>Открытое акционерное общество «Молодежный центр», Ульяновская</w:t>
            </w:r>
            <w:r w:rsidRPr="009F05A3">
              <w:rPr>
                <w:sz w:val="28"/>
                <w:szCs w:val="28"/>
              </w:rPr>
              <w:br/>
              <w:t xml:space="preserve">область, г. Ульяновск, </w:t>
            </w:r>
          </w:p>
          <w:p w:rsidR="00F61E6D" w:rsidRPr="00341FD3" w:rsidRDefault="00F61E6D" w:rsidP="00AE3499">
            <w:pPr>
              <w:widowControl/>
              <w:adjustRightInd w:val="0"/>
              <w:rPr>
                <w:sz w:val="28"/>
                <w:szCs w:val="28"/>
              </w:rPr>
            </w:pPr>
            <w:r w:rsidRPr="009F05A3">
              <w:rPr>
                <w:sz w:val="28"/>
                <w:szCs w:val="28"/>
              </w:rPr>
              <w:t>ул. Урицкого, д. 100</w:t>
            </w:r>
          </w:p>
        </w:tc>
        <w:tc>
          <w:tcPr>
            <w:tcW w:w="1701" w:type="dxa"/>
          </w:tcPr>
          <w:p w:rsidR="00F61E6D" w:rsidRPr="009F05A3" w:rsidRDefault="00F61E6D" w:rsidP="00AE3499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sz w:val="28"/>
                <w:szCs w:val="28"/>
              </w:rPr>
              <w:t>254093</w:t>
            </w:r>
          </w:p>
        </w:tc>
        <w:tc>
          <w:tcPr>
            <w:tcW w:w="1701" w:type="dxa"/>
          </w:tcPr>
          <w:p w:rsidR="00F61E6D" w:rsidRPr="009F05A3" w:rsidRDefault="00F61E6D" w:rsidP="00AE3499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9F05A3">
              <w:rPr>
                <w:bCs/>
                <w:sz w:val="28"/>
                <w:szCs w:val="28"/>
              </w:rPr>
              <w:t>25,0001</w:t>
            </w:r>
          </w:p>
        </w:tc>
        <w:tc>
          <w:tcPr>
            <w:tcW w:w="1984" w:type="dxa"/>
          </w:tcPr>
          <w:p w:rsidR="00F61E6D" w:rsidRPr="009F05A3" w:rsidRDefault="00F61E6D" w:rsidP="00AE3499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9F05A3">
              <w:rPr>
                <w:color w:val="000000"/>
                <w:sz w:val="28"/>
                <w:szCs w:val="28"/>
                <w:lang w:val="en-US"/>
              </w:rPr>
              <w:t>IV</w:t>
            </w:r>
          </w:p>
          <w:p w:rsidR="00F61E6D" w:rsidRPr="009F05A3" w:rsidRDefault="00F61E6D" w:rsidP="00AE3499">
            <w:pPr>
              <w:spacing w:line="233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9F05A3">
              <w:rPr>
                <w:color w:val="000000"/>
                <w:sz w:val="28"/>
                <w:szCs w:val="28"/>
              </w:rPr>
              <w:t>квартал</w:t>
            </w: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:rsidR="00F61E6D" w:rsidRPr="009F05A3" w:rsidRDefault="00F61E6D" w:rsidP="00AE3499">
            <w:pPr>
              <w:widowControl/>
              <w:autoSpaceDE/>
              <w:autoSpaceDN/>
              <w:rPr>
                <w:color w:val="000000"/>
                <w:sz w:val="28"/>
                <w:szCs w:val="28"/>
              </w:rPr>
            </w:pPr>
          </w:p>
        </w:tc>
      </w:tr>
    </w:tbl>
    <w:p w:rsidR="00F61E6D" w:rsidRPr="0001640F" w:rsidRDefault="00F61E6D" w:rsidP="00341FD3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2)</w:t>
      </w:r>
      <w:r w:rsidRPr="00A37C1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в пункте 2 раздела </w:t>
      </w:r>
      <w:r>
        <w:rPr>
          <w:spacing w:val="-4"/>
          <w:sz w:val="28"/>
          <w:szCs w:val="28"/>
          <w:lang w:val="en-US"/>
        </w:rPr>
        <w:t>II</w:t>
      </w:r>
      <w:r>
        <w:rPr>
          <w:spacing w:val="-4"/>
          <w:sz w:val="28"/>
          <w:szCs w:val="28"/>
        </w:rPr>
        <w:t xml:space="preserve">  слова  «на аукционах,» заменить словами «на  аукционах и  посредством публичного предложения, а также».</w:t>
      </w:r>
    </w:p>
    <w:p w:rsidR="00F61E6D" w:rsidRDefault="00F61E6D" w:rsidP="00341FD3">
      <w:pPr>
        <w:ind w:firstLine="709"/>
        <w:jc w:val="center"/>
        <w:rPr>
          <w:spacing w:val="-4"/>
          <w:sz w:val="28"/>
          <w:szCs w:val="28"/>
        </w:rPr>
      </w:pPr>
    </w:p>
    <w:p w:rsidR="00F61E6D" w:rsidRDefault="00F61E6D" w:rsidP="00341FD3">
      <w:pPr>
        <w:spacing w:line="360" w:lineRule="auto"/>
        <w:jc w:val="both"/>
        <w:rPr>
          <w:b/>
          <w:spacing w:val="-4"/>
          <w:sz w:val="28"/>
          <w:szCs w:val="28"/>
        </w:rPr>
      </w:pPr>
    </w:p>
    <w:p w:rsidR="00F61E6D" w:rsidRDefault="00F61E6D" w:rsidP="006C5962">
      <w:pPr>
        <w:spacing w:line="360" w:lineRule="auto"/>
        <w:ind w:left="-180" w:firstLine="180"/>
        <w:jc w:val="both"/>
        <w:rPr>
          <w:spacing w:val="-4"/>
          <w:sz w:val="28"/>
          <w:szCs w:val="28"/>
        </w:rPr>
      </w:pPr>
      <w:r w:rsidRPr="00D3587C">
        <w:rPr>
          <w:b/>
          <w:spacing w:val="-4"/>
          <w:sz w:val="28"/>
          <w:szCs w:val="28"/>
        </w:rPr>
        <w:t>Губернатор Ульяновской области</w:t>
      </w:r>
      <w:r>
        <w:rPr>
          <w:b/>
          <w:spacing w:val="-4"/>
          <w:sz w:val="28"/>
          <w:szCs w:val="28"/>
        </w:rPr>
        <w:tab/>
      </w:r>
      <w:r>
        <w:rPr>
          <w:b/>
          <w:spacing w:val="-4"/>
          <w:sz w:val="28"/>
          <w:szCs w:val="28"/>
        </w:rPr>
        <w:tab/>
      </w:r>
      <w:r>
        <w:rPr>
          <w:b/>
          <w:spacing w:val="-4"/>
          <w:sz w:val="28"/>
          <w:szCs w:val="28"/>
        </w:rPr>
        <w:tab/>
      </w:r>
      <w:r>
        <w:rPr>
          <w:b/>
          <w:spacing w:val="-4"/>
          <w:sz w:val="28"/>
          <w:szCs w:val="28"/>
        </w:rPr>
        <w:tab/>
      </w:r>
      <w:r>
        <w:rPr>
          <w:b/>
          <w:spacing w:val="-4"/>
          <w:sz w:val="28"/>
          <w:szCs w:val="28"/>
        </w:rPr>
        <w:tab/>
        <w:t xml:space="preserve">                </w:t>
      </w:r>
      <w:r w:rsidRPr="00D3587C">
        <w:rPr>
          <w:b/>
          <w:sz w:val="28"/>
          <w:szCs w:val="28"/>
        </w:rPr>
        <w:t>С.И.Морозов</w:t>
      </w:r>
    </w:p>
    <w:p w:rsidR="00F61E6D" w:rsidRPr="00EB4A15" w:rsidRDefault="00F61E6D" w:rsidP="00341FD3">
      <w:pPr>
        <w:spacing w:line="360" w:lineRule="auto"/>
        <w:ind w:firstLine="709"/>
        <w:jc w:val="both"/>
        <w:rPr>
          <w:spacing w:val="-4"/>
          <w:sz w:val="40"/>
          <w:szCs w:val="40"/>
        </w:rPr>
      </w:pPr>
    </w:p>
    <w:p w:rsidR="00F61E6D" w:rsidRDefault="00F61E6D" w:rsidP="003E6249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F61E6D" w:rsidRDefault="00F61E6D" w:rsidP="003E6249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24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</w:t>
      </w:r>
    </w:p>
    <w:p w:rsidR="00F61E6D" w:rsidRDefault="00F61E6D" w:rsidP="003E6249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№ 186-ЗО</w:t>
      </w:r>
    </w:p>
    <w:sectPr w:rsidR="00F61E6D" w:rsidSect="00341FD3">
      <w:headerReference w:type="even" r:id="rId6"/>
      <w:headerReference w:type="default" r:id="rId7"/>
      <w:footerReference w:type="first" r:id="rId8"/>
      <w:pgSz w:w="11906" w:h="16838" w:code="9"/>
      <w:pgMar w:top="1134" w:right="624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E6D" w:rsidRDefault="00F61E6D">
      <w:r>
        <w:separator/>
      </w:r>
    </w:p>
  </w:endnote>
  <w:endnote w:type="continuationSeparator" w:id="0">
    <w:p w:rsidR="00F61E6D" w:rsidRDefault="00F61E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E6D" w:rsidRPr="00AB6CEE" w:rsidRDefault="00F61E6D" w:rsidP="00AB6CEE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2108ск1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E6D" w:rsidRDefault="00F61E6D">
      <w:r>
        <w:separator/>
      </w:r>
    </w:p>
  </w:footnote>
  <w:footnote w:type="continuationSeparator" w:id="0">
    <w:p w:rsidR="00F61E6D" w:rsidRDefault="00F61E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E6D" w:rsidRDefault="00F61E6D" w:rsidP="007E697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1E6D" w:rsidRDefault="00F61E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E6D" w:rsidRPr="00AC573B" w:rsidRDefault="00F61E6D" w:rsidP="00485C48">
    <w:pPr>
      <w:pStyle w:val="Header"/>
      <w:jc w:val="center"/>
      <w:rPr>
        <w:sz w:val="28"/>
        <w:szCs w:val="28"/>
      </w:rPr>
    </w:pPr>
    <w:r w:rsidRPr="00AC573B">
      <w:rPr>
        <w:rStyle w:val="PageNumber"/>
        <w:sz w:val="28"/>
        <w:szCs w:val="28"/>
      </w:rPr>
      <w:fldChar w:fldCharType="begin"/>
    </w:r>
    <w:r w:rsidRPr="00AC573B">
      <w:rPr>
        <w:rStyle w:val="PageNumber"/>
        <w:sz w:val="28"/>
        <w:szCs w:val="28"/>
      </w:rPr>
      <w:instrText xml:space="preserve">PAGE  </w:instrText>
    </w:r>
    <w:r w:rsidRPr="00AC573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4</w:t>
    </w:r>
    <w:r w:rsidRPr="00AC573B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A5F"/>
    <w:rsid w:val="0000019F"/>
    <w:rsid w:val="00005DB2"/>
    <w:rsid w:val="00006B7E"/>
    <w:rsid w:val="00007CE7"/>
    <w:rsid w:val="00010469"/>
    <w:rsid w:val="00012FC6"/>
    <w:rsid w:val="000147E1"/>
    <w:rsid w:val="00015AE9"/>
    <w:rsid w:val="0001640F"/>
    <w:rsid w:val="00016810"/>
    <w:rsid w:val="00017833"/>
    <w:rsid w:val="00020C7E"/>
    <w:rsid w:val="000221BB"/>
    <w:rsid w:val="0002265B"/>
    <w:rsid w:val="00022962"/>
    <w:rsid w:val="00022DE0"/>
    <w:rsid w:val="00027249"/>
    <w:rsid w:val="00027C0E"/>
    <w:rsid w:val="00033641"/>
    <w:rsid w:val="00033840"/>
    <w:rsid w:val="000345C6"/>
    <w:rsid w:val="000345C7"/>
    <w:rsid w:val="00034BED"/>
    <w:rsid w:val="00034C6E"/>
    <w:rsid w:val="0003784E"/>
    <w:rsid w:val="000404FD"/>
    <w:rsid w:val="00040DA7"/>
    <w:rsid w:val="00041B81"/>
    <w:rsid w:val="00041CBA"/>
    <w:rsid w:val="00042280"/>
    <w:rsid w:val="00042EE6"/>
    <w:rsid w:val="00043510"/>
    <w:rsid w:val="000437F9"/>
    <w:rsid w:val="00043F15"/>
    <w:rsid w:val="00044F3B"/>
    <w:rsid w:val="000466B6"/>
    <w:rsid w:val="00050A34"/>
    <w:rsid w:val="000521DF"/>
    <w:rsid w:val="00053582"/>
    <w:rsid w:val="0005395B"/>
    <w:rsid w:val="00053A63"/>
    <w:rsid w:val="00056798"/>
    <w:rsid w:val="00056E9E"/>
    <w:rsid w:val="00057554"/>
    <w:rsid w:val="00057AD8"/>
    <w:rsid w:val="00057B05"/>
    <w:rsid w:val="00057B44"/>
    <w:rsid w:val="00057E4F"/>
    <w:rsid w:val="0006090B"/>
    <w:rsid w:val="00060BF1"/>
    <w:rsid w:val="0006154F"/>
    <w:rsid w:val="00062B89"/>
    <w:rsid w:val="00063BAC"/>
    <w:rsid w:val="00064077"/>
    <w:rsid w:val="0006427F"/>
    <w:rsid w:val="00064B70"/>
    <w:rsid w:val="00065071"/>
    <w:rsid w:val="0007074A"/>
    <w:rsid w:val="00070CB6"/>
    <w:rsid w:val="00070EBE"/>
    <w:rsid w:val="000711C1"/>
    <w:rsid w:val="00072554"/>
    <w:rsid w:val="000736B0"/>
    <w:rsid w:val="00075286"/>
    <w:rsid w:val="0007572F"/>
    <w:rsid w:val="00075BBD"/>
    <w:rsid w:val="00081197"/>
    <w:rsid w:val="000813A3"/>
    <w:rsid w:val="0008295C"/>
    <w:rsid w:val="000838E0"/>
    <w:rsid w:val="00084FAF"/>
    <w:rsid w:val="00086750"/>
    <w:rsid w:val="00086A20"/>
    <w:rsid w:val="000876AC"/>
    <w:rsid w:val="00087E67"/>
    <w:rsid w:val="00093DEA"/>
    <w:rsid w:val="000942AD"/>
    <w:rsid w:val="000958C0"/>
    <w:rsid w:val="00095A22"/>
    <w:rsid w:val="00097DA5"/>
    <w:rsid w:val="000A1758"/>
    <w:rsid w:val="000A1C58"/>
    <w:rsid w:val="000A1C84"/>
    <w:rsid w:val="000A2856"/>
    <w:rsid w:val="000A2A71"/>
    <w:rsid w:val="000A2BF3"/>
    <w:rsid w:val="000A325B"/>
    <w:rsid w:val="000A3A61"/>
    <w:rsid w:val="000A4D28"/>
    <w:rsid w:val="000A6387"/>
    <w:rsid w:val="000A638D"/>
    <w:rsid w:val="000B24C8"/>
    <w:rsid w:val="000B61DC"/>
    <w:rsid w:val="000B6CC2"/>
    <w:rsid w:val="000C005B"/>
    <w:rsid w:val="000C12DA"/>
    <w:rsid w:val="000C188D"/>
    <w:rsid w:val="000C1FFE"/>
    <w:rsid w:val="000C32EA"/>
    <w:rsid w:val="000C33F6"/>
    <w:rsid w:val="000C43B9"/>
    <w:rsid w:val="000C4405"/>
    <w:rsid w:val="000D1899"/>
    <w:rsid w:val="000D5B9E"/>
    <w:rsid w:val="000D67FD"/>
    <w:rsid w:val="000D6979"/>
    <w:rsid w:val="000D7DE1"/>
    <w:rsid w:val="000D7F67"/>
    <w:rsid w:val="000D7FE4"/>
    <w:rsid w:val="000E16C8"/>
    <w:rsid w:val="000E3979"/>
    <w:rsid w:val="000E470B"/>
    <w:rsid w:val="000E4BCC"/>
    <w:rsid w:val="000E4D66"/>
    <w:rsid w:val="000E5287"/>
    <w:rsid w:val="000E5CFE"/>
    <w:rsid w:val="000E661F"/>
    <w:rsid w:val="000E7878"/>
    <w:rsid w:val="000F0043"/>
    <w:rsid w:val="000F1714"/>
    <w:rsid w:val="000F2079"/>
    <w:rsid w:val="000F2493"/>
    <w:rsid w:val="000F30CA"/>
    <w:rsid w:val="000F4740"/>
    <w:rsid w:val="000F6435"/>
    <w:rsid w:val="000F66D7"/>
    <w:rsid w:val="000F7C11"/>
    <w:rsid w:val="00100712"/>
    <w:rsid w:val="00100E96"/>
    <w:rsid w:val="001026C8"/>
    <w:rsid w:val="00104882"/>
    <w:rsid w:val="00106FC5"/>
    <w:rsid w:val="0010762E"/>
    <w:rsid w:val="00110CAC"/>
    <w:rsid w:val="001115E0"/>
    <w:rsid w:val="001132AC"/>
    <w:rsid w:val="0011443E"/>
    <w:rsid w:val="00114AAF"/>
    <w:rsid w:val="00115007"/>
    <w:rsid w:val="00115468"/>
    <w:rsid w:val="00116097"/>
    <w:rsid w:val="0011699C"/>
    <w:rsid w:val="001173AA"/>
    <w:rsid w:val="00117770"/>
    <w:rsid w:val="00117824"/>
    <w:rsid w:val="00121C36"/>
    <w:rsid w:val="00122552"/>
    <w:rsid w:val="001233E9"/>
    <w:rsid w:val="001255D3"/>
    <w:rsid w:val="00125DB9"/>
    <w:rsid w:val="00127545"/>
    <w:rsid w:val="00127D83"/>
    <w:rsid w:val="001302BC"/>
    <w:rsid w:val="001319D7"/>
    <w:rsid w:val="00132594"/>
    <w:rsid w:val="00133132"/>
    <w:rsid w:val="001339A0"/>
    <w:rsid w:val="00135C6B"/>
    <w:rsid w:val="00135F85"/>
    <w:rsid w:val="00137935"/>
    <w:rsid w:val="0014006A"/>
    <w:rsid w:val="0014306C"/>
    <w:rsid w:val="00143B4F"/>
    <w:rsid w:val="00145AB1"/>
    <w:rsid w:val="0015039D"/>
    <w:rsid w:val="001507A5"/>
    <w:rsid w:val="00150A3F"/>
    <w:rsid w:val="00150FFB"/>
    <w:rsid w:val="00152510"/>
    <w:rsid w:val="001531B5"/>
    <w:rsid w:val="00153F25"/>
    <w:rsid w:val="0015498D"/>
    <w:rsid w:val="00154B6C"/>
    <w:rsid w:val="001554A5"/>
    <w:rsid w:val="00155B80"/>
    <w:rsid w:val="001560C6"/>
    <w:rsid w:val="00157FD6"/>
    <w:rsid w:val="0016091A"/>
    <w:rsid w:val="00161234"/>
    <w:rsid w:val="00161D4D"/>
    <w:rsid w:val="00162D37"/>
    <w:rsid w:val="00163197"/>
    <w:rsid w:val="00164580"/>
    <w:rsid w:val="001675A8"/>
    <w:rsid w:val="00167BB8"/>
    <w:rsid w:val="00167CBD"/>
    <w:rsid w:val="00170D68"/>
    <w:rsid w:val="001721D6"/>
    <w:rsid w:val="00175690"/>
    <w:rsid w:val="00180FDF"/>
    <w:rsid w:val="00181607"/>
    <w:rsid w:val="00181FD4"/>
    <w:rsid w:val="001847B2"/>
    <w:rsid w:val="0018768C"/>
    <w:rsid w:val="00187695"/>
    <w:rsid w:val="001940F6"/>
    <w:rsid w:val="00194A64"/>
    <w:rsid w:val="001977E1"/>
    <w:rsid w:val="001A2189"/>
    <w:rsid w:val="001B1F9F"/>
    <w:rsid w:val="001B3C4D"/>
    <w:rsid w:val="001B4811"/>
    <w:rsid w:val="001B4DC3"/>
    <w:rsid w:val="001C2C0F"/>
    <w:rsid w:val="001C43F7"/>
    <w:rsid w:val="001C4BFC"/>
    <w:rsid w:val="001C73D3"/>
    <w:rsid w:val="001C7637"/>
    <w:rsid w:val="001D0B2D"/>
    <w:rsid w:val="001D20A2"/>
    <w:rsid w:val="001D4440"/>
    <w:rsid w:val="001D46BD"/>
    <w:rsid w:val="001E0677"/>
    <w:rsid w:val="001E07DF"/>
    <w:rsid w:val="001E1009"/>
    <w:rsid w:val="001E3994"/>
    <w:rsid w:val="001E40DD"/>
    <w:rsid w:val="001F013E"/>
    <w:rsid w:val="001F1912"/>
    <w:rsid w:val="001F19FA"/>
    <w:rsid w:val="001F1ABA"/>
    <w:rsid w:val="001F2672"/>
    <w:rsid w:val="001F389F"/>
    <w:rsid w:val="001F7086"/>
    <w:rsid w:val="001F793D"/>
    <w:rsid w:val="001F7DA4"/>
    <w:rsid w:val="00200CB1"/>
    <w:rsid w:val="002031CE"/>
    <w:rsid w:val="00203C29"/>
    <w:rsid w:val="002059D9"/>
    <w:rsid w:val="00205CCE"/>
    <w:rsid w:val="00206770"/>
    <w:rsid w:val="002108B6"/>
    <w:rsid w:val="002124FD"/>
    <w:rsid w:val="00212F96"/>
    <w:rsid w:val="00216E6B"/>
    <w:rsid w:val="00216F41"/>
    <w:rsid w:val="00220FA6"/>
    <w:rsid w:val="002226BF"/>
    <w:rsid w:val="00222A8C"/>
    <w:rsid w:val="00223AC3"/>
    <w:rsid w:val="00224616"/>
    <w:rsid w:val="0022556E"/>
    <w:rsid w:val="00226370"/>
    <w:rsid w:val="002268A0"/>
    <w:rsid w:val="00227265"/>
    <w:rsid w:val="00227844"/>
    <w:rsid w:val="00232DA3"/>
    <w:rsid w:val="002337F9"/>
    <w:rsid w:val="00234A3F"/>
    <w:rsid w:val="00234BA3"/>
    <w:rsid w:val="00234E75"/>
    <w:rsid w:val="002351A0"/>
    <w:rsid w:val="002354DA"/>
    <w:rsid w:val="002359ED"/>
    <w:rsid w:val="00242941"/>
    <w:rsid w:val="00243D5B"/>
    <w:rsid w:val="002444D3"/>
    <w:rsid w:val="00244F55"/>
    <w:rsid w:val="00245CA4"/>
    <w:rsid w:val="00245CC2"/>
    <w:rsid w:val="0024634E"/>
    <w:rsid w:val="0025064F"/>
    <w:rsid w:val="00250F4A"/>
    <w:rsid w:val="00251BDF"/>
    <w:rsid w:val="00251F07"/>
    <w:rsid w:val="00252287"/>
    <w:rsid w:val="00252737"/>
    <w:rsid w:val="00252D0C"/>
    <w:rsid w:val="00253C00"/>
    <w:rsid w:val="002543F5"/>
    <w:rsid w:val="00254E57"/>
    <w:rsid w:val="002563D6"/>
    <w:rsid w:val="00256D69"/>
    <w:rsid w:val="002576CD"/>
    <w:rsid w:val="00257758"/>
    <w:rsid w:val="00257988"/>
    <w:rsid w:val="00261934"/>
    <w:rsid w:val="00262265"/>
    <w:rsid w:val="002644E7"/>
    <w:rsid w:val="00265A5B"/>
    <w:rsid w:val="0027171C"/>
    <w:rsid w:val="002724EA"/>
    <w:rsid w:val="002736E3"/>
    <w:rsid w:val="0027546A"/>
    <w:rsid w:val="00277B75"/>
    <w:rsid w:val="00280830"/>
    <w:rsid w:val="002815D2"/>
    <w:rsid w:val="00282BD2"/>
    <w:rsid w:val="002852FB"/>
    <w:rsid w:val="0028541A"/>
    <w:rsid w:val="00285CBB"/>
    <w:rsid w:val="00287828"/>
    <w:rsid w:val="0028784D"/>
    <w:rsid w:val="00287CC7"/>
    <w:rsid w:val="00291A47"/>
    <w:rsid w:val="002923A0"/>
    <w:rsid w:val="00293E97"/>
    <w:rsid w:val="002965C9"/>
    <w:rsid w:val="002978EE"/>
    <w:rsid w:val="002978F0"/>
    <w:rsid w:val="002A02E3"/>
    <w:rsid w:val="002A12A7"/>
    <w:rsid w:val="002A2A85"/>
    <w:rsid w:val="002A3F3D"/>
    <w:rsid w:val="002A4396"/>
    <w:rsid w:val="002A4C18"/>
    <w:rsid w:val="002A62E4"/>
    <w:rsid w:val="002A6F1E"/>
    <w:rsid w:val="002B09F5"/>
    <w:rsid w:val="002B2B80"/>
    <w:rsid w:val="002B4315"/>
    <w:rsid w:val="002B6412"/>
    <w:rsid w:val="002C10EB"/>
    <w:rsid w:val="002C36DA"/>
    <w:rsid w:val="002C43D0"/>
    <w:rsid w:val="002C4528"/>
    <w:rsid w:val="002C45FB"/>
    <w:rsid w:val="002C49EA"/>
    <w:rsid w:val="002C4A91"/>
    <w:rsid w:val="002C5289"/>
    <w:rsid w:val="002C75FF"/>
    <w:rsid w:val="002C783C"/>
    <w:rsid w:val="002D03D7"/>
    <w:rsid w:val="002D0769"/>
    <w:rsid w:val="002D12C1"/>
    <w:rsid w:val="002D15E6"/>
    <w:rsid w:val="002D44F9"/>
    <w:rsid w:val="002D4AB5"/>
    <w:rsid w:val="002D52DD"/>
    <w:rsid w:val="002D622E"/>
    <w:rsid w:val="002E17D7"/>
    <w:rsid w:val="002E3FE9"/>
    <w:rsid w:val="002E557B"/>
    <w:rsid w:val="002E5C6B"/>
    <w:rsid w:val="002E7056"/>
    <w:rsid w:val="002E77D2"/>
    <w:rsid w:val="002F018A"/>
    <w:rsid w:val="002F13FA"/>
    <w:rsid w:val="002F15BE"/>
    <w:rsid w:val="002F2357"/>
    <w:rsid w:val="002F5D72"/>
    <w:rsid w:val="002F6F8F"/>
    <w:rsid w:val="002F707B"/>
    <w:rsid w:val="002F7F62"/>
    <w:rsid w:val="003018CB"/>
    <w:rsid w:val="00302886"/>
    <w:rsid w:val="003059B5"/>
    <w:rsid w:val="003059D9"/>
    <w:rsid w:val="00305C9B"/>
    <w:rsid w:val="00305F65"/>
    <w:rsid w:val="00307754"/>
    <w:rsid w:val="003101E9"/>
    <w:rsid w:val="003111C1"/>
    <w:rsid w:val="0031143E"/>
    <w:rsid w:val="003125BF"/>
    <w:rsid w:val="00312E9C"/>
    <w:rsid w:val="00313BE9"/>
    <w:rsid w:val="00315309"/>
    <w:rsid w:val="003156B8"/>
    <w:rsid w:val="00316AE1"/>
    <w:rsid w:val="00317B8E"/>
    <w:rsid w:val="0032050E"/>
    <w:rsid w:val="00320F63"/>
    <w:rsid w:val="0032202F"/>
    <w:rsid w:val="0032317E"/>
    <w:rsid w:val="003274A8"/>
    <w:rsid w:val="00327F26"/>
    <w:rsid w:val="00330C7E"/>
    <w:rsid w:val="00330E8E"/>
    <w:rsid w:val="003313AC"/>
    <w:rsid w:val="00331865"/>
    <w:rsid w:val="00334CA0"/>
    <w:rsid w:val="003356E0"/>
    <w:rsid w:val="003358C0"/>
    <w:rsid w:val="00335AA8"/>
    <w:rsid w:val="00340C35"/>
    <w:rsid w:val="00340C50"/>
    <w:rsid w:val="0034134D"/>
    <w:rsid w:val="00341FD3"/>
    <w:rsid w:val="00346C9B"/>
    <w:rsid w:val="00350366"/>
    <w:rsid w:val="00351448"/>
    <w:rsid w:val="003528F0"/>
    <w:rsid w:val="00352CB6"/>
    <w:rsid w:val="00353BB4"/>
    <w:rsid w:val="003542D7"/>
    <w:rsid w:val="0035565F"/>
    <w:rsid w:val="00355788"/>
    <w:rsid w:val="0036051C"/>
    <w:rsid w:val="00361A42"/>
    <w:rsid w:val="003631E0"/>
    <w:rsid w:val="003654D7"/>
    <w:rsid w:val="003663B3"/>
    <w:rsid w:val="00367BAD"/>
    <w:rsid w:val="00370854"/>
    <w:rsid w:val="003719E0"/>
    <w:rsid w:val="00373AA8"/>
    <w:rsid w:val="00373E57"/>
    <w:rsid w:val="003744C8"/>
    <w:rsid w:val="00374CFD"/>
    <w:rsid w:val="00375260"/>
    <w:rsid w:val="0037652B"/>
    <w:rsid w:val="00376F28"/>
    <w:rsid w:val="00376F40"/>
    <w:rsid w:val="003821C4"/>
    <w:rsid w:val="00382382"/>
    <w:rsid w:val="00383A0F"/>
    <w:rsid w:val="003868AC"/>
    <w:rsid w:val="00387627"/>
    <w:rsid w:val="003913C6"/>
    <w:rsid w:val="003917EC"/>
    <w:rsid w:val="00391B21"/>
    <w:rsid w:val="00392EE3"/>
    <w:rsid w:val="003932D2"/>
    <w:rsid w:val="00393F71"/>
    <w:rsid w:val="0039443F"/>
    <w:rsid w:val="00395AE4"/>
    <w:rsid w:val="0039605D"/>
    <w:rsid w:val="003A0091"/>
    <w:rsid w:val="003A0DFC"/>
    <w:rsid w:val="003A1D73"/>
    <w:rsid w:val="003A3A22"/>
    <w:rsid w:val="003A4211"/>
    <w:rsid w:val="003A55E5"/>
    <w:rsid w:val="003A5E22"/>
    <w:rsid w:val="003B2419"/>
    <w:rsid w:val="003B3074"/>
    <w:rsid w:val="003B6F13"/>
    <w:rsid w:val="003B7A72"/>
    <w:rsid w:val="003B7D08"/>
    <w:rsid w:val="003C07E6"/>
    <w:rsid w:val="003C085E"/>
    <w:rsid w:val="003C1C21"/>
    <w:rsid w:val="003C2073"/>
    <w:rsid w:val="003C3662"/>
    <w:rsid w:val="003C37F6"/>
    <w:rsid w:val="003C4466"/>
    <w:rsid w:val="003C46E6"/>
    <w:rsid w:val="003C7646"/>
    <w:rsid w:val="003C7C13"/>
    <w:rsid w:val="003D0744"/>
    <w:rsid w:val="003D12D8"/>
    <w:rsid w:val="003D2F0E"/>
    <w:rsid w:val="003D3D5D"/>
    <w:rsid w:val="003D4046"/>
    <w:rsid w:val="003D60DC"/>
    <w:rsid w:val="003D7388"/>
    <w:rsid w:val="003E0616"/>
    <w:rsid w:val="003E1028"/>
    <w:rsid w:val="003E1156"/>
    <w:rsid w:val="003E20B3"/>
    <w:rsid w:val="003E3ED7"/>
    <w:rsid w:val="003E4511"/>
    <w:rsid w:val="003E496B"/>
    <w:rsid w:val="003E526F"/>
    <w:rsid w:val="003E6249"/>
    <w:rsid w:val="003E6638"/>
    <w:rsid w:val="003F039E"/>
    <w:rsid w:val="003F0B4A"/>
    <w:rsid w:val="003F4024"/>
    <w:rsid w:val="003F5AE1"/>
    <w:rsid w:val="003F77B3"/>
    <w:rsid w:val="003F7817"/>
    <w:rsid w:val="00401F5C"/>
    <w:rsid w:val="00403F85"/>
    <w:rsid w:val="00405304"/>
    <w:rsid w:val="00406235"/>
    <w:rsid w:val="00406C1B"/>
    <w:rsid w:val="004070E9"/>
    <w:rsid w:val="004070F8"/>
    <w:rsid w:val="00410EF4"/>
    <w:rsid w:val="00411084"/>
    <w:rsid w:val="0041266A"/>
    <w:rsid w:val="004126ED"/>
    <w:rsid w:val="00412C17"/>
    <w:rsid w:val="00413A31"/>
    <w:rsid w:val="004148F3"/>
    <w:rsid w:val="00415165"/>
    <w:rsid w:val="00415C87"/>
    <w:rsid w:val="00415CA1"/>
    <w:rsid w:val="00416D03"/>
    <w:rsid w:val="00417E36"/>
    <w:rsid w:val="00422F73"/>
    <w:rsid w:val="00423808"/>
    <w:rsid w:val="004239E1"/>
    <w:rsid w:val="0042423E"/>
    <w:rsid w:val="004249C7"/>
    <w:rsid w:val="0042727A"/>
    <w:rsid w:val="00430899"/>
    <w:rsid w:val="004309C5"/>
    <w:rsid w:val="00432265"/>
    <w:rsid w:val="00434016"/>
    <w:rsid w:val="0043756F"/>
    <w:rsid w:val="0043776B"/>
    <w:rsid w:val="00441202"/>
    <w:rsid w:val="00443DE0"/>
    <w:rsid w:val="0044431C"/>
    <w:rsid w:val="004443CE"/>
    <w:rsid w:val="00446CBD"/>
    <w:rsid w:val="004471E1"/>
    <w:rsid w:val="004550F4"/>
    <w:rsid w:val="004552D7"/>
    <w:rsid w:val="00455795"/>
    <w:rsid w:val="00460427"/>
    <w:rsid w:val="00460758"/>
    <w:rsid w:val="004614C5"/>
    <w:rsid w:val="00462492"/>
    <w:rsid w:val="00463168"/>
    <w:rsid w:val="00464E56"/>
    <w:rsid w:val="004669DA"/>
    <w:rsid w:val="00467507"/>
    <w:rsid w:val="004679A6"/>
    <w:rsid w:val="00470968"/>
    <w:rsid w:val="0047377D"/>
    <w:rsid w:val="0047419E"/>
    <w:rsid w:val="00475781"/>
    <w:rsid w:val="0047660A"/>
    <w:rsid w:val="00476E25"/>
    <w:rsid w:val="00477B31"/>
    <w:rsid w:val="004806C5"/>
    <w:rsid w:val="00481E11"/>
    <w:rsid w:val="00482266"/>
    <w:rsid w:val="00483299"/>
    <w:rsid w:val="00484B45"/>
    <w:rsid w:val="004854B9"/>
    <w:rsid w:val="00485C48"/>
    <w:rsid w:val="0048787A"/>
    <w:rsid w:val="00494728"/>
    <w:rsid w:val="00495182"/>
    <w:rsid w:val="00495A06"/>
    <w:rsid w:val="004A0051"/>
    <w:rsid w:val="004A0A42"/>
    <w:rsid w:val="004A0A4D"/>
    <w:rsid w:val="004A114A"/>
    <w:rsid w:val="004A1BCA"/>
    <w:rsid w:val="004A3060"/>
    <w:rsid w:val="004A30A8"/>
    <w:rsid w:val="004A441B"/>
    <w:rsid w:val="004A52A1"/>
    <w:rsid w:val="004A7D29"/>
    <w:rsid w:val="004B219F"/>
    <w:rsid w:val="004B2542"/>
    <w:rsid w:val="004B4FF4"/>
    <w:rsid w:val="004B5189"/>
    <w:rsid w:val="004B5665"/>
    <w:rsid w:val="004B66F4"/>
    <w:rsid w:val="004B74C0"/>
    <w:rsid w:val="004C15F9"/>
    <w:rsid w:val="004C1C2C"/>
    <w:rsid w:val="004C1D62"/>
    <w:rsid w:val="004C3106"/>
    <w:rsid w:val="004C3481"/>
    <w:rsid w:val="004C3F46"/>
    <w:rsid w:val="004C4C87"/>
    <w:rsid w:val="004C4C92"/>
    <w:rsid w:val="004C5623"/>
    <w:rsid w:val="004C6357"/>
    <w:rsid w:val="004D0B24"/>
    <w:rsid w:val="004D1651"/>
    <w:rsid w:val="004D1BD9"/>
    <w:rsid w:val="004D421A"/>
    <w:rsid w:val="004D512C"/>
    <w:rsid w:val="004D545B"/>
    <w:rsid w:val="004D7A99"/>
    <w:rsid w:val="004E235B"/>
    <w:rsid w:val="004E529B"/>
    <w:rsid w:val="004E649E"/>
    <w:rsid w:val="004F349B"/>
    <w:rsid w:val="004F44BD"/>
    <w:rsid w:val="004F48B4"/>
    <w:rsid w:val="004F4EEB"/>
    <w:rsid w:val="004F5536"/>
    <w:rsid w:val="004F557A"/>
    <w:rsid w:val="004F6520"/>
    <w:rsid w:val="0050018B"/>
    <w:rsid w:val="00501208"/>
    <w:rsid w:val="00502586"/>
    <w:rsid w:val="00504DAD"/>
    <w:rsid w:val="00506CF6"/>
    <w:rsid w:val="00507A31"/>
    <w:rsid w:val="00507CE3"/>
    <w:rsid w:val="005127F3"/>
    <w:rsid w:val="00512DFF"/>
    <w:rsid w:val="0051316B"/>
    <w:rsid w:val="0051449D"/>
    <w:rsid w:val="00514F9C"/>
    <w:rsid w:val="00515CB4"/>
    <w:rsid w:val="00521865"/>
    <w:rsid w:val="005231AD"/>
    <w:rsid w:val="00523D28"/>
    <w:rsid w:val="005258C7"/>
    <w:rsid w:val="005261B7"/>
    <w:rsid w:val="00527943"/>
    <w:rsid w:val="00530446"/>
    <w:rsid w:val="005304CC"/>
    <w:rsid w:val="00530CED"/>
    <w:rsid w:val="005314B8"/>
    <w:rsid w:val="005317C7"/>
    <w:rsid w:val="00531D16"/>
    <w:rsid w:val="0053227A"/>
    <w:rsid w:val="00534CED"/>
    <w:rsid w:val="005352A7"/>
    <w:rsid w:val="00536C6A"/>
    <w:rsid w:val="00536D4A"/>
    <w:rsid w:val="00536DC8"/>
    <w:rsid w:val="005371D5"/>
    <w:rsid w:val="00537D0D"/>
    <w:rsid w:val="00540702"/>
    <w:rsid w:val="0054076E"/>
    <w:rsid w:val="00540F31"/>
    <w:rsid w:val="00541B7D"/>
    <w:rsid w:val="00541CC1"/>
    <w:rsid w:val="00542B0A"/>
    <w:rsid w:val="00544203"/>
    <w:rsid w:val="00545E64"/>
    <w:rsid w:val="0054635A"/>
    <w:rsid w:val="0054680B"/>
    <w:rsid w:val="0054691E"/>
    <w:rsid w:val="00547E85"/>
    <w:rsid w:val="00551408"/>
    <w:rsid w:val="005534D1"/>
    <w:rsid w:val="005560CB"/>
    <w:rsid w:val="0055708D"/>
    <w:rsid w:val="005606F1"/>
    <w:rsid w:val="00567114"/>
    <w:rsid w:val="00567CA0"/>
    <w:rsid w:val="0057074D"/>
    <w:rsid w:val="00570933"/>
    <w:rsid w:val="00570B94"/>
    <w:rsid w:val="00571337"/>
    <w:rsid w:val="00571448"/>
    <w:rsid w:val="00571633"/>
    <w:rsid w:val="00571AA4"/>
    <w:rsid w:val="00572781"/>
    <w:rsid w:val="00572AFA"/>
    <w:rsid w:val="00575843"/>
    <w:rsid w:val="0057591E"/>
    <w:rsid w:val="00575C61"/>
    <w:rsid w:val="0057637E"/>
    <w:rsid w:val="00576A3B"/>
    <w:rsid w:val="00576D48"/>
    <w:rsid w:val="0057722A"/>
    <w:rsid w:val="0058125E"/>
    <w:rsid w:val="00582CFC"/>
    <w:rsid w:val="00582DF3"/>
    <w:rsid w:val="00582F94"/>
    <w:rsid w:val="00583775"/>
    <w:rsid w:val="00586537"/>
    <w:rsid w:val="00586A82"/>
    <w:rsid w:val="005870F1"/>
    <w:rsid w:val="005900F3"/>
    <w:rsid w:val="005929DB"/>
    <w:rsid w:val="00592FE8"/>
    <w:rsid w:val="0059507E"/>
    <w:rsid w:val="00596ABD"/>
    <w:rsid w:val="005A0610"/>
    <w:rsid w:val="005A2071"/>
    <w:rsid w:val="005A2F89"/>
    <w:rsid w:val="005A4355"/>
    <w:rsid w:val="005A520E"/>
    <w:rsid w:val="005A63A4"/>
    <w:rsid w:val="005A7174"/>
    <w:rsid w:val="005A7981"/>
    <w:rsid w:val="005B2CE5"/>
    <w:rsid w:val="005B3265"/>
    <w:rsid w:val="005B35DE"/>
    <w:rsid w:val="005B50DA"/>
    <w:rsid w:val="005B6B5D"/>
    <w:rsid w:val="005C1295"/>
    <w:rsid w:val="005C2345"/>
    <w:rsid w:val="005C2986"/>
    <w:rsid w:val="005C31A7"/>
    <w:rsid w:val="005C3833"/>
    <w:rsid w:val="005C3AD3"/>
    <w:rsid w:val="005C3D68"/>
    <w:rsid w:val="005C48CB"/>
    <w:rsid w:val="005C7044"/>
    <w:rsid w:val="005C7E79"/>
    <w:rsid w:val="005D271A"/>
    <w:rsid w:val="005D385F"/>
    <w:rsid w:val="005D3C88"/>
    <w:rsid w:val="005D3D6E"/>
    <w:rsid w:val="005D4185"/>
    <w:rsid w:val="005D6B10"/>
    <w:rsid w:val="005D7DA4"/>
    <w:rsid w:val="005E2A2D"/>
    <w:rsid w:val="005E57BD"/>
    <w:rsid w:val="005E6D1B"/>
    <w:rsid w:val="005F0D13"/>
    <w:rsid w:val="005F118B"/>
    <w:rsid w:val="005F1980"/>
    <w:rsid w:val="005F2487"/>
    <w:rsid w:val="005F5DB5"/>
    <w:rsid w:val="005F6572"/>
    <w:rsid w:val="005F671E"/>
    <w:rsid w:val="005F7CCF"/>
    <w:rsid w:val="006006C9"/>
    <w:rsid w:val="00600C6F"/>
    <w:rsid w:val="00602488"/>
    <w:rsid w:val="00603A7C"/>
    <w:rsid w:val="00604158"/>
    <w:rsid w:val="00606AFF"/>
    <w:rsid w:val="00606E1B"/>
    <w:rsid w:val="00610140"/>
    <w:rsid w:val="0061174D"/>
    <w:rsid w:val="00613D82"/>
    <w:rsid w:val="00614387"/>
    <w:rsid w:val="006145A7"/>
    <w:rsid w:val="00614966"/>
    <w:rsid w:val="00615171"/>
    <w:rsid w:val="00616CC0"/>
    <w:rsid w:val="006207B8"/>
    <w:rsid w:val="0062154A"/>
    <w:rsid w:val="00622D8F"/>
    <w:rsid w:val="006242B5"/>
    <w:rsid w:val="00624A30"/>
    <w:rsid w:val="00624FFE"/>
    <w:rsid w:val="006259F7"/>
    <w:rsid w:val="00631F60"/>
    <w:rsid w:val="00633D7C"/>
    <w:rsid w:val="0063629C"/>
    <w:rsid w:val="006365F2"/>
    <w:rsid w:val="00636737"/>
    <w:rsid w:val="00640D12"/>
    <w:rsid w:val="00640ED0"/>
    <w:rsid w:val="0064225E"/>
    <w:rsid w:val="00642901"/>
    <w:rsid w:val="006446B1"/>
    <w:rsid w:val="00644F62"/>
    <w:rsid w:val="006469B7"/>
    <w:rsid w:val="0064763A"/>
    <w:rsid w:val="006512EF"/>
    <w:rsid w:val="00651666"/>
    <w:rsid w:val="006543AA"/>
    <w:rsid w:val="00654811"/>
    <w:rsid w:val="0065531A"/>
    <w:rsid w:val="00655559"/>
    <w:rsid w:val="00655961"/>
    <w:rsid w:val="00657AE2"/>
    <w:rsid w:val="00660E30"/>
    <w:rsid w:val="00660ED7"/>
    <w:rsid w:val="00661817"/>
    <w:rsid w:val="006620A3"/>
    <w:rsid w:val="0066321C"/>
    <w:rsid w:val="00664106"/>
    <w:rsid w:val="00664772"/>
    <w:rsid w:val="00667C2F"/>
    <w:rsid w:val="00671D92"/>
    <w:rsid w:val="006721A4"/>
    <w:rsid w:val="00672A6D"/>
    <w:rsid w:val="00673039"/>
    <w:rsid w:val="00673A75"/>
    <w:rsid w:val="00675059"/>
    <w:rsid w:val="006753DC"/>
    <w:rsid w:val="006763B5"/>
    <w:rsid w:val="00676417"/>
    <w:rsid w:val="006813B2"/>
    <w:rsid w:val="00683125"/>
    <w:rsid w:val="00683FF2"/>
    <w:rsid w:val="006867CC"/>
    <w:rsid w:val="00686C72"/>
    <w:rsid w:val="00686D20"/>
    <w:rsid w:val="00687B98"/>
    <w:rsid w:val="00687BE8"/>
    <w:rsid w:val="00690284"/>
    <w:rsid w:val="00690CEC"/>
    <w:rsid w:val="006918B3"/>
    <w:rsid w:val="00692202"/>
    <w:rsid w:val="006925E4"/>
    <w:rsid w:val="00692FF9"/>
    <w:rsid w:val="006950C0"/>
    <w:rsid w:val="0069562A"/>
    <w:rsid w:val="006959B1"/>
    <w:rsid w:val="00696101"/>
    <w:rsid w:val="00696B6D"/>
    <w:rsid w:val="00696D76"/>
    <w:rsid w:val="0069757C"/>
    <w:rsid w:val="006A20F7"/>
    <w:rsid w:val="006A25DB"/>
    <w:rsid w:val="006A263A"/>
    <w:rsid w:val="006A61B6"/>
    <w:rsid w:val="006A6831"/>
    <w:rsid w:val="006A716C"/>
    <w:rsid w:val="006A78AB"/>
    <w:rsid w:val="006A7B51"/>
    <w:rsid w:val="006B0446"/>
    <w:rsid w:val="006B0650"/>
    <w:rsid w:val="006B0F9D"/>
    <w:rsid w:val="006B1D2E"/>
    <w:rsid w:val="006B2B52"/>
    <w:rsid w:val="006B6E65"/>
    <w:rsid w:val="006B7EB5"/>
    <w:rsid w:val="006C03B2"/>
    <w:rsid w:val="006C0437"/>
    <w:rsid w:val="006C0A4F"/>
    <w:rsid w:val="006C2F83"/>
    <w:rsid w:val="006C421F"/>
    <w:rsid w:val="006C49CF"/>
    <w:rsid w:val="006C5962"/>
    <w:rsid w:val="006C5C40"/>
    <w:rsid w:val="006D1816"/>
    <w:rsid w:val="006D1B79"/>
    <w:rsid w:val="006D4D7E"/>
    <w:rsid w:val="006D67D9"/>
    <w:rsid w:val="006D6909"/>
    <w:rsid w:val="006D6B8A"/>
    <w:rsid w:val="006E01C4"/>
    <w:rsid w:val="006E1677"/>
    <w:rsid w:val="006E28B4"/>
    <w:rsid w:val="006E3033"/>
    <w:rsid w:val="006E4E9F"/>
    <w:rsid w:val="006E4EB1"/>
    <w:rsid w:val="006E5288"/>
    <w:rsid w:val="006E5382"/>
    <w:rsid w:val="006E6677"/>
    <w:rsid w:val="006F00D2"/>
    <w:rsid w:val="006F0379"/>
    <w:rsid w:val="006F064E"/>
    <w:rsid w:val="006F1697"/>
    <w:rsid w:val="006F16ED"/>
    <w:rsid w:val="006F1A80"/>
    <w:rsid w:val="006F1D20"/>
    <w:rsid w:val="006F2760"/>
    <w:rsid w:val="006F6230"/>
    <w:rsid w:val="006F6C0F"/>
    <w:rsid w:val="006F742E"/>
    <w:rsid w:val="0070048F"/>
    <w:rsid w:val="00700BFF"/>
    <w:rsid w:val="00700E8D"/>
    <w:rsid w:val="00700FC9"/>
    <w:rsid w:val="00701C68"/>
    <w:rsid w:val="007040AB"/>
    <w:rsid w:val="007044D4"/>
    <w:rsid w:val="007046D5"/>
    <w:rsid w:val="0070626E"/>
    <w:rsid w:val="00707A5A"/>
    <w:rsid w:val="00711B91"/>
    <w:rsid w:val="00711C54"/>
    <w:rsid w:val="0071272B"/>
    <w:rsid w:val="00713364"/>
    <w:rsid w:val="00715D0C"/>
    <w:rsid w:val="007173A0"/>
    <w:rsid w:val="007176A9"/>
    <w:rsid w:val="00721AF0"/>
    <w:rsid w:val="00721E02"/>
    <w:rsid w:val="00723371"/>
    <w:rsid w:val="007279A5"/>
    <w:rsid w:val="0073127B"/>
    <w:rsid w:val="0073163A"/>
    <w:rsid w:val="00732B8D"/>
    <w:rsid w:val="00733638"/>
    <w:rsid w:val="007359A0"/>
    <w:rsid w:val="00736445"/>
    <w:rsid w:val="007364BB"/>
    <w:rsid w:val="007371FF"/>
    <w:rsid w:val="007412F7"/>
    <w:rsid w:val="007418C2"/>
    <w:rsid w:val="00742B41"/>
    <w:rsid w:val="007437FD"/>
    <w:rsid w:val="0074530E"/>
    <w:rsid w:val="00746B29"/>
    <w:rsid w:val="0074727A"/>
    <w:rsid w:val="00747E6F"/>
    <w:rsid w:val="00753FEE"/>
    <w:rsid w:val="00756065"/>
    <w:rsid w:val="00756DE7"/>
    <w:rsid w:val="007603B5"/>
    <w:rsid w:val="00760D49"/>
    <w:rsid w:val="0076162C"/>
    <w:rsid w:val="0076188E"/>
    <w:rsid w:val="007634B6"/>
    <w:rsid w:val="00766727"/>
    <w:rsid w:val="007708C9"/>
    <w:rsid w:val="007729A8"/>
    <w:rsid w:val="00774FEB"/>
    <w:rsid w:val="00776A29"/>
    <w:rsid w:val="007777DB"/>
    <w:rsid w:val="00777851"/>
    <w:rsid w:val="00780211"/>
    <w:rsid w:val="00780536"/>
    <w:rsid w:val="007811FE"/>
    <w:rsid w:val="007814AA"/>
    <w:rsid w:val="00781524"/>
    <w:rsid w:val="00782BAE"/>
    <w:rsid w:val="00785101"/>
    <w:rsid w:val="0078533C"/>
    <w:rsid w:val="0078713E"/>
    <w:rsid w:val="007901A8"/>
    <w:rsid w:val="00795EE9"/>
    <w:rsid w:val="00796B1A"/>
    <w:rsid w:val="00797318"/>
    <w:rsid w:val="007A21C9"/>
    <w:rsid w:val="007A3710"/>
    <w:rsid w:val="007A4801"/>
    <w:rsid w:val="007A4974"/>
    <w:rsid w:val="007A4C1F"/>
    <w:rsid w:val="007A666F"/>
    <w:rsid w:val="007A6B6C"/>
    <w:rsid w:val="007A737A"/>
    <w:rsid w:val="007B2354"/>
    <w:rsid w:val="007B2A19"/>
    <w:rsid w:val="007B2C43"/>
    <w:rsid w:val="007B3F4D"/>
    <w:rsid w:val="007B462C"/>
    <w:rsid w:val="007B4B50"/>
    <w:rsid w:val="007B4B7F"/>
    <w:rsid w:val="007B76FE"/>
    <w:rsid w:val="007C075E"/>
    <w:rsid w:val="007C260E"/>
    <w:rsid w:val="007C27E7"/>
    <w:rsid w:val="007C377D"/>
    <w:rsid w:val="007C3EC7"/>
    <w:rsid w:val="007C48B7"/>
    <w:rsid w:val="007C59EE"/>
    <w:rsid w:val="007C6130"/>
    <w:rsid w:val="007D0A2E"/>
    <w:rsid w:val="007D2D45"/>
    <w:rsid w:val="007D324F"/>
    <w:rsid w:val="007D5EA2"/>
    <w:rsid w:val="007D616C"/>
    <w:rsid w:val="007E1F3D"/>
    <w:rsid w:val="007E2078"/>
    <w:rsid w:val="007E2212"/>
    <w:rsid w:val="007E27FD"/>
    <w:rsid w:val="007E32F6"/>
    <w:rsid w:val="007E4D26"/>
    <w:rsid w:val="007E4DDC"/>
    <w:rsid w:val="007E5631"/>
    <w:rsid w:val="007E6672"/>
    <w:rsid w:val="007E6971"/>
    <w:rsid w:val="007E7900"/>
    <w:rsid w:val="007F0033"/>
    <w:rsid w:val="007F02A6"/>
    <w:rsid w:val="007F218F"/>
    <w:rsid w:val="007F248B"/>
    <w:rsid w:val="007F265B"/>
    <w:rsid w:val="007F33B6"/>
    <w:rsid w:val="007F4270"/>
    <w:rsid w:val="007F5ADE"/>
    <w:rsid w:val="007F663B"/>
    <w:rsid w:val="007F76DA"/>
    <w:rsid w:val="00804B73"/>
    <w:rsid w:val="00805925"/>
    <w:rsid w:val="008104C0"/>
    <w:rsid w:val="00814DA4"/>
    <w:rsid w:val="008151AE"/>
    <w:rsid w:val="00815C86"/>
    <w:rsid w:val="0081627D"/>
    <w:rsid w:val="008206B8"/>
    <w:rsid w:val="00820F9F"/>
    <w:rsid w:val="008231EC"/>
    <w:rsid w:val="00824B34"/>
    <w:rsid w:val="00825D0C"/>
    <w:rsid w:val="0082669A"/>
    <w:rsid w:val="00830581"/>
    <w:rsid w:val="008326AF"/>
    <w:rsid w:val="00834D79"/>
    <w:rsid w:val="008369B5"/>
    <w:rsid w:val="0083754B"/>
    <w:rsid w:val="008375F0"/>
    <w:rsid w:val="00837947"/>
    <w:rsid w:val="00840155"/>
    <w:rsid w:val="00840C60"/>
    <w:rsid w:val="008430E8"/>
    <w:rsid w:val="0084348D"/>
    <w:rsid w:val="00843798"/>
    <w:rsid w:val="0084657D"/>
    <w:rsid w:val="0084682F"/>
    <w:rsid w:val="0085085E"/>
    <w:rsid w:val="0085128D"/>
    <w:rsid w:val="00851343"/>
    <w:rsid w:val="008517F4"/>
    <w:rsid w:val="00853396"/>
    <w:rsid w:val="00853595"/>
    <w:rsid w:val="00853A73"/>
    <w:rsid w:val="00855D9E"/>
    <w:rsid w:val="00856107"/>
    <w:rsid w:val="00856EC4"/>
    <w:rsid w:val="0086161E"/>
    <w:rsid w:val="00862B13"/>
    <w:rsid w:val="00863ADC"/>
    <w:rsid w:val="00864521"/>
    <w:rsid w:val="00864B18"/>
    <w:rsid w:val="00864FEE"/>
    <w:rsid w:val="0086539D"/>
    <w:rsid w:val="008662DE"/>
    <w:rsid w:val="00866A66"/>
    <w:rsid w:val="008702F5"/>
    <w:rsid w:val="00870877"/>
    <w:rsid w:val="008739E2"/>
    <w:rsid w:val="00873C19"/>
    <w:rsid w:val="00874E0B"/>
    <w:rsid w:val="00875700"/>
    <w:rsid w:val="0087570D"/>
    <w:rsid w:val="00875969"/>
    <w:rsid w:val="00875C66"/>
    <w:rsid w:val="0087616D"/>
    <w:rsid w:val="00876DA3"/>
    <w:rsid w:val="0088048C"/>
    <w:rsid w:val="008805DA"/>
    <w:rsid w:val="00880B86"/>
    <w:rsid w:val="00881BF9"/>
    <w:rsid w:val="0088360A"/>
    <w:rsid w:val="00884518"/>
    <w:rsid w:val="00886A96"/>
    <w:rsid w:val="00887043"/>
    <w:rsid w:val="008872C4"/>
    <w:rsid w:val="00887820"/>
    <w:rsid w:val="00890934"/>
    <w:rsid w:val="0089177D"/>
    <w:rsid w:val="00891901"/>
    <w:rsid w:val="00894519"/>
    <w:rsid w:val="00897978"/>
    <w:rsid w:val="00897D76"/>
    <w:rsid w:val="008A1577"/>
    <w:rsid w:val="008A225E"/>
    <w:rsid w:val="008A24FC"/>
    <w:rsid w:val="008A5788"/>
    <w:rsid w:val="008A5E59"/>
    <w:rsid w:val="008A6372"/>
    <w:rsid w:val="008A7672"/>
    <w:rsid w:val="008A7CA1"/>
    <w:rsid w:val="008B0C5E"/>
    <w:rsid w:val="008B1C65"/>
    <w:rsid w:val="008B352B"/>
    <w:rsid w:val="008B412F"/>
    <w:rsid w:val="008B6561"/>
    <w:rsid w:val="008B6F6A"/>
    <w:rsid w:val="008C3F03"/>
    <w:rsid w:val="008C426B"/>
    <w:rsid w:val="008C4D72"/>
    <w:rsid w:val="008C51DB"/>
    <w:rsid w:val="008D0A23"/>
    <w:rsid w:val="008D12DF"/>
    <w:rsid w:val="008D2431"/>
    <w:rsid w:val="008D2E3B"/>
    <w:rsid w:val="008D5E38"/>
    <w:rsid w:val="008D70F0"/>
    <w:rsid w:val="008D71B5"/>
    <w:rsid w:val="008E08F3"/>
    <w:rsid w:val="008E3CE9"/>
    <w:rsid w:val="008E5D9C"/>
    <w:rsid w:val="008E6699"/>
    <w:rsid w:val="008E6A13"/>
    <w:rsid w:val="008E6C56"/>
    <w:rsid w:val="008F010F"/>
    <w:rsid w:val="008F5BF7"/>
    <w:rsid w:val="008F5EC1"/>
    <w:rsid w:val="008F6D7A"/>
    <w:rsid w:val="009013FA"/>
    <w:rsid w:val="009016D1"/>
    <w:rsid w:val="00901AF6"/>
    <w:rsid w:val="009026BD"/>
    <w:rsid w:val="009032C7"/>
    <w:rsid w:val="009070B1"/>
    <w:rsid w:val="009079B2"/>
    <w:rsid w:val="00910DD1"/>
    <w:rsid w:val="00912047"/>
    <w:rsid w:val="00912B3F"/>
    <w:rsid w:val="009134C1"/>
    <w:rsid w:val="00914058"/>
    <w:rsid w:val="009154C3"/>
    <w:rsid w:val="00916750"/>
    <w:rsid w:val="00927FFE"/>
    <w:rsid w:val="00931148"/>
    <w:rsid w:val="00931D0F"/>
    <w:rsid w:val="00934CAD"/>
    <w:rsid w:val="009354DA"/>
    <w:rsid w:val="009373DD"/>
    <w:rsid w:val="00937A37"/>
    <w:rsid w:val="0094060C"/>
    <w:rsid w:val="0094723D"/>
    <w:rsid w:val="009476F5"/>
    <w:rsid w:val="00951F5A"/>
    <w:rsid w:val="009524DE"/>
    <w:rsid w:val="00952D01"/>
    <w:rsid w:val="00952D1B"/>
    <w:rsid w:val="00952ED0"/>
    <w:rsid w:val="00953967"/>
    <w:rsid w:val="00954949"/>
    <w:rsid w:val="00954D0C"/>
    <w:rsid w:val="00955469"/>
    <w:rsid w:val="009554F5"/>
    <w:rsid w:val="009559B6"/>
    <w:rsid w:val="00957B20"/>
    <w:rsid w:val="009604E3"/>
    <w:rsid w:val="00960970"/>
    <w:rsid w:val="00961023"/>
    <w:rsid w:val="009633A3"/>
    <w:rsid w:val="00963DDA"/>
    <w:rsid w:val="00963E16"/>
    <w:rsid w:val="009676E8"/>
    <w:rsid w:val="00972647"/>
    <w:rsid w:val="009740E3"/>
    <w:rsid w:val="00974C5D"/>
    <w:rsid w:val="00975E5A"/>
    <w:rsid w:val="0098200D"/>
    <w:rsid w:val="00982672"/>
    <w:rsid w:val="00983188"/>
    <w:rsid w:val="00983820"/>
    <w:rsid w:val="009871C5"/>
    <w:rsid w:val="00992224"/>
    <w:rsid w:val="00993AC1"/>
    <w:rsid w:val="0099574F"/>
    <w:rsid w:val="00995A63"/>
    <w:rsid w:val="009A36E8"/>
    <w:rsid w:val="009A36FE"/>
    <w:rsid w:val="009A3EE4"/>
    <w:rsid w:val="009A5B0B"/>
    <w:rsid w:val="009A627A"/>
    <w:rsid w:val="009B09B8"/>
    <w:rsid w:val="009B0AF3"/>
    <w:rsid w:val="009B0DDC"/>
    <w:rsid w:val="009B1DB0"/>
    <w:rsid w:val="009B3E53"/>
    <w:rsid w:val="009B4AA9"/>
    <w:rsid w:val="009B4B38"/>
    <w:rsid w:val="009B5B0E"/>
    <w:rsid w:val="009B6004"/>
    <w:rsid w:val="009C2EB4"/>
    <w:rsid w:val="009C31C6"/>
    <w:rsid w:val="009C32C7"/>
    <w:rsid w:val="009C45B8"/>
    <w:rsid w:val="009C5656"/>
    <w:rsid w:val="009C6877"/>
    <w:rsid w:val="009D10DD"/>
    <w:rsid w:val="009D2442"/>
    <w:rsid w:val="009D2E03"/>
    <w:rsid w:val="009D46C9"/>
    <w:rsid w:val="009D54CA"/>
    <w:rsid w:val="009D688D"/>
    <w:rsid w:val="009D6D7F"/>
    <w:rsid w:val="009D6EAB"/>
    <w:rsid w:val="009E1BE3"/>
    <w:rsid w:val="009E29DE"/>
    <w:rsid w:val="009E4A4E"/>
    <w:rsid w:val="009E6804"/>
    <w:rsid w:val="009F05A3"/>
    <w:rsid w:val="009F07AB"/>
    <w:rsid w:val="009F12A2"/>
    <w:rsid w:val="009F12E4"/>
    <w:rsid w:val="009F3272"/>
    <w:rsid w:val="009F585A"/>
    <w:rsid w:val="009F5E34"/>
    <w:rsid w:val="009F673D"/>
    <w:rsid w:val="009F699B"/>
    <w:rsid w:val="009F6A12"/>
    <w:rsid w:val="009F6FC8"/>
    <w:rsid w:val="009F701C"/>
    <w:rsid w:val="009F7524"/>
    <w:rsid w:val="009F7592"/>
    <w:rsid w:val="00A013C5"/>
    <w:rsid w:val="00A03A22"/>
    <w:rsid w:val="00A03B0B"/>
    <w:rsid w:val="00A04E82"/>
    <w:rsid w:val="00A053D4"/>
    <w:rsid w:val="00A0568A"/>
    <w:rsid w:val="00A05E1F"/>
    <w:rsid w:val="00A06C12"/>
    <w:rsid w:val="00A13C10"/>
    <w:rsid w:val="00A1495E"/>
    <w:rsid w:val="00A157CB"/>
    <w:rsid w:val="00A15CB9"/>
    <w:rsid w:val="00A2393A"/>
    <w:rsid w:val="00A23A63"/>
    <w:rsid w:val="00A25069"/>
    <w:rsid w:val="00A25AD2"/>
    <w:rsid w:val="00A2600E"/>
    <w:rsid w:val="00A263EC"/>
    <w:rsid w:val="00A277AB"/>
    <w:rsid w:val="00A27D62"/>
    <w:rsid w:val="00A27DE1"/>
    <w:rsid w:val="00A312EC"/>
    <w:rsid w:val="00A31C69"/>
    <w:rsid w:val="00A31C7C"/>
    <w:rsid w:val="00A34E54"/>
    <w:rsid w:val="00A373ED"/>
    <w:rsid w:val="00A37A15"/>
    <w:rsid w:val="00A37C11"/>
    <w:rsid w:val="00A43861"/>
    <w:rsid w:val="00A439FE"/>
    <w:rsid w:val="00A453BF"/>
    <w:rsid w:val="00A45B50"/>
    <w:rsid w:val="00A465F6"/>
    <w:rsid w:val="00A504D6"/>
    <w:rsid w:val="00A54A89"/>
    <w:rsid w:val="00A54F58"/>
    <w:rsid w:val="00A5520C"/>
    <w:rsid w:val="00A62736"/>
    <w:rsid w:val="00A64550"/>
    <w:rsid w:val="00A651D3"/>
    <w:rsid w:val="00A65B51"/>
    <w:rsid w:val="00A6677D"/>
    <w:rsid w:val="00A66F2E"/>
    <w:rsid w:val="00A72243"/>
    <w:rsid w:val="00A74E45"/>
    <w:rsid w:val="00A7519D"/>
    <w:rsid w:val="00A76C40"/>
    <w:rsid w:val="00A7799D"/>
    <w:rsid w:val="00A81A7E"/>
    <w:rsid w:val="00A8324B"/>
    <w:rsid w:val="00A83FB2"/>
    <w:rsid w:val="00A84D5E"/>
    <w:rsid w:val="00A852C1"/>
    <w:rsid w:val="00A85389"/>
    <w:rsid w:val="00A85620"/>
    <w:rsid w:val="00A85709"/>
    <w:rsid w:val="00A85CD4"/>
    <w:rsid w:val="00A868C5"/>
    <w:rsid w:val="00A871DB"/>
    <w:rsid w:val="00A957EB"/>
    <w:rsid w:val="00A9775E"/>
    <w:rsid w:val="00AA13EA"/>
    <w:rsid w:val="00AA341F"/>
    <w:rsid w:val="00AA4841"/>
    <w:rsid w:val="00AB2590"/>
    <w:rsid w:val="00AB2B92"/>
    <w:rsid w:val="00AB3644"/>
    <w:rsid w:val="00AB3A58"/>
    <w:rsid w:val="00AB46F8"/>
    <w:rsid w:val="00AB6CEE"/>
    <w:rsid w:val="00AB7F7F"/>
    <w:rsid w:val="00AC031D"/>
    <w:rsid w:val="00AC0854"/>
    <w:rsid w:val="00AC14A0"/>
    <w:rsid w:val="00AC1EE1"/>
    <w:rsid w:val="00AC1FC7"/>
    <w:rsid w:val="00AC2B95"/>
    <w:rsid w:val="00AC2D69"/>
    <w:rsid w:val="00AC3EA9"/>
    <w:rsid w:val="00AC573B"/>
    <w:rsid w:val="00AC59EB"/>
    <w:rsid w:val="00AC5BC9"/>
    <w:rsid w:val="00AC637D"/>
    <w:rsid w:val="00AC6879"/>
    <w:rsid w:val="00AC6C85"/>
    <w:rsid w:val="00AD08A4"/>
    <w:rsid w:val="00AD1DC5"/>
    <w:rsid w:val="00AD2BCC"/>
    <w:rsid w:val="00AD52D6"/>
    <w:rsid w:val="00AD57B5"/>
    <w:rsid w:val="00AD637F"/>
    <w:rsid w:val="00AD7724"/>
    <w:rsid w:val="00AE0067"/>
    <w:rsid w:val="00AE043E"/>
    <w:rsid w:val="00AE1BFF"/>
    <w:rsid w:val="00AE1D07"/>
    <w:rsid w:val="00AE2BA2"/>
    <w:rsid w:val="00AE3499"/>
    <w:rsid w:val="00AE3C14"/>
    <w:rsid w:val="00AE3C59"/>
    <w:rsid w:val="00AE5D9A"/>
    <w:rsid w:val="00AE7527"/>
    <w:rsid w:val="00AE7CBB"/>
    <w:rsid w:val="00AF1DCE"/>
    <w:rsid w:val="00AF248E"/>
    <w:rsid w:val="00AF2975"/>
    <w:rsid w:val="00AF7A46"/>
    <w:rsid w:val="00AF7DB5"/>
    <w:rsid w:val="00B00F0F"/>
    <w:rsid w:val="00B019C2"/>
    <w:rsid w:val="00B02752"/>
    <w:rsid w:val="00B03950"/>
    <w:rsid w:val="00B04429"/>
    <w:rsid w:val="00B06C18"/>
    <w:rsid w:val="00B06E45"/>
    <w:rsid w:val="00B07C79"/>
    <w:rsid w:val="00B126D2"/>
    <w:rsid w:val="00B14AB4"/>
    <w:rsid w:val="00B15317"/>
    <w:rsid w:val="00B20744"/>
    <w:rsid w:val="00B22D1C"/>
    <w:rsid w:val="00B25637"/>
    <w:rsid w:val="00B27A4F"/>
    <w:rsid w:val="00B311D6"/>
    <w:rsid w:val="00B320CB"/>
    <w:rsid w:val="00B32423"/>
    <w:rsid w:val="00B33B00"/>
    <w:rsid w:val="00B34416"/>
    <w:rsid w:val="00B347A4"/>
    <w:rsid w:val="00B34910"/>
    <w:rsid w:val="00B374B8"/>
    <w:rsid w:val="00B3781A"/>
    <w:rsid w:val="00B41682"/>
    <w:rsid w:val="00B41BAA"/>
    <w:rsid w:val="00B45577"/>
    <w:rsid w:val="00B46A3B"/>
    <w:rsid w:val="00B52099"/>
    <w:rsid w:val="00B52CD3"/>
    <w:rsid w:val="00B53C58"/>
    <w:rsid w:val="00B53EBF"/>
    <w:rsid w:val="00B5535C"/>
    <w:rsid w:val="00B56093"/>
    <w:rsid w:val="00B601FF"/>
    <w:rsid w:val="00B62615"/>
    <w:rsid w:val="00B638DD"/>
    <w:rsid w:val="00B6394F"/>
    <w:rsid w:val="00B64B1E"/>
    <w:rsid w:val="00B653DC"/>
    <w:rsid w:val="00B65F23"/>
    <w:rsid w:val="00B66426"/>
    <w:rsid w:val="00B66AC2"/>
    <w:rsid w:val="00B679E4"/>
    <w:rsid w:val="00B71511"/>
    <w:rsid w:val="00B71836"/>
    <w:rsid w:val="00B72365"/>
    <w:rsid w:val="00B7252F"/>
    <w:rsid w:val="00B7270B"/>
    <w:rsid w:val="00B72805"/>
    <w:rsid w:val="00B75994"/>
    <w:rsid w:val="00B7690A"/>
    <w:rsid w:val="00B77C6E"/>
    <w:rsid w:val="00B8247B"/>
    <w:rsid w:val="00B82635"/>
    <w:rsid w:val="00B84B45"/>
    <w:rsid w:val="00B902E6"/>
    <w:rsid w:val="00B91B8D"/>
    <w:rsid w:val="00B93169"/>
    <w:rsid w:val="00B93676"/>
    <w:rsid w:val="00B946BB"/>
    <w:rsid w:val="00B94E12"/>
    <w:rsid w:val="00B95F92"/>
    <w:rsid w:val="00B97FF6"/>
    <w:rsid w:val="00BA29E3"/>
    <w:rsid w:val="00BA3CED"/>
    <w:rsid w:val="00BA4268"/>
    <w:rsid w:val="00BA5791"/>
    <w:rsid w:val="00BA5FAA"/>
    <w:rsid w:val="00BA62A9"/>
    <w:rsid w:val="00BA6A82"/>
    <w:rsid w:val="00BA73C6"/>
    <w:rsid w:val="00BB2307"/>
    <w:rsid w:val="00BB2D0A"/>
    <w:rsid w:val="00BB6C07"/>
    <w:rsid w:val="00BB7C46"/>
    <w:rsid w:val="00BC03A2"/>
    <w:rsid w:val="00BC39C3"/>
    <w:rsid w:val="00BC3F57"/>
    <w:rsid w:val="00BC50D7"/>
    <w:rsid w:val="00BC50EF"/>
    <w:rsid w:val="00BC5377"/>
    <w:rsid w:val="00BC5871"/>
    <w:rsid w:val="00BC5B25"/>
    <w:rsid w:val="00BC771D"/>
    <w:rsid w:val="00BD1339"/>
    <w:rsid w:val="00BD1D9B"/>
    <w:rsid w:val="00BD573A"/>
    <w:rsid w:val="00BD5B92"/>
    <w:rsid w:val="00BD5D6D"/>
    <w:rsid w:val="00BD6E26"/>
    <w:rsid w:val="00BE2BF6"/>
    <w:rsid w:val="00BE2D7C"/>
    <w:rsid w:val="00BE433B"/>
    <w:rsid w:val="00BE765F"/>
    <w:rsid w:val="00BF054E"/>
    <w:rsid w:val="00BF1A9F"/>
    <w:rsid w:val="00BF2A51"/>
    <w:rsid w:val="00BF3065"/>
    <w:rsid w:val="00BF37D5"/>
    <w:rsid w:val="00BF576F"/>
    <w:rsid w:val="00BF6ADC"/>
    <w:rsid w:val="00BF6D3D"/>
    <w:rsid w:val="00BF737F"/>
    <w:rsid w:val="00C01999"/>
    <w:rsid w:val="00C0659A"/>
    <w:rsid w:val="00C06C8A"/>
    <w:rsid w:val="00C10A5F"/>
    <w:rsid w:val="00C10BB4"/>
    <w:rsid w:val="00C117DA"/>
    <w:rsid w:val="00C1193B"/>
    <w:rsid w:val="00C123FB"/>
    <w:rsid w:val="00C1276B"/>
    <w:rsid w:val="00C12F39"/>
    <w:rsid w:val="00C13B72"/>
    <w:rsid w:val="00C14746"/>
    <w:rsid w:val="00C14D9E"/>
    <w:rsid w:val="00C152EA"/>
    <w:rsid w:val="00C1684C"/>
    <w:rsid w:val="00C17546"/>
    <w:rsid w:val="00C176FE"/>
    <w:rsid w:val="00C223B2"/>
    <w:rsid w:val="00C2379E"/>
    <w:rsid w:val="00C24E67"/>
    <w:rsid w:val="00C267B7"/>
    <w:rsid w:val="00C30AAB"/>
    <w:rsid w:val="00C30F52"/>
    <w:rsid w:val="00C3121A"/>
    <w:rsid w:val="00C34E59"/>
    <w:rsid w:val="00C366EB"/>
    <w:rsid w:val="00C37E49"/>
    <w:rsid w:val="00C40E5D"/>
    <w:rsid w:val="00C41097"/>
    <w:rsid w:val="00C4358B"/>
    <w:rsid w:val="00C44E83"/>
    <w:rsid w:val="00C44ED4"/>
    <w:rsid w:val="00C45404"/>
    <w:rsid w:val="00C45F18"/>
    <w:rsid w:val="00C46293"/>
    <w:rsid w:val="00C46834"/>
    <w:rsid w:val="00C46AD9"/>
    <w:rsid w:val="00C47076"/>
    <w:rsid w:val="00C475EE"/>
    <w:rsid w:val="00C50E74"/>
    <w:rsid w:val="00C510F0"/>
    <w:rsid w:val="00C51483"/>
    <w:rsid w:val="00C52E64"/>
    <w:rsid w:val="00C54A26"/>
    <w:rsid w:val="00C54BAA"/>
    <w:rsid w:val="00C55882"/>
    <w:rsid w:val="00C5686B"/>
    <w:rsid w:val="00C5686D"/>
    <w:rsid w:val="00C56A2D"/>
    <w:rsid w:val="00C60421"/>
    <w:rsid w:val="00C61A15"/>
    <w:rsid w:val="00C6283A"/>
    <w:rsid w:val="00C62BD2"/>
    <w:rsid w:val="00C6303D"/>
    <w:rsid w:val="00C6517B"/>
    <w:rsid w:val="00C655CC"/>
    <w:rsid w:val="00C66211"/>
    <w:rsid w:val="00C670A9"/>
    <w:rsid w:val="00C7072A"/>
    <w:rsid w:val="00C709ED"/>
    <w:rsid w:val="00C70F0E"/>
    <w:rsid w:val="00C720E6"/>
    <w:rsid w:val="00C7279C"/>
    <w:rsid w:val="00C728A4"/>
    <w:rsid w:val="00C73846"/>
    <w:rsid w:val="00C750FA"/>
    <w:rsid w:val="00C77519"/>
    <w:rsid w:val="00C803C0"/>
    <w:rsid w:val="00C80C5B"/>
    <w:rsid w:val="00C829E8"/>
    <w:rsid w:val="00C82F84"/>
    <w:rsid w:val="00C873C6"/>
    <w:rsid w:val="00C913B1"/>
    <w:rsid w:val="00C93905"/>
    <w:rsid w:val="00C956F7"/>
    <w:rsid w:val="00C9589C"/>
    <w:rsid w:val="00C95D66"/>
    <w:rsid w:val="00C96CB3"/>
    <w:rsid w:val="00CA06D9"/>
    <w:rsid w:val="00CA0837"/>
    <w:rsid w:val="00CA15C9"/>
    <w:rsid w:val="00CA1ABC"/>
    <w:rsid w:val="00CA2901"/>
    <w:rsid w:val="00CA309A"/>
    <w:rsid w:val="00CA40BF"/>
    <w:rsid w:val="00CA49EC"/>
    <w:rsid w:val="00CA5541"/>
    <w:rsid w:val="00CA59D9"/>
    <w:rsid w:val="00CA7B30"/>
    <w:rsid w:val="00CB3C89"/>
    <w:rsid w:val="00CB3F44"/>
    <w:rsid w:val="00CB5BCF"/>
    <w:rsid w:val="00CB68B6"/>
    <w:rsid w:val="00CC0237"/>
    <w:rsid w:val="00CC179D"/>
    <w:rsid w:val="00CC267E"/>
    <w:rsid w:val="00CC535D"/>
    <w:rsid w:val="00CC54D8"/>
    <w:rsid w:val="00CC58A8"/>
    <w:rsid w:val="00CC6579"/>
    <w:rsid w:val="00CD051D"/>
    <w:rsid w:val="00CD3726"/>
    <w:rsid w:val="00CD628C"/>
    <w:rsid w:val="00CE0812"/>
    <w:rsid w:val="00CE09E7"/>
    <w:rsid w:val="00CE1673"/>
    <w:rsid w:val="00CE20EE"/>
    <w:rsid w:val="00CE2D69"/>
    <w:rsid w:val="00CE463B"/>
    <w:rsid w:val="00CE57AD"/>
    <w:rsid w:val="00CE7A48"/>
    <w:rsid w:val="00CE7AF9"/>
    <w:rsid w:val="00CF2277"/>
    <w:rsid w:val="00CF5D24"/>
    <w:rsid w:val="00CF7C85"/>
    <w:rsid w:val="00CF7E81"/>
    <w:rsid w:val="00D00A42"/>
    <w:rsid w:val="00D00E3F"/>
    <w:rsid w:val="00D00FC4"/>
    <w:rsid w:val="00D01CBD"/>
    <w:rsid w:val="00D01CC5"/>
    <w:rsid w:val="00D022B2"/>
    <w:rsid w:val="00D04DDE"/>
    <w:rsid w:val="00D04E89"/>
    <w:rsid w:val="00D05449"/>
    <w:rsid w:val="00D06C24"/>
    <w:rsid w:val="00D0741E"/>
    <w:rsid w:val="00D114A9"/>
    <w:rsid w:val="00D1206E"/>
    <w:rsid w:val="00D15744"/>
    <w:rsid w:val="00D17DAE"/>
    <w:rsid w:val="00D2043F"/>
    <w:rsid w:val="00D209EF"/>
    <w:rsid w:val="00D21034"/>
    <w:rsid w:val="00D21962"/>
    <w:rsid w:val="00D2389B"/>
    <w:rsid w:val="00D24A55"/>
    <w:rsid w:val="00D2558C"/>
    <w:rsid w:val="00D30186"/>
    <w:rsid w:val="00D310F3"/>
    <w:rsid w:val="00D31342"/>
    <w:rsid w:val="00D3231A"/>
    <w:rsid w:val="00D3346F"/>
    <w:rsid w:val="00D3414C"/>
    <w:rsid w:val="00D347AE"/>
    <w:rsid w:val="00D34CB7"/>
    <w:rsid w:val="00D350D9"/>
    <w:rsid w:val="00D3587C"/>
    <w:rsid w:val="00D365AF"/>
    <w:rsid w:val="00D365CD"/>
    <w:rsid w:val="00D36631"/>
    <w:rsid w:val="00D3717D"/>
    <w:rsid w:val="00D37293"/>
    <w:rsid w:val="00D42F93"/>
    <w:rsid w:val="00D43B7D"/>
    <w:rsid w:val="00D4575A"/>
    <w:rsid w:val="00D4645E"/>
    <w:rsid w:val="00D465B5"/>
    <w:rsid w:val="00D478C3"/>
    <w:rsid w:val="00D47AB1"/>
    <w:rsid w:val="00D47AD9"/>
    <w:rsid w:val="00D527C4"/>
    <w:rsid w:val="00D554E5"/>
    <w:rsid w:val="00D56E6C"/>
    <w:rsid w:val="00D60557"/>
    <w:rsid w:val="00D65B89"/>
    <w:rsid w:val="00D67019"/>
    <w:rsid w:val="00D67ADB"/>
    <w:rsid w:val="00D70F91"/>
    <w:rsid w:val="00D713D5"/>
    <w:rsid w:val="00D72A64"/>
    <w:rsid w:val="00D73014"/>
    <w:rsid w:val="00D73A20"/>
    <w:rsid w:val="00D74A0A"/>
    <w:rsid w:val="00D75260"/>
    <w:rsid w:val="00D75667"/>
    <w:rsid w:val="00D75F13"/>
    <w:rsid w:val="00D76938"/>
    <w:rsid w:val="00D8150E"/>
    <w:rsid w:val="00D83573"/>
    <w:rsid w:val="00D84581"/>
    <w:rsid w:val="00D8587A"/>
    <w:rsid w:val="00D8652B"/>
    <w:rsid w:val="00D877FF"/>
    <w:rsid w:val="00D90B55"/>
    <w:rsid w:val="00D92346"/>
    <w:rsid w:val="00D92C5C"/>
    <w:rsid w:val="00D94003"/>
    <w:rsid w:val="00D94E30"/>
    <w:rsid w:val="00D94F70"/>
    <w:rsid w:val="00D9545D"/>
    <w:rsid w:val="00D95F79"/>
    <w:rsid w:val="00D967A8"/>
    <w:rsid w:val="00D96FEB"/>
    <w:rsid w:val="00DA3857"/>
    <w:rsid w:val="00DA3B72"/>
    <w:rsid w:val="00DA6627"/>
    <w:rsid w:val="00DA69D2"/>
    <w:rsid w:val="00DA70DB"/>
    <w:rsid w:val="00DA7655"/>
    <w:rsid w:val="00DB3CEE"/>
    <w:rsid w:val="00DB57E2"/>
    <w:rsid w:val="00DC00D7"/>
    <w:rsid w:val="00DC0E73"/>
    <w:rsid w:val="00DC0EC7"/>
    <w:rsid w:val="00DC1758"/>
    <w:rsid w:val="00DC2C6B"/>
    <w:rsid w:val="00DC2F8E"/>
    <w:rsid w:val="00DC31DD"/>
    <w:rsid w:val="00DC5F03"/>
    <w:rsid w:val="00DC6DF7"/>
    <w:rsid w:val="00DD060A"/>
    <w:rsid w:val="00DD3725"/>
    <w:rsid w:val="00DD4E5F"/>
    <w:rsid w:val="00DD61DC"/>
    <w:rsid w:val="00DD6380"/>
    <w:rsid w:val="00DD7E22"/>
    <w:rsid w:val="00DE115E"/>
    <w:rsid w:val="00DE19DA"/>
    <w:rsid w:val="00DE2781"/>
    <w:rsid w:val="00DE3137"/>
    <w:rsid w:val="00DF2AB8"/>
    <w:rsid w:val="00DF2AE2"/>
    <w:rsid w:val="00DF3F56"/>
    <w:rsid w:val="00DF5232"/>
    <w:rsid w:val="00DF534F"/>
    <w:rsid w:val="00DF5A4B"/>
    <w:rsid w:val="00DF6F9C"/>
    <w:rsid w:val="00DF7394"/>
    <w:rsid w:val="00DF7FAF"/>
    <w:rsid w:val="00E00E0A"/>
    <w:rsid w:val="00E01148"/>
    <w:rsid w:val="00E014B5"/>
    <w:rsid w:val="00E039D1"/>
    <w:rsid w:val="00E055CB"/>
    <w:rsid w:val="00E0789B"/>
    <w:rsid w:val="00E12142"/>
    <w:rsid w:val="00E12765"/>
    <w:rsid w:val="00E12E0D"/>
    <w:rsid w:val="00E14772"/>
    <w:rsid w:val="00E154E0"/>
    <w:rsid w:val="00E16060"/>
    <w:rsid w:val="00E21BAD"/>
    <w:rsid w:val="00E21F29"/>
    <w:rsid w:val="00E22AFF"/>
    <w:rsid w:val="00E23C4E"/>
    <w:rsid w:val="00E25B35"/>
    <w:rsid w:val="00E264B8"/>
    <w:rsid w:val="00E26EC8"/>
    <w:rsid w:val="00E329DC"/>
    <w:rsid w:val="00E3392E"/>
    <w:rsid w:val="00E37BF9"/>
    <w:rsid w:val="00E40629"/>
    <w:rsid w:val="00E40851"/>
    <w:rsid w:val="00E40F00"/>
    <w:rsid w:val="00E43B8F"/>
    <w:rsid w:val="00E43C89"/>
    <w:rsid w:val="00E44700"/>
    <w:rsid w:val="00E44D91"/>
    <w:rsid w:val="00E44E1D"/>
    <w:rsid w:val="00E44F4F"/>
    <w:rsid w:val="00E45DDE"/>
    <w:rsid w:val="00E4660C"/>
    <w:rsid w:val="00E50B0B"/>
    <w:rsid w:val="00E549CA"/>
    <w:rsid w:val="00E55CEC"/>
    <w:rsid w:val="00E56028"/>
    <w:rsid w:val="00E60130"/>
    <w:rsid w:val="00E607AE"/>
    <w:rsid w:val="00E60A02"/>
    <w:rsid w:val="00E64759"/>
    <w:rsid w:val="00E65B98"/>
    <w:rsid w:val="00E65BD3"/>
    <w:rsid w:val="00E66D71"/>
    <w:rsid w:val="00E70F3C"/>
    <w:rsid w:val="00E7267B"/>
    <w:rsid w:val="00E7325F"/>
    <w:rsid w:val="00E73AFD"/>
    <w:rsid w:val="00E74233"/>
    <w:rsid w:val="00E7442C"/>
    <w:rsid w:val="00E744D1"/>
    <w:rsid w:val="00E7570F"/>
    <w:rsid w:val="00E75F96"/>
    <w:rsid w:val="00E75FD2"/>
    <w:rsid w:val="00E76087"/>
    <w:rsid w:val="00E7630D"/>
    <w:rsid w:val="00E76ABB"/>
    <w:rsid w:val="00E76C3D"/>
    <w:rsid w:val="00E77849"/>
    <w:rsid w:val="00E80593"/>
    <w:rsid w:val="00E81251"/>
    <w:rsid w:val="00E821ED"/>
    <w:rsid w:val="00E827BB"/>
    <w:rsid w:val="00E8556E"/>
    <w:rsid w:val="00E86D41"/>
    <w:rsid w:val="00E87A22"/>
    <w:rsid w:val="00E901BE"/>
    <w:rsid w:val="00E901CC"/>
    <w:rsid w:val="00E905DB"/>
    <w:rsid w:val="00E912CC"/>
    <w:rsid w:val="00E91EBE"/>
    <w:rsid w:val="00E91F10"/>
    <w:rsid w:val="00E928EF"/>
    <w:rsid w:val="00E971DC"/>
    <w:rsid w:val="00E977DD"/>
    <w:rsid w:val="00E979E9"/>
    <w:rsid w:val="00EA0708"/>
    <w:rsid w:val="00EA5D66"/>
    <w:rsid w:val="00EA6802"/>
    <w:rsid w:val="00EA6B08"/>
    <w:rsid w:val="00EA6E5C"/>
    <w:rsid w:val="00EB0F7B"/>
    <w:rsid w:val="00EB219F"/>
    <w:rsid w:val="00EB3289"/>
    <w:rsid w:val="00EB36D9"/>
    <w:rsid w:val="00EB3A0A"/>
    <w:rsid w:val="00EB4073"/>
    <w:rsid w:val="00EB42C5"/>
    <w:rsid w:val="00EB4A15"/>
    <w:rsid w:val="00EB5B49"/>
    <w:rsid w:val="00EB669B"/>
    <w:rsid w:val="00EC0111"/>
    <w:rsid w:val="00EC1513"/>
    <w:rsid w:val="00EC20D7"/>
    <w:rsid w:val="00EC23B9"/>
    <w:rsid w:val="00EC2D65"/>
    <w:rsid w:val="00EC3762"/>
    <w:rsid w:val="00EC4367"/>
    <w:rsid w:val="00EC7ED4"/>
    <w:rsid w:val="00ED0915"/>
    <w:rsid w:val="00ED1A5F"/>
    <w:rsid w:val="00ED2A42"/>
    <w:rsid w:val="00ED3B4A"/>
    <w:rsid w:val="00ED5C28"/>
    <w:rsid w:val="00ED7198"/>
    <w:rsid w:val="00ED7F2F"/>
    <w:rsid w:val="00EE257E"/>
    <w:rsid w:val="00EE2914"/>
    <w:rsid w:val="00EE58CE"/>
    <w:rsid w:val="00EE61F9"/>
    <w:rsid w:val="00EE66AF"/>
    <w:rsid w:val="00EE6E65"/>
    <w:rsid w:val="00EE7026"/>
    <w:rsid w:val="00EF29D8"/>
    <w:rsid w:val="00EF5AFA"/>
    <w:rsid w:val="00EF6339"/>
    <w:rsid w:val="00EF756D"/>
    <w:rsid w:val="00EF7690"/>
    <w:rsid w:val="00EF7BDF"/>
    <w:rsid w:val="00EF7FBC"/>
    <w:rsid w:val="00F00C2F"/>
    <w:rsid w:val="00F012D1"/>
    <w:rsid w:val="00F01CA2"/>
    <w:rsid w:val="00F051CB"/>
    <w:rsid w:val="00F066A7"/>
    <w:rsid w:val="00F072A0"/>
    <w:rsid w:val="00F0790A"/>
    <w:rsid w:val="00F07FDC"/>
    <w:rsid w:val="00F102F8"/>
    <w:rsid w:val="00F110DD"/>
    <w:rsid w:val="00F11911"/>
    <w:rsid w:val="00F14571"/>
    <w:rsid w:val="00F14753"/>
    <w:rsid w:val="00F14F35"/>
    <w:rsid w:val="00F14F36"/>
    <w:rsid w:val="00F173EA"/>
    <w:rsid w:val="00F2071F"/>
    <w:rsid w:val="00F2117B"/>
    <w:rsid w:val="00F2146A"/>
    <w:rsid w:val="00F2318E"/>
    <w:rsid w:val="00F24A84"/>
    <w:rsid w:val="00F304D4"/>
    <w:rsid w:val="00F305D3"/>
    <w:rsid w:val="00F31276"/>
    <w:rsid w:val="00F32041"/>
    <w:rsid w:val="00F326B7"/>
    <w:rsid w:val="00F33DC7"/>
    <w:rsid w:val="00F36D53"/>
    <w:rsid w:val="00F36F3C"/>
    <w:rsid w:val="00F3769C"/>
    <w:rsid w:val="00F40867"/>
    <w:rsid w:val="00F417D6"/>
    <w:rsid w:val="00F41885"/>
    <w:rsid w:val="00F41C8E"/>
    <w:rsid w:val="00F44B2D"/>
    <w:rsid w:val="00F4539E"/>
    <w:rsid w:val="00F45C9C"/>
    <w:rsid w:val="00F47A63"/>
    <w:rsid w:val="00F47D55"/>
    <w:rsid w:val="00F50EA2"/>
    <w:rsid w:val="00F53F49"/>
    <w:rsid w:val="00F551DD"/>
    <w:rsid w:val="00F554BC"/>
    <w:rsid w:val="00F55621"/>
    <w:rsid w:val="00F55952"/>
    <w:rsid w:val="00F60A4F"/>
    <w:rsid w:val="00F61E6D"/>
    <w:rsid w:val="00F658CB"/>
    <w:rsid w:val="00F65B12"/>
    <w:rsid w:val="00F66486"/>
    <w:rsid w:val="00F710BF"/>
    <w:rsid w:val="00F7202D"/>
    <w:rsid w:val="00F725E1"/>
    <w:rsid w:val="00F72860"/>
    <w:rsid w:val="00F739C6"/>
    <w:rsid w:val="00F73D1E"/>
    <w:rsid w:val="00F73EB0"/>
    <w:rsid w:val="00F748AC"/>
    <w:rsid w:val="00F74FEB"/>
    <w:rsid w:val="00F75432"/>
    <w:rsid w:val="00F81FC2"/>
    <w:rsid w:val="00F835EA"/>
    <w:rsid w:val="00F84B67"/>
    <w:rsid w:val="00F86582"/>
    <w:rsid w:val="00F86D4B"/>
    <w:rsid w:val="00F9053E"/>
    <w:rsid w:val="00F91E82"/>
    <w:rsid w:val="00F932C4"/>
    <w:rsid w:val="00F9440E"/>
    <w:rsid w:val="00F94C1E"/>
    <w:rsid w:val="00F95052"/>
    <w:rsid w:val="00F95A7A"/>
    <w:rsid w:val="00F97256"/>
    <w:rsid w:val="00F972F7"/>
    <w:rsid w:val="00F973EE"/>
    <w:rsid w:val="00F97C14"/>
    <w:rsid w:val="00FA11D0"/>
    <w:rsid w:val="00FA1314"/>
    <w:rsid w:val="00FA13F7"/>
    <w:rsid w:val="00FA21D5"/>
    <w:rsid w:val="00FA2527"/>
    <w:rsid w:val="00FB109A"/>
    <w:rsid w:val="00FB52E1"/>
    <w:rsid w:val="00FB7A37"/>
    <w:rsid w:val="00FC310A"/>
    <w:rsid w:val="00FC4B40"/>
    <w:rsid w:val="00FC52D9"/>
    <w:rsid w:val="00FC6358"/>
    <w:rsid w:val="00FC71B5"/>
    <w:rsid w:val="00FD2FB8"/>
    <w:rsid w:val="00FD5672"/>
    <w:rsid w:val="00FD7949"/>
    <w:rsid w:val="00FD7E27"/>
    <w:rsid w:val="00FE19CC"/>
    <w:rsid w:val="00FE1F8A"/>
    <w:rsid w:val="00FE3BB4"/>
    <w:rsid w:val="00FE4002"/>
    <w:rsid w:val="00FE4434"/>
    <w:rsid w:val="00FE4B5C"/>
    <w:rsid w:val="00FE6255"/>
    <w:rsid w:val="00FE7320"/>
    <w:rsid w:val="00FF15B1"/>
    <w:rsid w:val="00FF2537"/>
    <w:rsid w:val="00FF3805"/>
    <w:rsid w:val="00FF5741"/>
    <w:rsid w:val="00FF5EA3"/>
    <w:rsid w:val="00FF7311"/>
    <w:rsid w:val="00FF7513"/>
    <w:rsid w:val="00FF7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A5F"/>
    <w:pPr>
      <w:widowControl w:val="0"/>
      <w:autoSpaceDE w:val="0"/>
      <w:autoSpaceDN w:val="0"/>
    </w:pPr>
    <w:rPr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10A5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514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AC57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AC573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C57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B6CEE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4</Pages>
  <Words>776</Words>
  <Characters>4426</Characters>
  <Application>Microsoft Office Outlook</Application>
  <DocSecurity>0</DocSecurity>
  <Lines>0</Lines>
  <Paragraphs>0</Paragraphs>
  <ScaleCrop>false</ScaleCrop>
  <Company>Минимущество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z21</dc:creator>
  <cp:keywords/>
  <dc:description/>
  <cp:lastModifiedBy>user</cp:lastModifiedBy>
  <cp:revision>19</cp:revision>
  <cp:lastPrinted>2013-10-21T07:59:00Z</cp:lastPrinted>
  <dcterms:created xsi:type="dcterms:W3CDTF">2013-08-21T05:30:00Z</dcterms:created>
  <dcterms:modified xsi:type="dcterms:W3CDTF">2013-10-25T05:14:00Z</dcterms:modified>
</cp:coreProperties>
</file>