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C92" w:rsidRPr="00012091" w:rsidRDefault="00831C92" w:rsidP="00012091">
      <w:pPr>
        <w:jc w:val="center"/>
        <w:rPr>
          <w:b/>
          <w:sz w:val="28"/>
          <w:szCs w:val="28"/>
        </w:rPr>
      </w:pPr>
      <w:r w:rsidRPr="00012091">
        <w:rPr>
          <w:b/>
          <w:sz w:val="28"/>
          <w:szCs w:val="28"/>
        </w:rPr>
        <w:t>Закон Ульяновской области</w:t>
      </w:r>
    </w:p>
    <w:p w:rsidR="00831C92" w:rsidRPr="00012091" w:rsidRDefault="00831C92" w:rsidP="00B86FE0">
      <w:pPr>
        <w:rPr>
          <w:b/>
          <w:sz w:val="28"/>
          <w:szCs w:val="28"/>
        </w:rPr>
      </w:pPr>
    </w:p>
    <w:p w:rsidR="00831C92" w:rsidRDefault="00831C92" w:rsidP="00B86FE0">
      <w:pPr>
        <w:rPr>
          <w:b/>
          <w:sz w:val="28"/>
          <w:szCs w:val="28"/>
        </w:rPr>
      </w:pPr>
    </w:p>
    <w:p w:rsidR="00831C92" w:rsidRDefault="00831C92" w:rsidP="00B86FE0">
      <w:pPr>
        <w:rPr>
          <w:b/>
          <w:sz w:val="28"/>
          <w:szCs w:val="28"/>
        </w:rPr>
      </w:pPr>
    </w:p>
    <w:p w:rsidR="00831C92" w:rsidRDefault="00831C92" w:rsidP="00B86FE0">
      <w:pPr>
        <w:rPr>
          <w:b/>
          <w:sz w:val="28"/>
          <w:szCs w:val="28"/>
        </w:rPr>
      </w:pPr>
    </w:p>
    <w:p w:rsidR="00831C92" w:rsidRPr="00B61B20" w:rsidRDefault="00831C92" w:rsidP="00976A86">
      <w:pPr>
        <w:jc w:val="center"/>
        <w:rPr>
          <w:b/>
          <w:bCs/>
          <w:sz w:val="28"/>
        </w:rPr>
      </w:pPr>
      <w:r w:rsidRPr="00B61B20">
        <w:rPr>
          <w:b/>
          <w:bCs/>
          <w:sz w:val="28"/>
        </w:rPr>
        <w:t xml:space="preserve">О внесении изменения в </w:t>
      </w:r>
      <w:r>
        <w:rPr>
          <w:b/>
          <w:bCs/>
          <w:sz w:val="28"/>
        </w:rPr>
        <w:t xml:space="preserve">статью 3 </w:t>
      </w:r>
      <w:r w:rsidRPr="00B61B20">
        <w:rPr>
          <w:b/>
          <w:bCs/>
          <w:sz w:val="28"/>
        </w:rPr>
        <w:t>Закон</w:t>
      </w:r>
      <w:r>
        <w:rPr>
          <w:b/>
          <w:bCs/>
          <w:sz w:val="28"/>
        </w:rPr>
        <w:t>а</w:t>
      </w:r>
      <w:r w:rsidRPr="00B61B20">
        <w:rPr>
          <w:b/>
          <w:bCs/>
          <w:sz w:val="28"/>
        </w:rPr>
        <w:t xml:space="preserve"> Ульяновской области</w:t>
      </w:r>
    </w:p>
    <w:p w:rsidR="00831C92" w:rsidRPr="00B61B20" w:rsidRDefault="00831C92" w:rsidP="00976A86">
      <w:pPr>
        <w:jc w:val="center"/>
        <w:rPr>
          <w:b/>
          <w:bCs/>
          <w:sz w:val="28"/>
        </w:rPr>
      </w:pPr>
      <w:r w:rsidRPr="00B61B20">
        <w:rPr>
          <w:b/>
          <w:bCs/>
          <w:sz w:val="28"/>
        </w:rPr>
        <w:t>«</w:t>
      </w:r>
      <w:r w:rsidRPr="00B61B20">
        <w:rPr>
          <w:b/>
          <w:sz w:val="28"/>
          <w:szCs w:val="28"/>
        </w:rPr>
        <w:t>О регулировании на территории Ульяновской области некоторых вопросов в сфере охоты и охотничьего хозяйства</w:t>
      </w:r>
      <w:r w:rsidRPr="00B61B20">
        <w:rPr>
          <w:b/>
          <w:bCs/>
          <w:sz w:val="28"/>
        </w:rPr>
        <w:t>»</w:t>
      </w:r>
    </w:p>
    <w:p w:rsidR="00831C92" w:rsidRDefault="00831C92" w:rsidP="00B86F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31C92" w:rsidRDefault="00831C92" w:rsidP="00B86F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31C92" w:rsidRDefault="00831C92" w:rsidP="00B86F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31C92" w:rsidRDefault="00831C92" w:rsidP="00B86F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31C92" w:rsidRDefault="00831C92" w:rsidP="00B86F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31C92" w:rsidRPr="004B2575" w:rsidRDefault="00831C92" w:rsidP="00B96F58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72670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статью 3 </w:t>
      </w:r>
      <w:r w:rsidRPr="00B72670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B72670">
        <w:rPr>
          <w:sz w:val="28"/>
          <w:szCs w:val="28"/>
        </w:rPr>
        <w:t xml:space="preserve"> Ульяновской области от 20 декабря 2010 года </w:t>
      </w:r>
      <w:r>
        <w:rPr>
          <w:sz w:val="28"/>
          <w:szCs w:val="28"/>
        </w:rPr>
        <w:t xml:space="preserve">     </w:t>
      </w:r>
      <w:r w:rsidRPr="00B72670">
        <w:rPr>
          <w:sz w:val="28"/>
          <w:szCs w:val="28"/>
        </w:rPr>
        <w:t>№ 227-ЗО «О регулировании на территории Ульяновской области некоторых вопросов в сфере охоты и охотничьего хозяйства»</w:t>
      </w:r>
      <w:r w:rsidRPr="00F479C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«Народная газета» от 23.12.2010 </w:t>
      </w:r>
      <w:r w:rsidRPr="00F479C5">
        <w:rPr>
          <w:sz w:val="28"/>
          <w:szCs w:val="28"/>
        </w:rPr>
        <w:t xml:space="preserve">№ </w:t>
      </w:r>
      <w:r>
        <w:rPr>
          <w:sz w:val="28"/>
          <w:szCs w:val="28"/>
        </w:rPr>
        <w:t>95)</w:t>
      </w:r>
      <w:r>
        <w:t xml:space="preserve"> </w:t>
      </w:r>
      <w:r>
        <w:rPr>
          <w:sz w:val="28"/>
          <w:szCs w:val="28"/>
        </w:rPr>
        <w:t>изменение, заменив в ней слово «Правительством» словом «Губернатором».</w:t>
      </w:r>
    </w:p>
    <w:p w:rsidR="00831C92" w:rsidRDefault="00831C92" w:rsidP="00DB32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31C92" w:rsidRDefault="00831C92" w:rsidP="00DB32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31C92" w:rsidRPr="00745A24" w:rsidRDefault="00831C92" w:rsidP="00DB32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31C92" w:rsidRPr="00CA3348" w:rsidRDefault="00831C92" w:rsidP="00B96F58">
      <w:pPr>
        <w:tabs>
          <w:tab w:val="left" w:pos="8100"/>
        </w:tabs>
        <w:jc w:val="both"/>
        <w:rPr>
          <w:b/>
          <w:bCs/>
          <w:sz w:val="28"/>
          <w:szCs w:val="28"/>
        </w:rPr>
      </w:pPr>
      <w:r w:rsidRPr="0005210B">
        <w:rPr>
          <w:b/>
          <w:bCs/>
          <w:sz w:val="28"/>
          <w:szCs w:val="28"/>
        </w:rPr>
        <w:t>Губернатор</w:t>
      </w:r>
      <w:r>
        <w:rPr>
          <w:b/>
          <w:bCs/>
          <w:sz w:val="28"/>
          <w:szCs w:val="28"/>
        </w:rPr>
        <w:t xml:space="preserve"> Ульяновской </w:t>
      </w:r>
      <w:r w:rsidRPr="0005210B">
        <w:rPr>
          <w:b/>
          <w:bCs/>
          <w:sz w:val="28"/>
          <w:szCs w:val="28"/>
        </w:rPr>
        <w:t xml:space="preserve"> области </w:t>
      </w:r>
      <w:r>
        <w:rPr>
          <w:b/>
          <w:bCs/>
          <w:sz w:val="28"/>
          <w:szCs w:val="28"/>
        </w:rPr>
        <w:tab/>
        <w:t xml:space="preserve"> </w:t>
      </w:r>
      <w:r w:rsidRPr="0005210B">
        <w:rPr>
          <w:b/>
          <w:bCs/>
          <w:sz w:val="28"/>
          <w:szCs w:val="28"/>
        </w:rPr>
        <w:t>С.И.Морозов</w:t>
      </w:r>
    </w:p>
    <w:p w:rsidR="00831C92" w:rsidRDefault="00831C92" w:rsidP="001B58DF">
      <w:pPr>
        <w:rPr>
          <w:bCs/>
          <w:sz w:val="28"/>
          <w:szCs w:val="28"/>
        </w:rPr>
      </w:pPr>
    </w:p>
    <w:p w:rsidR="00831C92" w:rsidRDefault="00831C92" w:rsidP="001B58DF">
      <w:pPr>
        <w:rPr>
          <w:bCs/>
          <w:sz w:val="28"/>
          <w:szCs w:val="28"/>
        </w:rPr>
      </w:pPr>
    </w:p>
    <w:p w:rsidR="00831C92" w:rsidRDefault="00831C92" w:rsidP="001B58DF">
      <w:pPr>
        <w:rPr>
          <w:bCs/>
          <w:sz w:val="28"/>
          <w:szCs w:val="28"/>
        </w:rPr>
      </w:pPr>
    </w:p>
    <w:p w:rsidR="00831C92" w:rsidRDefault="00831C92" w:rsidP="00E161DA">
      <w:pPr>
        <w:jc w:val="center"/>
        <w:rPr>
          <w:bCs/>
          <w:sz w:val="28"/>
          <w:szCs w:val="28"/>
        </w:rPr>
      </w:pPr>
      <w:r w:rsidRPr="003F0453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</w:t>
      </w:r>
      <w:bookmarkStart w:id="0" w:name="_GoBack"/>
      <w:bookmarkEnd w:id="0"/>
      <w:r w:rsidRPr="003F0453">
        <w:rPr>
          <w:bCs/>
          <w:sz w:val="28"/>
          <w:szCs w:val="28"/>
        </w:rPr>
        <w:t>Ульяновск</w:t>
      </w:r>
    </w:p>
    <w:p w:rsidR="00831C92" w:rsidRDefault="00831C92" w:rsidP="00E161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02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bCs/>
            <w:sz w:val="28"/>
            <w:szCs w:val="28"/>
          </w:rPr>
          <w:t>2013 г</w:t>
        </w:r>
      </w:smartTag>
      <w:r>
        <w:rPr>
          <w:bCs/>
          <w:sz w:val="28"/>
          <w:szCs w:val="28"/>
        </w:rPr>
        <w:t>.</w:t>
      </w:r>
    </w:p>
    <w:p w:rsidR="00831C92" w:rsidRPr="003F0453" w:rsidRDefault="00831C92" w:rsidP="00E161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№ 183 – ЗО</w:t>
      </w:r>
    </w:p>
    <w:sectPr w:rsidR="00831C92" w:rsidRPr="003F0453" w:rsidSect="00B96F58">
      <w:headerReference w:type="even" r:id="rId7"/>
      <w:headerReference w:type="default" r:id="rId8"/>
      <w:footerReference w:type="first" r:id="rId9"/>
      <w:pgSz w:w="11905" w:h="16838" w:code="9"/>
      <w:pgMar w:top="1134" w:right="624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C92" w:rsidRDefault="00831C92">
      <w:r>
        <w:separator/>
      </w:r>
    </w:p>
  </w:endnote>
  <w:endnote w:type="continuationSeparator" w:id="0">
    <w:p w:rsidR="00831C92" w:rsidRDefault="00831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C92" w:rsidRPr="00B86FE0" w:rsidRDefault="00831C92" w:rsidP="00B96F58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0708ск2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C92" w:rsidRDefault="00831C92">
      <w:r>
        <w:separator/>
      </w:r>
    </w:p>
  </w:footnote>
  <w:footnote w:type="continuationSeparator" w:id="0">
    <w:p w:rsidR="00831C92" w:rsidRDefault="00831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C92" w:rsidRDefault="00831C92" w:rsidP="007854A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1C92" w:rsidRDefault="00831C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C92" w:rsidRPr="00B86FE0" w:rsidRDefault="00831C92" w:rsidP="00B86FE0">
    <w:pPr>
      <w:pStyle w:val="Header"/>
      <w:jc w:val="center"/>
      <w:rPr>
        <w:sz w:val="28"/>
        <w:szCs w:val="28"/>
      </w:rPr>
    </w:pPr>
    <w:r w:rsidRPr="004E0998">
      <w:rPr>
        <w:rStyle w:val="PageNumber"/>
        <w:sz w:val="28"/>
        <w:szCs w:val="28"/>
      </w:rPr>
      <w:fldChar w:fldCharType="begin"/>
    </w:r>
    <w:r w:rsidRPr="004E0998">
      <w:rPr>
        <w:rStyle w:val="PageNumber"/>
        <w:sz w:val="28"/>
        <w:szCs w:val="28"/>
      </w:rPr>
      <w:instrText xml:space="preserve">PAGE  </w:instrText>
    </w:r>
    <w:r w:rsidRPr="004E099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4E099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4EDA"/>
    <w:multiLevelType w:val="hybridMultilevel"/>
    <w:tmpl w:val="5AF85770"/>
    <w:lvl w:ilvl="0" w:tplc="C838BC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FC6"/>
    <w:rsid w:val="000006DF"/>
    <w:rsid w:val="00012091"/>
    <w:rsid w:val="0002061F"/>
    <w:rsid w:val="00023359"/>
    <w:rsid w:val="00025AF9"/>
    <w:rsid w:val="0002643C"/>
    <w:rsid w:val="00027B95"/>
    <w:rsid w:val="0003145E"/>
    <w:rsid w:val="0003290D"/>
    <w:rsid w:val="000348B5"/>
    <w:rsid w:val="00037655"/>
    <w:rsid w:val="00044163"/>
    <w:rsid w:val="0005210B"/>
    <w:rsid w:val="00052A53"/>
    <w:rsid w:val="000662D2"/>
    <w:rsid w:val="000721E1"/>
    <w:rsid w:val="00082C35"/>
    <w:rsid w:val="00087E9C"/>
    <w:rsid w:val="00097B4C"/>
    <w:rsid w:val="000A29EF"/>
    <w:rsid w:val="000B0FE5"/>
    <w:rsid w:val="000C2ACA"/>
    <w:rsid w:val="000C7B38"/>
    <w:rsid w:val="000D3B37"/>
    <w:rsid w:val="000D4DD6"/>
    <w:rsid w:val="000E34E4"/>
    <w:rsid w:val="000E5394"/>
    <w:rsid w:val="000E6255"/>
    <w:rsid w:val="00100119"/>
    <w:rsid w:val="001037EE"/>
    <w:rsid w:val="0010528E"/>
    <w:rsid w:val="00113041"/>
    <w:rsid w:val="00115BB1"/>
    <w:rsid w:val="0012735B"/>
    <w:rsid w:val="0014270F"/>
    <w:rsid w:val="00145697"/>
    <w:rsid w:val="00145BCD"/>
    <w:rsid w:val="00160AA3"/>
    <w:rsid w:val="00174CE5"/>
    <w:rsid w:val="00177F16"/>
    <w:rsid w:val="001854E7"/>
    <w:rsid w:val="001956A0"/>
    <w:rsid w:val="001961F1"/>
    <w:rsid w:val="001A2861"/>
    <w:rsid w:val="001B58DF"/>
    <w:rsid w:val="001E350A"/>
    <w:rsid w:val="00206AB0"/>
    <w:rsid w:val="00216D63"/>
    <w:rsid w:val="00226135"/>
    <w:rsid w:val="00236D05"/>
    <w:rsid w:val="00264D24"/>
    <w:rsid w:val="002660D9"/>
    <w:rsid w:val="002679FC"/>
    <w:rsid w:val="002753A2"/>
    <w:rsid w:val="002842CC"/>
    <w:rsid w:val="002916D8"/>
    <w:rsid w:val="002A524B"/>
    <w:rsid w:val="002C2227"/>
    <w:rsid w:val="002C2564"/>
    <w:rsid w:val="002C3DCA"/>
    <w:rsid w:val="002C6A36"/>
    <w:rsid w:val="002D4229"/>
    <w:rsid w:val="002E7C36"/>
    <w:rsid w:val="002F3364"/>
    <w:rsid w:val="00303E94"/>
    <w:rsid w:val="003216B1"/>
    <w:rsid w:val="00344FD3"/>
    <w:rsid w:val="003468F6"/>
    <w:rsid w:val="00350EB8"/>
    <w:rsid w:val="0036435C"/>
    <w:rsid w:val="00383CD4"/>
    <w:rsid w:val="003B246A"/>
    <w:rsid w:val="003B4F6C"/>
    <w:rsid w:val="003B5313"/>
    <w:rsid w:val="003B6CC8"/>
    <w:rsid w:val="003C21E5"/>
    <w:rsid w:val="003C4230"/>
    <w:rsid w:val="003E1DC8"/>
    <w:rsid w:val="003E7896"/>
    <w:rsid w:val="003F0453"/>
    <w:rsid w:val="003F1C6D"/>
    <w:rsid w:val="00400087"/>
    <w:rsid w:val="00403E7F"/>
    <w:rsid w:val="00403F82"/>
    <w:rsid w:val="00423A83"/>
    <w:rsid w:val="00427ADB"/>
    <w:rsid w:val="00436770"/>
    <w:rsid w:val="00436F66"/>
    <w:rsid w:val="00444224"/>
    <w:rsid w:val="00466131"/>
    <w:rsid w:val="0047262F"/>
    <w:rsid w:val="00474430"/>
    <w:rsid w:val="004746A5"/>
    <w:rsid w:val="0047513E"/>
    <w:rsid w:val="00481402"/>
    <w:rsid w:val="00491098"/>
    <w:rsid w:val="0049389D"/>
    <w:rsid w:val="004B2575"/>
    <w:rsid w:val="004B4F40"/>
    <w:rsid w:val="004D5295"/>
    <w:rsid w:val="004E0998"/>
    <w:rsid w:val="004F1E41"/>
    <w:rsid w:val="004F3598"/>
    <w:rsid w:val="004F3A3D"/>
    <w:rsid w:val="00526751"/>
    <w:rsid w:val="005271FF"/>
    <w:rsid w:val="00530110"/>
    <w:rsid w:val="00562679"/>
    <w:rsid w:val="00564066"/>
    <w:rsid w:val="00564ED3"/>
    <w:rsid w:val="00582CD8"/>
    <w:rsid w:val="0058555D"/>
    <w:rsid w:val="00593C2A"/>
    <w:rsid w:val="00595665"/>
    <w:rsid w:val="005A3B67"/>
    <w:rsid w:val="005C3D94"/>
    <w:rsid w:val="005E1963"/>
    <w:rsid w:val="005E52CC"/>
    <w:rsid w:val="005F1DAE"/>
    <w:rsid w:val="005F3495"/>
    <w:rsid w:val="005F7BAE"/>
    <w:rsid w:val="0060073A"/>
    <w:rsid w:val="00617EC5"/>
    <w:rsid w:val="00646BDD"/>
    <w:rsid w:val="00647008"/>
    <w:rsid w:val="006632D0"/>
    <w:rsid w:val="006675A1"/>
    <w:rsid w:val="006715AC"/>
    <w:rsid w:val="00672387"/>
    <w:rsid w:val="00677DCE"/>
    <w:rsid w:val="00682448"/>
    <w:rsid w:val="00686453"/>
    <w:rsid w:val="00693DB3"/>
    <w:rsid w:val="006F4B48"/>
    <w:rsid w:val="0070704B"/>
    <w:rsid w:val="00713F43"/>
    <w:rsid w:val="0071686D"/>
    <w:rsid w:val="007200FC"/>
    <w:rsid w:val="00741A68"/>
    <w:rsid w:val="00745A24"/>
    <w:rsid w:val="0075184C"/>
    <w:rsid w:val="00757BB2"/>
    <w:rsid w:val="0076252F"/>
    <w:rsid w:val="0077147E"/>
    <w:rsid w:val="007854A8"/>
    <w:rsid w:val="007935F2"/>
    <w:rsid w:val="00795AB4"/>
    <w:rsid w:val="007A0A82"/>
    <w:rsid w:val="007B7556"/>
    <w:rsid w:val="007C19E5"/>
    <w:rsid w:val="007E5350"/>
    <w:rsid w:val="007F02AE"/>
    <w:rsid w:val="007F0E85"/>
    <w:rsid w:val="007F775A"/>
    <w:rsid w:val="00800CAD"/>
    <w:rsid w:val="00820F86"/>
    <w:rsid w:val="00831C92"/>
    <w:rsid w:val="008449F7"/>
    <w:rsid w:val="00863C76"/>
    <w:rsid w:val="00865D09"/>
    <w:rsid w:val="0087398B"/>
    <w:rsid w:val="0088761B"/>
    <w:rsid w:val="00896244"/>
    <w:rsid w:val="008A22AD"/>
    <w:rsid w:val="008B159E"/>
    <w:rsid w:val="008B3DA7"/>
    <w:rsid w:val="008C5888"/>
    <w:rsid w:val="008D36C4"/>
    <w:rsid w:val="008D54F9"/>
    <w:rsid w:val="008D6121"/>
    <w:rsid w:val="0090478F"/>
    <w:rsid w:val="00910903"/>
    <w:rsid w:val="00911075"/>
    <w:rsid w:val="009127BD"/>
    <w:rsid w:val="009172ED"/>
    <w:rsid w:val="009231FB"/>
    <w:rsid w:val="00930992"/>
    <w:rsid w:val="009309FB"/>
    <w:rsid w:val="00937B9C"/>
    <w:rsid w:val="009555F1"/>
    <w:rsid w:val="00961963"/>
    <w:rsid w:val="00964183"/>
    <w:rsid w:val="00976A86"/>
    <w:rsid w:val="00981521"/>
    <w:rsid w:val="00994A29"/>
    <w:rsid w:val="00995ECA"/>
    <w:rsid w:val="009A7D43"/>
    <w:rsid w:val="009B03EE"/>
    <w:rsid w:val="009B531D"/>
    <w:rsid w:val="009B54F2"/>
    <w:rsid w:val="009C2754"/>
    <w:rsid w:val="009C5663"/>
    <w:rsid w:val="009E4892"/>
    <w:rsid w:val="009E75EA"/>
    <w:rsid w:val="009F6366"/>
    <w:rsid w:val="00A113F0"/>
    <w:rsid w:val="00A1744A"/>
    <w:rsid w:val="00A44FA6"/>
    <w:rsid w:val="00A6009B"/>
    <w:rsid w:val="00A644F8"/>
    <w:rsid w:val="00A646F6"/>
    <w:rsid w:val="00A754CB"/>
    <w:rsid w:val="00A80114"/>
    <w:rsid w:val="00A80CC2"/>
    <w:rsid w:val="00A81E31"/>
    <w:rsid w:val="00A85363"/>
    <w:rsid w:val="00A85ACF"/>
    <w:rsid w:val="00AA150D"/>
    <w:rsid w:val="00AB2025"/>
    <w:rsid w:val="00AD69EA"/>
    <w:rsid w:val="00AE0C52"/>
    <w:rsid w:val="00AE1C01"/>
    <w:rsid w:val="00AF6BE3"/>
    <w:rsid w:val="00B1026B"/>
    <w:rsid w:val="00B102DB"/>
    <w:rsid w:val="00B14C75"/>
    <w:rsid w:val="00B16BA4"/>
    <w:rsid w:val="00B173E3"/>
    <w:rsid w:val="00B25D0C"/>
    <w:rsid w:val="00B34E94"/>
    <w:rsid w:val="00B3599D"/>
    <w:rsid w:val="00B478B2"/>
    <w:rsid w:val="00B55F9E"/>
    <w:rsid w:val="00B6137E"/>
    <w:rsid w:val="00B61B20"/>
    <w:rsid w:val="00B72670"/>
    <w:rsid w:val="00B76C86"/>
    <w:rsid w:val="00B828FF"/>
    <w:rsid w:val="00B86FE0"/>
    <w:rsid w:val="00B92B18"/>
    <w:rsid w:val="00B94DCE"/>
    <w:rsid w:val="00B96F58"/>
    <w:rsid w:val="00BA2FDB"/>
    <w:rsid w:val="00BA3078"/>
    <w:rsid w:val="00BB32FD"/>
    <w:rsid w:val="00BD0E24"/>
    <w:rsid w:val="00BD5F69"/>
    <w:rsid w:val="00BF247A"/>
    <w:rsid w:val="00BF6DBA"/>
    <w:rsid w:val="00C06A2A"/>
    <w:rsid w:val="00C06BDE"/>
    <w:rsid w:val="00C0720C"/>
    <w:rsid w:val="00C13DDD"/>
    <w:rsid w:val="00C40870"/>
    <w:rsid w:val="00C73B00"/>
    <w:rsid w:val="00C800BD"/>
    <w:rsid w:val="00C9194A"/>
    <w:rsid w:val="00C9204C"/>
    <w:rsid w:val="00C95EA2"/>
    <w:rsid w:val="00CA10C6"/>
    <w:rsid w:val="00CA3348"/>
    <w:rsid w:val="00CA775A"/>
    <w:rsid w:val="00CB08EA"/>
    <w:rsid w:val="00CB3141"/>
    <w:rsid w:val="00CC4131"/>
    <w:rsid w:val="00CC50E7"/>
    <w:rsid w:val="00CD4280"/>
    <w:rsid w:val="00CD47AB"/>
    <w:rsid w:val="00CE4C70"/>
    <w:rsid w:val="00D05437"/>
    <w:rsid w:val="00D1053E"/>
    <w:rsid w:val="00D127EE"/>
    <w:rsid w:val="00D311E4"/>
    <w:rsid w:val="00D34051"/>
    <w:rsid w:val="00D63C0F"/>
    <w:rsid w:val="00D669AC"/>
    <w:rsid w:val="00D67DAA"/>
    <w:rsid w:val="00D71E0B"/>
    <w:rsid w:val="00D74B98"/>
    <w:rsid w:val="00D824BC"/>
    <w:rsid w:val="00D84A6B"/>
    <w:rsid w:val="00D86218"/>
    <w:rsid w:val="00D952C2"/>
    <w:rsid w:val="00DA1D26"/>
    <w:rsid w:val="00DA4067"/>
    <w:rsid w:val="00DA53BA"/>
    <w:rsid w:val="00DB2C7E"/>
    <w:rsid w:val="00DB324D"/>
    <w:rsid w:val="00DB43E6"/>
    <w:rsid w:val="00DC0850"/>
    <w:rsid w:val="00DC73D8"/>
    <w:rsid w:val="00DE4073"/>
    <w:rsid w:val="00DF639D"/>
    <w:rsid w:val="00E0049D"/>
    <w:rsid w:val="00E072C9"/>
    <w:rsid w:val="00E12987"/>
    <w:rsid w:val="00E161DA"/>
    <w:rsid w:val="00E2423A"/>
    <w:rsid w:val="00E2647E"/>
    <w:rsid w:val="00E273A1"/>
    <w:rsid w:val="00E27483"/>
    <w:rsid w:val="00E606A8"/>
    <w:rsid w:val="00E60D5A"/>
    <w:rsid w:val="00E6461E"/>
    <w:rsid w:val="00E705D3"/>
    <w:rsid w:val="00E71159"/>
    <w:rsid w:val="00E745E6"/>
    <w:rsid w:val="00E9301E"/>
    <w:rsid w:val="00E97644"/>
    <w:rsid w:val="00E976F0"/>
    <w:rsid w:val="00EA5011"/>
    <w:rsid w:val="00EB4978"/>
    <w:rsid w:val="00EC2FC6"/>
    <w:rsid w:val="00EF0342"/>
    <w:rsid w:val="00EF409D"/>
    <w:rsid w:val="00EF6B07"/>
    <w:rsid w:val="00F03051"/>
    <w:rsid w:val="00F05552"/>
    <w:rsid w:val="00F479C5"/>
    <w:rsid w:val="00F561FD"/>
    <w:rsid w:val="00F701D4"/>
    <w:rsid w:val="00F72123"/>
    <w:rsid w:val="00F93851"/>
    <w:rsid w:val="00F94CBD"/>
    <w:rsid w:val="00F95DCE"/>
    <w:rsid w:val="00F967E7"/>
    <w:rsid w:val="00FA70A3"/>
    <w:rsid w:val="00FB213A"/>
    <w:rsid w:val="00FB3E1A"/>
    <w:rsid w:val="00FC0642"/>
    <w:rsid w:val="00FF4B1D"/>
    <w:rsid w:val="00FF5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A53"/>
    <w:rPr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EC2FC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5181D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EC2FC6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EC2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81D"/>
    <w:rPr>
      <w:sz w:val="0"/>
      <w:szCs w:val="0"/>
    </w:rPr>
  </w:style>
  <w:style w:type="paragraph" w:customStyle="1" w:styleId="ConsPlusTitle">
    <w:name w:val="ConsPlusTitle"/>
    <w:uiPriority w:val="99"/>
    <w:rsid w:val="00DB324D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grame">
    <w:name w:val="grame"/>
    <w:basedOn w:val="DefaultParagraphFont"/>
    <w:uiPriority w:val="99"/>
    <w:rsid w:val="0044422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87E9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181D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87E9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099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099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60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89</Words>
  <Characters>511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AleevaLR</dc:creator>
  <cp:keywords/>
  <dc:description/>
  <cp:lastModifiedBy>user</cp:lastModifiedBy>
  <cp:revision>5</cp:revision>
  <cp:lastPrinted>2013-08-07T08:22:00Z</cp:lastPrinted>
  <dcterms:created xsi:type="dcterms:W3CDTF">2013-08-07T08:20:00Z</dcterms:created>
  <dcterms:modified xsi:type="dcterms:W3CDTF">2013-10-07T06:05:00Z</dcterms:modified>
</cp:coreProperties>
</file>