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AF" w:rsidRDefault="00BD37AF" w:rsidP="004461A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Закон Ульяновской области</w:t>
      </w:r>
    </w:p>
    <w:p w:rsidR="00BD37AF" w:rsidRDefault="00BD37AF" w:rsidP="004461A2">
      <w:pPr>
        <w:jc w:val="center"/>
        <w:rPr>
          <w:b/>
          <w:color w:val="000000"/>
          <w:sz w:val="28"/>
          <w:szCs w:val="28"/>
        </w:rPr>
      </w:pPr>
    </w:p>
    <w:p w:rsidR="00BD37AF" w:rsidRDefault="00BD37AF" w:rsidP="004461A2">
      <w:pPr>
        <w:jc w:val="center"/>
        <w:rPr>
          <w:b/>
          <w:color w:val="000000"/>
          <w:sz w:val="28"/>
          <w:szCs w:val="28"/>
        </w:rPr>
      </w:pPr>
    </w:p>
    <w:p w:rsidR="00BD37AF" w:rsidRDefault="00BD37AF" w:rsidP="004461A2">
      <w:pPr>
        <w:jc w:val="center"/>
        <w:rPr>
          <w:b/>
          <w:color w:val="000000"/>
          <w:sz w:val="28"/>
          <w:szCs w:val="28"/>
        </w:rPr>
      </w:pPr>
    </w:p>
    <w:p w:rsidR="00BD37AF" w:rsidRDefault="00BD37AF" w:rsidP="004461A2">
      <w:pPr>
        <w:jc w:val="center"/>
        <w:rPr>
          <w:b/>
          <w:color w:val="000000"/>
          <w:sz w:val="28"/>
          <w:szCs w:val="28"/>
        </w:rPr>
      </w:pPr>
    </w:p>
    <w:p w:rsidR="00BD37AF" w:rsidRDefault="00BD37AF" w:rsidP="004461A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 в статью 9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 xml:space="preserve">Закона Ульяновской области </w:t>
      </w:r>
    </w:p>
    <w:p w:rsidR="00BD37AF" w:rsidRDefault="00BD37AF" w:rsidP="004461A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«О государственных должностях Ульяновской области»</w:t>
      </w:r>
    </w:p>
    <w:p w:rsidR="00BD37AF" w:rsidRDefault="00BD37AF" w:rsidP="004461A2">
      <w:pPr>
        <w:jc w:val="center"/>
        <w:rPr>
          <w:sz w:val="28"/>
          <w:szCs w:val="28"/>
        </w:rPr>
      </w:pPr>
    </w:p>
    <w:p w:rsidR="00BD37AF" w:rsidRDefault="00BD37AF" w:rsidP="004461A2">
      <w:pPr>
        <w:jc w:val="center"/>
        <w:rPr>
          <w:sz w:val="28"/>
          <w:szCs w:val="28"/>
        </w:rPr>
      </w:pPr>
    </w:p>
    <w:p w:rsidR="00BD37AF" w:rsidRDefault="00BD37AF" w:rsidP="004461A2">
      <w:pPr>
        <w:jc w:val="center"/>
        <w:rPr>
          <w:sz w:val="28"/>
          <w:szCs w:val="28"/>
        </w:rPr>
      </w:pPr>
    </w:p>
    <w:p w:rsidR="00BD37AF" w:rsidRDefault="00BD37AF" w:rsidP="004461A2">
      <w:pPr>
        <w:jc w:val="center"/>
        <w:rPr>
          <w:sz w:val="28"/>
          <w:szCs w:val="28"/>
        </w:rPr>
      </w:pPr>
    </w:p>
    <w:p w:rsidR="00BD37AF" w:rsidRDefault="00BD37AF" w:rsidP="004461A2">
      <w:pPr>
        <w:jc w:val="center"/>
        <w:rPr>
          <w:sz w:val="28"/>
          <w:szCs w:val="28"/>
        </w:rPr>
      </w:pPr>
    </w:p>
    <w:p w:rsidR="00BD37AF" w:rsidRDefault="00BD37AF" w:rsidP="004461A2">
      <w:pPr>
        <w:jc w:val="center"/>
        <w:rPr>
          <w:sz w:val="28"/>
          <w:szCs w:val="28"/>
        </w:rPr>
      </w:pPr>
    </w:p>
    <w:p w:rsidR="00BD37AF" w:rsidRPr="00FC79F0" w:rsidRDefault="00BD37AF" w:rsidP="004461A2">
      <w:pPr>
        <w:jc w:val="center"/>
        <w:rPr>
          <w:sz w:val="28"/>
          <w:szCs w:val="28"/>
        </w:rPr>
      </w:pPr>
    </w:p>
    <w:p w:rsidR="00BD37AF" w:rsidRPr="004A45BF" w:rsidRDefault="00BD37AF" w:rsidP="004461A2">
      <w:pPr>
        <w:ind w:firstLine="650"/>
        <w:jc w:val="center"/>
        <w:rPr>
          <w:sz w:val="28"/>
          <w:szCs w:val="28"/>
        </w:rPr>
      </w:pPr>
    </w:p>
    <w:p w:rsidR="00BD37AF" w:rsidRDefault="00BD37AF" w:rsidP="004461A2">
      <w:pPr>
        <w:pStyle w:val="ConsPlusNormal"/>
        <w:spacing w:line="360" w:lineRule="auto"/>
        <w:ind w:firstLine="650"/>
        <w:jc w:val="both"/>
        <w:rPr>
          <w:rFonts w:ascii="Times New Roman" w:hAnsi="Times New Roman" w:cs="Times New Roman"/>
          <w:sz w:val="28"/>
          <w:szCs w:val="28"/>
        </w:rPr>
      </w:pPr>
      <w:r w:rsidRPr="004A45BF">
        <w:rPr>
          <w:rFonts w:ascii="Times New Roman" w:hAnsi="Times New Roman" w:cs="Times New Roman"/>
          <w:sz w:val="28"/>
          <w:szCs w:val="28"/>
        </w:rPr>
        <w:t>Внести в статью 9</w:t>
      </w:r>
      <w:r w:rsidRPr="004A45BF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4A45BF">
        <w:rPr>
          <w:rFonts w:ascii="Times New Roman" w:hAnsi="Times New Roman" w:cs="Times New Roman"/>
          <w:sz w:val="28"/>
          <w:szCs w:val="28"/>
        </w:rPr>
        <w:t xml:space="preserve">Закона Ульяновской области от 30 января 2006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№ </w:t>
      </w:r>
      <w:r w:rsidRPr="004A45BF">
        <w:rPr>
          <w:rFonts w:ascii="Times New Roman" w:hAnsi="Times New Roman" w:cs="Times New Roman"/>
          <w:sz w:val="28"/>
          <w:szCs w:val="28"/>
        </w:rPr>
        <w:t xml:space="preserve">06-ЗО «О государственных должностях Ульяновской области» («Ульяновская правда» от 01.02.2006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7; от 10.06.2006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43; от 07.07.2006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51; от 08.11.2006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86; от 22.12.2007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110; от 26.12.2007 </w:t>
      </w:r>
      <w:r>
        <w:rPr>
          <w:rFonts w:ascii="Times New Roman" w:hAnsi="Times New Roman" w:cs="Times New Roman"/>
          <w:sz w:val="28"/>
          <w:szCs w:val="28"/>
        </w:rPr>
        <w:t xml:space="preserve">№ 111; от 28.03.2008 № </w:t>
      </w:r>
      <w:r w:rsidRPr="004A45BF">
        <w:rPr>
          <w:rFonts w:ascii="Times New Roman" w:hAnsi="Times New Roman" w:cs="Times New Roman"/>
          <w:sz w:val="28"/>
          <w:szCs w:val="28"/>
        </w:rPr>
        <w:t xml:space="preserve">28; </w:t>
      </w:r>
      <w:r>
        <w:rPr>
          <w:rFonts w:ascii="Times New Roman" w:hAnsi="Times New Roman" w:cs="Times New Roman"/>
          <w:sz w:val="28"/>
          <w:szCs w:val="28"/>
        </w:rPr>
        <w:br/>
      </w:r>
      <w:r w:rsidRPr="004A45BF">
        <w:rPr>
          <w:rFonts w:ascii="Times New Roman" w:hAnsi="Times New Roman" w:cs="Times New Roman"/>
          <w:sz w:val="28"/>
          <w:szCs w:val="28"/>
        </w:rPr>
        <w:t xml:space="preserve">от 07.11.2008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91; от 19.12.2008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103; от 06.03.2009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17; от 30.04.2009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33; от 04.12.2009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97; от 10.03.2010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17; от 12.05.2010 </w:t>
      </w:r>
      <w:r>
        <w:rPr>
          <w:rFonts w:ascii="Times New Roman" w:hAnsi="Times New Roman" w:cs="Times New Roman"/>
          <w:sz w:val="28"/>
          <w:szCs w:val="28"/>
        </w:rPr>
        <w:t>№ 35</w:t>
      </w:r>
      <w:r w:rsidRPr="004A45BF">
        <w:rPr>
          <w:rFonts w:ascii="Times New Roman" w:hAnsi="Times New Roman" w:cs="Times New Roman"/>
          <w:sz w:val="28"/>
          <w:szCs w:val="28"/>
        </w:rPr>
        <w:t xml:space="preserve">-36; от 13.10.2010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84; от 04.02.2011 </w:t>
      </w:r>
      <w:r>
        <w:rPr>
          <w:rFonts w:ascii="Times New Roman" w:hAnsi="Times New Roman" w:cs="Times New Roman"/>
          <w:sz w:val="28"/>
          <w:szCs w:val="28"/>
        </w:rPr>
        <w:t>№ 12</w:t>
      </w:r>
      <w:r w:rsidRPr="004A45BF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4A45BF">
        <w:rPr>
          <w:rFonts w:ascii="Times New Roman" w:hAnsi="Times New Roman" w:cs="Times New Roman"/>
          <w:sz w:val="28"/>
          <w:szCs w:val="28"/>
        </w:rPr>
        <w:t xml:space="preserve">13; от 04.03.2011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23;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5BF">
        <w:rPr>
          <w:rFonts w:ascii="Times New Roman" w:hAnsi="Times New Roman" w:cs="Times New Roman"/>
          <w:sz w:val="28"/>
          <w:szCs w:val="28"/>
        </w:rPr>
        <w:t xml:space="preserve">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48; </w:t>
      </w:r>
      <w:r>
        <w:rPr>
          <w:rFonts w:ascii="Times New Roman" w:hAnsi="Times New Roman" w:cs="Times New Roman"/>
          <w:sz w:val="28"/>
          <w:szCs w:val="28"/>
        </w:rPr>
        <w:br/>
      </w:r>
      <w:r w:rsidRPr="004A45BF">
        <w:rPr>
          <w:rFonts w:ascii="Times New Roman" w:hAnsi="Times New Roman" w:cs="Times New Roman"/>
          <w:sz w:val="28"/>
          <w:szCs w:val="28"/>
        </w:rPr>
        <w:t xml:space="preserve">от 12.10.2011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115;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147; от 04.05.2012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45; от 29.06.2012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4A45BF">
        <w:rPr>
          <w:rFonts w:ascii="Times New Roman" w:hAnsi="Times New Roman" w:cs="Times New Roman"/>
          <w:sz w:val="28"/>
          <w:szCs w:val="28"/>
        </w:rPr>
        <w:t xml:space="preserve"> 67; 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A4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A45BF">
        <w:rPr>
          <w:rFonts w:ascii="Times New Roman" w:hAnsi="Times New Roman" w:cs="Times New Roman"/>
          <w:sz w:val="28"/>
          <w:szCs w:val="28"/>
        </w:rPr>
        <w:t>.03.2013 № 2</w:t>
      </w:r>
      <w:r>
        <w:rPr>
          <w:rFonts w:ascii="Times New Roman" w:hAnsi="Times New Roman" w:cs="Times New Roman"/>
          <w:sz w:val="28"/>
          <w:szCs w:val="28"/>
        </w:rPr>
        <w:t>3; от 08.05.2013 № 48</w:t>
      </w:r>
      <w:r w:rsidRPr="004A45BF">
        <w:rPr>
          <w:rFonts w:ascii="Times New Roman" w:hAnsi="Times New Roman" w:cs="Times New Roman"/>
          <w:sz w:val="28"/>
          <w:szCs w:val="28"/>
        </w:rPr>
        <w:t>) изменени</w:t>
      </w:r>
      <w:r>
        <w:rPr>
          <w:rFonts w:ascii="Times New Roman" w:hAnsi="Times New Roman" w:cs="Times New Roman"/>
          <w:sz w:val="28"/>
          <w:szCs w:val="28"/>
        </w:rPr>
        <w:t xml:space="preserve">е, изложив часть 9 </w:t>
      </w:r>
      <w:r>
        <w:rPr>
          <w:rFonts w:ascii="Times New Roman" w:hAnsi="Times New Roman" w:cs="Times New Roman"/>
          <w:sz w:val="28"/>
          <w:szCs w:val="28"/>
        </w:rPr>
        <w:br/>
        <w:t>в следующей редакции:</w:t>
      </w:r>
    </w:p>
    <w:p w:rsidR="00BD37AF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Руководитель кадровой службы соответствующего государственного органа Ульяновской области представляет должностному лицу (государственному органу Ульяновской области), принявшему решение о проведении проверок, доклад об их результатах. </w:t>
      </w:r>
    </w:p>
    <w:p w:rsidR="00BD37AF" w:rsidRPr="00675CC4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CC4">
        <w:rPr>
          <w:rFonts w:ascii="Times New Roman" w:hAnsi="Times New Roman" w:cs="Times New Roman"/>
          <w:sz w:val="28"/>
          <w:szCs w:val="28"/>
        </w:rPr>
        <w:t>При этом в докладе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675CC4">
        <w:rPr>
          <w:rFonts w:ascii="Times New Roman" w:hAnsi="Times New Roman" w:cs="Times New Roman"/>
          <w:sz w:val="28"/>
          <w:szCs w:val="28"/>
        </w:rPr>
        <w:t xml:space="preserve"> содержаться од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675CC4">
        <w:rPr>
          <w:rFonts w:ascii="Times New Roman" w:hAnsi="Times New Roman" w:cs="Times New Roman"/>
          <w:sz w:val="28"/>
          <w:szCs w:val="28"/>
        </w:rPr>
        <w:t xml:space="preserve"> из следующих </w:t>
      </w:r>
      <w:r>
        <w:rPr>
          <w:rFonts w:ascii="Times New Roman" w:hAnsi="Times New Roman" w:cs="Times New Roman"/>
          <w:sz w:val="28"/>
          <w:szCs w:val="28"/>
        </w:rPr>
        <w:t>выводов</w:t>
      </w:r>
      <w:r w:rsidRPr="00675CC4">
        <w:rPr>
          <w:rFonts w:ascii="Times New Roman" w:hAnsi="Times New Roman" w:cs="Times New Roman"/>
          <w:sz w:val="28"/>
          <w:szCs w:val="28"/>
        </w:rPr>
        <w:t>:</w:t>
      </w:r>
    </w:p>
    <w:p w:rsidR="00BD37AF" w:rsidRPr="00675CC4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сведения, представленные лицом, замещающим государственную должность, </w:t>
      </w:r>
      <w:r w:rsidRPr="0091299F">
        <w:rPr>
          <w:rFonts w:ascii="Times New Roman" w:hAnsi="Times New Roman" w:cs="Times New Roman"/>
          <w:sz w:val="28"/>
          <w:szCs w:val="28"/>
        </w:rPr>
        <w:t xml:space="preserve">не указанную в </w:t>
      </w:r>
      <w:hyperlink r:id="rId6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838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91299F">
        <w:rPr>
          <w:sz w:val="28"/>
          <w:szCs w:val="28"/>
        </w:rPr>
        <w:t xml:space="preserve"> </w:t>
      </w:r>
      <w:r w:rsidRPr="0091299F">
        <w:rPr>
          <w:rFonts w:ascii="Times New Roman" w:hAnsi="Times New Roman" w:cs="Times New Roman"/>
          <w:sz w:val="28"/>
          <w:szCs w:val="28"/>
        </w:rPr>
        <w:t>проводил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299F">
        <w:rPr>
          <w:rFonts w:ascii="Times New Roman" w:hAnsi="Times New Roman" w:cs="Times New Roman"/>
          <w:sz w:val="28"/>
          <w:szCs w:val="28"/>
        </w:rPr>
        <w:t>сь проверк</w:t>
      </w:r>
      <w:r>
        <w:rPr>
          <w:rFonts w:ascii="Times New Roman" w:hAnsi="Times New Roman" w:cs="Times New Roman"/>
          <w:sz w:val="28"/>
          <w:szCs w:val="28"/>
        </w:rPr>
        <w:t>а, являются достоверными</w:t>
      </w:r>
      <w:r w:rsidRPr="00675CC4">
        <w:rPr>
          <w:rFonts w:ascii="Times New Roman" w:hAnsi="Times New Roman" w:cs="Times New Roman"/>
          <w:sz w:val="28"/>
          <w:szCs w:val="28"/>
        </w:rPr>
        <w:t>;</w:t>
      </w:r>
    </w:p>
    <w:p w:rsidR="00BD37AF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сведения, представленные лицом, замещающим государственную должность, </w:t>
      </w:r>
      <w:r w:rsidRPr="0091299F">
        <w:rPr>
          <w:rFonts w:ascii="Times New Roman" w:hAnsi="Times New Roman" w:cs="Times New Roman"/>
          <w:sz w:val="28"/>
          <w:szCs w:val="28"/>
        </w:rPr>
        <w:t xml:space="preserve">не указанную в </w:t>
      </w:r>
      <w:hyperlink r:id="rId13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838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91299F">
        <w:rPr>
          <w:sz w:val="28"/>
          <w:szCs w:val="28"/>
        </w:rPr>
        <w:t xml:space="preserve"> </w:t>
      </w:r>
      <w:r w:rsidRPr="0091299F">
        <w:rPr>
          <w:rFonts w:ascii="Times New Roman" w:hAnsi="Times New Roman" w:cs="Times New Roman"/>
          <w:sz w:val="28"/>
          <w:szCs w:val="28"/>
        </w:rPr>
        <w:t>проводил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299F">
        <w:rPr>
          <w:rFonts w:ascii="Times New Roman" w:hAnsi="Times New Roman" w:cs="Times New Roman"/>
          <w:sz w:val="28"/>
          <w:szCs w:val="28"/>
        </w:rPr>
        <w:t>сь проверк</w:t>
      </w:r>
      <w:r>
        <w:rPr>
          <w:rFonts w:ascii="Times New Roman" w:hAnsi="Times New Roman" w:cs="Times New Roman"/>
          <w:sz w:val="28"/>
          <w:szCs w:val="28"/>
        </w:rPr>
        <w:t>а, являются достоверными, но неполными;</w:t>
      </w:r>
    </w:p>
    <w:p w:rsidR="00BD37AF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сведения, представленные лицом, замещающим государственную должность, </w:t>
      </w:r>
      <w:r w:rsidRPr="0091299F">
        <w:rPr>
          <w:rFonts w:ascii="Times New Roman" w:hAnsi="Times New Roman" w:cs="Times New Roman"/>
          <w:sz w:val="28"/>
          <w:szCs w:val="28"/>
        </w:rPr>
        <w:t xml:space="preserve">не указанную в </w:t>
      </w:r>
      <w:hyperlink r:id="rId20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838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91299F">
        <w:rPr>
          <w:sz w:val="28"/>
          <w:szCs w:val="28"/>
        </w:rPr>
        <w:t xml:space="preserve"> </w:t>
      </w:r>
      <w:r w:rsidRPr="0091299F">
        <w:rPr>
          <w:rFonts w:ascii="Times New Roman" w:hAnsi="Times New Roman" w:cs="Times New Roman"/>
          <w:sz w:val="28"/>
          <w:szCs w:val="28"/>
        </w:rPr>
        <w:t>проводил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299F">
        <w:rPr>
          <w:rFonts w:ascii="Times New Roman" w:hAnsi="Times New Roman" w:cs="Times New Roman"/>
          <w:sz w:val="28"/>
          <w:szCs w:val="28"/>
        </w:rPr>
        <w:t>сь проверк</w:t>
      </w:r>
      <w:r>
        <w:rPr>
          <w:rFonts w:ascii="Times New Roman" w:hAnsi="Times New Roman" w:cs="Times New Roman"/>
          <w:sz w:val="28"/>
          <w:szCs w:val="28"/>
        </w:rPr>
        <w:t>а, являются недостоверными;</w:t>
      </w:r>
    </w:p>
    <w:p w:rsidR="00BD37AF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лицом, замещающим государственную должность, </w:t>
      </w:r>
      <w:r w:rsidRPr="0091299F">
        <w:rPr>
          <w:rFonts w:ascii="Times New Roman" w:hAnsi="Times New Roman" w:cs="Times New Roman"/>
          <w:sz w:val="28"/>
          <w:szCs w:val="28"/>
        </w:rPr>
        <w:t xml:space="preserve">не указанную в </w:t>
      </w:r>
      <w:hyperlink r:id="rId27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838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91299F">
        <w:rPr>
          <w:sz w:val="28"/>
          <w:szCs w:val="28"/>
        </w:rPr>
        <w:t xml:space="preserve"> </w:t>
      </w:r>
      <w:r w:rsidRPr="0091299F">
        <w:rPr>
          <w:rFonts w:ascii="Times New Roman" w:hAnsi="Times New Roman" w:cs="Times New Roman"/>
          <w:sz w:val="28"/>
          <w:szCs w:val="28"/>
        </w:rPr>
        <w:t>проводил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299F">
        <w:rPr>
          <w:rFonts w:ascii="Times New Roman" w:hAnsi="Times New Roman" w:cs="Times New Roman"/>
          <w:sz w:val="28"/>
          <w:szCs w:val="28"/>
        </w:rPr>
        <w:t>сь проверк</w:t>
      </w:r>
      <w:r>
        <w:rPr>
          <w:rFonts w:ascii="Times New Roman" w:hAnsi="Times New Roman" w:cs="Times New Roman"/>
          <w:sz w:val="28"/>
          <w:szCs w:val="28"/>
        </w:rPr>
        <w:t>а, соблюдены налагаемые на него ограничения и обязанности;</w:t>
      </w:r>
    </w:p>
    <w:p w:rsidR="00BD37AF" w:rsidRPr="00675CC4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E67C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лицом, замещающим государственную должность, </w:t>
      </w:r>
      <w:r w:rsidRPr="0091299F">
        <w:rPr>
          <w:rFonts w:ascii="Times New Roman" w:hAnsi="Times New Roman" w:cs="Times New Roman"/>
          <w:sz w:val="28"/>
          <w:szCs w:val="28"/>
        </w:rPr>
        <w:t xml:space="preserve">не указанную в </w:t>
      </w:r>
      <w:hyperlink r:id="rId34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838E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0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в отношении которого</w:t>
      </w:r>
      <w:r w:rsidRPr="0091299F">
        <w:rPr>
          <w:sz w:val="28"/>
          <w:szCs w:val="28"/>
        </w:rPr>
        <w:t xml:space="preserve"> </w:t>
      </w:r>
      <w:r w:rsidRPr="0091299F">
        <w:rPr>
          <w:rFonts w:ascii="Times New Roman" w:hAnsi="Times New Roman" w:cs="Times New Roman"/>
          <w:sz w:val="28"/>
          <w:szCs w:val="28"/>
        </w:rPr>
        <w:t>проводил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299F">
        <w:rPr>
          <w:rFonts w:ascii="Times New Roman" w:hAnsi="Times New Roman" w:cs="Times New Roman"/>
          <w:sz w:val="28"/>
          <w:szCs w:val="28"/>
        </w:rPr>
        <w:t>сь проверк</w:t>
      </w:r>
      <w:r>
        <w:rPr>
          <w:rFonts w:ascii="Times New Roman" w:hAnsi="Times New Roman" w:cs="Times New Roman"/>
          <w:sz w:val="28"/>
          <w:szCs w:val="28"/>
        </w:rPr>
        <w:t>а, не соблюдены налагаемые на него ограничения и обязанности.</w:t>
      </w:r>
    </w:p>
    <w:p w:rsidR="00BD37AF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пунктами 2, 3 и 5 настоящей части, материалы проверки передаются в комиссию, уполномоченную рассматривать вопросы соблюдения лицами, замещающими государственные должности, </w:t>
      </w:r>
      <w:r w:rsidRPr="0091299F">
        <w:rPr>
          <w:rFonts w:ascii="Times New Roman" w:hAnsi="Times New Roman" w:cs="Times New Roman"/>
          <w:sz w:val="28"/>
          <w:szCs w:val="28"/>
        </w:rPr>
        <w:t>не указанн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912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91299F">
        <w:rPr>
          <w:rFonts w:ascii="Times New Roman" w:hAnsi="Times New Roman" w:cs="Times New Roman"/>
          <w:sz w:val="28"/>
          <w:szCs w:val="28"/>
        </w:rPr>
        <w:t xml:space="preserve">в </w:t>
      </w:r>
      <w:hyperlink r:id="rId41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  <w:r w:rsidRPr="006838E0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7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налагаемых на них ограничений и обязанностей.</w:t>
      </w:r>
    </w:p>
    <w:p w:rsidR="00BD37AF" w:rsidRPr="00675CC4" w:rsidRDefault="00BD37AF" w:rsidP="004461A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работы и  состав комиссии по рассмотрению вопросов соблюдения  лицами, замещающими государственные должности, </w:t>
      </w:r>
      <w:r w:rsidRPr="0091299F">
        <w:rPr>
          <w:rFonts w:ascii="Times New Roman" w:hAnsi="Times New Roman" w:cs="Times New Roman"/>
          <w:sz w:val="28"/>
          <w:szCs w:val="28"/>
        </w:rPr>
        <w:t>не указанн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91299F">
        <w:rPr>
          <w:rFonts w:ascii="Times New Roman" w:hAnsi="Times New Roman" w:cs="Times New Roman"/>
          <w:sz w:val="28"/>
          <w:szCs w:val="28"/>
        </w:rPr>
        <w:t xml:space="preserve"> в </w:t>
      </w:r>
      <w:hyperlink r:id="rId48" w:history="1">
        <w:r w:rsidRPr="0091299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91299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50" w:history="1">
        <w:r w:rsidRPr="0091299F">
          <w:rPr>
            <w:rFonts w:ascii="Times New Roman" w:hAnsi="Times New Roman" w:cs="Times New Roman"/>
            <w:sz w:val="28"/>
            <w:szCs w:val="28"/>
          </w:rPr>
          <w:t>5</w:t>
        </w:r>
        <w:r w:rsidRPr="006838E0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51" w:history="1">
        <w:r w:rsidRPr="0091299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52" w:history="1">
        <w:r w:rsidRPr="0091299F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53" w:history="1">
        <w:r w:rsidRPr="0091299F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4" w:history="1">
        <w:r w:rsidRPr="0091299F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Pr="0091299F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 xml:space="preserve">, налагаемых на них ограничений </w:t>
      </w:r>
      <w:r>
        <w:rPr>
          <w:rFonts w:ascii="Times New Roman" w:hAnsi="Times New Roman" w:cs="Times New Roman"/>
          <w:sz w:val="28"/>
          <w:szCs w:val="28"/>
        </w:rPr>
        <w:br/>
        <w:t>и обязанностей устанавливаются нормативным правовым актом Губернатора Ульяновской области.».</w:t>
      </w:r>
    </w:p>
    <w:p w:rsidR="00BD37AF" w:rsidRDefault="00BD37AF" w:rsidP="004461A2">
      <w:pPr>
        <w:spacing w:line="360" w:lineRule="auto"/>
        <w:jc w:val="both"/>
        <w:rPr>
          <w:sz w:val="28"/>
        </w:rPr>
      </w:pPr>
    </w:p>
    <w:p w:rsidR="00BD37AF" w:rsidRPr="00F40FB6" w:rsidRDefault="00BD37AF" w:rsidP="004461A2">
      <w:pPr>
        <w:jc w:val="both"/>
        <w:rPr>
          <w:sz w:val="28"/>
        </w:rPr>
      </w:pPr>
    </w:p>
    <w:p w:rsidR="00BD37AF" w:rsidRPr="00F40FB6" w:rsidRDefault="00BD37AF" w:rsidP="004461A2">
      <w:pPr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  <w:t xml:space="preserve">          </w:t>
      </w:r>
      <w:r>
        <w:rPr>
          <w:b/>
          <w:sz w:val="28"/>
        </w:rPr>
        <w:t xml:space="preserve">  </w:t>
      </w:r>
      <w:r w:rsidRPr="00F40FB6">
        <w:rPr>
          <w:b/>
          <w:sz w:val="28"/>
        </w:rPr>
        <w:t xml:space="preserve">   </w:t>
      </w:r>
      <w:r>
        <w:rPr>
          <w:b/>
          <w:sz w:val="28"/>
        </w:rPr>
        <w:t xml:space="preserve">         </w:t>
      </w:r>
      <w:r w:rsidRPr="00F40FB6">
        <w:rPr>
          <w:b/>
          <w:sz w:val="28"/>
        </w:rPr>
        <w:t xml:space="preserve"> С.И.Морозов</w:t>
      </w:r>
    </w:p>
    <w:p w:rsidR="00BD37AF" w:rsidRDefault="00BD37AF" w:rsidP="004461A2">
      <w:pPr>
        <w:tabs>
          <w:tab w:val="left" w:pos="5481"/>
        </w:tabs>
        <w:spacing w:line="233" w:lineRule="auto"/>
        <w:jc w:val="both"/>
        <w:rPr>
          <w:sz w:val="28"/>
        </w:rPr>
      </w:pPr>
      <w:r>
        <w:rPr>
          <w:sz w:val="28"/>
        </w:rPr>
        <w:tab/>
      </w:r>
    </w:p>
    <w:p w:rsidR="00BD37AF" w:rsidRDefault="00BD37AF" w:rsidP="004461A2">
      <w:pPr>
        <w:spacing w:line="235" w:lineRule="auto"/>
        <w:jc w:val="center"/>
        <w:rPr>
          <w:sz w:val="28"/>
        </w:rPr>
      </w:pPr>
    </w:p>
    <w:p w:rsidR="00BD37AF" w:rsidRDefault="00BD37AF" w:rsidP="004461A2">
      <w:pPr>
        <w:spacing w:line="235" w:lineRule="auto"/>
        <w:jc w:val="center"/>
        <w:rPr>
          <w:sz w:val="28"/>
        </w:rPr>
      </w:pPr>
    </w:p>
    <w:p w:rsidR="00BD37AF" w:rsidRPr="00F40FB6" w:rsidRDefault="00BD37AF" w:rsidP="004461A2">
      <w:pPr>
        <w:spacing w:line="235" w:lineRule="auto"/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BD37AF" w:rsidRPr="00F40FB6" w:rsidRDefault="00BD37AF" w:rsidP="004461A2">
      <w:pPr>
        <w:spacing w:line="235" w:lineRule="auto"/>
        <w:jc w:val="center"/>
        <w:rPr>
          <w:sz w:val="28"/>
        </w:rPr>
      </w:pPr>
      <w:r>
        <w:rPr>
          <w:sz w:val="28"/>
        </w:rPr>
        <w:t>02</w:t>
      </w:r>
      <w:r w:rsidRPr="00F40FB6">
        <w:rPr>
          <w:sz w:val="28"/>
        </w:rPr>
        <w:t xml:space="preserve"> </w:t>
      </w:r>
      <w:r>
        <w:rPr>
          <w:sz w:val="28"/>
        </w:rPr>
        <w:t>октября</w:t>
      </w:r>
      <w:r w:rsidRPr="00F40FB6">
        <w:rPr>
          <w:sz w:val="28"/>
        </w:rPr>
        <w:t xml:space="preserve"> 201</w:t>
      </w:r>
      <w:r>
        <w:rPr>
          <w:sz w:val="28"/>
        </w:rPr>
        <w:t>3</w:t>
      </w:r>
      <w:r w:rsidRPr="00F40FB6">
        <w:rPr>
          <w:sz w:val="28"/>
        </w:rPr>
        <w:t xml:space="preserve"> г.</w:t>
      </w:r>
    </w:p>
    <w:p w:rsidR="00BD37AF" w:rsidRDefault="00BD37AF" w:rsidP="004461A2">
      <w:pPr>
        <w:spacing w:line="235" w:lineRule="auto"/>
        <w:jc w:val="center"/>
        <w:rPr>
          <w:sz w:val="28"/>
          <w:szCs w:val="28"/>
        </w:rPr>
      </w:pPr>
      <w:r w:rsidRPr="00F40FB6">
        <w:rPr>
          <w:sz w:val="28"/>
        </w:rPr>
        <w:t xml:space="preserve">№ </w:t>
      </w:r>
      <w:r>
        <w:rPr>
          <w:sz w:val="28"/>
        </w:rPr>
        <w:t>181</w:t>
      </w:r>
      <w:r w:rsidRPr="00F40FB6">
        <w:rPr>
          <w:sz w:val="28"/>
        </w:rPr>
        <w:t>-ЗО</w:t>
      </w:r>
    </w:p>
    <w:p w:rsidR="00BD37AF" w:rsidRDefault="00BD37AF" w:rsidP="004461A2"/>
    <w:sectPr w:rsidR="00BD37AF" w:rsidSect="004461A2">
      <w:headerReference w:type="even" r:id="rId55"/>
      <w:headerReference w:type="default" r:id="rId56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7AF" w:rsidRDefault="00BD37AF">
      <w:r>
        <w:separator/>
      </w:r>
    </w:p>
  </w:endnote>
  <w:endnote w:type="continuationSeparator" w:id="0">
    <w:p w:rsidR="00BD37AF" w:rsidRDefault="00BD3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7AF" w:rsidRDefault="00BD37AF">
      <w:r>
        <w:separator/>
      </w:r>
    </w:p>
  </w:footnote>
  <w:footnote w:type="continuationSeparator" w:id="0">
    <w:p w:rsidR="00BD37AF" w:rsidRDefault="00BD3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7AF" w:rsidRDefault="00BD37AF" w:rsidP="00A431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37AF" w:rsidRDefault="00BD37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7AF" w:rsidRPr="004461A2" w:rsidRDefault="00BD37AF" w:rsidP="004461A2">
    <w:pPr>
      <w:pStyle w:val="Header"/>
      <w:jc w:val="center"/>
      <w:rPr>
        <w:rStyle w:val="PageNumber"/>
        <w:sz w:val="28"/>
        <w:szCs w:val="28"/>
      </w:rPr>
    </w:pPr>
    <w:r w:rsidRPr="004461A2">
      <w:rPr>
        <w:rStyle w:val="PageNumber"/>
        <w:sz w:val="28"/>
        <w:szCs w:val="28"/>
      </w:rPr>
      <w:fldChar w:fldCharType="begin"/>
    </w:r>
    <w:r w:rsidRPr="004461A2">
      <w:rPr>
        <w:rStyle w:val="PageNumber"/>
        <w:sz w:val="28"/>
        <w:szCs w:val="28"/>
      </w:rPr>
      <w:instrText xml:space="preserve">PAGE  </w:instrText>
    </w:r>
    <w:r w:rsidRPr="004461A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4461A2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9F0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437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414"/>
    <w:rsid w:val="001A6915"/>
    <w:rsid w:val="001A6B0D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2E7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345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6CC1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263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058"/>
    <w:rsid w:val="00365ACC"/>
    <w:rsid w:val="00366302"/>
    <w:rsid w:val="0036643B"/>
    <w:rsid w:val="003664C8"/>
    <w:rsid w:val="00366F1A"/>
    <w:rsid w:val="00367891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1A2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5BF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3D7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B06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5CC4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8E0"/>
    <w:rsid w:val="00683CEF"/>
    <w:rsid w:val="00683F73"/>
    <w:rsid w:val="00683FD7"/>
    <w:rsid w:val="006846B3"/>
    <w:rsid w:val="006846ED"/>
    <w:rsid w:val="00684E22"/>
    <w:rsid w:val="006857B8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4E7C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2CD"/>
    <w:rsid w:val="00807D68"/>
    <w:rsid w:val="00807F60"/>
    <w:rsid w:val="00810CF8"/>
    <w:rsid w:val="0081108B"/>
    <w:rsid w:val="008116C5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E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31BF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0BD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99F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1B9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32A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19F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7E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22D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5AE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FE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7AF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6C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3FD6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73A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291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A14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CC8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67CF3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3E1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24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80F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9F0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79F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C79F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C79F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FC79F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C79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4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rsid w:val="009010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461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61A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53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5C545EE8C1C93B0B058FFF2F7F1AA5EC716BC039F1B8D7E9588EDCCB8F66E9B6193D7880B9B73134F4662jCH0G" TargetMode="External"/><Relationship Id="rId18" Type="http://schemas.openxmlformats.org/officeDocument/2006/relationships/hyperlink" Target="consultantplus://offline/ref=A5C545EE8C1C93B0B058FFF2F7F1AA5EC716BC039F1B8D7E9588EDCCB8F66E9B6193D7880B9B73134F4661jCH0G" TargetMode="External"/><Relationship Id="rId26" Type="http://schemas.openxmlformats.org/officeDocument/2006/relationships/hyperlink" Target="consultantplus://offline/ref=A5C545EE8C1C93B0B058FFF2F7F1AA5EC716BC039F1B8D7E9588EDCCB8F66E9B6193D7880B9B73134F4661jCH2G" TargetMode="External"/><Relationship Id="rId39" Type="http://schemas.openxmlformats.org/officeDocument/2006/relationships/hyperlink" Target="consultantplus://offline/ref=A5C545EE8C1C93B0B058FFF2F7F1AA5EC716BC039F1B8D7E9588EDCCB8F66E9B6193D7880B9B73134F4661jCH0G" TargetMode="External"/><Relationship Id="rId21" Type="http://schemas.openxmlformats.org/officeDocument/2006/relationships/hyperlink" Target="consultantplus://offline/ref=A5C545EE8C1C93B0B058FFF2F7F1AA5EC716BC039F1B8D7E9588EDCCB8F66E9B6193D7880B9B73134F4662jCH1G" TargetMode="External"/><Relationship Id="rId34" Type="http://schemas.openxmlformats.org/officeDocument/2006/relationships/hyperlink" Target="consultantplus://offline/ref=A5C545EE8C1C93B0B058FFF2F7F1AA5EC716BC039F1B8D7E9588EDCCB8F66E9B6193D7880B9B73134F4662jCH0G" TargetMode="External"/><Relationship Id="rId42" Type="http://schemas.openxmlformats.org/officeDocument/2006/relationships/hyperlink" Target="consultantplus://offline/ref=A5C545EE8C1C93B0B058FFF2F7F1AA5EC716BC039F1B8D7E9588EDCCB8F66E9B6193D7880B9B73134F4662jCH1G" TargetMode="External"/><Relationship Id="rId47" Type="http://schemas.openxmlformats.org/officeDocument/2006/relationships/hyperlink" Target="consultantplus://offline/ref=A5C545EE8C1C93B0B058FFF2F7F1AA5EC716BC039F1B8D7E9588EDCCB8F66E9B6193D7880B9B73134F4661jCH2G" TargetMode="External"/><Relationship Id="rId50" Type="http://schemas.openxmlformats.org/officeDocument/2006/relationships/hyperlink" Target="consultantplus://offline/ref=A5C545EE8C1C93B0B058FFF2F7F1AA5EC716BC039F1B8D7E9588EDCCB8F66E9B6193D7880B9B73134F476BjCH7G" TargetMode="External"/><Relationship Id="rId55" Type="http://schemas.openxmlformats.org/officeDocument/2006/relationships/header" Target="header1.xml"/><Relationship Id="rId7" Type="http://schemas.openxmlformats.org/officeDocument/2006/relationships/hyperlink" Target="consultantplus://offline/ref=A5C545EE8C1C93B0B058FFF2F7F1AA5EC716BC039F1B8D7E9588EDCCB8F66E9B6193D7880B9B73134F4662jCH1G" TargetMode="External"/><Relationship Id="rId12" Type="http://schemas.openxmlformats.org/officeDocument/2006/relationships/hyperlink" Target="consultantplus://offline/ref=A5C545EE8C1C93B0B058FFF2F7F1AA5EC716BC039F1B8D7E9588EDCCB8F66E9B6193D7880B9B73134F4661jCH2G" TargetMode="External"/><Relationship Id="rId17" Type="http://schemas.openxmlformats.org/officeDocument/2006/relationships/hyperlink" Target="consultantplus://offline/ref=A5C545EE8C1C93B0B058FFF2F7F1AA5EC716BC039F1B8D7E9588EDCCB8F66E9B6193D7880B9B73134F4661jCH6G" TargetMode="External"/><Relationship Id="rId25" Type="http://schemas.openxmlformats.org/officeDocument/2006/relationships/hyperlink" Target="consultantplus://offline/ref=A5C545EE8C1C93B0B058FFF2F7F1AA5EC716BC039F1B8D7E9588EDCCB8F66E9B6193D7880B9B73134F4661jCH0G" TargetMode="External"/><Relationship Id="rId33" Type="http://schemas.openxmlformats.org/officeDocument/2006/relationships/hyperlink" Target="consultantplus://offline/ref=A5C545EE8C1C93B0B058FFF2F7F1AA5EC716BC039F1B8D7E9588EDCCB8F66E9B6193D7880B9B73134F4661jCH2G" TargetMode="External"/><Relationship Id="rId38" Type="http://schemas.openxmlformats.org/officeDocument/2006/relationships/hyperlink" Target="consultantplus://offline/ref=A5C545EE8C1C93B0B058FFF2F7F1AA5EC716BC039F1B8D7E9588EDCCB8F66E9B6193D7880B9B73134F4661jCH6G" TargetMode="External"/><Relationship Id="rId46" Type="http://schemas.openxmlformats.org/officeDocument/2006/relationships/hyperlink" Target="consultantplus://offline/ref=A5C545EE8C1C93B0B058FFF2F7F1AA5EC716BC039F1B8D7E9588EDCCB8F66E9B6193D7880B9B73134F4661jCH0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5C545EE8C1C93B0B058FFF2F7F1AA5EC716BC039F1B8D7E9588EDCCB8F66E9B6193D7880B9B73134F4662jCHDG" TargetMode="External"/><Relationship Id="rId20" Type="http://schemas.openxmlformats.org/officeDocument/2006/relationships/hyperlink" Target="consultantplus://offline/ref=A5C545EE8C1C93B0B058FFF2F7F1AA5EC716BC039F1B8D7E9588EDCCB8F66E9B6193D7880B9B73134F4662jCH0G" TargetMode="External"/><Relationship Id="rId29" Type="http://schemas.openxmlformats.org/officeDocument/2006/relationships/hyperlink" Target="consultantplus://offline/ref=A5C545EE8C1C93B0B058FFF2F7F1AA5EC716BC039F1B8D7E9588EDCCB8F66E9B6193D7880B9B73134F476BjCH7G" TargetMode="External"/><Relationship Id="rId41" Type="http://schemas.openxmlformats.org/officeDocument/2006/relationships/hyperlink" Target="consultantplus://offline/ref=A5C545EE8C1C93B0B058FFF2F7F1AA5EC716BC039F1B8D7E9588EDCCB8F66E9B6193D7880B9B73134F4662jCH0G" TargetMode="External"/><Relationship Id="rId54" Type="http://schemas.openxmlformats.org/officeDocument/2006/relationships/hyperlink" Target="consultantplus://offline/ref=A5C545EE8C1C93B0B058FFF2F7F1AA5EC716BC039F1B8D7E9588EDCCB8F66E9B6193D7880B9B73134F4661jCH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5C545EE8C1C93B0B058FFF2F7F1AA5EC716BC039F1B8D7E9588EDCCB8F66E9B6193D7880B9B73134F4662jCH0G" TargetMode="External"/><Relationship Id="rId11" Type="http://schemas.openxmlformats.org/officeDocument/2006/relationships/hyperlink" Target="consultantplus://offline/ref=A5C545EE8C1C93B0B058FFF2F7F1AA5EC716BC039F1B8D7E9588EDCCB8F66E9B6193D7880B9B73134F4661jCH0G" TargetMode="External"/><Relationship Id="rId24" Type="http://schemas.openxmlformats.org/officeDocument/2006/relationships/hyperlink" Target="consultantplus://offline/ref=A5C545EE8C1C93B0B058FFF2F7F1AA5EC716BC039F1B8D7E9588EDCCB8F66E9B6193D7880B9B73134F4661jCH6G" TargetMode="External"/><Relationship Id="rId32" Type="http://schemas.openxmlformats.org/officeDocument/2006/relationships/hyperlink" Target="consultantplus://offline/ref=A5C545EE8C1C93B0B058FFF2F7F1AA5EC716BC039F1B8D7E9588EDCCB8F66E9B6193D7880B9B73134F4661jCH0G" TargetMode="External"/><Relationship Id="rId37" Type="http://schemas.openxmlformats.org/officeDocument/2006/relationships/hyperlink" Target="consultantplus://offline/ref=A5C545EE8C1C93B0B058FFF2F7F1AA5EC716BC039F1B8D7E9588EDCCB8F66E9B6193D7880B9B73134F4662jCHDG" TargetMode="External"/><Relationship Id="rId40" Type="http://schemas.openxmlformats.org/officeDocument/2006/relationships/hyperlink" Target="consultantplus://offline/ref=A5C545EE8C1C93B0B058FFF2F7F1AA5EC716BC039F1B8D7E9588EDCCB8F66E9B6193D7880B9B73134F4661jCH2G" TargetMode="External"/><Relationship Id="rId45" Type="http://schemas.openxmlformats.org/officeDocument/2006/relationships/hyperlink" Target="consultantplus://offline/ref=A5C545EE8C1C93B0B058FFF2F7F1AA5EC716BC039F1B8D7E9588EDCCB8F66E9B6193D7880B9B73134F4661jCH6G" TargetMode="External"/><Relationship Id="rId53" Type="http://schemas.openxmlformats.org/officeDocument/2006/relationships/hyperlink" Target="consultantplus://offline/ref=A5C545EE8C1C93B0B058FFF2F7F1AA5EC716BC039F1B8D7E9588EDCCB8F66E9B6193D7880B9B73134F4661jCH0G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5C545EE8C1C93B0B058FFF2F7F1AA5EC716BC039F1B8D7E9588EDCCB8F66E9B6193D7880B9B73134F476BjCH7G" TargetMode="External"/><Relationship Id="rId23" Type="http://schemas.openxmlformats.org/officeDocument/2006/relationships/hyperlink" Target="consultantplus://offline/ref=A5C545EE8C1C93B0B058FFF2F7F1AA5EC716BC039F1B8D7E9588EDCCB8F66E9B6193D7880B9B73134F4662jCHDG" TargetMode="External"/><Relationship Id="rId28" Type="http://schemas.openxmlformats.org/officeDocument/2006/relationships/hyperlink" Target="consultantplus://offline/ref=A5C545EE8C1C93B0B058FFF2F7F1AA5EC716BC039F1B8D7E9588EDCCB8F66E9B6193D7880B9B73134F4662jCH1G" TargetMode="External"/><Relationship Id="rId36" Type="http://schemas.openxmlformats.org/officeDocument/2006/relationships/hyperlink" Target="consultantplus://offline/ref=A5C545EE8C1C93B0B058FFF2F7F1AA5EC716BC039F1B8D7E9588EDCCB8F66E9B6193D7880B9B73134F476BjCH7G" TargetMode="External"/><Relationship Id="rId49" Type="http://schemas.openxmlformats.org/officeDocument/2006/relationships/hyperlink" Target="consultantplus://offline/ref=A5C545EE8C1C93B0B058FFF2F7F1AA5EC716BC039F1B8D7E9588EDCCB8F66E9B6193D7880B9B73134F4662jCH1G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A5C545EE8C1C93B0B058FFF2F7F1AA5EC716BC039F1B8D7E9588EDCCB8F66E9B6193D7880B9B73134F4661jCH6G" TargetMode="External"/><Relationship Id="rId19" Type="http://schemas.openxmlformats.org/officeDocument/2006/relationships/hyperlink" Target="consultantplus://offline/ref=A5C545EE8C1C93B0B058FFF2F7F1AA5EC716BC039F1B8D7E9588EDCCB8F66E9B6193D7880B9B73134F4661jCH2G" TargetMode="External"/><Relationship Id="rId31" Type="http://schemas.openxmlformats.org/officeDocument/2006/relationships/hyperlink" Target="consultantplus://offline/ref=A5C545EE8C1C93B0B058FFF2F7F1AA5EC716BC039F1B8D7E9588EDCCB8F66E9B6193D7880B9B73134F4661jCH6G" TargetMode="External"/><Relationship Id="rId44" Type="http://schemas.openxmlformats.org/officeDocument/2006/relationships/hyperlink" Target="consultantplus://offline/ref=A5C545EE8C1C93B0B058FFF2F7F1AA5EC716BC039F1B8D7E9588EDCCB8F66E9B6193D7880B9B73134F4662jCHDG" TargetMode="External"/><Relationship Id="rId52" Type="http://schemas.openxmlformats.org/officeDocument/2006/relationships/hyperlink" Target="consultantplus://offline/ref=A5C545EE8C1C93B0B058FFF2F7F1AA5EC716BC039F1B8D7E9588EDCCB8F66E9B6193D7880B9B73134F4661jCH6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5C545EE8C1C93B0B058FFF2F7F1AA5EC716BC039F1B8D7E9588EDCCB8F66E9B6193D7880B9B73134F4662jCHDG" TargetMode="External"/><Relationship Id="rId14" Type="http://schemas.openxmlformats.org/officeDocument/2006/relationships/hyperlink" Target="consultantplus://offline/ref=A5C545EE8C1C93B0B058FFF2F7F1AA5EC716BC039F1B8D7E9588EDCCB8F66E9B6193D7880B9B73134F4662jCH1G" TargetMode="External"/><Relationship Id="rId22" Type="http://schemas.openxmlformats.org/officeDocument/2006/relationships/hyperlink" Target="consultantplus://offline/ref=A5C545EE8C1C93B0B058FFF2F7F1AA5EC716BC039F1B8D7E9588EDCCB8F66E9B6193D7880B9B73134F476BjCH7G" TargetMode="External"/><Relationship Id="rId27" Type="http://schemas.openxmlformats.org/officeDocument/2006/relationships/hyperlink" Target="consultantplus://offline/ref=A5C545EE8C1C93B0B058FFF2F7F1AA5EC716BC039F1B8D7E9588EDCCB8F66E9B6193D7880B9B73134F4662jCH0G" TargetMode="External"/><Relationship Id="rId30" Type="http://schemas.openxmlformats.org/officeDocument/2006/relationships/hyperlink" Target="consultantplus://offline/ref=A5C545EE8C1C93B0B058FFF2F7F1AA5EC716BC039F1B8D7E9588EDCCB8F66E9B6193D7880B9B73134F4662jCHDG" TargetMode="External"/><Relationship Id="rId35" Type="http://schemas.openxmlformats.org/officeDocument/2006/relationships/hyperlink" Target="consultantplus://offline/ref=A5C545EE8C1C93B0B058FFF2F7F1AA5EC716BC039F1B8D7E9588EDCCB8F66E9B6193D7880B9B73134F4662jCH1G" TargetMode="External"/><Relationship Id="rId43" Type="http://schemas.openxmlformats.org/officeDocument/2006/relationships/hyperlink" Target="consultantplus://offline/ref=A5C545EE8C1C93B0B058FFF2F7F1AA5EC716BC039F1B8D7E9588EDCCB8F66E9B6193D7880B9B73134F476BjCH7G" TargetMode="External"/><Relationship Id="rId48" Type="http://schemas.openxmlformats.org/officeDocument/2006/relationships/hyperlink" Target="consultantplus://offline/ref=A5C545EE8C1C93B0B058FFF2F7F1AA5EC716BC039F1B8D7E9588EDCCB8F66E9B6193D7880B9B73134F4662jCH0G" TargetMode="External"/><Relationship Id="rId56" Type="http://schemas.openxmlformats.org/officeDocument/2006/relationships/header" Target="header2.xml"/><Relationship Id="rId8" Type="http://schemas.openxmlformats.org/officeDocument/2006/relationships/hyperlink" Target="consultantplus://offline/ref=A5C545EE8C1C93B0B058FFF2F7F1AA5EC716BC039F1B8D7E9588EDCCB8F66E9B6193D7880B9B73134F476BjCH7G" TargetMode="External"/><Relationship Id="rId51" Type="http://schemas.openxmlformats.org/officeDocument/2006/relationships/hyperlink" Target="consultantplus://offline/ref=A5C545EE8C1C93B0B058FFF2F7F1AA5EC716BC039F1B8D7E9588EDCCB8F66E9B6193D7880B9B73134F4662jCHDG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1446</Words>
  <Characters>8246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</cp:revision>
  <cp:lastPrinted>2013-10-01T08:44:00Z</cp:lastPrinted>
  <dcterms:created xsi:type="dcterms:W3CDTF">2013-08-15T06:50:00Z</dcterms:created>
  <dcterms:modified xsi:type="dcterms:W3CDTF">2013-10-07T06:11:00Z</dcterms:modified>
</cp:coreProperties>
</file>