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027" w:rsidRPr="00D76B84" w:rsidRDefault="00135027" w:rsidP="008B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135027" w:rsidRPr="00D76B84" w:rsidRDefault="00135027" w:rsidP="008B340F">
      <w:pPr>
        <w:jc w:val="center"/>
        <w:rPr>
          <w:b/>
          <w:sz w:val="28"/>
          <w:szCs w:val="28"/>
        </w:rPr>
      </w:pPr>
    </w:p>
    <w:p w:rsidR="00135027" w:rsidRPr="00D76B84" w:rsidRDefault="00135027" w:rsidP="008B340F">
      <w:pPr>
        <w:jc w:val="center"/>
        <w:rPr>
          <w:b/>
          <w:sz w:val="28"/>
          <w:szCs w:val="28"/>
        </w:rPr>
      </w:pPr>
    </w:p>
    <w:p w:rsidR="00135027" w:rsidRPr="00D76B84" w:rsidRDefault="00135027" w:rsidP="008B340F">
      <w:pPr>
        <w:jc w:val="center"/>
        <w:rPr>
          <w:b/>
          <w:sz w:val="28"/>
          <w:szCs w:val="28"/>
        </w:rPr>
      </w:pPr>
    </w:p>
    <w:p w:rsidR="00135027" w:rsidRPr="00D76B84" w:rsidRDefault="00135027" w:rsidP="008B340F">
      <w:pPr>
        <w:jc w:val="center"/>
        <w:rPr>
          <w:b/>
          <w:sz w:val="28"/>
          <w:szCs w:val="28"/>
        </w:rPr>
      </w:pPr>
    </w:p>
    <w:p w:rsidR="00135027" w:rsidRPr="00D76B84" w:rsidRDefault="00135027" w:rsidP="008B340F">
      <w:pPr>
        <w:jc w:val="center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 xml:space="preserve">О внесении изменения в статью 6 Закона Ульяновской области </w:t>
      </w:r>
    </w:p>
    <w:p w:rsidR="00135027" w:rsidRPr="00D76B84" w:rsidRDefault="00135027" w:rsidP="008B340F">
      <w:pPr>
        <w:jc w:val="center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«О статусе депутата Законодательного Собрания Ульяновской области»</w:t>
      </w: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233162">
      <w:pPr>
        <w:spacing w:line="355" w:lineRule="auto"/>
        <w:ind w:firstLine="709"/>
        <w:jc w:val="both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Статья 1</w:t>
      </w:r>
    </w:p>
    <w:p w:rsidR="00135027" w:rsidRPr="00D76B84" w:rsidRDefault="00135027" w:rsidP="00233162">
      <w:pPr>
        <w:spacing w:line="355" w:lineRule="auto"/>
        <w:ind w:firstLine="709"/>
        <w:jc w:val="both"/>
        <w:rPr>
          <w:sz w:val="28"/>
          <w:szCs w:val="28"/>
        </w:rPr>
      </w:pPr>
    </w:p>
    <w:p w:rsidR="00135027" w:rsidRPr="00D76B84" w:rsidRDefault="00135027" w:rsidP="00233162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B84">
        <w:rPr>
          <w:rFonts w:ascii="Times New Roman" w:hAnsi="Times New Roman" w:cs="Times New Roman"/>
          <w:sz w:val="28"/>
          <w:szCs w:val="28"/>
        </w:rPr>
        <w:t>Внести в статью 6 Закона Ульяновской области от 7 октября 2002 года</w:t>
      </w:r>
      <w:r w:rsidRPr="00D76B84">
        <w:rPr>
          <w:rFonts w:ascii="Times New Roman" w:hAnsi="Times New Roman" w:cs="Times New Roman"/>
          <w:sz w:val="28"/>
          <w:szCs w:val="28"/>
        </w:rPr>
        <w:br/>
        <w:t xml:space="preserve">№ 045-ЗО «О статусе депутата Законодательного Собрания Ульяновской области» («Народная газета» от 09.10.2002 № 144; от 10.01.2003 № 2; </w:t>
      </w:r>
      <w:r w:rsidRPr="00D76B84">
        <w:rPr>
          <w:rFonts w:ascii="Times New Roman" w:hAnsi="Times New Roman" w:cs="Times New Roman"/>
          <w:sz w:val="28"/>
          <w:szCs w:val="28"/>
        </w:rPr>
        <w:br/>
        <w:t>от 18.03.2003 № 28; от 05.09.2003 № 104; от 16.09.2003 № 108; от 04.02.2004 № 13; от 10.05.2004 № 49; от 03.12.2004 № 136; «Ульяновская правда» от 17.06.2005 № 61; от 08.11.2005 № 103-104; от 01.02.2006 № 7; от 17.05.2006 № 35; от 31.01.2007 № 8; от 11.04.2007 № 30; от 09.06.2007 № 47; от 26.12.2007 № 111; от 28.03.2008 № 28; от 23.04.2008 № 35; от 23.05.2008 № 42; от 26.11.2008 № 96; от 06.03.2009 № 17; от 24.07.2009 № 60; от 05.08.2009 № 63; от 12.05.2010</w:t>
      </w:r>
      <w:r w:rsidRPr="00D76B84">
        <w:rPr>
          <w:rFonts w:ascii="Times New Roman" w:hAnsi="Times New Roman" w:cs="Times New Roman"/>
          <w:sz w:val="28"/>
          <w:szCs w:val="28"/>
        </w:rPr>
        <w:br/>
        <w:t>№ 35-36; от 13.10.2010 № 84; от 04.02.2011 № 12-13; от 12.10.2011 № 115; от 28.12.2011 № 147; от 06.04.2012 № 36; от 28.12.2012 № 146; от 08.02.2013 № 14; от 07.09.2013 № 109) изменение, заменив в пункте 1 слово «шести» словом «девяти».</w:t>
      </w:r>
    </w:p>
    <w:p w:rsidR="00135027" w:rsidRPr="00D76B84" w:rsidRDefault="00135027" w:rsidP="00233162">
      <w:pPr>
        <w:spacing w:line="355" w:lineRule="auto"/>
        <w:ind w:firstLine="709"/>
        <w:jc w:val="both"/>
        <w:rPr>
          <w:b/>
          <w:sz w:val="28"/>
          <w:szCs w:val="28"/>
        </w:rPr>
      </w:pPr>
    </w:p>
    <w:p w:rsidR="00135027" w:rsidRPr="00D76B84" w:rsidRDefault="00135027" w:rsidP="00233162">
      <w:pPr>
        <w:spacing w:line="355" w:lineRule="auto"/>
        <w:ind w:firstLine="709"/>
        <w:jc w:val="both"/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Статья 2</w:t>
      </w:r>
      <w:bookmarkStart w:id="0" w:name="_GoBack"/>
      <w:bookmarkEnd w:id="0"/>
    </w:p>
    <w:p w:rsidR="00135027" w:rsidRPr="00D76B84" w:rsidRDefault="00135027" w:rsidP="00233162">
      <w:pPr>
        <w:spacing w:line="355" w:lineRule="auto"/>
        <w:ind w:firstLine="709"/>
        <w:jc w:val="both"/>
        <w:rPr>
          <w:sz w:val="28"/>
          <w:szCs w:val="28"/>
        </w:rPr>
      </w:pPr>
    </w:p>
    <w:p w:rsidR="00135027" w:rsidRPr="00D76B84" w:rsidRDefault="00135027" w:rsidP="00233162">
      <w:pPr>
        <w:spacing w:line="355" w:lineRule="auto"/>
        <w:ind w:firstLine="709"/>
        <w:jc w:val="both"/>
        <w:rPr>
          <w:sz w:val="28"/>
          <w:szCs w:val="28"/>
        </w:rPr>
      </w:pPr>
      <w:r w:rsidRPr="00D76B84">
        <w:rPr>
          <w:sz w:val="28"/>
          <w:szCs w:val="28"/>
        </w:rPr>
        <w:t xml:space="preserve">Финансовое обеспечение расходных обязательств, связанных с исполнением пункта 1 статьи 6 Закона Ульяновской области от 7 октября </w:t>
      </w:r>
      <w:r w:rsidRPr="00D76B84">
        <w:rPr>
          <w:sz w:val="28"/>
          <w:szCs w:val="28"/>
        </w:rPr>
        <w:br/>
        <w:t>2002 года № 045-ЗО «О статусе депутата Законодательного Собрания Ульяновской области» (в редакции настоящего Закона), осуществляется в пределах бюджетных ассигнований областного бюджета Ульяновской области, выделенных на соответствующие цели Законодательному Собранию Ульяновской области.</w:t>
      </w: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sz w:val="28"/>
          <w:szCs w:val="28"/>
        </w:rPr>
      </w:pPr>
    </w:p>
    <w:p w:rsidR="00135027" w:rsidRPr="00D76B84" w:rsidRDefault="00135027" w:rsidP="008B340F">
      <w:pPr>
        <w:rPr>
          <w:b/>
          <w:sz w:val="28"/>
          <w:szCs w:val="28"/>
        </w:rPr>
      </w:pPr>
    </w:p>
    <w:p w:rsidR="00135027" w:rsidRPr="00D76B84" w:rsidRDefault="00135027" w:rsidP="008B340F">
      <w:pPr>
        <w:rPr>
          <w:b/>
          <w:sz w:val="28"/>
          <w:szCs w:val="28"/>
        </w:rPr>
      </w:pPr>
      <w:r w:rsidRPr="00D76B84">
        <w:rPr>
          <w:b/>
          <w:sz w:val="28"/>
          <w:szCs w:val="28"/>
        </w:rPr>
        <w:t>Губернатор Ульяновской области</w:t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</w:r>
      <w:r w:rsidRPr="00D76B84">
        <w:rPr>
          <w:b/>
          <w:sz w:val="28"/>
          <w:szCs w:val="28"/>
        </w:rPr>
        <w:tab/>
        <w:t xml:space="preserve">      С.И.Морозов</w:t>
      </w:r>
    </w:p>
    <w:p w:rsidR="00135027" w:rsidRPr="00D76B84" w:rsidRDefault="00135027" w:rsidP="00233162">
      <w:pPr>
        <w:pStyle w:val="BodyText2"/>
        <w:spacing w:line="240" w:lineRule="auto"/>
        <w:ind w:firstLine="851"/>
        <w:rPr>
          <w:b w:val="0"/>
          <w:i/>
          <w:sz w:val="28"/>
          <w:szCs w:val="28"/>
        </w:rPr>
      </w:pPr>
    </w:p>
    <w:p w:rsidR="00135027" w:rsidRPr="00D76B84" w:rsidRDefault="00135027" w:rsidP="00233162">
      <w:pPr>
        <w:pStyle w:val="BodyText2"/>
        <w:spacing w:line="240" w:lineRule="auto"/>
        <w:ind w:firstLine="851"/>
        <w:rPr>
          <w:b w:val="0"/>
          <w:i/>
          <w:sz w:val="28"/>
          <w:szCs w:val="28"/>
        </w:rPr>
      </w:pPr>
    </w:p>
    <w:p w:rsidR="00135027" w:rsidRPr="00D76B84" w:rsidRDefault="00135027" w:rsidP="00233162">
      <w:pPr>
        <w:pStyle w:val="BodyText2"/>
        <w:spacing w:line="240" w:lineRule="auto"/>
        <w:ind w:firstLine="851"/>
        <w:rPr>
          <w:b w:val="0"/>
          <w:i/>
          <w:sz w:val="28"/>
          <w:szCs w:val="28"/>
        </w:rPr>
      </w:pPr>
    </w:p>
    <w:p w:rsidR="00135027" w:rsidRPr="00D76B84" w:rsidRDefault="00135027" w:rsidP="008B340F">
      <w:pPr>
        <w:jc w:val="center"/>
        <w:rPr>
          <w:sz w:val="28"/>
          <w:szCs w:val="28"/>
        </w:rPr>
      </w:pPr>
      <w:r w:rsidRPr="00D76B84">
        <w:rPr>
          <w:sz w:val="28"/>
          <w:szCs w:val="28"/>
        </w:rPr>
        <w:t>г. Ульяновск</w:t>
      </w:r>
    </w:p>
    <w:p w:rsidR="00135027" w:rsidRPr="00D76B84" w:rsidRDefault="00135027" w:rsidP="008B340F">
      <w:pPr>
        <w:jc w:val="center"/>
        <w:rPr>
          <w:sz w:val="28"/>
          <w:szCs w:val="28"/>
        </w:rPr>
      </w:pPr>
      <w:r>
        <w:rPr>
          <w:sz w:val="28"/>
          <w:szCs w:val="28"/>
        </w:rPr>
        <w:t>01</w:t>
      </w:r>
      <w:r w:rsidRPr="00D76B84">
        <w:rPr>
          <w:sz w:val="28"/>
          <w:szCs w:val="28"/>
        </w:rPr>
        <w:t xml:space="preserve">  </w:t>
      </w:r>
      <w:r>
        <w:rPr>
          <w:sz w:val="28"/>
          <w:szCs w:val="28"/>
        </w:rPr>
        <w:t>октября</w:t>
      </w:r>
      <w:r w:rsidRPr="00D76B8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76B84">
          <w:rPr>
            <w:sz w:val="28"/>
            <w:szCs w:val="28"/>
          </w:rPr>
          <w:t>2013 г</w:t>
        </w:r>
      </w:smartTag>
      <w:r w:rsidRPr="00D76B84">
        <w:rPr>
          <w:sz w:val="28"/>
          <w:szCs w:val="28"/>
        </w:rPr>
        <w:t>.</w:t>
      </w:r>
    </w:p>
    <w:p w:rsidR="00135027" w:rsidRPr="00D76B84" w:rsidRDefault="00135027" w:rsidP="008B340F">
      <w:pPr>
        <w:jc w:val="center"/>
        <w:rPr>
          <w:sz w:val="28"/>
          <w:szCs w:val="28"/>
        </w:rPr>
      </w:pPr>
      <w:r w:rsidRPr="00D76B84">
        <w:rPr>
          <w:sz w:val="28"/>
          <w:szCs w:val="28"/>
        </w:rPr>
        <w:t xml:space="preserve">№ </w:t>
      </w:r>
      <w:r>
        <w:rPr>
          <w:sz w:val="28"/>
          <w:szCs w:val="28"/>
        </w:rPr>
        <w:t>179</w:t>
      </w:r>
      <w:r w:rsidRPr="00D76B84">
        <w:rPr>
          <w:sz w:val="28"/>
          <w:szCs w:val="28"/>
        </w:rPr>
        <w:t xml:space="preserve"> -ЗО </w:t>
      </w:r>
    </w:p>
    <w:sectPr w:rsidR="00135027" w:rsidRPr="00D76B84" w:rsidSect="00233162">
      <w:headerReference w:type="even" r:id="rId6"/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027" w:rsidRDefault="00135027">
      <w:r>
        <w:separator/>
      </w:r>
    </w:p>
  </w:endnote>
  <w:endnote w:type="continuationSeparator" w:id="0">
    <w:p w:rsidR="00135027" w:rsidRDefault="00135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027" w:rsidRDefault="00135027">
      <w:r>
        <w:separator/>
      </w:r>
    </w:p>
  </w:footnote>
  <w:footnote w:type="continuationSeparator" w:id="0">
    <w:p w:rsidR="00135027" w:rsidRDefault="00135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27" w:rsidRDefault="00135027" w:rsidP="004519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5027" w:rsidRDefault="001350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27" w:rsidRPr="00FB75AC" w:rsidRDefault="00135027" w:rsidP="00233162">
    <w:pPr>
      <w:pStyle w:val="Header"/>
      <w:jc w:val="center"/>
      <w:rPr>
        <w:rStyle w:val="PageNumber"/>
        <w:sz w:val="28"/>
        <w:szCs w:val="28"/>
      </w:rPr>
    </w:pPr>
    <w:r w:rsidRPr="00FB75AC">
      <w:rPr>
        <w:rStyle w:val="PageNumber"/>
        <w:sz w:val="28"/>
        <w:szCs w:val="28"/>
      </w:rPr>
      <w:fldChar w:fldCharType="begin"/>
    </w:r>
    <w:r w:rsidRPr="00FB75AC">
      <w:rPr>
        <w:rStyle w:val="PageNumber"/>
        <w:sz w:val="28"/>
        <w:szCs w:val="28"/>
      </w:rPr>
      <w:instrText xml:space="preserve">PAGE  </w:instrText>
    </w:r>
    <w:r w:rsidRPr="00FB75A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B75AC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40F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87E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1FF6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953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6BB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6BD8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5027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E3C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C61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07E"/>
    <w:rsid w:val="00212352"/>
    <w:rsid w:val="00212363"/>
    <w:rsid w:val="00213CC1"/>
    <w:rsid w:val="002151EB"/>
    <w:rsid w:val="00215BFB"/>
    <w:rsid w:val="00215CFF"/>
    <w:rsid w:val="00215FA0"/>
    <w:rsid w:val="002169FC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162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3E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1FBF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ACF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9E0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1B0"/>
    <w:rsid w:val="004C559A"/>
    <w:rsid w:val="004C63BE"/>
    <w:rsid w:val="004C6853"/>
    <w:rsid w:val="004C6BC1"/>
    <w:rsid w:val="004C6F6E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605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269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362F"/>
    <w:rsid w:val="00544740"/>
    <w:rsid w:val="00544814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354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19C4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7CC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0F63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277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2DC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1C62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40F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073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BC1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0E9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5E63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5B9E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E22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68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1E2E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5DB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B84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B40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2A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8007B"/>
    <w:rsid w:val="00F803EA"/>
    <w:rsid w:val="00F81335"/>
    <w:rsid w:val="00F81ADB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5AC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0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55E63"/>
    <w:pPr>
      <w:keepNext/>
      <w:jc w:val="center"/>
      <w:outlineLvl w:val="1"/>
    </w:pPr>
    <w:rPr>
      <w:b/>
      <w:caps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8B340F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B340F"/>
    <w:rPr>
      <w:rFonts w:cs="Times New Roman"/>
      <w:b/>
      <w:bCs/>
      <w:sz w:val="26"/>
      <w:szCs w:val="26"/>
      <w:lang w:val="ru-RU" w:eastAsia="ru-RU" w:bidi="ar-SA"/>
    </w:rPr>
  </w:style>
  <w:style w:type="paragraph" w:customStyle="1" w:styleId="ConsPlusNormal">
    <w:name w:val="ConsPlusNormal"/>
    <w:uiPriority w:val="99"/>
    <w:rsid w:val="008B340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8B3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Normal"/>
    <w:uiPriority w:val="99"/>
    <w:rsid w:val="008B340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955E63"/>
    <w:pPr>
      <w:widowControl w:val="0"/>
      <w:ind w:right="19772"/>
    </w:pPr>
    <w:rPr>
      <w:rFonts w:ascii="Courier New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55E6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55E63"/>
    <w:rPr>
      <w:rFonts w:cs="Times New Roman"/>
    </w:rPr>
  </w:style>
  <w:style w:type="paragraph" w:customStyle="1" w:styleId="ConsNormal">
    <w:name w:val="ConsNormal"/>
    <w:uiPriority w:val="99"/>
    <w:rsid w:val="004C51B0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4E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341A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5D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2</Pages>
  <Words>240</Words>
  <Characters>1371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subject/>
  <dc:creator>user</dc:creator>
  <cp:keywords/>
  <dc:description/>
  <cp:lastModifiedBy>user</cp:lastModifiedBy>
  <cp:revision>8</cp:revision>
  <cp:lastPrinted>2013-10-01T05:29:00Z</cp:lastPrinted>
  <dcterms:created xsi:type="dcterms:W3CDTF">2013-09-24T13:04:00Z</dcterms:created>
  <dcterms:modified xsi:type="dcterms:W3CDTF">2013-10-04T05:42:00Z</dcterms:modified>
</cp:coreProperties>
</file>