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5F" w:rsidRPr="00560C5B" w:rsidRDefault="000F665F" w:rsidP="00560C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560C5B">
        <w:rPr>
          <w:b/>
          <w:sz w:val="28"/>
          <w:szCs w:val="28"/>
        </w:rPr>
        <w:t>Закон Ульяновской области</w:t>
      </w:r>
    </w:p>
    <w:p w:rsidR="000F665F" w:rsidRDefault="000F665F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F665F" w:rsidRDefault="000F665F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F665F" w:rsidRDefault="000F665F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F665F" w:rsidRDefault="000F665F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F665F" w:rsidRPr="00AB05C1" w:rsidRDefault="000F665F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F665F" w:rsidRDefault="000F665F" w:rsidP="00F316C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статьи 1 и 3 Закона Ульяновской области</w:t>
      </w:r>
    </w:p>
    <w:p w:rsidR="000F665F" w:rsidRPr="00233CF8" w:rsidRDefault="000F665F" w:rsidP="00F316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«О межбюджетных отношениях в Ульяновской области»</w:t>
      </w:r>
    </w:p>
    <w:p w:rsidR="000F665F" w:rsidRPr="00233CF8" w:rsidRDefault="000F665F" w:rsidP="00F316C0">
      <w:pPr>
        <w:autoSpaceDE w:val="0"/>
        <w:autoSpaceDN w:val="0"/>
        <w:adjustRightInd w:val="0"/>
        <w:spacing w:line="365" w:lineRule="auto"/>
        <w:ind w:firstLine="720"/>
        <w:jc w:val="center"/>
        <w:outlineLvl w:val="0"/>
        <w:rPr>
          <w:b/>
          <w:sz w:val="28"/>
          <w:szCs w:val="28"/>
        </w:rPr>
      </w:pPr>
    </w:p>
    <w:p w:rsidR="000F665F" w:rsidRDefault="000F665F" w:rsidP="00F316C0">
      <w:pPr>
        <w:autoSpaceDE w:val="0"/>
        <w:autoSpaceDN w:val="0"/>
        <w:adjustRightInd w:val="0"/>
        <w:spacing w:line="365" w:lineRule="auto"/>
        <w:ind w:firstLine="720"/>
        <w:outlineLvl w:val="0"/>
        <w:rPr>
          <w:sz w:val="28"/>
          <w:szCs w:val="28"/>
        </w:rPr>
      </w:pPr>
    </w:p>
    <w:p w:rsidR="000F665F" w:rsidRDefault="000F665F" w:rsidP="00F316C0">
      <w:pPr>
        <w:autoSpaceDE w:val="0"/>
        <w:autoSpaceDN w:val="0"/>
        <w:adjustRightInd w:val="0"/>
        <w:spacing w:line="365" w:lineRule="auto"/>
        <w:ind w:firstLine="720"/>
        <w:outlineLvl w:val="0"/>
        <w:rPr>
          <w:sz w:val="28"/>
          <w:szCs w:val="28"/>
        </w:rPr>
      </w:pPr>
    </w:p>
    <w:p w:rsidR="000F665F" w:rsidRDefault="000F665F" w:rsidP="00F316C0">
      <w:pPr>
        <w:autoSpaceDE w:val="0"/>
        <w:autoSpaceDN w:val="0"/>
        <w:adjustRightInd w:val="0"/>
        <w:spacing w:line="365" w:lineRule="auto"/>
        <w:ind w:firstLine="720"/>
        <w:outlineLvl w:val="0"/>
        <w:rPr>
          <w:sz w:val="28"/>
          <w:szCs w:val="28"/>
        </w:rPr>
      </w:pPr>
    </w:p>
    <w:p w:rsidR="000F665F" w:rsidRDefault="000F665F" w:rsidP="00F316C0">
      <w:pPr>
        <w:autoSpaceDE w:val="0"/>
        <w:autoSpaceDN w:val="0"/>
        <w:adjustRightInd w:val="0"/>
        <w:spacing w:line="365" w:lineRule="auto"/>
        <w:ind w:firstLine="720"/>
        <w:outlineLvl w:val="0"/>
        <w:rPr>
          <w:sz w:val="28"/>
          <w:szCs w:val="28"/>
        </w:rPr>
      </w:pPr>
    </w:p>
    <w:p w:rsidR="000F665F" w:rsidRDefault="000F665F" w:rsidP="00062661">
      <w:pPr>
        <w:autoSpaceDE w:val="0"/>
        <w:autoSpaceDN w:val="0"/>
        <w:adjustRightInd w:val="0"/>
        <w:spacing w:line="360" w:lineRule="auto"/>
        <w:ind w:firstLine="709"/>
        <w:outlineLvl w:val="0"/>
        <w:rPr>
          <w:b/>
          <w:sz w:val="28"/>
          <w:szCs w:val="28"/>
        </w:rPr>
      </w:pPr>
      <w:r w:rsidRPr="00CB3130">
        <w:rPr>
          <w:b/>
          <w:sz w:val="28"/>
          <w:szCs w:val="28"/>
        </w:rPr>
        <w:t xml:space="preserve">Статья 1 </w:t>
      </w:r>
    </w:p>
    <w:p w:rsidR="000F665F" w:rsidRPr="00CB3130" w:rsidRDefault="000F665F" w:rsidP="00062661">
      <w:pPr>
        <w:autoSpaceDE w:val="0"/>
        <w:autoSpaceDN w:val="0"/>
        <w:adjustRightInd w:val="0"/>
        <w:spacing w:line="360" w:lineRule="auto"/>
        <w:ind w:firstLine="709"/>
        <w:outlineLvl w:val="0"/>
        <w:rPr>
          <w:b/>
          <w:sz w:val="28"/>
          <w:szCs w:val="28"/>
        </w:rPr>
      </w:pPr>
    </w:p>
    <w:p w:rsidR="000F665F" w:rsidRPr="005465E5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Внести в </w:t>
      </w:r>
      <w:hyperlink r:id="rId7" w:history="1">
        <w:r w:rsidRPr="00BA0BA6">
          <w:rPr>
            <w:rStyle w:val="Hyperlink"/>
            <w:color w:val="000000"/>
            <w:sz w:val="28"/>
            <w:szCs w:val="28"/>
            <w:u w:val="none"/>
          </w:rPr>
          <w:t>Закон</w:t>
        </w:r>
      </w:hyperlink>
      <w:r w:rsidRPr="00BA0BA6">
        <w:rPr>
          <w:color w:val="000000"/>
          <w:sz w:val="28"/>
          <w:szCs w:val="28"/>
        </w:rPr>
        <w:t xml:space="preserve"> </w:t>
      </w:r>
      <w:r w:rsidRPr="005465E5">
        <w:rPr>
          <w:color w:val="000000"/>
          <w:sz w:val="28"/>
          <w:szCs w:val="28"/>
        </w:rPr>
        <w:t xml:space="preserve">Ульяновской области от </w:t>
      </w:r>
      <w:r>
        <w:rPr>
          <w:color w:val="000000"/>
          <w:sz w:val="28"/>
          <w:szCs w:val="28"/>
        </w:rPr>
        <w:t>4 октября 2011 года №</w:t>
      </w:r>
      <w:r w:rsidRPr="005465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142-ЗО </w:t>
      </w:r>
      <w:r>
        <w:rPr>
          <w:color w:val="000000"/>
          <w:sz w:val="28"/>
          <w:szCs w:val="28"/>
        </w:rPr>
        <w:br/>
        <w:t>«</w:t>
      </w:r>
      <w:r w:rsidRPr="005465E5">
        <w:rPr>
          <w:color w:val="000000"/>
          <w:sz w:val="28"/>
          <w:szCs w:val="28"/>
        </w:rPr>
        <w:t xml:space="preserve">О </w:t>
      </w:r>
      <w:r w:rsidRPr="005465E5">
        <w:rPr>
          <w:sz w:val="28"/>
          <w:szCs w:val="28"/>
        </w:rPr>
        <w:t>межбюджетных отношениях в Ульяновской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(«Ульяновская правда»</w:t>
      </w:r>
      <w:r w:rsidRPr="005465E5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07.10.2011 № 113; от 14.12.2011 № 141;</w:t>
      </w:r>
      <w:r>
        <w:rPr>
          <w:sz w:val="28"/>
          <w:szCs w:val="28"/>
        </w:rPr>
        <w:t xml:space="preserve"> от 08.05.2013 № 48; от 11.07.2013 </w:t>
      </w:r>
      <w:r>
        <w:rPr>
          <w:sz w:val="28"/>
          <w:szCs w:val="28"/>
        </w:rPr>
        <w:br/>
        <w:t>№ 75</w:t>
      </w:r>
      <w:r w:rsidRPr="005465E5">
        <w:rPr>
          <w:color w:val="000000"/>
          <w:sz w:val="28"/>
          <w:szCs w:val="28"/>
        </w:rPr>
        <w:t>) следующие изменения:</w:t>
      </w:r>
    </w:p>
    <w:p w:rsidR="000F665F" w:rsidRPr="005465E5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465E5">
        <w:rPr>
          <w:color w:val="000000"/>
          <w:sz w:val="28"/>
          <w:szCs w:val="28"/>
        </w:rPr>
        <w:t xml:space="preserve">1) в </w:t>
      </w:r>
      <w:r>
        <w:rPr>
          <w:color w:val="000000"/>
          <w:sz w:val="28"/>
          <w:szCs w:val="28"/>
        </w:rPr>
        <w:t>статье 1 цифры «10» заменить цифрой «5»;</w:t>
      </w:r>
    </w:p>
    <w:p w:rsidR="000F665F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5465E5">
        <w:rPr>
          <w:sz w:val="28"/>
          <w:szCs w:val="28"/>
        </w:rPr>
        <w:t xml:space="preserve">) в </w:t>
      </w:r>
      <w:r>
        <w:rPr>
          <w:sz w:val="28"/>
          <w:szCs w:val="28"/>
        </w:rPr>
        <w:t>статье 3 цифры «20» заменить цифрами «15».</w:t>
      </w:r>
    </w:p>
    <w:p w:rsidR="000F665F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0F665F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CB3130">
        <w:rPr>
          <w:b/>
          <w:sz w:val="28"/>
          <w:szCs w:val="28"/>
        </w:rPr>
        <w:t>Статья 2</w:t>
      </w:r>
    </w:p>
    <w:p w:rsidR="000F665F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F665F" w:rsidRPr="00DD549E" w:rsidRDefault="000F665F" w:rsidP="0006266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55C98">
        <w:rPr>
          <w:sz w:val="28"/>
          <w:szCs w:val="28"/>
        </w:rPr>
        <w:t>Настоящий Закон вступ</w:t>
      </w:r>
      <w:r>
        <w:rPr>
          <w:sz w:val="28"/>
          <w:szCs w:val="28"/>
        </w:rPr>
        <w:t>ает в силу с 1 января 2014 года</w:t>
      </w:r>
      <w:r w:rsidRPr="00E55C98">
        <w:rPr>
          <w:sz w:val="28"/>
          <w:szCs w:val="28"/>
        </w:rPr>
        <w:t>.</w:t>
      </w:r>
    </w:p>
    <w:p w:rsidR="000F665F" w:rsidRDefault="000F665F" w:rsidP="00E10618">
      <w:pPr>
        <w:ind w:firstLine="540"/>
        <w:jc w:val="both"/>
        <w:rPr>
          <w:b/>
          <w:sz w:val="28"/>
          <w:szCs w:val="28"/>
        </w:rPr>
      </w:pPr>
    </w:p>
    <w:p w:rsidR="000F665F" w:rsidRDefault="000F665F" w:rsidP="00E10618">
      <w:pPr>
        <w:ind w:firstLine="540"/>
        <w:jc w:val="both"/>
        <w:rPr>
          <w:b/>
          <w:sz w:val="28"/>
          <w:szCs w:val="28"/>
        </w:rPr>
      </w:pPr>
    </w:p>
    <w:p w:rsidR="000F665F" w:rsidRPr="003053D5" w:rsidRDefault="000F665F" w:rsidP="00E10618">
      <w:pPr>
        <w:ind w:firstLine="540"/>
        <w:jc w:val="both"/>
        <w:rPr>
          <w:b/>
          <w:sz w:val="28"/>
          <w:szCs w:val="28"/>
        </w:rPr>
      </w:pPr>
    </w:p>
    <w:p w:rsidR="000F665F" w:rsidRPr="003053D5" w:rsidRDefault="000F665F" w:rsidP="0006266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3053D5">
        <w:rPr>
          <w:b/>
          <w:sz w:val="28"/>
          <w:szCs w:val="28"/>
        </w:rPr>
        <w:t>Губернатор Ульяновской области</w:t>
      </w:r>
      <w:r w:rsidRPr="003053D5">
        <w:rPr>
          <w:b/>
          <w:sz w:val="28"/>
          <w:szCs w:val="28"/>
        </w:rPr>
        <w:tab/>
      </w:r>
      <w:r w:rsidRPr="003053D5">
        <w:rPr>
          <w:b/>
          <w:sz w:val="28"/>
          <w:szCs w:val="28"/>
        </w:rPr>
        <w:tab/>
      </w:r>
      <w:r w:rsidRPr="003053D5">
        <w:rPr>
          <w:b/>
          <w:sz w:val="28"/>
          <w:szCs w:val="28"/>
        </w:rPr>
        <w:tab/>
      </w:r>
      <w:r w:rsidRPr="003053D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 w:rsidRPr="003053D5">
        <w:rPr>
          <w:b/>
          <w:sz w:val="28"/>
          <w:szCs w:val="28"/>
        </w:rPr>
        <w:t xml:space="preserve"> С.И.Морозов</w:t>
      </w:r>
    </w:p>
    <w:p w:rsidR="000F665F" w:rsidRPr="003053D5" w:rsidRDefault="000F665F" w:rsidP="00DF2147">
      <w:pPr>
        <w:jc w:val="center"/>
        <w:rPr>
          <w:sz w:val="28"/>
          <w:szCs w:val="28"/>
        </w:rPr>
      </w:pPr>
    </w:p>
    <w:p w:rsidR="000F665F" w:rsidRDefault="000F665F" w:rsidP="00DF2147">
      <w:pPr>
        <w:jc w:val="center"/>
        <w:rPr>
          <w:sz w:val="28"/>
          <w:szCs w:val="28"/>
        </w:rPr>
      </w:pPr>
    </w:p>
    <w:p w:rsidR="000F665F" w:rsidRPr="003053D5" w:rsidRDefault="000F665F" w:rsidP="00DF2147">
      <w:pPr>
        <w:jc w:val="center"/>
        <w:rPr>
          <w:sz w:val="28"/>
          <w:szCs w:val="28"/>
        </w:rPr>
      </w:pPr>
    </w:p>
    <w:p w:rsidR="000F665F" w:rsidRPr="003053D5" w:rsidRDefault="000F665F" w:rsidP="00062661">
      <w:pPr>
        <w:spacing w:line="288" w:lineRule="auto"/>
        <w:jc w:val="center"/>
        <w:rPr>
          <w:sz w:val="28"/>
          <w:szCs w:val="28"/>
        </w:rPr>
      </w:pPr>
      <w:r w:rsidRPr="003053D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053D5">
        <w:rPr>
          <w:sz w:val="28"/>
          <w:szCs w:val="28"/>
        </w:rPr>
        <w:t>Ульяновск</w:t>
      </w:r>
    </w:p>
    <w:p w:rsidR="000F665F" w:rsidRPr="003053D5" w:rsidRDefault="000F665F" w:rsidP="00062661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Pr="003053D5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3053D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3053D5">
          <w:rPr>
            <w:sz w:val="28"/>
            <w:szCs w:val="28"/>
          </w:rPr>
          <w:t>2013 г</w:t>
        </w:r>
      </w:smartTag>
      <w:r w:rsidRPr="003053D5">
        <w:rPr>
          <w:sz w:val="28"/>
          <w:szCs w:val="28"/>
        </w:rPr>
        <w:t>.</w:t>
      </w:r>
    </w:p>
    <w:p w:rsidR="000F665F" w:rsidRPr="003053D5" w:rsidRDefault="000F665F" w:rsidP="00062661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 171</w:t>
      </w:r>
      <w:bookmarkStart w:id="0" w:name="_GoBack"/>
      <w:bookmarkEnd w:id="0"/>
      <w:r w:rsidRPr="003053D5">
        <w:rPr>
          <w:sz w:val="28"/>
          <w:szCs w:val="28"/>
        </w:rPr>
        <w:t>-ЗО</w:t>
      </w:r>
    </w:p>
    <w:sectPr w:rsidR="000F665F" w:rsidRPr="003053D5" w:rsidSect="00062661">
      <w:headerReference w:type="default" r:id="rId8"/>
      <w:pgSz w:w="11905" w:h="16838" w:code="9"/>
      <w:pgMar w:top="1134" w:right="624" w:bottom="1021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5F" w:rsidRDefault="000F665F" w:rsidP="009A2E8E">
      <w:r>
        <w:separator/>
      </w:r>
    </w:p>
  </w:endnote>
  <w:endnote w:type="continuationSeparator" w:id="0">
    <w:p w:rsidR="000F665F" w:rsidRDefault="000F665F" w:rsidP="009A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5F" w:rsidRDefault="000F665F" w:rsidP="009A2E8E">
      <w:r>
        <w:separator/>
      </w:r>
    </w:p>
  </w:footnote>
  <w:footnote w:type="continuationSeparator" w:id="0">
    <w:p w:rsidR="000F665F" w:rsidRDefault="000F665F" w:rsidP="009A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5F" w:rsidRDefault="000F665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F665F" w:rsidRDefault="000F66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288C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790D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BA53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7E39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1A45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6EE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922E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A01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60B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C05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10D1"/>
    <w:rsid w:val="000111CA"/>
    <w:rsid w:val="0001197D"/>
    <w:rsid w:val="00011DFB"/>
    <w:rsid w:val="0001208C"/>
    <w:rsid w:val="0001212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6E9"/>
    <w:rsid w:val="00025751"/>
    <w:rsid w:val="000257CA"/>
    <w:rsid w:val="00025B18"/>
    <w:rsid w:val="00027056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661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5988"/>
    <w:rsid w:val="00096782"/>
    <w:rsid w:val="00096B98"/>
    <w:rsid w:val="00097592"/>
    <w:rsid w:val="00097721"/>
    <w:rsid w:val="00097BF8"/>
    <w:rsid w:val="000A0091"/>
    <w:rsid w:val="000A00CC"/>
    <w:rsid w:val="000A0DBB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665F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BC"/>
    <w:rsid w:val="00127120"/>
    <w:rsid w:val="00127D43"/>
    <w:rsid w:val="00130698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377A8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C1"/>
    <w:rsid w:val="00151B9F"/>
    <w:rsid w:val="001522C6"/>
    <w:rsid w:val="0015232B"/>
    <w:rsid w:val="001525B9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75CE"/>
    <w:rsid w:val="00227967"/>
    <w:rsid w:val="00230B89"/>
    <w:rsid w:val="00230C12"/>
    <w:rsid w:val="00230F3B"/>
    <w:rsid w:val="0023156F"/>
    <w:rsid w:val="00232204"/>
    <w:rsid w:val="0023274C"/>
    <w:rsid w:val="002329A8"/>
    <w:rsid w:val="00233584"/>
    <w:rsid w:val="00233CF8"/>
    <w:rsid w:val="00234072"/>
    <w:rsid w:val="00234771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470C"/>
    <w:rsid w:val="00334F50"/>
    <w:rsid w:val="00334FC6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96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6E97"/>
    <w:rsid w:val="005272AF"/>
    <w:rsid w:val="00527A41"/>
    <w:rsid w:val="00530403"/>
    <w:rsid w:val="00530599"/>
    <w:rsid w:val="00531BC5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5E5"/>
    <w:rsid w:val="005469B7"/>
    <w:rsid w:val="00546C44"/>
    <w:rsid w:val="00546F63"/>
    <w:rsid w:val="0054754F"/>
    <w:rsid w:val="005478C4"/>
    <w:rsid w:val="00547D4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0C5B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D7"/>
    <w:rsid w:val="005714A0"/>
    <w:rsid w:val="00571B19"/>
    <w:rsid w:val="00571BC8"/>
    <w:rsid w:val="00571F44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2D1"/>
    <w:rsid w:val="005B7800"/>
    <w:rsid w:val="005B7EE0"/>
    <w:rsid w:val="005C10EE"/>
    <w:rsid w:val="005C121E"/>
    <w:rsid w:val="005C1D51"/>
    <w:rsid w:val="005C1EED"/>
    <w:rsid w:val="005C24EC"/>
    <w:rsid w:val="005C26FF"/>
    <w:rsid w:val="005C2940"/>
    <w:rsid w:val="005C2A09"/>
    <w:rsid w:val="005C2FF8"/>
    <w:rsid w:val="005C479C"/>
    <w:rsid w:val="005C48F1"/>
    <w:rsid w:val="005C5A85"/>
    <w:rsid w:val="005C5FD9"/>
    <w:rsid w:val="005C6797"/>
    <w:rsid w:val="005C6AF6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93C"/>
    <w:rsid w:val="00625AE5"/>
    <w:rsid w:val="0062637C"/>
    <w:rsid w:val="006269A7"/>
    <w:rsid w:val="00627B93"/>
    <w:rsid w:val="00627D67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316A"/>
    <w:rsid w:val="007B3638"/>
    <w:rsid w:val="007B3818"/>
    <w:rsid w:val="007B387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307F"/>
    <w:rsid w:val="007D30C0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DC9"/>
    <w:rsid w:val="00813E5D"/>
    <w:rsid w:val="00815BB9"/>
    <w:rsid w:val="00816886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5FE8"/>
    <w:rsid w:val="008966BB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3A5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E4B"/>
    <w:rsid w:val="00AA2F38"/>
    <w:rsid w:val="00AA3586"/>
    <w:rsid w:val="00AA3C65"/>
    <w:rsid w:val="00AA3C6B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72BE"/>
    <w:rsid w:val="00AB7561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20825"/>
    <w:rsid w:val="00B21440"/>
    <w:rsid w:val="00B221D5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166"/>
    <w:rsid w:val="00B7384C"/>
    <w:rsid w:val="00B73A9A"/>
    <w:rsid w:val="00B73FE8"/>
    <w:rsid w:val="00B744D9"/>
    <w:rsid w:val="00B74A3C"/>
    <w:rsid w:val="00B74E79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3640"/>
    <w:rsid w:val="00BB3CC8"/>
    <w:rsid w:val="00BB3DAE"/>
    <w:rsid w:val="00BB3ED7"/>
    <w:rsid w:val="00BB45B7"/>
    <w:rsid w:val="00BB4690"/>
    <w:rsid w:val="00BB4CF1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67D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54A"/>
    <w:rsid w:val="00C26B7E"/>
    <w:rsid w:val="00C26D33"/>
    <w:rsid w:val="00C26D3C"/>
    <w:rsid w:val="00C2774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3307"/>
    <w:rsid w:val="00C440F5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F7"/>
    <w:rsid w:val="00C5283D"/>
    <w:rsid w:val="00C52AA0"/>
    <w:rsid w:val="00C52B3F"/>
    <w:rsid w:val="00C52B83"/>
    <w:rsid w:val="00C534CE"/>
    <w:rsid w:val="00C537B2"/>
    <w:rsid w:val="00C53A7E"/>
    <w:rsid w:val="00C54099"/>
    <w:rsid w:val="00C55184"/>
    <w:rsid w:val="00C5547A"/>
    <w:rsid w:val="00C55721"/>
    <w:rsid w:val="00C5603B"/>
    <w:rsid w:val="00C5635A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AC1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49E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5C98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87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9A0F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E67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67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A2E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2E8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A2E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2E8E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F316C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125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115</Words>
  <Characters>659</Characters>
  <Application>Microsoft Office Outlook</Application>
  <DocSecurity>0</DocSecurity>
  <Lines>0</Lines>
  <Paragraphs>0</Paragraphs>
  <ScaleCrop>false</ScaleCrop>
  <Company>МинФин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2013-08-29T09:26:00Z</cp:lastPrinted>
  <dcterms:created xsi:type="dcterms:W3CDTF">2013-08-15T06:44:00Z</dcterms:created>
  <dcterms:modified xsi:type="dcterms:W3CDTF">2013-09-10T05:37:00Z</dcterms:modified>
</cp:coreProperties>
</file>