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36" w:rsidRDefault="00E63636" w:rsidP="00FC79F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Закон Ульяновской области</w:t>
      </w:r>
    </w:p>
    <w:p w:rsidR="00E63636" w:rsidRDefault="00E63636" w:rsidP="00FC79F0">
      <w:pPr>
        <w:jc w:val="center"/>
        <w:rPr>
          <w:b/>
          <w:color w:val="000000"/>
          <w:sz w:val="28"/>
          <w:szCs w:val="28"/>
        </w:rPr>
      </w:pPr>
    </w:p>
    <w:p w:rsidR="00E63636" w:rsidRDefault="00E63636" w:rsidP="00FC79F0">
      <w:pPr>
        <w:jc w:val="center"/>
        <w:rPr>
          <w:b/>
          <w:color w:val="000000"/>
          <w:sz w:val="28"/>
          <w:szCs w:val="28"/>
        </w:rPr>
      </w:pPr>
    </w:p>
    <w:p w:rsidR="00E63636" w:rsidRPr="00DF710B" w:rsidRDefault="00E63636" w:rsidP="00FC79F0">
      <w:pPr>
        <w:jc w:val="center"/>
        <w:rPr>
          <w:b/>
          <w:color w:val="000000"/>
          <w:sz w:val="36"/>
          <w:szCs w:val="28"/>
        </w:rPr>
      </w:pPr>
    </w:p>
    <w:p w:rsidR="00E63636" w:rsidRPr="00DF710B" w:rsidRDefault="00E63636" w:rsidP="00DF710B">
      <w:pPr>
        <w:jc w:val="center"/>
        <w:rPr>
          <w:b/>
          <w:color w:val="000000"/>
          <w:sz w:val="28"/>
          <w:szCs w:val="28"/>
        </w:rPr>
      </w:pPr>
    </w:p>
    <w:p w:rsidR="00E63636" w:rsidRPr="00DF710B" w:rsidRDefault="00E63636" w:rsidP="00DF710B">
      <w:pPr>
        <w:jc w:val="center"/>
        <w:rPr>
          <w:b/>
          <w:sz w:val="28"/>
          <w:szCs w:val="28"/>
        </w:rPr>
      </w:pPr>
      <w:r w:rsidRPr="00DF710B">
        <w:rPr>
          <w:b/>
          <w:sz w:val="28"/>
          <w:szCs w:val="28"/>
        </w:rPr>
        <w:t xml:space="preserve">О внесении изменения в Закон Ульяновской области </w:t>
      </w:r>
    </w:p>
    <w:p w:rsidR="00E63636" w:rsidRPr="00DF710B" w:rsidRDefault="00E63636" w:rsidP="00DF710B">
      <w:pPr>
        <w:jc w:val="center"/>
        <w:rPr>
          <w:b/>
          <w:sz w:val="28"/>
          <w:szCs w:val="28"/>
        </w:rPr>
      </w:pPr>
      <w:r w:rsidRPr="00DF710B">
        <w:rPr>
          <w:b/>
          <w:sz w:val="28"/>
          <w:szCs w:val="28"/>
        </w:rPr>
        <w:t xml:space="preserve">«О Реестре должностей государственной гражданской службы </w:t>
      </w:r>
    </w:p>
    <w:p w:rsidR="00E63636" w:rsidRPr="00DF710B" w:rsidRDefault="00E63636" w:rsidP="00DF710B">
      <w:pPr>
        <w:jc w:val="center"/>
        <w:rPr>
          <w:b/>
          <w:sz w:val="28"/>
          <w:szCs w:val="28"/>
        </w:rPr>
      </w:pPr>
      <w:r w:rsidRPr="00DF710B">
        <w:rPr>
          <w:b/>
          <w:sz w:val="28"/>
          <w:szCs w:val="28"/>
        </w:rPr>
        <w:t>Ульяновской области»</w:t>
      </w:r>
    </w:p>
    <w:p w:rsidR="00E63636" w:rsidRDefault="00E63636" w:rsidP="00DF71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710B">
        <w:rPr>
          <w:rFonts w:ascii="Times New Roman" w:hAnsi="Times New Roman" w:cs="Times New Roman"/>
          <w:sz w:val="28"/>
          <w:szCs w:val="28"/>
        </w:rPr>
        <w:tab/>
      </w:r>
    </w:p>
    <w:p w:rsidR="00E63636" w:rsidRDefault="00E63636" w:rsidP="00DF71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3636" w:rsidRDefault="00E63636" w:rsidP="00DF71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3636" w:rsidRDefault="00E63636" w:rsidP="00DF71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3636" w:rsidRPr="00DF710B" w:rsidRDefault="00E63636" w:rsidP="00DF710B">
      <w:pPr>
        <w:pStyle w:val="ConsPlusNormal"/>
        <w:jc w:val="both"/>
        <w:rPr>
          <w:rFonts w:ascii="Times New Roman" w:hAnsi="Times New Roman" w:cs="Times New Roman"/>
          <w:sz w:val="32"/>
          <w:szCs w:val="28"/>
        </w:rPr>
      </w:pPr>
    </w:p>
    <w:p w:rsidR="00E63636" w:rsidRDefault="00E63636" w:rsidP="00DF71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3636" w:rsidRPr="00CA06D3" w:rsidRDefault="00E63636" w:rsidP="00DF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3636" w:rsidRPr="00DF710B" w:rsidRDefault="00E63636" w:rsidP="00DF710B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10B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E63636" w:rsidRPr="00CA06D3" w:rsidRDefault="00E63636" w:rsidP="00DF710B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636" w:rsidRPr="00DF710B" w:rsidRDefault="00E63636" w:rsidP="00DF710B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10B">
        <w:rPr>
          <w:rFonts w:ascii="Times New Roman" w:hAnsi="Times New Roman" w:cs="Times New Roman"/>
          <w:sz w:val="28"/>
          <w:szCs w:val="28"/>
        </w:rPr>
        <w:t xml:space="preserve">Внести в подраздел 3 раздела 4 Реестра должностей государственной гражданской службы Ульяновской области, утверждённого Законом Ульяновской области от 19 декабря 2006 года № 212-ЗО «О Реестре должностей государственной гражданской службы Ульяновской области» («Ульяновская правда» от 23.12.2006 № 107-108; от 12.09.2007 № 77; от 07.12.2007 № 105; от 22.12.2007 № 110; от 23.04.2008 № 35; от 08.05.2008 № 38; от 19.12.2008 № 103; от 04.12.2009 № 97; от 05.02.2010 № 9; от 07.04.2010 № 25; от 12.05.2010            № 35-36; от 08.12.2010 № 100; от 12.10.2011 № 115; от 28.12.2011 № 147; от 27.04.2012 № 44; от 07.09.2012 № 97; от 26.12.2012 № 145; от 08.05.2013 № 48), изменение, дополнив его после строки </w:t>
      </w:r>
    </w:p>
    <w:p w:rsidR="00E63636" w:rsidRPr="00DF710B" w:rsidRDefault="00E63636" w:rsidP="00DF710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"/>
        <w:gridCol w:w="7447"/>
        <w:gridCol w:w="2173"/>
        <w:gridCol w:w="426"/>
      </w:tblGrid>
      <w:tr w:rsidR="00E63636" w:rsidRPr="00DF710B" w:rsidTr="00DF710B">
        <w:trPr>
          <w:trHeight w:val="57"/>
        </w:trPr>
        <w:tc>
          <w:tcPr>
            <w:tcW w:w="414" w:type="dxa"/>
            <w:tcBorders>
              <w:top w:val="nil"/>
              <w:left w:val="nil"/>
              <w:bottom w:val="nil"/>
            </w:tcBorders>
          </w:tcPr>
          <w:p w:rsidR="00E63636" w:rsidRPr="00DF710B" w:rsidRDefault="00E63636" w:rsidP="003C4A75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10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447" w:type="dxa"/>
          </w:tcPr>
          <w:p w:rsidR="00E63636" w:rsidRPr="00DF710B" w:rsidRDefault="00E63636" w:rsidP="003C4A75">
            <w:pPr>
              <w:tabs>
                <w:tab w:val="left" w:pos="4170"/>
                <w:tab w:val="center" w:pos="4713"/>
              </w:tabs>
              <w:spacing w:line="360" w:lineRule="auto"/>
              <w:rPr>
                <w:sz w:val="28"/>
                <w:szCs w:val="28"/>
              </w:rPr>
            </w:pPr>
            <w:r w:rsidRPr="00DF710B">
              <w:rPr>
                <w:sz w:val="28"/>
                <w:szCs w:val="28"/>
              </w:rPr>
              <w:t>Начальник отдела в территориальном органе, департаменте органа исполнительной власти</w:t>
            </w:r>
          </w:p>
        </w:tc>
        <w:tc>
          <w:tcPr>
            <w:tcW w:w="2173" w:type="dxa"/>
          </w:tcPr>
          <w:p w:rsidR="00E63636" w:rsidRPr="00DF710B" w:rsidRDefault="00E63636" w:rsidP="003C4A75">
            <w:pPr>
              <w:tabs>
                <w:tab w:val="left" w:pos="4170"/>
                <w:tab w:val="center" w:pos="4713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F710B">
              <w:rPr>
                <w:sz w:val="28"/>
                <w:szCs w:val="28"/>
              </w:rPr>
              <w:t>4-3-3-57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63636" w:rsidRDefault="00E63636" w:rsidP="00DF710B">
            <w:pPr>
              <w:ind w:left="-108"/>
              <w:jc w:val="both"/>
              <w:rPr>
                <w:sz w:val="28"/>
                <w:szCs w:val="28"/>
              </w:rPr>
            </w:pPr>
          </w:p>
          <w:p w:rsidR="00E63636" w:rsidRDefault="00E63636" w:rsidP="00DF710B">
            <w:pPr>
              <w:ind w:left="-108"/>
              <w:jc w:val="both"/>
              <w:rPr>
                <w:sz w:val="28"/>
                <w:szCs w:val="28"/>
              </w:rPr>
            </w:pPr>
          </w:p>
          <w:p w:rsidR="00E63636" w:rsidRPr="00DF710B" w:rsidRDefault="00E63636" w:rsidP="00DF710B">
            <w:pPr>
              <w:jc w:val="both"/>
              <w:rPr>
                <w:sz w:val="28"/>
                <w:szCs w:val="28"/>
              </w:rPr>
            </w:pPr>
            <w:r w:rsidRPr="00DF710B">
              <w:rPr>
                <w:sz w:val="28"/>
                <w:szCs w:val="28"/>
              </w:rPr>
              <w:t>»</w:t>
            </w:r>
          </w:p>
        </w:tc>
      </w:tr>
    </w:tbl>
    <w:p w:rsidR="00E63636" w:rsidRPr="00DF710B" w:rsidRDefault="00E63636" w:rsidP="00DF710B">
      <w:pPr>
        <w:pStyle w:val="ConsPlusNormal"/>
        <w:spacing w:line="36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636" w:rsidRPr="00DF710B" w:rsidRDefault="00E63636" w:rsidP="00DF710B">
      <w:pPr>
        <w:pStyle w:val="ConsPlusNormal"/>
        <w:spacing w:line="36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10B">
        <w:rPr>
          <w:rFonts w:ascii="Times New Roman" w:hAnsi="Times New Roman" w:cs="Times New Roman"/>
          <w:sz w:val="28"/>
          <w:szCs w:val="28"/>
        </w:rPr>
        <w:t>строкой следующего содержания:</w:t>
      </w:r>
    </w:p>
    <w:p w:rsidR="00E63636" w:rsidRPr="00DF710B" w:rsidRDefault="00E63636" w:rsidP="00DF710B">
      <w:pPr>
        <w:pStyle w:val="ConsPlusNormal"/>
        <w:spacing w:line="365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"/>
        <w:gridCol w:w="7447"/>
        <w:gridCol w:w="2173"/>
        <w:gridCol w:w="426"/>
      </w:tblGrid>
      <w:tr w:rsidR="00E63636" w:rsidRPr="00DF710B" w:rsidTr="00DF710B">
        <w:tc>
          <w:tcPr>
            <w:tcW w:w="414" w:type="dxa"/>
            <w:tcBorders>
              <w:top w:val="nil"/>
              <w:left w:val="nil"/>
              <w:bottom w:val="nil"/>
            </w:tcBorders>
          </w:tcPr>
          <w:p w:rsidR="00E63636" w:rsidRPr="00DF710B" w:rsidRDefault="00E63636" w:rsidP="003C4A75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10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447" w:type="dxa"/>
          </w:tcPr>
          <w:p w:rsidR="00E63636" w:rsidRPr="00DF710B" w:rsidRDefault="00E63636" w:rsidP="003C4A75">
            <w:pPr>
              <w:tabs>
                <w:tab w:val="left" w:pos="4170"/>
                <w:tab w:val="center" w:pos="4713"/>
              </w:tabs>
              <w:spacing w:line="360" w:lineRule="auto"/>
              <w:rPr>
                <w:sz w:val="28"/>
                <w:szCs w:val="28"/>
              </w:rPr>
            </w:pPr>
            <w:r w:rsidRPr="00DF710B">
              <w:rPr>
                <w:sz w:val="28"/>
                <w:szCs w:val="28"/>
              </w:rPr>
              <w:t xml:space="preserve">Референт </w:t>
            </w:r>
          </w:p>
        </w:tc>
        <w:tc>
          <w:tcPr>
            <w:tcW w:w="2173" w:type="dxa"/>
          </w:tcPr>
          <w:p w:rsidR="00E63636" w:rsidRPr="00DF710B" w:rsidRDefault="00E63636" w:rsidP="003C4A75">
            <w:pPr>
              <w:tabs>
                <w:tab w:val="left" w:pos="4170"/>
                <w:tab w:val="center" w:pos="4713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F710B">
              <w:rPr>
                <w:sz w:val="28"/>
                <w:szCs w:val="28"/>
              </w:rPr>
              <w:t>4-3-3-57</w:t>
            </w:r>
            <w:r w:rsidRPr="00DF710B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E63636" w:rsidRPr="00DF710B" w:rsidRDefault="00E63636" w:rsidP="007E751D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DF710B">
              <w:rPr>
                <w:sz w:val="28"/>
                <w:szCs w:val="28"/>
              </w:rPr>
              <w:t>».</w:t>
            </w:r>
          </w:p>
        </w:tc>
      </w:tr>
    </w:tbl>
    <w:p w:rsidR="00E63636" w:rsidRDefault="00E63636" w:rsidP="00DF71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E63636" w:rsidRPr="00DF710B" w:rsidRDefault="00E63636" w:rsidP="00DF71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DF710B">
        <w:rPr>
          <w:b/>
          <w:sz w:val="28"/>
          <w:szCs w:val="28"/>
        </w:rPr>
        <w:t>Статья 2</w:t>
      </w:r>
    </w:p>
    <w:p w:rsidR="00E63636" w:rsidRPr="00DF710B" w:rsidRDefault="00E63636" w:rsidP="00DF71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63636" w:rsidRPr="00DF710B" w:rsidRDefault="00E63636" w:rsidP="00DF710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10B">
        <w:rPr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sz w:val="28"/>
          <w:szCs w:val="28"/>
        </w:rPr>
        <w:br/>
      </w:r>
      <w:r w:rsidRPr="00DF710B">
        <w:rPr>
          <w:sz w:val="28"/>
          <w:szCs w:val="28"/>
        </w:rPr>
        <w:t xml:space="preserve">с реализацией </w:t>
      </w:r>
      <w:hyperlink r:id="rId6" w:history="1">
        <w:r w:rsidRPr="00DF710B">
          <w:rPr>
            <w:sz w:val="28"/>
            <w:szCs w:val="28"/>
          </w:rPr>
          <w:t>Закона</w:t>
        </w:r>
      </w:hyperlink>
      <w:r w:rsidRPr="00DF710B">
        <w:rPr>
          <w:sz w:val="28"/>
          <w:szCs w:val="28"/>
        </w:rPr>
        <w:t xml:space="preserve"> Ульяновской области от 19 декабря 2006 года № 212-ЗО </w:t>
      </w:r>
      <w:r>
        <w:rPr>
          <w:sz w:val="28"/>
          <w:szCs w:val="28"/>
        </w:rPr>
        <w:br/>
      </w:r>
      <w:r w:rsidRPr="00DF710B">
        <w:rPr>
          <w:sz w:val="28"/>
          <w:szCs w:val="28"/>
        </w:rPr>
        <w:t>«О Реестре должностей государственной гражданской службы Ульяновской области» (в редакции настоящего Закона), осуществляется в пределах бюджетных ассигнований областного бюджета Ульяновской области, выделенных исполнительным органам государственной власти Ульяновской области на формирование фонда оплаты труда государственных гражданских служащих Ульяновской области.</w:t>
      </w:r>
    </w:p>
    <w:p w:rsidR="00E63636" w:rsidRDefault="00E63636" w:rsidP="00DF71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63636" w:rsidRPr="00DF710B" w:rsidRDefault="00E63636" w:rsidP="00DF71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63636" w:rsidRPr="00DF710B" w:rsidRDefault="00E63636" w:rsidP="00DF710B">
      <w:pPr>
        <w:jc w:val="both"/>
        <w:rPr>
          <w:sz w:val="28"/>
          <w:szCs w:val="28"/>
        </w:rPr>
      </w:pPr>
      <w:r w:rsidRPr="00DF710B">
        <w:rPr>
          <w:b/>
          <w:sz w:val="28"/>
          <w:szCs w:val="28"/>
        </w:rPr>
        <w:t>Губернатор Ульяновской области</w:t>
      </w:r>
      <w:r w:rsidRPr="00DF710B">
        <w:rPr>
          <w:b/>
          <w:sz w:val="28"/>
          <w:szCs w:val="28"/>
        </w:rPr>
        <w:tab/>
      </w:r>
      <w:r w:rsidRPr="00DF710B">
        <w:rPr>
          <w:b/>
          <w:sz w:val="28"/>
          <w:szCs w:val="28"/>
        </w:rPr>
        <w:tab/>
      </w:r>
      <w:r w:rsidRPr="00DF710B"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 xml:space="preserve"> </w:t>
      </w:r>
      <w:r w:rsidRPr="00DF710B">
        <w:rPr>
          <w:b/>
          <w:sz w:val="28"/>
          <w:szCs w:val="28"/>
        </w:rPr>
        <w:t xml:space="preserve">          С.И.Морозов</w:t>
      </w:r>
    </w:p>
    <w:p w:rsidR="00E63636" w:rsidRDefault="00E63636" w:rsidP="00DF710B">
      <w:pPr>
        <w:tabs>
          <w:tab w:val="left" w:pos="5481"/>
        </w:tabs>
        <w:rPr>
          <w:sz w:val="28"/>
          <w:szCs w:val="28"/>
        </w:rPr>
      </w:pPr>
      <w:r w:rsidRPr="00DF710B">
        <w:rPr>
          <w:sz w:val="28"/>
          <w:szCs w:val="28"/>
        </w:rPr>
        <w:tab/>
      </w:r>
    </w:p>
    <w:p w:rsidR="00E63636" w:rsidRPr="00DF710B" w:rsidRDefault="00E63636" w:rsidP="00DF710B">
      <w:pPr>
        <w:tabs>
          <w:tab w:val="left" w:pos="5481"/>
        </w:tabs>
        <w:rPr>
          <w:sz w:val="28"/>
          <w:szCs w:val="28"/>
        </w:rPr>
      </w:pPr>
    </w:p>
    <w:p w:rsidR="00E63636" w:rsidRPr="00DF710B" w:rsidRDefault="00E63636" w:rsidP="00DF710B">
      <w:pPr>
        <w:jc w:val="center"/>
        <w:rPr>
          <w:sz w:val="28"/>
          <w:szCs w:val="28"/>
        </w:rPr>
      </w:pPr>
    </w:p>
    <w:p w:rsidR="00E63636" w:rsidRPr="00DF710B" w:rsidRDefault="00E63636" w:rsidP="00DF710B">
      <w:pPr>
        <w:jc w:val="center"/>
        <w:rPr>
          <w:sz w:val="28"/>
          <w:szCs w:val="28"/>
        </w:rPr>
      </w:pPr>
      <w:r w:rsidRPr="00DF710B">
        <w:rPr>
          <w:sz w:val="28"/>
          <w:szCs w:val="28"/>
        </w:rPr>
        <w:t>г. Ульяновск</w:t>
      </w:r>
    </w:p>
    <w:p w:rsidR="00E63636" w:rsidRPr="00DF710B" w:rsidRDefault="00E63636" w:rsidP="00DF71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Pr="00DF710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DF710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F710B">
          <w:rPr>
            <w:sz w:val="28"/>
            <w:szCs w:val="28"/>
          </w:rPr>
          <w:t>2013 г</w:t>
        </w:r>
      </w:smartTag>
      <w:r w:rsidRPr="00DF710B">
        <w:rPr>
          <w:sz w:val="28"/>
          <w:szCs w:val="28"/>
        </w:rPr>
        <w:t>.</w:t>
      </w:r>
    </w:p>
    <w:p w:rsidR="00E63636" w:rsidRPr="00DF710B" w:rsidRDefault="00E63636" w:rsidP="00DF710B">
      <w:pPr>
        <w:jc w:val="center"/>
        <w:rPr>
          <w:sz w:val="28"/>
          <w:szCs w:val="28"/>
        </w:rPr>
      </w:pPr>
      <w:r w:rsidRPr="00DF710B">
        <w:rPr>
          <w:sz w:val="28"/>
          <w:szCs w:val="28"/>
        </w:rPr>
        <w:t xml:space="preserve">№ </w:t>
      </w:r>
      <w:r>
        <w:rPr>
          <w:sz w:val="28"/>
          <w:szCs w:val="28"/>
        </w:rPr>
        <w:t>154</w:t>
      </w:r>
      <w:r w:rsidRPr="00DF710B">
        <w:rPr>
          <w:sz w:val="28"/>
          <w:szCs w:val="28"/>
        </w:rPr>
        <w:t>-ЗО</w:t>
      </w:r>
    </w:p>
    <w:sectPr w:rsidR="00E63636" w:rsidRPr="00DF710B" w:rsidSect="00DF710B">
      <w:headerReference w:type="even" r:id="rId7"/>
      <w:headerReference w:type="default" r:id="rId8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636" w:rsidRDefault="00E63636">
      <w:r>
        <w:separator/>
      </w:r>
    </w:p>
  </w:endnote>
  <w:endnote w:type="continuationSeparator" w:id="0">
    <w:p w:rsidR="00E63636" w:rsidRDefault="00E63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636" w:rsidRDefault="00E63636">
      <w:r>
        <w:separator/>
      </w:r>
    </w:p>
  </w:footnote>
  <w:footnote w:type="continuationSeparator" w:id="0">
    <w:p w:rsidR="00E63636" w:rsidRDefault="00E63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636" w:rsidRDefault="00E63636" w:rsidP="00A431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3636" w:rsidRDefault="00E636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636" w:rsidRPr="00DF710B" w:rsidRDefault="00E63636" w:rsidP="00DF710B">
    <w:pPr>
      <w:pStyle w:val="Header"/>
      <w:jc w:val="center"/>
      <w:rPr>
        <w:rStyle w:val="PageNumber"/>
        <w:sz w:val="28"/>
        <w:szCs w:val="28"/>
      </w:rPr>
    </w:pPr>
    <w:r w:rsidRPr="00DF710B">
      <w:rPr>
        <w:rStyle w:val="PageNumber"/>
        <w:sz w:val="28"/>
        <w:szCs w:val="28"/>
      </w:rPr>
      <w:fldChar w:fldCharType="begin"/>
    </w:r>
    <w:r w:rsidRPr="00DF710B">
      <w:rPr>
        <w:rStyle w:val="PageNumber"/>
        <w:sz w:val="28"/>
        <w:szCs w:val="28"/>
      </w:rPr>
      <w:instrText xml:space="preserve">PAGE  </w:instrText>
    </w:r>
    <w:r w:rsidRPr="00DF710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DF710B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9F0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760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68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D69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328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5E74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DA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1C77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A75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E9B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D7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94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51D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15C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3FD1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1B9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1F5"/>
    <w:rsid w:val="009B53D9"/>
    <w:rsid w:val="009B6650"/>
    <w:rsid w:val="009B6BDF"/>
    <w:rsid w:val="009B71CB"/>
    <w:rsid w:val="009B732A"/>
    <w:rsid w:val="009C02A8"/>
    <w:rsid w:val="009C054E"/>
    <w:rsid w:val="009C05A5"/>
    <w:rsid w:val="009C09AE"/>
    <w:rsid w:val="009C1A6F"/>
    <w:rsid w:val="009C207D"/>
    <w:rsid w:val="009C2371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3E0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19F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BFA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22D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59B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6D3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0DB1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48E"/>
    <w:rsid w:val="00DC5E54"/>
    <w:rsid w:val="00DC619F"/>
    <w:rsid w:val="00DC6249"/>
    <w:rsid w:val="00DC62A2"/>
    <w:rsid w:val="00DC6E7D"/>
    <w:rsid w:val="00DD0767"/>
    <w:rsid w:val="00DD089F"/>
    <w:rsid w:val="00DD08B1"/>
    <w:rsid w:val="00DD0CC8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10B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636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29A4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9F0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79F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C79F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C79F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FC79F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C79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23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F710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C23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959CD852B5D79DE64C6D7A073B6409E8E9564F7CD04533DDEA923A5E3476C2AC07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266</Words>
  <Characters>1522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12</cp:revision>
  <cp:lastPrinted>2013-08-30T05:36:00Z</cp:lastPrinted>
  <dcterms:created xsi:type="dcterms:W3CDTF">2013-08-22T11:05:00Z</dcterms:created>
  <dcterms:modified xsi:type="dcterms:W3CDTF">2013-09-10T05:26:00Z</dcterms:modified>
</cp:coreProperties>
</file>