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1EA" w:rsidRPr="00C45C9B" w:rsidRDefault="00BD71EA" w:rsidP="000373C2">
      <w:pPr>
        <w:jc w:val="center"/>
        <w:rPr>
          <w:b/>
          <w:sz w:val="28"/>
          <w:szCs w:val="28"/>
        </w:rPr>
      </w:pPr>
      <w:r w:rsidRPr="00C45C9B">
        <w:rPr>
          <w:b/>
          <w:sz w:val="28"/>
          <w:szCs w:val="28"/>
        </w:rPr>
        <w:t>Закон Ульяновской области</w:t>
      </w:r>
    </w:p>
    <w:p w:rsidR="00BD71EA" w:rsidRDefault="00BD71EA" w:rsidP="000373C2">
      <w:pPr>
        <w:jc w:val="center"/>
        <w:rPr>
          <w:b/>
        </w:rPr>
      </w:pPr>
    </w:p>
    <w:p w:rsidR="00BD71EA" w:rsidRDefault="00BD71EA" w:rsidP="000373C2">
      <w:pPr>
        <w:jc w:val="center"/>
        <w:rPr>
          <w:b/>
        </w:rPr>
      </w:pPr>
    </w:p>
    <w:p w:rsidR="00BD71EA" w:rsidRDefault="00BD71EA" w:rsidP="000373C2">
      <w:pPr>
        <w:jc w:val="center"/>
        <w:rPr>
          <w:b/>
        </w:rPr>
      </w:pPr>
    </w:p>
    <w:p w:rsidR="00BD71EA" w:rsidRDefault="00BD71EA" w:rsidP="000373C2">
      <w:pPr>
        <w:jc w:val="center"/>
        <w:rPr>
          <w:b/>
        </w:rPr>
      </w:pPr>
    </w:p>
    <w:p w:rsidR="00BD71EA" w:rsidRPr="00907F06" w:rsidRDefault="00BD71EA" w:rsidP="000373C2">
      <w:pPr>
        <w:rPr>
          <w:b/>
          <w:bCs/>
          <w:sz w:val="28"/>
          <w:szCs w:val="28"/>
        </w:rPr>
      </w:pPr>
    </w:p>
    <w:p w:rsidR="00BD71EA" w:rsidRDefault="00BD71EA" w:rsidP="00D305C1">
      <w:pPr>
        <w:jc w:val="center"/>
        <w:rPr>
          <w:b/>
          <w:sz w:val="28"/>
          <w:szCs w:val="28"/>
        </w:rPr>
      </w:pPr>
      <w:r w:rsidRPr="005B76A5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й</w:t>
      </w:r>
      <w:r w:rsidRPr="005B76A5">
        <w:rPr>
          <w:b/>
          <w:sz w:val="28"/>
          <w:szCs w:val="28"/>
        </w:rPr>
        <w:t xml:space="preserve"> в</w:t>
      </w:r>
      <w:r>
        <w:rPr>
          <w:b/>
          <w:sz w:val="28"/>
          <w:szCs w:val="28"/>
        </w:rPr>
        <w:t xml:space="preserve"> </w:t>
      </w:r>
      <w:r w:rsidRPr="005B76A5">
        <w:rPr>
          <w:b/>
          <w:sz w:val="28"/>
          <w:szCs w:val="28"/>
        </w:rPr>
        <w:t xml:space="preserve">Закон Ульяновской области </w:t>
      </w:r>
    </w:p>
    <w:p w:rsidR="00BD71EA" w:rsidRDefault="00BD71EA" w:rsidP="00D305C1">
      <w:pPr>
        <w:jc w:val="center"/>
        <w:rPr>
          <w:b/>
          <w:sz w:val="28"/>
          <w:szCs w:val="28"/>
        </w:rPr>
      </w:pPr>
      <w:r w:rsidRPr="005B76A5">
        <w:rPr>
          <w:b/>
          <w:sz w:val="28"/>
          <w:szCs w:val="28"/>
        </w:rPr>
        <w:t xml:space="preserve">«О развитии инвестиционной деятельности на территории </w:t>
      </w:r>
    </w:p>
    <w:p w:rsidR="00BD71EA" w:rsidRDefault="00BD71EA" w:rsidP="00D305C1">
      <w:pPr>
        <w:jc w:val="center"/>
        <w:rPr>
          <w:b/>
          <w:sz w:val="28"/>
          <w:szCs w:val="28"/>
        </w:rPr>
      </w:pPr>
      <w:r w:rsidRPr="005B76A5">
        <w:rPr>
          <w:b/>
          <w:sz w:val="28"/>
          <w:szCs w:val="28"/>
        </w:rPr>
        <w:t>Ульяновской области»</w:t>
      </w:r>
      <w:r w:rsidRPr="00E632A4">
        <w:rPr>
          <w:sz w:val="28"/>
          <w:szCs w:val="28"/>
        </w:rPr>
        <w:t xml:space="preserve"> </w:t>
      </w:r>
      <w:r w:rsidRPr="00D52360">
        <w:rPr>
          <w:b/>
          <w:sz w:val="28"/>
          <w:szCs w:val="28"/>
        </w:rPr>
        <w:t xml:space="preserve">и статью 11 Закона </w:t>
      </w:r>
      <w:r>
        <w:rPr>
          <w:b/>
          <w:sz w:val="28"/>
          <w:szCs w:val="28"/>
        </w:rPr>
        <w:t xml:space="preserve">Ульяновской области </w:t>
      </w:r>
    </w:p>
    <w:p w:rsidR="00BD71EA" w:rsidRPr="00D52360" w:rsidRDefault="00BD71EA" w:rsidP="00D305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 Губернаторе Ульяновской области»</w:t>
      </w:r>
    </w:p>
    <w:p w:rsidR="00BD71EA" w:rsidRDefault="00BD71EA" w:rsidP="009D3055">
      <w:pPr>
        <w:spacing w:line="360" w:lineRule="auto"/>
        <w:rPr>
          <w:sz w:val="28"/>
          <w:szCs w:val="28"/>
        </w:rPr>
      </w:pPr>
    </w:p>
    <w:p w:rsidR="00BD71EA" w:rsidRDefault="00BD71EA" w:rsidP="00755E60">
      <w:pPr>
        <w:rPr>
          <w:sz w:val="28"/>
          <w:szCs w:val="28"/>
        </w:rPr>
      </w:pPr>
    </w:p>
    <w:p w:rsidR="00BD71EA" w:rsidRDefault="00BD71EA" w:rsidP="00755E60">
      <w:pPr>
        <w:rPr>
          <w:sz w:val="28"/>
          <w:szCs w:val="28"/>
        </w:rPr>
      </w:pPr>
    </w:p>
    <w:p w:rsidR="00BD71EA" w:rsidRDefault="00BD71EA" w:rsidP="00755E60">
      <w:pPr>
        <w:rPr>
          <w:sz w:val="28"/>
          <w:szCs w:val="28"/>
        </w:rPr>
      </w:pPr>
    </w:p>
    <w:p w:rsidR="00BD71EA" w:rsidRDefault="00BD71EA" w:rsidP="00755E60">
      <w:pPr>
        <w:rPr>
          <w:sz w:val="28"/>
          <w:szCs w:val="28"/>
        </w:rPr>
      </w:pPr>
    </w:p>
    <w:p w:rsidR="00BD71EA" w:rsidRPr="00DF4FD5" w:rsidRDefault="00BD71EA" w:rsidP="00755E60">
      <w:pPr>
        <w:rPr>
          <w:sz w:val="32"/>
          <w:szCs w:val="32"/>
        </w:rPr>
      </w:pPr>
    </w:p>
    <w:p w:rsidR="00BD71EA" w:rsidRDefault="00BD71EA" w:rsidP="002A2875">
      <w:pPr>
        <w:ind w:firstLine="720"/>
        <w:jc w:val="both"/>
        <w:rPr>
          <w:b/>
          <w:sz w:val="28"/>
          <w:szCs w:val="28"/>
        </w:rPr>
      </w:pPr>
      <w:r w:rsidRPr="001F0726">
        <w:rPr>
          <w:b/>
          <w:sz w:val="28"/>
          <w:szCs w:val="28"/>
        </w:rPr>
        <w:t>Статья 1</w:t>
      </w:r>
    </w:p>
    <w:p w:rsidR="00BD71EA" w:rsidRDefault="00BD71EA" w:rsidP="002A2875">
      <w:pPr>
        <w:ind w:firstLine="720"/>
        <w:jc w:val="both"/>
        <w:rPr>
          <w:b/>
          <w:sz w:val="28"/>
          <w:szCs w:val="28"/>
        </w:rPr>
      </w:pPr>
    </w:p>
    <w:p w:rsidR="00BD71EA" w:rsidRPr="001F0726" w:rsidRDefault="00BD71EA" w:rsidP="002A2875">
      <w:pPr>
        <w:ind w:firstLine="720"/>
        <w:jc w:val="both"/>
        <w:rPr>
          <w:b/>
          <w:sz w:val="28"/>
          <w:szCs w:val="28"/>
        </w:rPr>
      </w:pPr>
    </w:p>
    <w:p w:rsidR="00BD71EA" w:rsidRDefault="00BD71EA" w:rsidP="00DF4FD5">
      <w:pPr>
        <w:spacing w:line="360" w:lineRule="auto"/>
        <w:ind w:firstLine="709"/>
        <w:jc w:val="both"/>
        <w:rPr>
          <w:sz w:val="28"/>
          <w:szCs w:val="28"/>
        </w:rPr>
      </w:pPr>
      <w:r w:rsidRPr="00650A24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650A24">
        <w:rPr>
          <w:sz w:val="28"/>
          <w:szCs w:val="28"/>
        </w:rPr>
        <w:t xml:space="preserve">Закон Ульяновской области от </w:t>
      </w:r>
      <w:smartTag w:uri="urn:schemas-microsoft-com:office:smarttags" w:element="date">
        <w:smartTagPr>
          <w:attr w:name="Year" w:val="2005"/>
          <w:attr w:name="Day" w:val="15"/>
          <w:attr w:name="Month" w:val="3"/>
          <w:attr w:name="ls" w:val="trans"/>
        </w:smartTagPr>
        <w:r w:rsidRPr="00650A24">
          <w:rPr>
            <w:sz w:val="28"/>
            <w:szCs w:val="28"/>
          </w:rPr>
          <w:t>15 марта 2005 года</w:t>
        </w:r>
      </w:smartTag>
      <w:r w:rsidRPr="00650A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019-ЗО </w:t>
      </w:r>
      <w:r>
        <w:rPr>
          <w:sz w:val="28"/>
          <w:szCs w:val="28"/>
        </w:rPr>
        <w:br/>
      </w:r>
      <w:r w:rsidRPr="00650A24">
        <w:rPr>
          <w:sz w:val="28"/>
          <w:szCs w:val="28"/>
        </w:rPr>
        <w:t>«О развитии инвестиционной деятельности на территории Ульяновской области»  (</w:t>
      </w:r>
      <w:r w:rsidRPr="001361E2">
        <w:rPr>
          <w:sz w:val="28"/>
          <w:szCs w:val="28"/>
        </w:rPr>
        <w:t xml:space="preserve">«Ульяновская правда» от </w:t>
      </w:r>
      <w:smartTag w:uri="urn:schemas-microsoft-com:office:smarttags" w:element="date">
        <w:smartTagPr>
          <w:attr w:name="Year" w:val="2005"/>
          <w:attr w:name="Day" w:val="18"/>
          <w:attr w:name="Month" w:val="03"/>
          <w:attr w:name="ls" w:val="trans"/>
        </w:smartTagPr>
        <w:r w:rsidRPr="001361E2">
          <w:rPr>
            <w:sz w:val="28"/>
            <w:szCs w:val="28"/>
          </w:rPr>
          <w:t>18.03.2005</w:t>
        </w:r>
      </w:smartTag>
      <w:r w:rsidRPr="001361E2">
        <w:rPr>
          <w:sz w:val="28"/>
          <w:szCs w:val="28"/>
        </w:rPr>
        <w:t xml:space="preserve"> № 27; от </w:t>
      </w:r>
      <w:smartTag w:uri="urn:schemas-microsoft-com:office:smarttags" w:element="date">
        <w:smartTagPr>
          <w:attr w:name="Year" w:val="2005"/>
          <w:attr w:name="Day" w:val="06"/>
          <w:attr w:name="Month" w:val="12"/>
          <w:attr w:name="ls" w:val="trans"/>
        </w:smartTagPr>
        <w:r w:rsidRPr="001361E2">
          <w:rPr>
            <w:sz w:val="28"/>
            <w:szCs w:val="28"/>
          </w:rPr>
          <w:t>06.12.2005</w:t>
        </w:r>
      </w:smartTag>
      <w:r w:rsidRPr="001361E2">
        <w:rPr>
          <w:sz w:val="28"/>
          <w:szCs w:val="28"/>
        </w:rPr>
        <w:t xml:space="preserve"> № 112-113;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1361E2"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07"/>
          <w:attr w:name="Day" w:val="06"/>
          <w:attr w:name="Month" w:val="06"/>
          <w:attr w:name="ls" w:val="trans"/>
        </w:smartTagPr>
        <w:r w:rsidRPr="001361E2">
          <w:rPr>
            <w:sz w:val="28"/>
            <w:szCs w:val="28"/>
          </w:rPr>
          <w:t>06.06.2007</w:t>
        </w:r>
      </w:smartTag>
      <w:r w:rsidRPr="001361E2">
        <w:rPr>
          <w:sz w:val="28"/>
          <w:szCs w:val="28"/>
        </w:rPr>
        <w:t xml:space="preserve"> № 45; от </w:t>
      </w:r>
      <w:smartTag w:uri="urn:schemas-microsoft-com:office:smarttags" w:element="date">
        <w:smartTagPr>
          <w:attr w:name="Year" w:val="2008"/>
          <w:attr w:name="Day" w:val="16"/>
          <w:attr w:name="Month" w:val="01"/>
          <w:attr w:name="ls" w:val="trans"/>
        </w:smartTagPr>
        <w:r w:rsidRPr="001361E2">
          <w:rPr>
            <w:sz w:val="28"/>
            <w:szCs w:val="28"/>
          </w:rPr>
          <w:t>16.01.2008</w:t>
        </w:r>
      </w:smartTag>
      <w:r w:rsidRPr="001361E2">
        <w:rPr>
          <w:sz w:val="28"/>
          <w:szCs w:val="28"/>
        </w:rPr>
        <w:t xml:space="preserve"> № 3; от </w:t>
      </w:r>
      <w:smartTag w:uri="urn:schemas-microsoft-com:office:smarttags" w:element="date">
        <w:smartTagPr>
          <w:attr w:name="Year" w:val="2008"/>
          <w:attr w:name="Day" w:val="02"/>
          <w:attr w:name="Month" w:val="07"/>
          <w:attr w:name="ls" w:val="trans"/>
        </w:smartTagPr>
        <w:r w:rsidRPr="001361E2">
          <w:rPr>
            <w:sz w:val="28"/>
            <w:szCs w:val="28"/>
          </w:rPr>
          <w:t>02.07.2008</w:t>
        </w:r>
      </w:smartTag>
      <w:r w:rsidRPr="001361E2">
        <w:rPr>
          <w:sz w:val="28"/>
          <w:szCs w:val="28"/>
        </w:rPr>
        <w:t xml:space="preserve"> № 54; от </w:t>
      </w:r>
      <w:smartTag w:uri="urn:schemas-microsoft-com:office:smarttags" w:element="date">
        <w:smartTagPr>
          <w:attr w:name="Year" w:val="2008"/>
          <w:attr w:name="Day" w:val="07"/>
          <w:attr w:name="Month" w:val="11"/>
          <w:attr w:name="ls" w:val="trans"/>
        </w:smartTagPr>
        <w:r w:rsidRPr="001361E2">
          <w:rPr>
            <w:sz w:val="28"/>
            <w:szCs w:val="28"/>
          </w:rPr>
          <w:t>07.11.2008</w:t>
        </w:r>
      </w:smartTag>
      <w:r w:rsidRPr="001361E2">
        <w:rPr>
          <w:sz w:val="28"/>
          <w:szCs w:val="28"/>
        </w:rPr>
        <w:t xml:space="preserve"> № 91; </w:t>
      </w:r>
      <w:r>
        <w:rPr>
          <w:sz w:val="28"/>
          <w:szCs w:val="28"/>
        </w:rPr>
        <w:br/>
      </w:r>
      <w:r w:rsidRPr="001361E2"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09"/>
          <w:attr w:name="Day" w:val="11"/>
          <w:attr w:name="Month" w:val="11"/>
          <w:attr w:name="ls" w:val="trans"/>
        </w:smartTagPr>
        <w:r w:rsidRPr="001361E2">
          <w:rPr>
            <w:sz w:val="28"/>
            <w:szCs w:val="28"/>
          </w:rPr>
          <w:t>11.11.2009</w:t>
        </w:r>
      </w:smartTag>
      <w:r w:rsidRPr="001361E2">
        <w:rPr>
          <w:sz w:val="28"/>
          <w:szCs w:val="28"/>
        </w:rPr>
        <w:t xml:space="preserve"> № 90; от </w:t>
      </w:r>
      <w:smartTag w:uri="urn:schemas-microsoft-com:office:smarttags" w:element="date">
        <w:smartTagPr>
          <w:attr w:name="Year" w:val="2010"/>
          <w:attr w:name="Day" w:val="06"/>
          <w:attr w:name="Month" w:val="10"/>
          <w:attr w:name="ls" w:val="trans"/>
        </w:smartTagPr>
        <w:r w:rsidRPr="001361E2">
          <w:rPr>
            <w:sz w:val="28"/>
            <w:szCs w:val="28"/>
          </w:rPr>
          <w:t>06.10.2010</w:t>
        </w:r>
      </w:smartTag>
      <w:r w:rsidRPr="001361E2">
        <w:rPr>
          <w:sz w:val="28"/>
          <w:szCs w:val="28"/>
        </w:rPr>
        <w:t xml:space="preserve"> № 81</w:t>
      </w:r>
      <w:r w:rsidRPr="008069A7">
        <w:rPr>
          <w:sz w:val="28"/>
          <w:szCs w:val="28"/>
        </w:rPr>
        <w:t xml:space="preserve">; от </w:t>
      </w:r>
      <w:smartTag w:uri="urn:schemas-microsoft-com:office:smarttags" w:element="date">
        <w:smartTagPr>
          <w:attr w:name="Year" w:val="2011"/>
          <w:attr w:name="Day" w:val="04"/>
          <w:attr w:name="Month" w:val="2"/>
          <w:attr w:name="ls" w:val="trans"/>
        </w:smartTagPr>
        <w:r w:rsidRPr="008069A7">
          <w:rPr>
            <w:sz w:val="28"/>
            <w:szCs w:val="28"/>
          </w:rPr>
          <w:t>04.02.2011</w:t>
        </w:r>
      </w:smartTag>
      <w:r w:rsidRPr="008069A7">
        <w:rPr>
          <w:sz w:val="28"/>
          <w:szCs w:val="28"/>
        </w:rPr>
        <w:t xml:space="preserve"> № 12-13; от </w:t>
      </w:r>
      <w:smartTag w:uri="urn:schemas-microsoft-com:office:smarttags" w:element="date">
        <w:smartTagPr>
          <w:attr w:name="Year" w:val="2012"/>
          <w:attr w:name="Day" w:val="02"/>
          <w:attr w:name="Month" w:val="11"/>
          <w:attr w:name="ls" w:val="trans"/>
        </w:smartTagPr>
        <w:r w:rsidRPr="008069A7">
          <w:rPr>
            <w:sz w:val="28"/>
            <w:szCs w:val="28"/>
          </w:rPr>
          <w:t>02.11.2012</w:t>
        </w:r>
      </w:smartTag>
      <w:r w:rsidRPr="008069A7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8069A7">
        <w:rPr>
          <w:sz w:val="28"/>
          <w:szCs w:val="28"/>
        </w:rPr>
        <w:t xml:space="preserve">№ 121; от </w:t>
      </w:r>
      <w:smartTag w:uri="urn:schemas-microsoft-com:office:smarttags" w:element="date">
        <w:smartTagPr>
          <w:attr w:name="Year" w:val="2012"/>
          <w:attr w:name="Day" w:val="07"/>
          <w:attr w:name="Month" w:val="12"/>
          <w:attr w:name="ls" w:val="trans"/>
        </w:smartTagPr>
        <w:r w:rsidRPr="008069A7">
          <w:rPr>
            <w:sz w:val="28"/>
            <w:szCs w:val="28"/>
          </w:rPr>
          <w:t>07.12.2012</w:t>
        </w:r>
      </w:smartTag>
      <w:r w:rsidRPr="008069A7">
        <w:rPr>
          <w:sz w:val="28"/>
          <w:szCs w:val="28"/>
        </w:rPr>
        <w:t xml:space="preserve"> № 136</w:t>
      </w:r>
      <w:r>
        <w:rPr>
          <w:sz w:val="28"/>
          <w:szCs w:val="28"/>
        </w:rPr>
        <w:t>; от 08.05.2013 № 48</w:t>
      </w:r>
      <w:r w:rsidRPr="00650A24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следующие </w:t>
      </w:r>
      <w:r w:rsidRPr="00650A24">
        <w:rPr>
          <w:sz w:val="28"/>
          <w:szCs w:val="28"/>
        </w:rPr>
        <w:t>изменени</w:t>
      </w:r>
      <w:r>
        <w:rPr>
          <w:sz w:val="28"/>
          <w:szCs w:val="28"/>
        </w:rPr>
        <w:t>я:</w:t>
      </w:r>
    </w:p>
    <w:p w:rsidR="00BD71EA" w:rsidRDefault="00BD71EA" w:rsidP="00DF4F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дополнить статьёй 5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следующего содержания</w:t>
      </w:r>
      <w:r w:rsidRPr="00650A24">
        <w:rPr>
          <w:sz w:val="28"/>
          <w:szCs w:val="28"/>
        </w:rPr>
        <w:t>:</w:t>
      </w:r>
    </w:p>
    <w:p w:rsidR="00BD71EA" w:rsidRDefault="00BD71EA" w:rsidP="00755E60">
      <w:pPr>
        <w:ind w:left="2552" w:hanging="1832"/>
        <w:jc w:val="both"/>
        <w:rPr>
          <w:b/>
          <w:sz w:val="28"/>
          <w:szCs w:val="28"/>
        </w:rPr>
      </w:pPr>
      <w:r>
        <w:rPr>
          <w:sz w:val="28"/>
          <w:szCs w:val="28"/>
        </w:rPr>
        <w:t>«Статья 5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. </w:t>
      </w:r>
      <w:r w:rsidRPr="00D514BC">
        <w:rPr>
          <w:b/>
          <w:sz w:val="28"/>
          <w:szCs w:val="28"/>
        </w:rPr>
        <w:t>Ежегодный публичный</w:t>
      </w:r>
      <w:r w:rsidRPr="00E82FC7">
        <w:rPr>
          <w:b/>
          <w:sz w:val="28"/>
          <w:szCs w:val="28"/>
        </w:rPr>
        <w:t xml:space="preserve"> доклад</w:t>
      </w:r>
      <w:r>
        <w:rPr>
          <w:b/>
          <w:sz w:val="28"/>
          <w:szCs w:val="28"/>
        </w:rPr>
        <w:t xml:space="preserve"> об инвестиционном климате</w:t>
      </w:r>
    </w:p>
    <w:p w:rsidR="00BD71EA" w:rsidRDefault="00BD71EA" w:rsidP="00755E60">
      <w:pPr>
        <w:ind w:left="2552" w:hanging="183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и   инвестиционной политике Ульяновской области</w:t>
      </w:r>
    </w:p>
    <w:p w:rsidR="00BD71EA" w:rsidRDefault="00BD71EA" w:rsidP="00DF4FD5">
      <w:pPr>
        <w:spacing w:line="360" w:lineRule="auto"/>
        <w:ind w:firstLine="709"/>
        <w:jc w:val="both"/>
        <w:rPr>
          <w:sz w:val="28"/>
          <w:szCs w:val="28"/>
        </w:rPr>
      </w:pPr>
    </w:p>
    <w:p w:rsidR="00BD71EA" w:rsidRPr="00DF4FD5" w:rsidRDefault="00BD71EA" w:rsidP="00DF4FD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  <w:r w:rsidRPr="00DF4FD5">
        <w:rPr>
          <w:color w:val="000000"/>
          <w:spacing w:val="-1"/>
          <w:sz w:val="28"/>
          <w:szCs w:val="28"/>
        </w:rPr>
        <w:t>В целях обеспечения информационной прозрачности политики Ульяновской области в сфере развития инвестиционной деятельности исполнительный орган государственной власти Ульяновской области, осуществляющий формирование и реализацию инвестиционной и инновационной политики Ульяновской области, осуществляет подготовку ежегодног</w:t>
      </w:r>
      <w:bookmarkStart w:id="0" w:name="_GoBack"/>
      <w:bookmarkEnd w:id="0"/>
      <w:r w:rsidRPr="00DF4FD5">
        <w:rPr>
          <w:color w:val="000000"/>
          <w:spacing w:val="-1"/>
          <w:sz w:val="28"/>
          <w:szCs w:val="28"/>
        </w:rPr>
        <w:t>о публичного доклада об инвестиционном климате и инвестиционной политике Ульяновской области (далее – публичный доклад) в текущем году, который не позднее 20 февраля направляется Губернатору Ульяновской области для утверждения.</w:t>
      </w:r>
    </w:p>
    <w:p w:rsidR="00BD71EA" w:rsidRPr="0090447E" w:rsidRDefault="00BD71EA" w:rsidP="00DF4FD5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447E">
        <w:rPr>
          <w:rFonts w:ascii="Times New Roman" w:hAnsi="Times New Roman" w:cs="Times New Roman"/>
          <w:color w:val="000000"/>
          <w:sz w:val="28"/>
          <w:szCs w:val="28"/>
        </w:rPr>
        <w:t>Публичный доклад утверждается распоряжением Губернатора Ульяновской области и в течение семи дней со дня подписания Губернатором Ульяновской области соответствующего распоряжения подлежит опубликованию в средствах массовой информации, определённых законом Ульяновской области для официального опубликования нормативных правовых актов Ульяновской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, и</w:t>
      </w:r>
      <w:r w:rsidRPr="0090447E">
        <w:rPr>
          <w:rFonts w:ascii="Times New Roman" w:hAnsi="Times New Roman" w:cs="Times New Roman"/>
          <w:color w:val="000000"/>
          <w:sz w:val="28"/>
          <w:szCs w:val="28"/>
        </w:rPr>
        <w:t xml:space="preserve"> размещению </w:t>
      </w:r>
      <w:r w:rsidRPr="0090447E">
        <w:rPr>
          <w:rFonts w:ascii="Times New Roman" w:hAnsi="Times New Roman" w:cs="Times New Roman"/>
          <w:bCs/>
          <w:sz w:val="28"/>
          <w:szCs w:val="28"/>
        </w:rPr>
        <w:t>на официальном сайте Губернатора и Правительства Ульяновской области в информационно-телекоммуникационной сети «Интернет»</w:t>
      </w:r>
      <w:r w:rsidRPr="0090447E">
        <w:rPr>
          <w:rFonts w:ascii="Times New Roman" w:hAnsi="Times New Roman" w:cs="Times New Roman"/>
          <w:color w:val="000000"/>
          <w:sz w:val="28"/>
          <w:szCs w:val="28"/>
        </w:rPr>
        <w:t xml:space="preserve">.»; </w:t>
      </w:r>
    </w:p>
    <w:p w:rsidR="00BD71EA" w:rsidRDefault="00BD71EA" w:rsidP="00DF4FD5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 2 части 1 статьи 9 изложить в следующей редакции:</w:t>
      </w:r>
    </w:p>
    <w:p w:rsidR="00BD71EA" w:rsidRPr="00C079FD" w:rsidRDefault="00BD71EA" w:rsidP="00DF4FD5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9FD">
        <w:rPr>
          <w:rFonts w:ascii="Times New Roman" w:hAnsi="Times New Roman" w:cs="Times New Roman"/>
          <w:sz w:val="28"/>
          <w:szCs w:val="28"/>
        </w:rPr>
        <w:t xml:space="preserve">«2) установление </w:t>
      </w:r>
      <w:r>
        <w:rPr>
          <w:rFonts w:ascii="Times New Roman" w:hAnsi="Times New Roman" w:cs="Times New Roman"/>
          <w:sz w:val="28"/>
          <w:szCs w:val="28"/>
        </w:rPr>
        <w:t>налоговых ставок налога на имущество организаций, а также налоговой ставки налога на прибыль</w:t>
      </w:r>
      <w:r w:rsidRPr="00C079FD">
        <w:rPr>
          <w:rFonts w:ascii="Times New Roman" w:hAnsi="Times New Roman" w:cs="Times New Roman"/>
          <w:sz w:val="28"/>
          <w:szCs w:val="28"/>
        </w:rPr>
        <w:t xml:space="preserve"> организаций, подлежаще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079FD">
        <w:rPr>
          <w:rFonts w:ascii="Times New Roman" w:hAnsi="Times New Roman" w:cs="Times New Roman"/>
          <w:sz w:val="28"/>
          <w:szCs w:val="28"/>
        </w:rPr>
        <w:t xml:space="preserve"> зачислению в областной бюджет Ульяновской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079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пониженных размерах, установление  </w:t>
      </w:r>
      <w:r w:rsidRPr="00C079FD">
        <w:rPr>
          <w:rFonts w:ascii="Times New Roman" w:hAnsi="Times New Roman" w:cs="Times New Roman"/>
          <w:sz w:val="28"/>
          <w:szCs w:val="28"/>
        </w:rPr>
        <w:t xml:space="preserve">налоговых льгот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C079FD">
        <w:rPr>
          <w:rFonts w:ascii="Times New Roman" w:hAnsi="Times New Roman" w:cs="Times New Roman"/>
          <w:sz w:val="28"/>
          <w:szCs w:val="28"/>
        </w:rPr>
        <w:t>транспортному налогу в соответствии с законодательством о налогах;».</w:t>
      </w:r>
    </w:p>
    <w:p w:rsidR="00BD71EA" w:rsidRPr="001D3B2D" w:rsidRDefault="00BD71EA" w:rsidP="00DF4FD5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1EA" w:rsidRDefault="00BD71EA" w:rsidP="00DF4FD5">
      <w:pPr>
        <w:spacing w:line="33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2</w:t>
      </w:r>
    </w:p>
    <w:p w:rsidR="00BD71EA" w:rsidRDefault="00BD71EA" w:rsidP="00DF4FD5">
      <w:pPr>
        <w:spacing w:line="336" w:lineRule="auto"/>
        <w:ind w:firstLine="709"/>
        <w:jc w:val="both"/>
        <w:rPr>
          <w:b/>
          <w:sz w:val="28"/>
          <w:szCs w:val="28"/>
        </w:rPr>
      </w:pPr>
    </w:p>
    <w:p w:rsidR="00BD71EA" w:rsidRDefault="00BD71EA" w:rsidP="00DF4FD5">
      <w:pPr>
        <w:spacing w:line="336" w:lineRule="auto"/>
        <w:ind w:firstLine="709"/>
        <w:jc w:val="both"/>
        <w:rPr>
          <w:sz w:val="28"/>
          <w:szCs w:val="28"/>
        </w:rPr>
      </w:pPr>
      <w:r w:rsidRPr="00650A24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статью 11 </w:t>
      </w:r>
      <w:r w:rsidRPr="00650A24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650A24">
        <w:rPr>
          <w:sz w:val="28"/>
          <w:szCs w:val="28"/>
        </w:rPr>
        <w:t xml:space="preserve"> Ульяновской области от </w:t>
      </w:r>
      <w:r>
        <w:rPr>
          <w:sz w:val="28"/>
          <w:szCs w:val="28"/>
        </w:rPr>
        <w:t>4 апреля 2006</w:t>
      </w:r>
      <w:r w:rsidRPr="00650A24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№ 31-ЗО «О Губернаторе Ульяновской области» </w:t>
      </w:r>
      <w:r w:rsidRPr="00650A24">
        <w:rPr>
          <w:sz w:val="28"/>
          <w:szCs w:val="28"/>
        </w:rPr>
        <w:t>(</w:t>
      </w:r>
      <w:r w:rsidRPr="001361E2">
        <w:rPr>
          <w:sz w:val="28"/>
          <w:szCs w:val="28"/>
        </w:rPr>
        <w:t>«Ульяновская правда»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1361E2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05.04.2006 № 23; от 10.06.2006 № 43; от 06.10.2006 № 77; от 05.05.2007 № 37; от 09.06.2007 № 47; от 22.12.2007 № 110; от 06.03.2009 № 17; от 04.12.2009 № 97; от 12.05.2010 № 35-36; от 09.10.2010 № 83; от 11.05.2011 № 50; от 12.10.2011 </w:t>
      </w:r>
      <w:r>
        <w:rPr>
          <w:sz w:val="28"/>
          <w:szCs w:val="28"/>
        </w:rPr>
        <w:br/>
        <w:t xml:space="preserve">№ 115; от 04.05.2012 № 45; от 29.06.2012 № 67; от 28.12.2012 № 146; </w:t>
      </w:r>
      <w:r>
        <w:rPr>
          <w:sz w:val="28"/>
          <w:szCs w:val="28"/>
        </w:rPr>
        <w:br/>
        <w:t>от 01.03.2013 № 23; от 08.05.2013 № 48)</w:t>
      </w:r>
      <w:r w:rsidRPr="00650A24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е, дополнив её пунктом 17 следующего содержания:</w:t>
      </w:r>
    </w:p>
    <w:p w:rsidR="00BD71EA" w:rsidRDefault="00BD71EA" w:rsidP="00DF4FD5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«17) утверждает ежегодный публичный доклад об инвестиционном климате и инвестиционной политике Ульяновской области.». </w:t>
      </w:r>
    </w:p>
    <w:p w:rsidR="00BD71EA" w:rsidRPr="00DF4FD5" w:rsidRDefault="00BD71EA" w:rsidP="00DD7ED4">
      <w:pPr>
        <w:ind w:firstLine="720"/>
        <w:jc w:val="both"/>
        <w:rPr>
          <w:b/>
        </w:rPr>
      </w:pPr>
    </w:p>
    <w:p w:rsidR="00BD71EA" w:rsidRPr="00DF4FD5" w:rsidRDefault="00BD71EA" w:rsidP="00DD7ED4">
      <w:pPr>
        <w:ind w:firstLine="720"/>
        <w:jc w:val="both"/>
        <w:rPr>
          <w:b/>
        </w:rPr>
      </w:pPr>
    </w:p>
    <w:p w:rsidR="00BD71EA" w:rsidRPr="00854F91" w:rsidRDefault="00BD71EA" w:rsidP="00DF4FD5">
      <w:pPr>
        <w:pStyle w:val="ConsPlusNormal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4F91">
        <w:rPr>
          <w:rFonts w:ascii="Times New Roman" w:hAnsi="Times New Roman" w:cs="Times New Roman"/>
          <w:b/>
          <w:sz w:val="28"/>
          <w:szCs w:val="28"/>
        </w:rPr>
        <w:t xml:space="preserve">Губернатор Ульяновской области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854F91">
        <w:rPr>
          <w:rFonts w:ascii="Times New Roman" w:hAnsi="Times New Roman" w:cs="Times New Roman"/>
          <w:b/>
          <w:sz w:val="28"/>
          <w:szCs w:val="28"/>
        </w:rPr>
        <w:t xml:space="preserve">                  С.И.Морозов</w:t>
      </w:r>
    </w:p>
    <w:p w:rsidR="00BD71EA" w:rsidRDefault="00BD71EA" w:rsidP="00755E60">
      <w:pPr>
        <w:pStyle w:val="ConsPlusNormal"/>
        <w:spacing w:line="288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D71EA" w:rsidRPr="0021020B" w:rsidRDefault="00BD71EA" w:rsidP="00DF4FD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1020B">
        <w:rPr>
          <w:rFonts w:ascii="Times New Roman" w:hAnsi="Times New Roman" w:cs="Times New Roman"/>
          <w:bCs/>
          <w:sz w:val="28"/>
          <w:szCs w:val="28"/>
        </w:rPr>
        <w:t>г.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1020B">
        <w:rPr>
          <w:rFonts w:ascii="Times New Roman" w:hAnsi="Times New Roman" w:cs="Times New Roman"/>
          <w:bCs/>
          <w:sz w:val="28"/>
          <w:szCs w:val="28"/>
        </w:rPr>
        <w:t>Ульяновск</w:t>
      </w:r>
    </w:p>
    <w:p w:rsidR="00BD71EA" w:rsidRDefault="00BD71EA" w:rsidP="00DF4FD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31 августа</w:t>
      </w:r>
      <w:r w:rsidRPr="0021020B">
        <w:rPr>
          <w:rFonts w:ascii="Times New Roman" w:hAnsi="Times New Roman" w:cs="Times New Roman"/>
          <w:bCs/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2013 г"/>
        </w:smartTagPr>
        <w:r w:rsidRPr="0021020B">
          <w:rPr>
            <w:rFonts w:ascii="Times New Roman" w:hAnsi="Times New Roman" w:cs="Times New Roman"/>
            <w:bCs/>
            <w:sz w:val="28"/>
            <w:szCs w:val="28"/>
          </w:rPr>
          <w:t>201</w:t>
        </w:r>
        <w:r>
          <w:rPr>
            <w:rFonts w:ascii="Times New Roman" w:hAnsi="Times New Roman" w:cs="Times New Roman"/>
            <w:bCs/>
            <w:sz w:val="28"/>
            <w:szCs w:val="28"/>
          </w:rPr>
          <w:t>3</w:t>
        </w:r>
        <w:r w:rsidRPr="0021020B">
          <w:rPr>
            <w:rFonts w:ascii="Times New Roman" w:hAnsi="Times New Roman" w:cs="Times New Roman"/>
            <w:bCs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bCs/>
            <w:sz w:val="28"/>
            <w:szCs w:val="28"/>
          </w:rPr>
          <w:t>г</w:t>
        </w:r>
      </w:smartTag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D71EA" w:rsidRPr="0021020B" w:rsidRDefault="00BD71EA" w:rsidP="00DF4FD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1020B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 xml:space="preserve"> 152 </w:t>
      </w:r>
      <w:r w:rsidRPr="0021020B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1020B">
        <w:rPr>
          <w:rFonts w:ascii="Times New Roman" w:hAnsi="Times New Roman" w:cs="Times New Roman"/>
          <w:bCs/>
          <w:sz w:val="28"/>
          <w:szCs w:val="28"/>
        </w:rPr>
        <w:t>ЗО</w:t>
      </w:r>
    </w:p>
    <w:sectPr w:rsidR="00BD71EA" w:rsidRPr="0021020B" w:rsidSect="00DF4FD5">
      <w:headerReference w:type="even" r:id="rId7"/>
      <w:headerReference w:type="default" r:id="rId8"/>
      <w:footerReference w:type="even" r:id="rId9"/>
      <w:footerReference w:type="first" r:id="rId10"/>
      <w:pgSz w:w="11906" w:h="16838" w:code="9"/>
      <w:pgMar w:top="1134" w:right="62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1EA" w:rsidRDefault="00BD71EA">
      <w:r>
        <w:separator/>
      </w:r>
    </w:p>
  </w:endnote>
  <w:endnote w:type="continuationSeparator" w:id="0">
    <w:p w:rsidR="00BD71EA" w:rsidRDefault="00BD71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1EA" w:rsidRDefault="00BD71EA" w:rsidP="0054141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D71EA" w:rsidRDefault="00BD71E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1EA" w:rsidRPr="00DF4FD5" w:rsidRDefault="00BD71EA" w:rsidP="00DF4FD5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0108ск1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1EA" w:rsidRDefault="00BD71EA">
      <w:r>
        <w:separator/>
      </w:r>
    </w:p>
  </w:footnote>
  <w:footnote w:type="continuationSeparator" w:id="0">
    <w:p w:rsidR="00BD71EA" w:rsidRDefault="00BD71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1EA" w:rsidRDefault="00BD71EA" w:rsidP="0054141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D71EA" w:rsidRDefault="00BD71E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1EA" w:rsidRPr="00755E60" w:rsidRDefault="00BD71EA" w:rsidP="00DF4FD5">
    <w:pPr>
      <w:pStyle w:val="Header"/>
      <w:jc w:val="center"/>
      <w:rPr>
        <w:sz w:val="28"/>
        <w:szCs w:val="28"/>
      </w:rPr>
    </w:pPr>
    <w:r w:rsidRPr="00215538">
      <w:rPr>
        <w:rStyle w:val="PageNumber"/>
        <w:sz w:val="28"/>
        <w:szCs w:val="28"/>
      </w:rPr>
      <w:fldChar w:fldCharType="begin"/>
    </w:r>
    <w:r w:rsidRPr="00215538">
      <w:rPr>
        <w:rStyle w:val="PageNumber"/>
        <w:sz w:val="28"/>
        <w:szCs w:val="28"/>
      </w:rPr>
      <w:instrText xml:space="preserve">PAGE  </w:instrText>
    </w:r>
    <w:r w:rsidRPr="00215538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215538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A5FFF"/>
    <w:multiLevelType w:val="hybridMultilevel"/>
    <w:tmpl w:val="661233FA"/>
    <w:lvl w:ilvl="0" w:tplc="480EA2E2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3DC33256"/>
    <w:multiLevelType w:val="hybridMultilevel"/>
    <w:tmpl w:val="D45419CE"/>
    <w:lvl w:ilvl="0" w:tplc="C92292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5BDE2D45"/>
    <w:multiLevelType w:val="hybridMultilevel"/>
    <w:tmpl w:val="994A2FAC"/>
    <w:lvl w:ilvl="0" w:tplc="3BF0F076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785C3EED"/>
    <w:multiLevelType w:val="hybridMultilevel"/>
    <w:tmpl w:val="AA6440B2"/>
    <w:lvl w:ilvl="0" w:tplc="2AD46D90">
      <w:start w:val="1"/>
      <w:numFmt w:val="decimal"/>
      <w:lvlText w:val="%1)"/>
      <w:lvlJc w:val="left"/>
      <w:pPr>
        <w:tabs>
          <w:tab w:val="num" w:pos="1404"/>
        </w:tabs>
        <w:ind w:left="1404" w:hanging="86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7C41193C"/>
    <w:multiLevelType w:val="hybridMultilevel"/>
    <w:tmpl w:val="C1460D44"/>
    <w:lvl w:ilvl="0" w:tplc="17846BA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633"/>
    <w:rsid w:val="00005F6D"/>
    <w:rsid w:val="00020EB2"/>
    <w:rsid w:val="000373C2"/>
    <w:rsid w:val="000477DA"/>
    <w:rsid w:val="00055E17"/>
    <w:rsid w:val="00066AE0"/>
    <w:rsid w:val="00072CD3"/>
    <w:rsid w:val="00077313"/>
    <w:rsid w:val="00080352"/>
    <w:rsid w:val="0008107D"/>
    <w:rsid w:val="00083D57"/>
    <w:rsid w:val="00090737"/>
    <w:rsid w:val="00096777"/>
    <w:rsid w:val="000969DF"/>
    <w:rsid w:val="000A2235"/>
    <w:rsid w:val="000A49C6"/>
    <w:rsid w:val="000A7195"/>
    <w:rsid w:val="000B70D7"/>
    <w:rsid w:val="000C2541"/>
    <w:rsid w:val="000C6360"/>
    <w:rsid w:val="000D251B"/>
    <w:rsid w:val="000D7280"/>
    <w:rsid w:val="000E583E"/>
    <w:rsid w:val="000E5BDE"/>
    <w:rsid w:val="000F2E19"/>
    <w:rsid w:val="0010732B"/>
    <w:rsid w:val="00107790"/>
    <w:rsid w:val="00115036"/>
    <w:rsid w:val="00115B0F"/>
    <w:rsid w:val="00121EA6"/>
    <w:rsid w:val="001361E2"/>
    <w:rsid w:val="00143946"/>
    <w:rsid w:val="00146FB1"/>
    <w:rsid w:val="001504C8"/>
    <w:rsid w:val="00150C34"/>
    <w:rsid w:val="00157EF5"/>
    <w:rsid w:val="00166D1A"/>
    <w:rsid w:val="001710B2"/>
    <w:rsid w:val="00174B48"/>
    <w:rsid w:val="00176274"/>
    <w:rsid w:val="00181F67"/>
    <w:rsid w:val="00190BD3"/>
    <w:rsid w:val="0019564F"/>
    <w:rsid w:val="001A5F6F"/>
    <w:rsid w:val="001B6368"/>
    <w:rsid w:val="001C440F"/>
    <w:rsid w:val="001D3047"/>
    <w:rsid w:val="001D364A"/>
    <w:rsid w:val="001D3B2D"/>
    <w:rsid w:val="001E0BC6"/>
    <w:rsid w:val="001E33BD"/>
    <w:rsid w:val="001E7B8B"/>
    <w:rsid w:val="001F0726"/>
    <w:rsid w:val="001F1E8B"/>
    <w:rsid w:val="001F24FF"/>
    <w:rsid w:val="001F37D1"/>
    <w:rsid w:val="001F691D"/>
    <w:rsid w:val="002011FA"/>
    <w:rsid w:val="0021020B"/>
    <w:rsid w:val="00211857"/>
    <w:rsid w:val="0021379D"/>
    <w:rsid w:val="002142CD"/>
    <w:rsid w:val="00215538"/>
    <w:rsid w:val="00222255"/>
    <w:rsid w:val="00223C33"/>
    <w:rsid w:val="0022607C"/>
    <w:rsid w:val="0022633E"/>
    <w:rsid w:val="002360F1"/>
    <w:rsid w:val="0023777E"/>
    <w:rsid w:val="00243FDE"/>
    <w:rsid w:val="00245266"/>
    <w:rsid w:val="00246B21"/>
    <w:rsid w:val="00250360"/>
    <w:rsid w:val="002508F9"/>
    <w:rsid w:val="00251525"/>
    <w:rsid w:val="00252771"/>
    <w:rsid w:val="00252DB0"/>
    <w:rsid w:val="00262155"/>
    <w:rsid w:val="0026253E"/>
    <w:rsid w:val="00264FFA"/>
    <w:rsid w:val="002656DC"/>
    <w:rsid w:val="00283CD2"/>
    <w:rsid w:val="00293CFC"/>
    <w:rsid w:val="002945A3"/>
    <w:rsid w:val="002A01D2"/>
    <w:rsid w:val="002A2875"/>
    <w:rsid w:val="002C4C91"/>
    <w:rsid w:val="002D70E2"/>
    <w:rsid w:val="002E48A1"/>
    <w:rsid w:val="002E56BC"/>
    <w:rsid w:val="002F19CB"/>
    <w:rsid w:val="00304284"/>
    <w:rsid w:val="00347B1A"/>
    <w:rsid w:val="00355A0C"/>
    <w:rsid w:val="00360236"/>
    <w:rsid w:val="0036163E"/>
    <w:rsid w:val="00364478"/>
    <w:rsid w:val="003A2CF9"/>
    <w:rsid w:val="003A67B4"/>
    <w:rsid w:val="003A6BF8"/>
    <w:rsid w:val="003A79CE"/>
    <w:rsid w:val="003B2159"/>
    <w:rsid w:val="003B6529"/>
    <w:rsid w:val="003D24C7"/>
    <w:rsid w:val="003D6A1D"/>
    <w:rsid w:val="003E0BA4"/>
    <w:rsid w:val="003E3F50"/>
    <w:rsid w:val="003E5528"/>
    <w:rsid w:val="003F4D3D"/>
    <w:rsid w:val="00400CD3"/>
    <w:rsid w:val="004028F1"/>
    <w:rsid w:val="00406C8B"/>
    <w:rsid w:val="00406CB8"/>
    <w:rsid w:val="00407FB9"/>
    <w:rsid w:val="00430E06"/>
    <w:rsid w:val="00432DCE"/>
    <w:rsid w:val="004544A4"/>
    <w:rsid w:val="004553D8"/>
    <w:rsid w:val="004747AA"/>
    <w:rsid w:val="0048187B"/>
    <w:rsid w:val="00482C6B"/>
    <w:rsid w:val="004963A0"/>
    <w:rsid w:val="004C09B9"/>
    <w:rsid w:val="004D2690"/>
    <w:rsid w:val="004D51AE"/>
    <w:rsid w:val="004E3C1B"/>
    <w:rsid w:val="004F415F"/>
    <w:rsid w:val="00514F8B"/>
    <w:rsid w:val="00516760"/>
    <w:rsid w:val="005200BC"/>
    <w:rsid w:val="005212EC"/>
    <w:rsid w:val="00541414"/>
    <w:rsid w:val="005566A7"/>
    <w:rsid w:val="0055732F"/>
    <w:rsid w:val="00557DE3"/>
    <w:rsid w:val="005664D9"/>
    <w:rsid w:val="00570B6A"/>
    <w:rsid w:val="00576A39"/>
    <w:rsid w:val="00585946"/>
    <w:rsid w:val="005A5845"/>
    <w:rsid w:val="005A5B96"/>
    <w:rsid w:val="005A7A8C"/>
    <w:rsid w:val="005B76A5"/>
    <w:rsid w:val="005C07F3"/>
    <w:rsid w:val="005C5633"/>
    <w:rsid w:val="005C737E"/>
    <w:rsid w:val="005D0B91"/>
    <w:rsid w:val="005D3323"/>
    <w:rsid w:val="005D4ABA"/>
    <w:rsid w:val="005D61E5"/>
    <w:rsid w:val="005E14F1"/>
    <w:rsid w:val="005F1707"/>
    <w:rsid w:val="006030EF"/>
    <w:rsid w:val="00606E9D"/>
    <w:rsid w:val="0061085F"/>
    <w:rsid w:val="00611FD3"/>
    <w:rsid w:val="0061606F"/>
    <w:rsid w:val="0062173F"/>
    <w:rsid w:val="006264A5"/>
    <w:rsid w:val="00650A24"/>
    <w:rsid w:val="0066170E"/>
    <w:rsid w:val="0066427D"/>
    <w:rsid w:val="006679A8"/>
    <w:rsid w:val="00670A4D"/>
    <w:rsid w:val="006725F9"/>
    <w:rsid w:val="00676C49"/>
    <w:rsid w:val="006A7602"/>
    <w:rsid w:val="006B5912"/>
    <w:rsid w:val="006C6FA9"/>
    <w:rsid w:val="006D2B82"/>
    <w:rsid w:val="006D4202"/>
    <w:rsid w:val="006E68C4"/>
    <w:rsid w:val="006F502B"/>
    <w:rsid w:val="007040D5"/>
    <w:rsid w:val="007055EB"/>
    <w:rsid w:val="00714ED9"/>
    <w:rsid w:val="00715536"/>
    <w:rsid w:val="007223C3"/>
    <w:rsid w:val="007249A8"/>
    <w:rsid w:val="0072672E"/>
    <w:rsid w:val="00743C1C"/>
    <w:rsid w:val="00745EC6"/>
    <w:rsid w:val="007533AA"/>
    <w:rsid w:val="007543CB"/>
    <w:rsid w:val="00755E60"/>
    <w:rsid w:val="007644EF"/>
    <w:rsid w:val="007669B1"/>
    <w:rsid w:val="00767BCB"/>
    <w:rsid w:val="00770BDF"/>
    <w:rsid w:val="007754A9"/>
    <w:rsid w:val="007756EE"/>
    <w:rsid w:val="00784BAF"/>
    <w:rsid w:val="007878A8"/>
    <w:rsid w:val="007A0921"/>
    <w:rsid w:val="007A1ED5"/>
    <w:rsid w:val="007A2FFD"/>
    <w:rsid w:val="007A79A8"/>
    <w:rsid w:val="007B553F"/>
    <w:rsid w:val="007B7DFD"/>
    <w:rsid w:val="007C45DA"/>
    <w:rsid w:val="007C6349"/>
    <w:rsid w:val="007D5829"/>
    <w:rsid w:val="007F15B6"/>
    <w:rsid w:val="007F729B"/>
    <w:rsid w:val="008069A7"/>
    <w:rsid w:val="00806A09"/>
    <w:rsid w:val="00811DB1"/>
    <w:rsid w:val="00821A31"/>
    <w:rsid w:val="008314E6"/>
    <w:rsid w:val="00835FF2"/>
    <w:rsid w:val="00841767"/>
    <w:rsid w:val="00843077"/>
    <w:rsid w:val="008469D2"/>
    <w:rsid w:val="00854F91"/>
    <w:rsid w:val="0085788B"/>
    <w:rsid w:val="00861B4B"/>
    <w:rsid w:val="0086279F"/>
    <w:rsid w:val="00875A39"/>
    <w:rsid w:val="00880388"/>
    <w:rsid w:val="00885F6B"/>
    <w:rsid w:val="00890AA8"/>
    <w:rsid w:val="008B695E"/>
    <w:rsid w:val="008C215A"/>
    <w:rsid w:val="008E3812"/>
    <w:rsid w:val="008E415C"/>
    <w:rsid w:val="0090447E"/>
    <w:rsid w:val="00905B14"/>
    <w:rsid w:val="00907F06"/>
    <w:rsid w:val="0092175B"/>
    <w:rsid w:val="00924B06"/>
    <w:rsid w:val="00937036"/>
    <w:rsid w:val="009472B7"/>
    <w:rsid w:val="00950B1E"/>
    <w:rsid w:val="009512B0"/>
    <w:rsid w:val="00957DD3"/>
    <w:rsid w:val="009A2CA1"/>
    <w:rsid w:val="009A438A"/>
    <w:rsid w:val="009B20C5"/>
    <w:rsid w:val="009B272E"/>
    <w:rsid w:val="009B348C"/>
    <w:rsid w:val="009D2EFF"/>
    <w:rsid w:val="009D3055"/>
    <w:rsid w:val="009D43EA"/>
    <w:rsid w:val="009E1A3A"/>
    <w:rsid w:val="009E1C3E"/>
    <w:rsid w:val="009E738F"/>
    <w:rsid w:val="009F45AE"/>
    <w:rsid w:val="009F52EE"/>
    <w:rsid w:val="00A041BC"/>
    <w:rsid w:val="00A14FDA"/>
    <w:rsid w:val="00A15A52"/>
    <w:rsid w:val="00A172C7"/>
    <w:rsid w:val="00A232DE"/>
    <w:rsid w:val="00A30962"/>
    <w:rsid w:val="00A343F1"/>
    <w:rsid w:val="00A51CF3"/>
    <w:rsid w:val="00A52EBD"/>
    <w:rsid w:val="00A54A39"/>
    <w:rsid w:val="00A55502"/>
    <w:rsid w:val="00A621EF"/>
    <w:rsid w:val="00A66EB2"/>
    <w:rsid w:val="00A713C1"/>
    <w:rsid w:val="00A8372B"/>
    <w:rsid w:val="00A83C18"/>
    <w:rsid w:val="00A94611"/>
    <w:rsid w:val="00AA3511"/>
    <w:rsid w:val="00AA4556"/>
    <w:rsid w:val="00AB336C"/>
    <w:rsid w:val="00AB513A"/>
    <w:rsid w:val="00AC240A"/>
    <w:rsid w:val="00AC35CD"/>
    <w:rsid w:val="00AC3895"/>
    <w:rsid w:val="00AC5988"/>
    <w:rsid w:val="00AC6E0C"/>
    <w:rsid w:val="00AD75DA"/>
    <w:rsid w:val="00AE3984"/>
    <w:rsid w:val="00AE4915"/>
    <w:rsid w:val="00AF037C"/>
    <w:rsid w:val="00B0168C"/>
    <w:rsid w:val="00B05E9D"/>
    <w:rsid w:val="00B15C8E"/>
    <w:rsid w:val="00B22698"/>
    <w:rsid w:val="00B23EA6"/>
    <w:rsid w:val="00B24758"/>
    <w:rsid w:val="00B26604"/>
    <w:rsid w:val="00B27D25"/>
    <w:rsid w:val="00B326C5"/>
    <w:rsid w:val="00B33AA5"/>
    <w:rsid w:val="00B35599"/>
    <w:rsid w:val="00B3658D"/>
    <w:rsid w:val="00B37DDC"/>
    <w:rsid w:val="00B44F10"/>
    <w:rsid w:val="00B47081"/>
    <w:rsid w:val="00B50668"/>
    <w:rsid w:val="00B51C9B"/>
    <w:rsid w:val="00B51EFF"/>
    <w:rsid w:val="00B54521"/>
    <w:rsid w:val="00B86DF1"/>
    <w:rsid w:val="00B9106C"/>
    <w:rsid w:val="00B91571"/>
    <w:rsid w:val="00B92B77"/>
    <w:rsid w:val="00BB6815"/>
    <w:rsid w:val="00BC7AEA"/>
    <w:rsid w:val="00BD3753"/>
    <w:rsid w:val="00BD71EA"/>
    <w:rsid w:val="00BE000F"/>
    <w:rsid w:val="00BE0B87"/>
    <w:rsid w:val="00BE1E2D"/>
    <w:rsid w:val="00BF1555"/>
    <w:rsid w:val="00C00705"/>
    <w:rsid w:val="00C079FD"/>
    <w:rsid w:val="00C23AEA"/>
    <w:rsid w:val="00C24091"/>
    <w:rsid w:val="00C41AC5"/>
    <w:rsid w:val="00C42B73"/>
    <w:rsid w:val="00C44087"/>
    <w:rsid w:val="00C45C9B"/>
    <w:rsid w:val="00C53DBB"/>
    <w:rsid w:val="00C61160"/>
    <w:rsid w:val="00C6772F"/>
    <w:rsid w:val="00C77C9D"/>
    <w:rsid w:val="00C92772"/>
    <w:rsid w:val="00C92E59"/>
    <w:rsid w:val="00CA1873"/>
    <w:rsid w:val="00CA5740"/>
    <w:rsid w:val="00CB552E"/>
    <w:rsid w:val="00CC4E01"/>
    <w:rsid w:val="00CE272A"/>
    <w:rsid w:val="00CF70A5"/>
    <w:rsid w:val="00D007F4"/>
    <w:rsid w:val="00D07132"/>
    <w:rsid w:val="00D12D7C"/>
    <w:rsid w:val="00D22767"/>
    <w:rsid w:val="00D23BDA"/>
    <w:rsid w:val="00D305C1"/>
    <w:rsid w:val="00D420A3"/>
    <w:rsid w:val="00D42795"/>
    <w:rsid w:val="00D42D60"/>
    <w:rsid w:val="00D514BC"/>
    <w:rsid w:val="00D51C65"/>
    <w:rsid w:val="00D52360"/>
    <w:rsid w:val="00D7130E"/>
    <w:rsid w:val="00D81A15"/>
    <w:rsid w:val="00D945BB"/>
    <w:rsid w:val="00D9772C"/>
    <w:rsid w:val="00DA0E70"/>
    <w:rsid w:val="00DA1843"/>
    <w:rsid w:val="00DC30AC"/>
    <w:rsid w:val="00DC5C0A"/>
    <w:rsid w:val="00DC6094"/>
    <w:rsid w:val="00DC7554"/>
    <w:rsid w:val="00DC78F8"/>
    <w:rsid w:val="00DD6729"/>
    <w:rsid w:val="00DD7ED4"/>
    <w:rsid w:val="00DE1473"/>
    <w:rsid w:val="00DE4441"/>
    <w:rsid w:val="00DE546F"/>
    <w:rsid w:val="00DE5646"/>
    <w:rsid w:val="00DE614D"/>
    <w:rsid w:val="00DF2C24"/>
    <w:rsid w:val="00DF4FD5"/>
    <w:rsid w:val="00E13428"/>
    <w:rsid w:val="00E14603"/>
    <w:rsid w:val="00E15819"/>
    <w:rsid w:val="00E30295"/>
    <w:rsid w:val="00E3053F"/>
    <w:rsid w:val="00E33A6F"/>
    <w:rsid w:val="00E42D41"/>
    <w:rsid w:val="00E55E06"/>
    <w:rsid w:val="00E578A0"/>
    <w:rsid w:val="00E60EE5"/>
    <w:rsid w:val="00E632A4"/>
    <w:rsid w:val="00E663FE"/>
    <w:rsid w:val="00E82FC7"/>
    <w:rsid w:val="00EA23C5"/>
    <w:rsid w:val="00EA2622"/>
    <w:rsid w:val="00EA58BC"/>
    <w:rsid w:val="00ED6FDA"/>
    <w:rsid w:val="00EE4E0A"/>
    <w:rsid w:val="00EF43D9"/>
    <w:rsid w:val="00EF4AB7"/>
    <w:rsid w:val="00F1593F"/>
    <w:rsid w:val="00F245E3"/>
    <w:rsid w:val="00F27F9C"/>
    <w:rsid w:val="00F31E3E"/>
    <w:rsid w:val="00F56350"/>
    <w:rsid w:val="00F56E6E"/>
    <w:rsid w:val="00F62F9A"/>
    <w:rsid w:val="00F76336"/>
    <w:rsid w:val="00F852F8"/>
    <w:rsid w:val="00F85674"/>
    <w:rsid w:val="00F96427"/>
    <w:rsid w:val="00F9754F"/>
    <w:rsid w:val="00FA226D"/>
    <w:rsid w:val="00FB5508"/>
    <w:rsid w:val="00FC4858"/>
    <w:rsid w:val="00FC4A34"/>
    <w:rsid w:val="00FD26A9"/>
    <w:rsid w:val="00FD596D"/>
    <w:rsid w:val="00FE16EF"/>
    <w:rsid w:val="00FF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73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C563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3F1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5C563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55E60"/>
    <w:rPr>
      <w:sz w:val="24"/>
    </w:rPr>
  </w:style>
  <w:style w:type="paragraph" w:customStyle="1" w:styleId="ConsPlusNormal">
    <w:name w:val="ConsPlusNormal"/>
    <w:uiPriority w:val="99"/>
    <w:rsid w:val="00ED6FD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B86DF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A0E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F17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462</Words>
  <Characters>2639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gorenkov</dc:creator>
  <cp:keywords/>
  <dc:description/>
  <cp:lastModifiedBy>user</cp:lastModifiedBy>
  <cp:revision>4</cp:revision>
  <cp:lastPrinted>2013-08-01T07:50:00Z</cp:lastPrinted>
  <dcterms:created xsi:type="dcterms:W3CDTF">2013-08-01T11:57:00Z</dcterms:created>
  <dcterms:modified xsi:type="dcterms:W3CDTF">2013-09-10T05:45:00Z</dcterms:modified>
</cp:coreProperties>
</file>