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23" w:rsidRDefault="00852523" w:rsidP="00293359">
      <w:pPr>
        <w:pStyle w:val="ConsPlusTitle"/>
        <w:jc w:val="center"/>
        <w:outlineLvl w:val="0"/>
      </w:pPr>
    </w:p>
    <w:p w:rsidR="00852523" w:rsidRDefault="00852523" w:rsidP="00293359">
      <w:pPr>
        <w:pStyle w:val="ConsPlusTitle"/>
        <w:jc w:val="center"/>
        <w:outlineLvl w:val="0"/>
      </w:pPr>
    </w:p>
    <w:p w:rsidR="00852523" w:rsidRDefault="00852523" w:rsidP="00293359">
      <w:pPr>
        <w:pStyle w:val="ConsPlusTitle"/>
        <w:jc w:val="right"/>
        <w:rPr>
          <w:b w:val="0"/>
        </w:rPr>
      </w:pPr>
    </w:p>
    <w:p w:rsidR="00852523" w:rsidRPr="007B2657" w:rsidRDefault="00852523" w:rsidP="00293359">
      <w:pPr>
        <w:pStyle w:val="ConsPlusTitle"/>
        <w:jc w:val="right"/>
        <w:rPr>
          <w:b w:val="0"/>
        </w:rPr>
      </w:pPr>
    </w:p>
    <w:p w:rsidR="00852523" w:rsidRDefault="00852523" w:rsidP="00293359">
      <w:pPr>
        <w:pStyle w:val="ConsPlusTitle"/>
        <w:jc w:val="center"/>
        <w:rPr>
          <w:sz w:val="32"/>
          <w:szCs w:val="32"/>
        </w:rPr>
      </w:pPr>
    </w:p>
    <w:p w:rsidR="00852523" w:rsidRDefault="00852523" w:rsidP="00293359">
      <w:pPr>
        <w:pStyle w:val="ConsPlusTitle"/>
        <w:jc w:val="center"/>
        <w:rPr>
          <w:sz w:val="32"/>
          <w:szCs w:val="32"/>
        </w:rPr>
      </w:pPr>
    </w:p>
    <w:p w:rsidR="00852523" w:rsidRDefault="00852523" w:rsidP="00293359">
      <w:pPr>
        <w:pStyle w:val="ConsPlusTitle"/>
        <w:jc w:val="center"/>
        <w:rPr>
          <w:sz w:val="32"/>
          <w:szCs w:val="32"/>
        </w:rPr>
      </w:pPr>
    </w:p>
    <w:p w:rsidR="00852523" w:rsidRDefault="00852523" w:rsidP="00293359">
      <w:pPr>
        <w:pStyle w:val="ConsPlusTitle"/>
        <w:jc w:val="center"/>
        <w:rPr>
          <w:sz w:val="32"/>
          <w:szCs w:val="32"/>
        </w:rPr>
      </w:pPr>
    </w:p>
    <w:p w:rsidR="00852523" w:rsidRPr="00187CD8" w:rsidRDefault="00852523" w:rsidP="00A270B5">
      <w:pPr>
        <w:pStyle w:val="ConsTitle"/>
        <w:widowControl/>
        <w:spacing w:line="32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утратившими силу отдельных законодательных актов (положения законодательного акта) </w:t>
      </w:r>
      <w:r w:rsidRPr="00187CD8"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852523" w:rsidRDefault="00852523" w:rsidP="00293359">
      <w:pPr>
        <w:pStyle w:val="ConsTitle"/>
        <w:widowControl/>
        <w:spacing w:line="320" w:lineRule="exact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52523" w:rsidRDefault="00852523" w:rsidP="00293359">
      <w:pPr>
        <w:pStyle w:val="ConsTitle"/>
        <w:widowControl/>
        <w:spacing w:line="320" w:lineRule="exact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52523" w:rsidRDefault="00852523" w:rsidP="00293359">
      <w:pPr>
        <w:pStyle w:val="ConsTitle"/>
        <w:widowControl/>
        <w:spacing w:line="320" w:lineRule="exact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ё</w:t>
      </w:r>
    </w:p>
    <w:p w:rsidR="00852523" w:rsidRDefault="00852523" w:rsidP="00293359">
      <w:pPr>
        <w:pStyle w:val="ConsTitle"/>
        <w:widowControl/>
        <w:spacing w:line="320" w:lineRule="exact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52523" w:rsidRDefault="00852523" w:rsidP="00293359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187CD8">
        <w:rPr>
          <w:rFonts w:ascii="Times New Roman" w:hAnsi="Times New Roman" w:cs="Times New Roman"/>
          <w:sz w:val="28"/>
          <w:szCs w:val="28"/>
        </w:rPr>
        <w:t>:</w:t>
      </w:r>
    </w:p>
    <w:p w:rsidR="00852523" w:rsidRDefault="00852523" w:rsidP="002933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95DA5">
        <w:rPr>
          <w:rFonts w:ascii="Times New Roman" w:hAnsi="Times New Roman"/>
          <w:sz w:val="28"/>
          <w:szCs w:val="28"/>
        </w:rPr>
        <w:t xml:space="preserve">) </w:t>
      </w:r>
      <w:r w:rsidRPr="00293359">
        <w:rPr>
          <w:rFonts w:ascii="Times New Roman" w:hAnsi="Times New Roman"/>
          <w:sz w:val="28"/>
          <w:szCs w:val="28"/>
        </w:rPr>
        <w:t>Закон Ульяновской области от 7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Pr="00293359">
        <w:rPr>
          <w:rFonts w:ascii="Times New Roman" w:hAnsi="Times New Roman"/>
          <w:sz w:val="28"/>
          <w:szCs w:val="28"/>
        </w:rPr>
        <w:t xml:space="preserve">2005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9335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359">
        <w:rPr>
          <w:rFonts w:ascii="Times New Roman" w:hAnsi="Times New Roman"/>
          <w:sz w:val="28"/>
          <w:szCs w:val="28"/>
        </w:rPr>
        <w:t>025-ЗО  «Об условиях и порядке проведения реструктуризации кредиторской задолженности организаций водопроводно-канализационного хозяйства Ульяновской области п</w:t>
      </w:r>
      <w:r>
        <w:rPr>
          <w:rFonts w:ascii="Times New Roman" w:hAnsi="Times New Roman"/>
          <w:sz w:val="28"/>
          <w:szCs w:val="28"/>
        </w:rPr>
        <w:t xml:space="preserve">о налогам и сборам, зачисляемым </w:t>
      </w:r>
      <w:r w:rsidRPr="00293359">
        <w:rPr>
          <w:rFonts w:ascii="Times New Roman" w:hAnsi="Times New Roman"/>
          <w:sz w:val="28"/>
          <w:szCs w:val="28"/>
        </w:rPr>
        <w:t>в областной бюджет, а также задолженности по начисленным пеням и штрафам»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12.04.2005 № 37)</w:t>
      </w:r>
      <w:r w:rsidRPr="00195DA5">
        <w:rPr>
          <w:rFonts w:ascii="Times New Roman" w:hAnsi="Times New Roman"/>
          <w:sz w:val="28"/>
          <w:szCs w:val="28"/>
        </w:rPr>
        <w:t>;</w:t>
      </w:r>
    </w:p>
    <w:p w:rsidR="00852523" w:rsidRDefault="00852523" w:rsidP="002501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250198">
        <w:rPr>
          <w:rFonts w:ascii="Times New Roman" w:hAnsi="Times New Roman"/>
          <w:sz w:val="28"/>
          <w:szCs w:val="28"/>
        </w:rPr>
        <w:t xml:space="preserve"> </w:t>
      </w:r>
      <w:r w:rsidRPr="00293359">
        <w:rPr>
          <w:rFonts w:ascii="Times New Roman" w:hAnsi="Times New Roman"/>
          <w:sz w:val="28"/>
          <w:szCs w:val="28"/>
        </w:rPr>
        <w:t xml:space="preserve">Закон Ульяновской области от </w:t>
      </w:r>
      <w:r>
        <w:rPr>
          <w:rFonts w:ascii="Times New Roman" w:hAnsi="Times New Roman"/>
          <w:sz w:val="28"/>
          <w:szCs w:val="28"/>
        </w:rPr>
        <w:t xml:space="preserve">30 декабря </w:t>
      </w:r>
      <w:r w:rsidRPr="00293359">
        <w:rPr>
          <w:rFonts w:ascii="Times New Roman" w:hAnsi="Times New Roman"/>
          <w:sz w:val="28"/>
          <w:szCs w:val="28"/>
        </w:rPr>
        <w:t xml:space="preserve">2005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9335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165</w:t>
      </w:r>
      <w:r w:rsidRPr="00293359">
        <w:rPr>
          <w:rFonts w:ascii="Times New Roman" w:hAnsi="Times New Roman"/>
          <w:sz w:val="28"/>
          <w:szCs w:val="28"/>
        </w:rPr>
        <w:t>-ЗО  «</w:t>
      </w:r>
      <w:r>
        <w:rPr>
          <w:rFonts w:ascii="Times New Roman" w:hAnsi="Times New Roman"/>
          <w:sz w:val="28"/>
          <w:szCs w:val="28"/>
        </w:rPr>
        <w:t>О внесении изменений в Закон Ульяновской области «</w:t>
      </w:r>
      <w:r w:rsidRPr="00293359">
        <w:rPr>
          <w:rFonts w:ascii="Times New Roman" w:hAnsi="Times New Roman"/>
          <w:sz w:val="28"/>
          <w:szCs w:val="28"/>
        </w:rPr>
        <w:t>Об условиях и порядке проведения реструктуризации кредиторской задолженности организаций водопроводно-канализационного хозяйства Ульяновской области п</w:t>
      </w:r>
      <w:r>
        <w:rPr>
          <w:rFonts w:ascii="Times New Roman" w:hAnsi="Times New Roman"/>
          <w:sz w:val="28"/>
          <w:szCs w:val="28"/>
        </w:rPr>
        <w:t xml:space="preserve">о налогам и сборам, зачисляемым </w:t>
      </w:r>
      <w:r w:rsidRPr="00293359">
        <w:rPr>
          <w:rFonts w:ascii="Times New Roman" w:hAnsi="Times New Roman"/>
          <w:sz w:val="28"/>
          <w:szCs w:val="28"/>
        </w:rPr>
        <w:t>в областной бюджет, а также задолженности по начисленным пеням и штрафам»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06.01.2006 № 01)</w:t>
      </w:r>
      <w:r w:rsidRPr="00195DA5">
        <w:rPr>
          <w:rFonts w:ascii="Times New Roman" w:hAnsi="Times New Roman"/>
          <w:sz w:val="28"/>
          <w:szCs w:val="28"/>
        </w:rPr>
        <w:t>;</w:t>
      </w:r>
    </w:p>
    <w:p w:rsidR="00852523" w:rsidRDefault="00852523" w:rsidP="005C5C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5DA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Закон</w:t>
      </w:r>
      <w:r w:rsidRPr="00293359">
        <w:rPr>
          <w:rFonts w:ascii="Times New Roman" w:hAnsi="Times New Roman"/>
          <w:sz w:val="28"/>
          <w:szCs w:val="28"/>
        </w:rPr>
        <w:t xml:space="preserve"> Ульяновской области от 2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293359">
        <w:rPr>
          <w:rFonts w:ascii="Times New Roman" w:hAnsi="Times New Roman"/>
          <w:sz w:val="28"/>
          <w:szCs w:val="28"/>
        </w:rPr>
        <w:t>2006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93359">
        <w:rPr>
          <w:rFonts w:ascii="Times New Roman" w:hAnsi="Times New Roman"/>
          <w:sz w:val="28"/>
          <w:szCs w:val="28"/>
        </w:rPr>
        <w:t xml:space="preserve"> № 77-ЗО «Об условиях и порядке проведения реструктуризации кредиторской задолженности организаций жилищно-коммунального хозяйства Ульяновской области по налогам и сборам, зачисляемым в областной бюджет, а также задолженности по начисленным пеням и штрафам» </w:t>
      </w:r>
      <w:r>
        <w:rPr>
          <w:rFonts w:ascii="Times New Roman" w:hAnsi="Times New Roman"/>
          <w:sz w:val="28"/>
          <w:szCs w:val="28"/>
        </w:rPr>
        <w:t>(«Ульяновская правда» от 10.06.2006 № 43);</w:t>
      </w:r>
    </w:p>
    <w:p w:rsidR="00852523" w:rsidRDefault="00852523" w:rsidP="00CD4C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CD4C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 Ульяновской области от 9 октября </w:t>
      </w:r>
      <w:r w:rsidRPr="00293359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>8 года</w:t>
      </w:r>
      <w:r w:rsidRPr="0029335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160</w:t>
      </w:r>
      <w:r w:rsidRPr="00293359">
        <w:rPr>
          <w:rFonts w:ascii="Times New Roman" w:hAnsi="Times New Roman"/>
          <w:sz w:val="28"/>
          <w:szCs w:val="28"/>
        </w:rPr>
        <w:t>-ЗО</w:t>
      </w:r>
      <w:r>
        <w:rPr>
          <w:rFonts w:ascii="Times New Roman" w:hAnsi="Times New Roman"/>
          <w:sz w:val="28"/>
          <w:szCs w:val="28"/>
        </w:rPr>
        <w:t xml:space="preserve"> «О внесении изменений в Закон Ульяновской области </w:t>
      </w:r>
      <w:r w:rsidRPr="00293359">
        <w:rPr>
          <w:rFonts w:ascii="Times New Roman" w:hAnsi="Times New Roman"/>
          <w:sz w:val="28"/>
          <w:szCs w:val="28"/>
        </w:rPr>
        <w:t>«Об условиях и порядке проведения реструктуризации кредиторской задолженности организаций жилищно-коммунального хозяйства Ульяновской области по налогам и сборам, зачисляемым в областной бюджет, а также задолженности по начисленным пеням и штрафам»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15.10.2008 № 84);</w:t>
      </w:r>
    </w:p>
    <w:p w:rsidR="00852523" w:rsidRDefault="00852523" w:rsidP="00FD24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статью 4 Закона Ульяновской области от 4 февраля 2009 года № 06-ЗО «О признании утратившими силу отдельных законодательных актов Ульяновской области и внесении изменений в отдельные законодательные акты Ульяновской области»</w:t>
      </w:r>
      <w:r w:rsidRPr="00FD24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(«Ульяновская правда» от 11.02.2009 № 10; от 11.06.2009 № 45-46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).</w:t>
      </w:r>
    </w:p>
    <w:p w:rsidR="00852523" w:rsidRDefault="00852523" w:rsidP="00CD4C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523" w:rsidRDefault="00852523" w:rsidP="00293359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523" w:rsidRPr="00187CD8" w:rsidRDefault="00852523" w:rsidP="00293359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187CD8">
        <w:rPr>
          <w:rFonts w:ascii="Times New Roman" w:hAnsi="Times New Roman" w:cs="Times New Roman"/>
          <w:b/>
          <w:sz w:val="28"/>
          <w:szCs w:val="28"/>
        </w:rPr>
        <w:t>Губернатор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CD8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С.И.</w:t>
      </w:r>
      <w:r w:rsidRPr="00187CD8">
        <w:rPr>
          <w:rFonts w:ascii="Times New Roman" w:hAnsi="Times New Roman" w:cs="Times New Roman"/>
          <w:b/>
          <w:sz w:val="28"/>
          <w:szCs w:val="28"/>
        </w:rPr>
        <w:t>Морозов</w:t>
      </w:r>
    </w:p>
    <w:p w:rsidR="00852523" w:rsidRDefault="00852523" w:rsidP="00293359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2523" w:rsidRDefault="00852523" w:rsidP="00293359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2523" w:rsidRPr="00187CD8" w:rsidRDefault="00852523" w:rsidP="00293359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2523" w:rsidRPr="00187CD8" w:rsidRDefault="00852523" w:rsidP="00293359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CD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852523" w:rsidRPr="00187CD8" w:rsidRDefault="00852523" w:rsidP="00293359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  ______________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852523" w:rsidRPr="00187CD8" w:rsidRDefault="00852523" w:rsidP="00293359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CD8">
        <w:rPr>
          <w:rFonts w:ascii="Times New Roman" w:hAnsi="Times New Roman" w:cs="Times New Roman"/>
          <w:sz w:val="28"/>
          <w:szCs w:val="28"/>
        </w:rPr>
        <w:t>№ _____-ЗО</w:t>
      </w:r>
    </w:p>
    <w:p w:rsidR="00852523" w:rsidRDefault="00852523"/>
    <w:sectPr w:rsidR="00852523" w:rsidSect="0063465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523" w:rsidRDefault="00852523">
      <w:pPr>
        <w:spacing w:after="0" w:line="240" w:lineRule="auto"/>
      </w:pPr>
      <w:r>
        <w:separator/>
      </w:r>
    </w:p>
  </w:endnote>
  <w:endnote w:type="continuationSeparator" w:id="0">
    <w:p w:rsidR="00852523" w:rsidRDefault="00852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Pr="00C15157" w:rsidRDefault="00852523" w:rsidP="00C15157">
    <w:pPr>
      <w:pStyle w:val="Footer"/>
      <w:spacing w:after="0" w:line="240" w:lineRule="auto"/>
      <w:rPr>
        <w:rFonts w:ascii="Times New Roman" w:hAnsi="Times New Roman"/>
        <w:sz w:val="14"/>
        <w:szCs w:val="14"/>
      </w:rPr>
    </w:pPr>
    <w:r>
      <w:rPr>
        <w:rFonts w:ascii="Times New Roman" w:hAnsi="Times New Roman"/>
        <w:sz w:val="14"/>
        <w:szCs w:val="14"/>
      </w:rPr>
      <w:tab/>
    </w:r>
    <w:r>
      <w:rPr>
        <w:rFonts w:ascii="Times New Roman" w:hAnsi="Times New Roman"/>
        <w:sz w:val="14"/>
        <w:szCs w:val="1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Pr="00634650" w:rsidRDefault="00852523" w:rsidP="00634650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523" w:rsidRDefault="00852523">
      <w:pPr>
        <w:spacing w:after="0" w:line="240" w:lineRule="auto"/>
      </w:pPr>
      <w:r>
        <w:separator/>
      </w:r>
    </w:p>
  </w:footnote>
  <w:footnote w:type="continuationSeparator" w:id="0">
    <w:p w:rsidR="00852523" w:rsidRDefault="00852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Default="00852523" w:rsidP="00ED33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2523" w:rsidRDefault="008525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Pr="00C15157" w:rsidRDefault="00852523" w:rsidP="00C15157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8"/>
        <w:szCs w:val="28"/>
      </w:rPr>
    </w:pPr>
    <w:r w:rsidRPr="00C15157">
      <w:rPr>
        <w:rStyle w:val="PageNumber"/>
        <w:rFonts w:ascii="Times New Roman" w:hAnsi="Times New Roman"/>
        <w:sz w:val="28"/>
        <w:szCs w:val="28"/>
      </w:rPr>
      <w:fldChar w:fldCharType="begin"/>
    </w:r>
    <w:r w:rsidRPr="00C15157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C15157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C15157">
      <w:rPr>
        <w:rStyle w:val="PageNumber"/>
        <w:rFonts w:ascii="Times New Roman" w:hAnsi="Times New Roman"/>
        <w:sz w:val="28"/>
        <w:szCs w:val="28"/>
      </w:rPr>
      <w:fldChar w:fldCharType="end"/>
    </w:r>
  </w:p>
  <w:p w:rsidR="00852523" w:rsidRPr="00C15157" w:rsidRDefault="00852523" w:rsidP="00467286">
    <w:pPr>
      <w:pStyle w:val="Header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Default="00852523" w:rsidP="0063465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359"/>
    <w:rsid w:val="00001DD8"/>
    <w:rsid w:val="00004F77"/>
    <w:rsid w:val="00007C91"/>
    <w:rsid w:val="00010984"/>
    <w:rsid w:val="00025024"/>
    <w:rsid w:val="00030F42"/>
    <w:rsid w:val="0003445A"/>
    <w:rsid w:val="000361DB"/>
    <w:rsid w:val="000379CD"/>
    <w:rsid w:val="0004091E"/>
    <w:rsid w:val="00053341"/>
    <w:rsid w:val="000535E8"/>
    <w:rsid w:val="000540CE"/>
    <w:rsid w:val="00067FFA"/>
    <w:rsid w:val="000703B5"/>
    <w:rsid w:val="0007549A"/>
    <w:rsid w:val="0008408D"/>
    <w:rsid w:val="00085CF7"/>
    <w:rsid w:val="00086972"/>
    <w:rsid w:val="00091C67"/>
    <w:rsid w:val="00092068"/>
    <w:rsid w:val="000936C0"/>
    <w:rsid w:val="00094680"/>
    <w:rsid w:val="0009785B"/>
    <w:rsid w:val="000A343B"/>
    <w:rsid w:val="000A58D0"/>
    <w:rsid w:val="000B0B8F"/>
    <w:rsid w:val="000B237A"/>
    <w:rsid w:val="000B2497"/>
    <w:rsid w:val="000B567E"/>
    <w:rsid w:val="000B7E02"/>
    <w:rsid w:val="000B7F49"/>
    <w:rsid w:val="000C0D37"/>
    <w:rsid w:val="000D1CE8"/>
    <w:rsid w:val="000D4156"/>
    <w:rsid w:val="000D7001"/>
    <w:rsid w:val="000E3461"/>
    <w:rsid w:val="000E5D87"/>
    <w:rsid w:val="000E6412"/>
    <w:rsid w:val="000F366C"/>
    <w:rsid w:val="000F52AC"/>
    <w:rsid w:val="000F7552"/>
    <w:rsid w:val="00111B0C"/>
    <w:rsid w:val="00115A57"/>
    <w:rsid w:val="001231B9"/>
    <w:rsid w:val="001269B5"/>
    <w:rsid w:val="00131397"/>
    <w:rsid w:val="00133550"/>
    <w:rsid w:val="00133857"/>
    <w:rsid w:val="00133CF0"/>
    <w:rsid w:val="00137B65"/>
    <w:rsid w:val="0014244E"/>
    <w:rsid w:val="00144C56"/>
    <w:rsid w:val="00150456"/>
    <w:rsid w:val="001510C4"/>
    <w:rsid w:val="001623F8"/>
    <w:rsid w:val="00165D21"/>
    <w:rsid w:val="00166ACB"/>
    <w:rsid w:val="00170F72"/>
    <w:rsid w:val="001718F2"/>
    <w:rsid w:val="00173E87"/>
    <w:rsid w:val="001759E9"/>
    <w:rsid w:val="00177356"/>
    <w:rsid w:val="00181823"/>
    <w:rsid w:val="00184178"/>
    <w:rsid w:val="00184FFA"/>
    <w:rsid w:val="00187CD8"/>
    <w:rsid w:val="00195DA5"/>
    <w:rsid w:val="001A0E91"/>
    <w:rsid w:val="001A43AF"/>
    <w:rsid w:val="001A4D53"/>
    <w:rsid w:val="001B0B03"/>
    <w:rsid w:val="001B27E7"/>
    <w:rsid w:val="001B6A31"/>
    <w:rsid w:val="001B7609"/>
    <w:rsid w:val="001B7EB5"/>
    <w:rsid w:val="001C7A8A"/>
    <w:rsid w:val="001D3D03"/>
    <w:rsid w:val="001D425A"/>
    <w:rsid w:val="001D4A80"/>
    <w:rsid w:val="001D57AA"/>
    <w:rsid w:val="001D65D4"/>
    <w:rsid w:val="001D7481"/>
    <w:rsid w:val="001D7486"/>
    <w:rsid w:val="001D7A37"/>
    <w:rsid w:val="001D7D7D"/>
    <w:rsid w:val="001E580E"/>
    <w:rsid w:val="001F17AD"/>
    <w:rsid w:val="001F508B"/>
    <w:rsid w:val="001F7430"/>
    <w:rsid w:val="001F753F"/>
    <w:rsid w:val="002021E3"/>
    <w:rsid w:val="00207685"/>
    <w:rsid w:val="0021515A"/>
    <w:rsid w:val="00217853"/>
    <w:rsid w:val="002208C2"/>
    <w:rsid w:val="0022402E"/>
    <w:rsid w:val="00224E8C"/>
    <w:rsid w:val="00227CD7"/>
    <w:rsid w:val="002319F8"/>
    <w:rsid w:val="00231C19"/>
    <w:rsid w:val="0023226A"/>
    <w:rsid w:val="00234418"/>
    <w:rsid w:val="00236F42"/>
    <w:rsid w:val="00242904"/>
    <w:rsid w:val="00250198"/>
    <w:rsid w:val="00255436"/>
    <w:rsid w:val="00271BAA"/>
    <w:rsid w:val="00271CA7"/>
    <w:rsid w:val="002731FD"/>
    <w:rsid w:val="00276614"/>
    <w:rsid w:val="00276E3A"/>
    <w:rsid w:val="0027726B"/>
    <w:rsid w:val="00277618"/>
    <w:rsid w:val="002776C4"/>
    <w:rsid w:val="002819FE"/>
    <w:rsid w:val="00293359"/>
    <w:rsid w:val="00297FD6"/>
    <w:rsid w:val="002A395B"/>
    <w:rsid w:val="002B12E8"/>
    <w:rsid w:val="002B1C77"/>
    <w:rsid w:val="002B1CB9"/>
    <w:rsid w:val="002C10FA"/>
    <w:rsid w:val="002C11D7"/>
    <w:rsid w:val="002C3FC9"/>
    <w:rsid w:val="002D1744"/>
    <w:rsid w:val="002E23F9"/>
    <w:rsid w:val="002E291D"/>
    <w:rsid w:val="002E4AC2"/>
    <w:rsid w:val="002F018A"/>
    <w:rsid w:val="002F2927"/>
    <w:rsid w:val="002F32AD"/>
    <w:rsid w:val="002F5AAA"/>
    <w:rsid w:val="003047A1"/>
    <w:rsid w:val="00310260"/>
    <w:rsid w:val="003119F3"/>
    <w:rsid w:val="00312CE7"/>
    <w:rsid w:val="0031369F"/>
    <w:rsid w:val="003141C9"/>
    <w:rsid w:val="003175BA"/>
    <w:rsid w:val="00317C1C"/>
    <w:rsid w:val="0032528B"/>
    <w:rsid w:val="00325A93"/>
    <w:rsid w:val="00327CD1"/>
    <w:rsid w:val="00327E33"/>
    <w:rsid w:val="0033021D"/>
    <w:rsid w:val="003334A6"/>
    <w:rsid w:val="00343613"/>
    <w:rsid w:val="00346B9D"/>
    <w:rsid w:val="00353AA8"/>
    <w:rsid w:val="00354F6D"/>
    <w:rsid w:val="00356AF4"/>
    <w:rsid w:val="0035719B"/>
    <w:rsid w:val="00357410"/>
    <w:rsid w:val="0036166F"/>
    <w:rsid w:val="003623C8"/>
    <w:rsid w:val="0036304A"/>
    <w:rsid w:val="0036459B"/>
    <w:rsid w:val="0036508A"/>
    <w:rsid w:val="003654B0"/>
    <w:rsid w:val="00370808"/>
    <w:rsid w:val="00370BBF"/>
    <w:rsid w:val="00371840"/>
    <w:rsid w:val="00372F82"/>
    <w:rsid w:val="00375441"/>
    <w:rsid w:val="003769D9"/>
    <w:rsid w:val="00380D23"/>
    <w:rsid w:val="00381D44"/>
    <w:rsid w:val="0039011A"/>
    <w:rsid w:val="003920E9"/>
    <w:rsid w:val="003939C0"/>
    <w:rsid w:val="00394D2F"/>
    <w:rsid w:val="0039652D"/>
    <w:rsid w:val="00396716"/>
    <w:rsid w:val="0039730A"/>
    <w:rsid w:val="003A2F5F"/>
    <w:rsid w:val="003A39E4"/>
    <w:rsid w:val="003A7988"/>
    <w:rsid w:val="003B08E2"/>
    <w:rsid w:val="003B3C08"/>
    <w:rsid w:val="003B5DD3"/>
    <w:rsid w:val="003B6A96"/>
    <w:rsid w:val="003C0D54"/>
    <w:rsid w:val="003C0EDF"/>
    <w:rsid w:val="003C20D5"/>
    <w:rsid w:val="003C5169"/>
    <w:rsid w:val="003D09A5"/>
    <w:rsid w:val="003D0B34"/>
    <w:rsid w:val="003E0390"/>
    <w:rsid w:val="003E3693"/>
    <w:rsid w:val="003E495B"/>
    <w:rsid w:val="003E5E2E"/>
    <w:rsid w:val="003F174B"/>
    <w:rsid w:val="003F23B3"/>
    <w:rsid w:val="003F3653"/>
    <w:rsid w:val="00401377"/>
    <w:rsid w:val="00407B2C"/>
    <w:rsid w:val="0041033F"/>
    <w:rsid w:val="0041160E"/>
    <w:rsid w:val="00411C46"/>
    <w:rsid w:val="004138CE"/>
    <w:rsid w:val="0041415B"/>
    <w:rsid w:val="0041647A"/>
    <w:rsid w:val="004174A6"/>
    <w:rsid w:val="00417792"/>
    <w:rsid w:val="00420C67"/>
    <w:rsid w:val="004230FB"/>
    <w:rsid w:val="004271EA"/>
    <w:rsid w:val="00431B21"/>
    <w:rsid w:val="00432DF6"/>
    <w:rsid w:val="004335E6"/>
    <w:rsid w:val="00436610"/>
    <w:rsid w:val="00441E97"/>
    <w:rsid w:val="004460C8"/>
    <w:rsid w:val="004477BA"/>
    <w:rsid w:val="004513A0"/>
    <w:rsid w:val="004527C7"/>
    <w:rsid w:val="00455F47"/>
    <w:rsid w:val="004561F3"/>
    <w:rsid w:val="004573A9"/>
    <w:rsid w:val="00460B17"/>
    <w:rsid w:val="0046336B"/>
    <w:rsid w:val="00467286"/>
    <w:rsid w:val="004710C0"/>
    <w:rsid w:val="00473482"/>
    <w:rsid w:val="004749EA"/>
    <w:rsid w:val="0047747D"/>
    <w:rsid w:val="00480CFF"/>
    <w:rsid w:val="00481BFA"/>
    <w:rsid w:val="0048406B"/>
    <w:rsid w:val="0048470E"/>
    <w:rsid w:val="004853A6"/>
    <w:rsid w:val="0049584D"/>
    <w:rsid w:val="004A086C"/>
    <w:rsid w:val="004A3E9C"/>
    <w:rsid w:val="004A50EC"/>
    <w:rsid w:val="004A5893"/>
    <w:rsid w:val="004B7E94"/>
    <w:rsid w:val="004C2C6E"/>
    <w:rsid w:val="004C3116"/>
    <w:rsid w:val="004C6161"/>
    <w:rsid w:val="004C6D0D"/>
    <w:rsid w:val="004D016B"/>
    <w:rsid w:val="004D0D7A"/>
    <w:rsid w:val="004D259B"/>
    <w:rsid w:val="004D25D8"/>
    <w:rsid w:val="004D3583"/>
    <w:rsid w:val="004D5144"/>
    <w:rsid w:val="004E54D2"/>
    <w:rsid w:val="004E67CF"/>
    <w:rsid w:val="004F475A"/>
    <w:rsid w:val="004F4A1D"/>
    <w:rsid w:val="004F5864"/>
    <w:rsid w:val="004F5E91"/>
    <w:rsid w:val="00501212"/>
    <w:rsid w:val="00503A66"/>
    <w:rsid w:val="005041F8"/>
    <w:rsid w:val="005106C3"/>
    <w:rsid w:val="00510900"/>
    <w:rsid w:val="005112A5"/>
    <w:rsid w:val="005172AE"/>
    <w:rsid w:val="00523945"/>
    <w:rsid w:val="005319AF"/>
    <w:rsid w:val="00531C46"/>
    <w:rsid w:val="00537FCD"/>
    <w:rsid w:val="005402BA"/>
    <w:rsid w:val="00545190"/>
    <w:rsid w:val="00550187"/>
    <w:rsid w:val="00550362"/>
    <w:rsid w:val="00553A80"/>
    <w:rsid w:val="00554479"/>
    <w:rsid w:val="005613B2"/>
    <w:rsid w:val="00564DDA"/>
    <w:rsid w:val="005655D7"/>
    <w:rsid w:val="00570D54"/>
    <w:rsid w:val="00571DBE"/>
    <w:rsid w:val="005764D9"/>
    <w:rsid w:val="00585613"/>
    <w:rsid w:val="00585E60"/>
    <w:rsid w:val="00586836"/>
    <w:rsid w:val="0059766F"/>
    <w:rsid w:val="00597ED4"/>
    <w:rsid w:val="005A2C77"/>
    <w:rsid w:val="005A35BA"/>
    <w:rsid w:val="005A365D"/>
    <w:rsid w:val="005A6F16"/>
    <w:rsid w:val="005A77AE"/>
    <w:rsid w:val="005A7AAE"/>
    <w:rsid w:val="005B5AE3"/>
    <w:rsid w:val="005B6BAB"/>
    <w:rsid w:val="005C10A7"/>
    <w:rsid w:val="005C200D"/>
    <w:rsid w:val="005C5C6E"/>
    <w:rsid w:val="005D0AF7"/>
    <w:rsid w:val="005D36B1"/>
    <w:rsid w:val="005D4ED2"/>
    <w:rsid w:val="005D54F9"/>
    <w:rsid w:val="005D5ED9"/>
    <w:rsid w:val="005E58C7"/>
    <w:rsid w:val="005F1B0B"/>
    <w:rsid w:val="005F1BCD"/>
    <w:rsid w:val="005F358B"/>
    <w:rsid w:val="005F4402"/>
    <w:rsid w:val="005F6073"/>
    <w:rsid w:val="005F6BF9"/>
    <w:rsid w:val="00600BFA"/>
    <w:rsid w:val="00602604"/>
    <w:rsid w:val="0060586A"/>
    <w:rsid w:val="006062AB"/>
    <w:rsid w:val="006132E0"/>
    <w:rsid w:val="006136C6"/>
    <w:rsid w:val="006136F5"/>
    <w:rsid w:val="0062370E"/>
    <w:rsid w:val="006249F8"/>
    <w:rsid w:val="0062504B"/>
    <w:rsid w:val="00634650"/>
    <w:rsid w:val="0065032F"/>
    <w:rsid w:val="00653C04"/>
    <w:rsid w:val="00656011"/>
    <w:rsid w:val="00662230"/>
    <w:rsid w:val="00662B5C"/>
    <w:rsid w:val="006632C5"/>
    <w:rsid w:val="00665211"/>
    <w:rsid w:val="006659DE"/>
    <w:rsid w:val="00666145"/>
    <w:rsid w:val="00675362"/>
    <w:rsid w:val="00676B68"/>
    <w:rsid w:val="00676D71"/>
    <w:rsid w:val="00680E0E"/>
    <w:rsid w:val="0068437A"/>
    <w:rsid w:val="0068757F"/>
    <w:rsid w:val="00687633"/>
    <w:rsid w:val="00691ADE"/>
    <w:rsid w:val="006951A2"/>
    <w:rsid w:val="00696180"/>
    <w:rsid w:val="006A2D29"/>
    <w:rsid w:val="006A3DBC"/>
    <w:rsid w:val="006A411E"/>
    <w:rsid w:val="006B0459"/>
    <w:rsid w:val="006B0EE7"/>
    <w:rsid w:val="006C148E"/>
    <w:rsid w:val="006C1576"/>
    <w:rsid w:val="006C476C"/>
    <w:rsid w:val="006D051C"/>
    <w:rsid w:val="006D0559"/>
    <w:rsid w:val="006D2178"/>
    <w:rsid w:val="006D5425"/>
    <w:rsid w:val="006D5F02"/>
    <w:rsid w:val="006E0BF9"/>
    <w:rsid w:val="006E1E9E"/>
    <w:rsid w:val="006F01C7"/>
    <w:rsid w:val="006F0AFD"/>
    <w:rsid w:val="007101FD"/>
    <w:rsid w:val="007114EB"/>
    <w:rsid w:val="00712DE4"/>
    <w:rsid w:val="007138B1"/>
    <w:rsid w:val="0071553B"/>
    <w:rsid w:val="00726640"/>
    <w:rsid w:val="00732081"/>
    <w:rsid w:val="0073433D"/>
    <w:rsid w:val="007374D7"/>
    <w:rsid w:val="00740D02"/>
    <w:rsid w:val="00741434"/>
    <w:rsid w:val="00750004"/>
    <w:rsid w:val="00764D32"/>
    <w:rsid w:val="00766114"/>
    <w:rsid w:val="00766732"/>
    <w:rsid w:val="00766AE7"/>
    <w:rsid w:val="00770C3B"/>
    <w:rsid w:val="0077594A"/>
    <w:rsid w:val="00776E1F"/>
    <w:rsid w:val="007836BC"/>
    <w:rsid w:val="00784517"/>
    <w:rsid w:val="007856DB"/>
    <w:rsid w:val="00787DDE"/>
    <w:rsid w:val="0079100B"/>
    <w:rsid w:val="007914A1"/>
    <w:rsid w:val="00792789"/>
    <w:rsid w:val="00792ABF"/>
    <w:rsid w:val="007A1622"/>
    <w:rsid w:val="007A68CE"/>
    <w:rsid w:val="007B0323"/>
    <w:rsid w:val="007B0961"/>
    <w:rsid w:val="007B0D49"/>
    <w:rsid w:val="007B243A"/>
    <w:rsid w:val="007B2657"/>
    <w:rsid w:val="007B271E"/>
    <w:rsid w:val="007B27A2"/>
    <w:rsid w:val="007B3A65"/>
    <w:rsid w:val="007B4CA8"/>
    <w:rsid w:val="007C41CA"/>
    <w:rsid w:val="007C4298"/>
    <w:rsid w:val="007D2238"/>
    <w:rsid w:val="007D55EF"/>
    <w:rsid w:val="007D6E37"/>
    <w:rsid w:val="007D72AD"/>
    <w:rsid w:val="007E0144"/>
    <w:rsid w:val="007F053C"/>
    <w:rsid w:val="007F13DA"/>
    <w:rsid w:val="007F62E3"/>
    <w:rsid w:val="007F7389"/>
    <w:rsid w:val="0080499F"/>
    <w:rsid w:val="00805629"/>
    <w:rsid w:val="00805C7E"/>
    <w:rsid w:val="00811037"/>
    <w:rsid w:val="00814E91"/>
    <w:rsid w:val="00816610"/>
    <w:rsid w:val="00821D5E"/>
    <w:rsid w:val="008241E6"/>
    <w:rsid w:val="00827B90"/>
    <w:rsid w:val="00846691"/>
    <w:rsid w:val="008469B3"/>
    <w:rsid w:val="0084771E"/>
    <w:rsid w:val="00847D98"/>
    <w:rsid w:val="00851239"/>
    <w:rsid w:val="00852523"/>
    <w:rsid w:val="00857D43"/>
    <w:rsid w:val="00864F2C"/>
    <w:rsid w:val="00867A50"/>
    <w:rsid w:val="00870D89"/>
    <w:rsid w:val="00872F4C"/>
    <w:rsid w:val="008820D1"/>
    <w:rsid w:val="00882AE9"/>
    <w:rsid w:val="008848E5"/>
    <w:rsid w:val="00884B4A"/>
    <w:rsid w:val="00891077"/>
    <w:rsid w:val="008934E6"/>
    <w:rsid w:val="008B0D46"/>
    <w:rsid w:val="008B2291"/>
    <w:rsid w:val="008B2C6B"/>
    <w:rsid w:val="008B4E5B"/>
    <w:rsid w:val="008B4E6A"/>
    <w:rsid w:val="008B6685"/>
    <w:rsid w:val="008C1C9D"/>
    <w:rsid w:val="008D586A"/>
    <w:rsid w:val="008E0433"/>
    <w:rsid w:val="008E2C87"/>
    <w:rsid w:val="008E66F2"/>
    <w:rsid w:val="008F13B8"/>
    <w:rsid w:val="008F33EF"/>
    <w:rsid w:val="008F3553"/>
    <w:rsid w:val="008F450F"/>
    <w:rsid w:val="00901021"/>
    <w:rsid w:val="00904EB5"/>
    <w:rsid w:val="009060E4"/>
    <w:rsid w:val="00914272"/>
    <w:rsid w:val="009161AA"/>
    <w:rsid w:val="00923AFF"/>
    <w:rsid w:val="00923C1C"/>
    <w:rsid w:val="00930996"/>
    <w:rsid w:val="00932CA4"/>
    <w:rsid w:val="00934B25"/>
    <w:rsid w:val="00936D7F"/>
    <w:rsid w:val="00937263"/>
    <w:rsid w:val="00941282"/>
    <w:rsid w:val="00941E93"/>
    <w:rsid w:val="00945BDC"/>
    <w:rsid w:val="00946712"/>
    <w:rsid w:val="00950866"/>
    <w:rsid w:val="00950A36"/>
    <w:rsid w:val="009531A8"/>
    <w:rsid w:val="00955FBF"/>
    <w:rsid w:val="0095663F"/>
    <w:rsid w:val="0096102B"/>
    <w:rsid w:val="00966E3F"/>
    <w:rsid w:val="00983C2D"/>
    <w:rsid w:val="0099283F"/>
    <w:rsid w:val="00992C51"/>
    <w:rsid w:val="009A18AE"/>
    <w:rsid w:val="009A2070"/>
    <w:rsid w:val="009A5F1A"/>
    <w:rsid w:val="009B0A17"/>
    <w:rsid w:val="009B3C3C"/>
    <w:rsid w:val="009B3CFE"/>
    <w:rsid w:val="009C191E"/>
    <w:rsid w:val="009C22C5"/>
    <w:rsid w:val="009C587C"/>
    <w:rsid w:val="009C6849"/>
    <w:rsid w:val="009D0B72"/>
    <w:rsid w:val="009D310B"/>
    <w:rsid w:val="009D6814"/>
    <w:rsid w:val="009D7307"/>
    <w:rsid w:val="009E390C"/>
    <w:rsid w:val="009E6776"/>
    <w:rsid w:val="009E6F72"/>
    <w:rsid w:val="009E7265"/>
    <w:rsid w:val="009E72B2"/>
    <w:rsid w:val="009F5E2F"/>
    <w:rsid w:val="00A0161A"/>
    <w:rsid w:val="00A023A2"/>
    <w:rsid w:val="00A1671E"/>
    <w:rsid w:val="00A21E37"/>
    <w:rsid w:val="00A270B5"/>
    <w:rsid w:val="00A30480"/>
    <w:rsid w:val="00A33499"/>
    <w:rsid w:val="00A355B6"/>
    <w:rsid w:val="00A35DE3"/>
    <w:rsid w:val="00A438B1"/>
    <w:rsid w:val="00A43A9B"/>
    <w:rsid w:val="00A43C20"/>
    <w:rsid w:val="00A44583"/>
    <w:rsid w:val="00A51427"/>
    <w:rsid w:val="00A53FF9"/>
    <w:rsid w:val="00A5648A"/>
    <w:rsid w:val="00A57F69"/>
    <w:rsid w:val="00A66D8A"/>
    <w:rsid w:val="00A70BB7"/>
    <w:rsid w:val="00A714ED"/>
    <w:rsid w:val="00A80058"/>
    <w:rsid w:val="00A823D1"/>
    <w:rsid w:val="00AA4FFF"/>
    <w:rsid w:val="00AB1F59"/>
    <w:rsid w:val="00AB224E"/>
    <w:rsid w:val="00AB2515"/>
    <w:rsid w:val="00AB33D9"/>
    <w:rsid w:val="00AB34A2"/>
    <w:rsid w:val="00AB4EF4"/>
    <w:rsid w:val="00AB5BBA"/>
    <w:rsid w:val="00AB5C4E"/>
    <w:rsid w:val="00AC48FC"/>
    <w:rsid w:val="00AC7FB5"/>
    <w:rsid w:val="00AD62A1"/>
    <w:rsid w:val="00AD6954"/>
    <w:rsid w:val="00AE0929"/>
    <w:rsid w:val="00AF4C44"/>
    <w:rsid w:val="00AF4D5D"/>
    <w:rsid w:val="00AF6AE0"/>
    <w:rsid w:val="00AF7926"/>
    <w:rsid w:val="00B013EF"/>
    <w:rsid w:val="00B01A9A"/>
    <w:rsid w:val="00B02CA3"/>
    <w:rsid w:val="00B12C90"/>
    <w:rsid w:val="00B13A5A"/>
    <w:rsid w:val="00B13AD3"/>
    <w:rsid w:val="00B15C9A"/>
    <w:rsid w:val="00B200F5"/>
    <w:rsid w:val="00B20313"/>
    <w:rsid w:val="00B207FB"/>
    <w:rsid w:val="00B21C70"/>
    <w:rsid w:val="00B2238D"/>
    <w:rsid w:val="00B2595C"/>
    <w:rsid w:val="00B27614"/>
    <w:rsid w:val="00B32F55"/>
    <w:rsid w:val="00B34A20"/>
    <w:rsid w:val="00B35336"/>
    <w:rsid w:val="00B364CC"/>
    <w:rsid w:val="00B374D0"/>
    <w:rsid w:val="00B43CBF"/>
    <w:rsid w:val="00B44528"/>
    <w:rsid w:val="00B502EC"/>
    <w:rsid w:val="00B51AA7"/>
    <w:rsid w:val="00B52101"/>
    <w:rsid w:val="00B54F8A"/>
    <w:rsid w:val="00B55B7C"/>
    <w:rsid w:val="00B56B30"/>
    <w:rsid w:val="00B6089A"/>
    <w:rsid w:val="00B61931"/>
    <w:rsid w:val="00B63687"/>
    <w:rsid w:val="00B63FED"/>
    <w:rsid w:val="00B6590F"/>
    <w:rsid w:val="00B66194"/>
    <w:rsid w:val="00B761A0"/>
    <w:rsid w:val="00B76780"/>
    <w:rsid w:val="00B80A68"/>
    <w:rsid w:val="00B8641F"/>
    <w:rsid w:val="00B87F35"/>
    <w:rsid w:val="00B905B2"/>
    <w:rsid w:val="00B910E8"/>
    <w:rsid w:val="00B9219C"/>
    <w:rsid w:val="00B93096"/>
    <w:rsid w:val="00BA3520"/>
    <w:rsid w:val="00BA3926"/>
    <w:rsid w:val="00BA4AA8"/>
    <w:rsid w:val="00BB260C"/>
    <w:rsid w:val="00BB29C7"/>
    <w:rsid w:val="00BB2C35"/>
    <w:rsid w:val="00BB38A1"/>
    <w:rsid w:val="00BB6F13"/>
    <w:rsid w:val="00BB7F63"/>
    <w:rsid w:val="00BC1516"/>
    <w:rsid w:val="00BC29C4"/>
    <w:rsid w:val="00BC48D7"/>
    <w:rsid w:val="00BC5434"/>
    <w:rsid w:val="00BC5C95"/>
    <w:rsid w:val="00BD273B"/>
    <w:rsid w:val="00BD65DF"/>
    <w:rsid w:val="00BE14A8"/>
    <w:rsid w:val="00BE208A"/>
    <w:rsid w:val="00BE6E80"/>
    <w:rsid w:val="00BE77A4"/>
    <w:rsid w:val="00BF0A7D"/>
    <w:rsid w:val="00BF360F"/>
    <w:rsid w:val="00BF3A55"/>
    <w:rsid w:val="00BF4982"/>
    <w:rsid w:val="00BF7AAB"/>
    <w:rsid w:val="00C0345D"/>
    <w:rsid w:val="00C059E2"/>
    <w:rsid w:val="00C118C4"/>
    <w:rsid w:val="00C15157"/>
    <w:rsid w:val="00C152A4"/>
    <w:rsid w:val="00C1765D"/>
    <w:rsid w:val="00C200DB"/>
    <w:rsid w:val="00C20771"/>
    <w:rsid w:val="00C20EE2"/>
    <w:rsid w:val="00C30911"/>
    <w:rsid w:val="00C314B8"/>
    <w:rsid w:val="00C31735"/>
    <w:rsid w:val="00C3787F"/>
    <w:rsid w:val="00C378B5"/>
    <w:rsid w:val="00C457D4"/>
    <w:rsid w:val="00C461D3"/>
    <w:rsid w:val="00C461F4"/>
    <w:rsid w:val="00C50066"/>
    <w:rsid w:val="00C56D7E"/>
    <w:rsid w:val="00C60DB9"/>
    <w:rsid w:val="00C62C50"/>
    <w:rsid w:val="00C62D0D"/>
    <w:rsid w:val="00C65087"/>
    <w:rsid w:val="00C67172"/>
    <w:rsid w:val="00C715E4"/>
    <w:rsid w:val="00C7575D"/>
    <w:rsid w:val="00C75F1D"/>
    <w:rsid w:val="00C7616B"/>
    <w:rsid w:val="00C779F0"/>
    <w:rsid w:val="00C82B8B"/>
    <w:rsid w:val="00C82CEE"/>
    <w:rsid w:val="00C83DEE"/>
    <w:rsid w:val="00C90932"/>
    <w:rsid w:val="00C94443"/>
    <w:rsid w:val="00C95344"/>
    <w:rsid w:val="00CB5883"/>
    <w:rsid w:val="00CB5C91"/>
    <w:rsid w:val="00CB5E16"/>
    <w:rsid w:val="00CC33E3"/>
    <w:rsid w:val="00CC3951"/>
    <w:rsid w:val="00CC3B11"/>
    <w:rsid w:val="00CC3EE2"/>
    <w:rsid w:val="00CC57E3"/>
    <w:rsid w:val="00CD30C6"/>
    <w:rsid w:val="00CD437C"/>
    <w:rsid w:val="00CD4BD0"/>
    <w:rsid w:val="00CD4C19"/>
    <w:rsid w:val="00CE14BA"/>
    <w:rsid w:val="00CE46C3"/>
    <w:rsid w:val="00CE6565"/>
    <w:rsid w:val="00CE781A"/>
    <w:rsid w:val="00CF2D95"/>
    <w:rsid w:val="00CF3386"/>
    <w:rsid w:val="00CF4C12"/>
    <w:rsid w:val="00CF4D08"/>
    <w:rsid w:val="00CF6F22"/>
    <w:rsid w:val="00CF704E"/>
    <w:rsid w:val="00CF733C"/>
    <w:rsid w:val="00D0278D"/>
    <w:rsid w:val="00D11198"/>
    <w:rsid w:val="00D1175C"/>
    <w:rsid w:val="00D11B47"/>
    <w:rsid w:val="00D124BC"/>
    <w:rsid w:val="00D241D2"/>
    <w:rsid w:val="00D25101"/>
    <w:rsid w:val="00D2668A"/>
    <w:rsid w:val="00D3279F"/>
    <w:rsid w:val="00D35F78"/>
    <w:rsid w:val="00D41812"/>
    <w:rsid w:val="00D52B27"/>
    <w:rsid w:val="00D54F40"/>
    <w:rsid w:val="00D60006"/>
    <w:rsid w:val="00D60CC6"/>
    <w:rsid w:val="00D614D6"/>
    <w:rsid w:val="00D64170"/>
    <w:rsid w:val="00D65DF0"/>
    <w:rsid w:val="00D73A43"/>
    <w:rsid w:val="00D80D3A"/>
    <w:rsid w:val="00D80FA9"/>
    <w:rsid w:val="00D82CC1"/>
    <w:rsid w:val="00D91304"/>
    <w:rsid w:val="00D966D1"/>
    <w:rsid w:val="00DA384A"/>
    <w:rsid w:val="00DA4889"/>
    <w:rsid w:val="00DB4510"/>
    <w:rsid w:val="00DB6CB3"/>
    <w:rsid w:val="00DC2645"/>
    <w:rsid w:val="00DC323B"/>
    <w:rsid w:val="00DC56A4"/>
    <w:rsid w:val="00DC71CD"/>
    <w:rsid w:val="00DD05A2"/>
    <w:rsid w:val="00DD1AF5"/>
    <w:rsid w:val="00DD501D"/>
    <w:rsid w:val="00DD6B05"/>
    <w:rsid w:val="00DE181B"/>
    <w:rsid w:val="00DE2150"/>
    <w:rsid w:val="00DE50D0"/>
    <w:rsid w:val="00DF56F1"/>
    <w:rsid w:val="00E0074D"/>
    <w:rsid w:val="00E00C0B"/>
    <w:rsid w:val="00E054D8"/>
    <w:rsid w:val="00E06855"/>
    <w:rsid w:val="00E069CF"/>
    <w:rsid w:val="00E06B1E"/>
    <w:rsid w:val="00E11474"/>
    <w:rsid w:val="00E140EC"/>
    <w:rsid w:val="00E160A7"/>
    <w:rsid w:val="00E36488"/>
    <w:rsid w:val="00E36F61"/>
    <w:rsid w:val="00E3709F"/>
    <w:rsid w:val="00E408DE"/>
    <w:rsid w:val="00E411EC"/>
    <w:rsid w:val="00E41928"/>
    <w:rsid w:val="00E45FC5"/>
    <w:rsid w:val="00E505F0"/>
    <w:rsid w:val="00E50A91"/>
    <w:rsid w:val="00E51BB4"/>
    <w:rsid w:val="00E54A23"/>
    <w:rsid w:val="00E5549C"/>
    <w:rsid w:val="00E56337"/>
    <w:rsid w:val="00E578A3"/>
    <w:rsid w:val="00E60F89"/>
    <w:rsid w:val="00E64F0B"/>
    <w:rsid w:val="00E668CA"/>
    <w:rsid w:val="00E66ACE"/>
    <w:rsid w:val="00E66E08"/>
    <w:rsid w:val="00E742D3"/>
    <w:rsid w:val="00E74C51"/>
    <w:rsid w:val="00E8000C"/>
    <w:rsid w:val="00E80CF6"/>
    <w:rsid w:val="00E82EA9"/>
    <w:rsid w:val="00E91683"/>
    <w:rsid w:val="00E934EC"/>
    <w:rsid w:val="00EA3D8C"/>
    <w:rsid w:val="00EB01DD"/>
    <w:rsid w:val="00EB12E1"/>
    <w:rsid w:val="00EC4912"/>
    <w:rsid w:val="00EC6A22"/>
    <w:rsid w:val="00ED0054"/>
    <w:rsid w:val="00ED3319"/>
    <w:rsid w:val="00ED7B56"/>
    <w:rsid w:val="00EE03E9"/>
    <w:rsid w:val="00EE0AC3"/>
    <w:rsid w:val="00EE106A"/>
    <w:rsid w:val="00EE44D6"/>
    <w:rsid w:val="00EE6E95"/>
    <w:rsid w:val="00EE7996"/>
    <w:rsid w:val="00EF18A8"/>
    <w:rsid w:val="00EF237A"/>
    <w:rsid w:val="00EF32CF"/>
    <w:rsid w:val="00EF423A"/>
    <w:rsid w:val="00EF4F64"/>
    <w:rsid w:val="00EF6FC4"/>
    <w:rsid w:val="00F0104D"/>
    <w:rsid w:val="00F01C33"/>
    <w:rsid w:val="00F01F04"/>
    <w:rsid w:val="00F03AE3"/>
    <w:rsid w:val="00F05B45"/>
    <w:rsid w:val="00F06848"/>
    <w:rsid w:val="00F13A91"/>
    <w:rsid w:val="00F23569"/>
    <w:rsid w:val="00F2526A"/>
    <w:rsid w:val="00F36034"/>
    <w:rsid w:val="00F36078"/>
    <w:rsid w:val="00F37D39"/>
    <w:rsid w:val="00F37D4D"/>
    <w:rsid w:val="00F441C9"/>
    <w:rsid w:val="00F500F3"/>
    <w:rsid w:val="00F51FE6"/>
    <w:rsid w:val="00F55FD5"/>
    <w:rsid w:val="00F67FF0"/>
    <w:rsid w:val="00F74426"/>
    <w:rsid w:val="00F77C4D"/>
    <w:rsid w:val="00F813BD"/>
    <w:rsid w:val="00F8575A"/>
    <w:rsid w:val="00F92342"/>
    <w:rsid w:val="00F932A8"/>
    <w:rsid w:val="00F9393C"/>
    <w:rsid w:val="00F97A46"/>
    <w:rsid w:val="00FA488A"/>
    <w:rsid w:val="00FA4FB3"/>
    <w:rsid w:val="00FB36CB"/>
    <w:rsid w:val="00FB6616"/>
    <w:rsid w:val="00FC06E7"/>
    <w:rsid w:val="00FC0A69"/>
    <w:rsid w:val="00FC30C3"/>
    <w:rsid w:val="00FC3445"/>
    <w:rsid w:val="00FC689F"/>
    <w:rsid w:val="00FC7DB5"/>
    <w:rsid w:val="00FD1CFF"/>
    <w:rsid w:val="00FD2472"/>
    <w:rsid w:val="00FD2670"/>
    <w:rsid w:val="00FD5565"/>
    <w:rsid w:val="00FE620E"/>
    <w:rsid w:val="00FE6E48"/>
    <w:rsid w:val="00FF0D0A"/>
    <w:rsid w:val="00FF3DA5"/>
    <w:rsid w:val="00FF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35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293359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29335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29335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29335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2933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3359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2933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933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3359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293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311</Words>
  <Characters>1774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Tolmacheva</dc:creator>
  <cp:keywords/>
  <dc:description/>
  <cp:lastModifiedBy>user</cp:lastModifiedBy>
  <cp:revision>10</cp:revision>
  <cp:lastPrinted>2013-06-27T09:55:00Z</cp:lastPrinted>
  <dcterms:created xsi:type="dcterms:W3CDTF">2013-03-28T11:11:00Z</dcterms:created>
  <dcterms:modified xsi:type="dcterms:W3CDTF">2013-06-27T09:57:00Z</dcterms:modified>
</cp:coreProperties>
</file>