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BF" w:rsidRPr="00E376F8" w:rsidRDefault="00603EBF" w:rsidP="00E376F8">
      <w:pPr>
        <w:tabs>
          <w:tab w:val="left" w:pos="2685"/>
        </w:tabs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E376F8"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603EBF" w:rsidRDefault="00603EBF" w:rsidP="00BC70EB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603EBF" w:rsidRDefault="00603EBF" w:rsidP="00BC70EB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603EBF" w:rsidRDefault="00603EBF" w:rsidP="00BC70EB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603EBF" w:rsidRPr="005B7EAD" w:rsidRDefault="00603EBF" w:rsidP="00BC70EB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603EBF" w:rsidRPr="00F73AF1" w:rsidRDefault="00603EBF" w:rsidP="00822011">
      <w:pPr>
        <w:pStyle w:val="ConsPlusTitle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статью 2</w:t>
      </w:r>
      <w:r w:rsidRPr="00F73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Закона Ульяновской области «О</w:t>
      </w:r>
      <w:r w:rsidRPr="00F73AF1">
        <w:rPr>
          <w:rFonts w:ascii="Times New Roman" w:hAnsi="Times New Roman" w:cs="Times New Roman"/>
          <w:sz w:val="28"/>
          <w:szCs w:val="28"/>
        </w:rPr>
        <w:t xml:space="preserve"> мерах государственной поддержки</w:t>
      </w:r>
    </w:p>
    <w:p w:rsidR="00603EBF" w:rsidRDefault="00603EBF" w:rsidP="00822011">
      <w:pPr>
        <w:pStyle w:val="ConsPlusTitle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F73AF1">
        <w:rPr>
          <w:rFonts w:ascii="Times New Roman" w:hAnsi="Times New Roman" w:cs="Times New Roman"/>
          <w:sz w:val="28"/>
          <w:szCs w:val="28"/>
        </w:rPr>
        <w:t>производителей органических продуктов</w:t>
      </w:r>
    </w:p>
    <w:p w:rsidR="00603EBF" w:rsidRPr="00F73AF1" w:rsidRDefault="00603EBF" w:rsidP="00822011">
      <w:pPr>
        <w:pStyle w:val="ConsPlusTitle"/>
        <w:ind w:right="140"/>
        <w:jc w:val="center"/>
        <w:rPr>
          <w:rFonts w:ascii="Times New Roman" w:hAnsi="Times New Roman"/>
          <w:b w:val="0"/>
          <w:sz w:val="28"/>
          <w:szCs w:val="28"/>
        </w:rPr>
      </w:pPr>
      <w:r w:rsidRPr="00F73AF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F51">
        <w:rPr>
          <w:rFonts w:ascii="Times New Roman" w:hAnsi="Times New Roman"/>
          <w:sz w:val="28"/>
          <w:szCs w:val="28"/>
        </w:rPr>
        <w:t>Ульяновской области»</w:t>
      </w:r>
      <w:bookmarkStart w:id="0" w:name="_GoBack"/>
      <w:bookmarkEnd w:id="0"/>
    </w:p>
    <w:p w:rsidR="00603EBF" w:rsidRPr="006C7143" w:rsidRDefault="00603EBF" w:rsidP="00666D05">
      <w:pPr>
        <w:pStyle w:val="ConsPlusNormal"/>
        <w:ind w:right="142" w:firstLine="709"/>
        <w:jc w:val="both"/>
      </w:pPr>
    </w:p>
    <w:p w:rsidR="00603EBF" w:rsidRPr="00822011" w:rsidRDefault="00603EBF" w:rsidP="00822011">
      <w:pPr>
        <w:pStyle w:val="ConsPlusNormal"/>
        <w:ind w:right="142" w:firstLine="709"/>
        <w:jc w:val="center"/>
        <w:rPr>
          <w:sz w:val="24"/>
          <w:szCs w:val="24"/>
        </w:rPr>
      </w:pPr>
      <w:r w:rsidRPr="00822011">
        <w:rPr>
          <w:sz w:val="24"/>
          <w:szCs w:val="24"/>
        </w:rPr>
        <w:t>Принят</w:t>
      </w:r>
      <w:r>
        <w:rPr>
          <w:sz w:val="24"/>
          <w:szCs w:val="24"/>
        </w:rPr>
        <w:t xml:space="preserve"> Законодательным Собранием Ульяновской области 21 апреля 2016 года</w:t>
      </w:r>
    </w:p>
    <w:p w:rsidR="00603EBF" w:rsidRDefault="00603EBF" w:rsidP="00666D05">
      <w:pPr>
        <w:pStyle w:val="ConsPlusNormal"/>
        <w:ind w:right="142" w:firstLine="709"/>
        <w:jc w:val="both"/>
      </w:pPr>
    </w:p>
    <w:p w:rsidR="00603EBF" w:rsidRPr="006C7143" w:rsidRDefault="00603EBF" w:rsidP="00666D05">
      <w:pPr>
        <w:pStyle w:val="ConsPlusNormal"/>
        <w:ind w:right="142" w:firstLine="709"/>
        <w:jc w:val="both"/>
      </w:pPr>
    </w:p>
    <w:p w:rsidR="00603EBF" w:rsidRPr="006C7143" w:rsidRDefault="00603EBF" w:rsidP="00666D05">
      <w:pPr>
        <w:pStyle w:val="ConsPlusNormal"/>
        <w:ind w:right="142" w:firstLine="709"/>
        <w:jc w:val="both"/>
      </w:pPr>
    </w:p>
    <w:p w:rsidR="00603EBF" w:rsidRDefault="00603EBF" w:rsidP="00666D05">
      <w:pPr>
        <w:pStyle w:val="ConsPlusNormal"/>
        <w:spacing w:line="355" w:lineRule="auto"/>
        <w:ind w:firstLine="709"/>
        <w:jc w:val="both"/>
      </w:pPr>
      <w:r>
        <w:t xml:space="preserve">Внести в абзац второй статьи 2 Закона Ульяновской области от 5 июля </w:t>
      </w:r>
      <w:r>
        <w:br/>
        <w:t>2013 года № 106-ЗО «О мерах государственной поддержки производителей органических продуктов в Ульяновской области» («Ульяновская правда»                                       от 08.07.2013 № 73; от 31.03.2014 № 45; от 12.01.2016 № 1) изменение, изложив его в следующей редакции:</w:t>
      </w:r>
    </w:p>
    <w:p w:rsidR="00603EBF" w:rsidRPr="006C7143" w:rsidRDefault="00603EBF" w:rsidP="00666D05">
      <w:pPr>
        <w:pStyle w:val="ConsPlusNormal"/>
        <w:spacing w:line="355" w:lineRule="auto"/>
        <w:ind w:firstLine="709"/>
        <w:jc w:val="both"/>
        <w:rPr>
          <w:spacing w:val="-4"/>
        </w:rPr>
      </w:pPr>
      <w:r w:rsidRPr="006C7143">
        <w:rPr>
          <w:spacing w:val="-4"/>
        </w:rPr>
        <w:t xml:space="preserve">«органические продукты – продукты и их ингредиенты, которые произведены (изготовлены) или обработаны (переработаны) сельскохозяйственным товаропроизводителем или переработчиком сельскохозяйственной продукции </w:t>
      </w:r>
      <w:r>
        <w:rPr>
          <w:spacing w:val="-4"/>
        </w:rPr>
        <w:br/>
      </w:r>
      <w:r w:rsidRPr="006C7143">
        <w:rPr>
          <w:spacing w:val="-4"/>
        </w:rPr>
        <w:t xml:space="preserve">на территории Ульяновской области в соответствии с правилами производства, хранения и транспортирования продукции органического производства, предусмотренными национальным стандартом Российской Федерации </w:t>
      </w:r>
      <w:r>
        <w:rPr>
          <w:spacing w:val="-4"/>
        </w:rPr>
        <w:br/>
      </w:r>
      <w:r w:rsidRPr="006C7143">
        <w:rPr>
          <w:spacing w:val="-4"/>
        </w:rPr>
        <w:t>ГОСТ Р 56508-2015 «Продукция органического производства. Правила производства, хранения и транспортирования» (далее – правила органического производства), и отвечают требованиям, установленным указанным национальным стандартом Российской Федерации;».</w:t>
      </w:r>
    </w:p>
    <w:p w:rsidR="00603EBF" w:rsidRPr="006C7143" w:rsidRDefault="00603EBF" w:rsidP="005B7EAD">
      <w:pPr>
        <w:pStyle w:val="ConsPlusNormal"/>
        <w:tabs>
          <w:tab w:val="left" w:pos="1134"/>
        </w:tabs>
        <w:ind w:right="142"/>
        <w:jc w:val="both"/>
        <w:rPr>
          <w:sz w:val="12"/>
        </w:rPr>
      </w:pPr>
    </w:p>
    <w:p w:rsidR="00603EBF" w:rsidRPr="005B7EAD" w:rsidRDefault="00603EBF" w:rsidP="005B7EAD">
      <w:pPr>
        <w:pStyle w:val="ConsPlusNormal"/>
        <w:tabs>
          <w:tab w:val="left" w:pos="1134"/>
        </w:tabs>
        <w:ind w:right="140"/>
        <w:jc w:val="both"/>
      </w:pPr>
    </w:p>
    <w:p w:rsidR="00603EBF" w:rsidRPr="00E200A5" w:rsidRDefault="00603EBF" w:rsidP="00E200A5">
      <w:pPr>
        <w:pStyle w:val="Heading1"/>
        <w:ind w:right="140"/>
        <w:jc w:val="left"/>
        <w:rPr>
          <w:b/>
          <w:szCs w:val="28"/>
        </w:rPr>
      </w:pPr>
      <w:r w:rsidRPr="00E200A5">
        <w:rPr>
          <w:b/>
          <w:szCs w:val="28"/>
        </w:rPr>
        <w:t>Временно</w:t>
      </w:r>
      <w:r>
        <w:rPr>
          <w:b/>
          <w:szCs w:val="28"/>
        </w:rPr>
        <w:t xml:space="preserve"> исполняющий обязанности</w:t>
      </w:r>
    </w:p>
    <w:p w:rsidR="00603EBF" w:rsidRPr="005C0FAE" w:rsidRDefault="00603EBF" w:rsidP="00E200A5">
      <w:pPr>
        <w:pStyle w:val="Heading1"/>
        <w:tabs>
          <w:tab w:val="right" w:pos="9923"/>
        </w:tabs>
        <w:ind w:right="-2"/>
        <w:jc w:val="left"/>
        <w:rPr>
          <w:b/>
          <w:szCs w:val="28"/>
        </w:rPr>
      </w:pPr>
      <w:r w:rsidRPr="005C0FAE">
        <w:rPr>
          <w:b/>
          <w:szCs w:val="28"/>
        </w:rPr>
        <w:t>Губернатор</w:t>
      </w:r>
      <w:r>
        <w:rPr>
          <w:b/>
          <w:szCs w:val="28"/>
        </w:rPr>
        <w:t>а</w:t>
      </w:r>
      <w:r w:rsidRPr="005C0FAE">
        <w:rPr>
          <w:b/>
          <w:szCs w:val="28"/>
        </w:rPr>
        <w:t xml:space="preserve"> Ульян</w:t>
      </w:r>
      <w:r>
        <w:rPr>
          <w:b/>
          <w:szCs w:val="28"/>
        </w:rPr>
        <w:t>овской области</w:t>
      </w:r>
      <w:r>
        <w:rPr>
          <w:b/>
          <w:szCs w:val="28"/>
        </w:rPr>
        <w:tab/>
      </w:r>
      <w:r w:rsidRPr="005C0FAE">
        <w:rPr>
          <w:b/>
          <w:szCs w:val="28"/>
        </w:rPr>
        <w:t>С.И.Морозов</w:t>
      </w:r>
    </w:p>
    <w:p w:rsidR="00603EBF" w:rsidRPr="006C7143" w:rsidRDefault="00603EBF" w:rsidP="00AF5EB7">
      <w:pPr>
        <w:pStyle w:val="a"/>
        <w:spacing w:line="235" w:lineRule="auto"/>
        <w:ind w:right="142"/>
        <w:rPr>
          <w:sz w:val="18"/>
          <w:szCs w:val="28"/>
        </w:rPr>
      </w:pPr>
    </w:p>
    <w:p w:rsidR="00603EBF" w:rsidRDefault="00603EBF" w:rsidP="00AF5EB7">
      <w:pPr>
        <w:pStyle w:val="a"/>
        <w:spacing w:line="235" w:lineRule="auto"/>
        <w:ind w:right="142"/>
        <w:rPr>
          <w:sz w:val="28"/>
          <w:szCs w:val="28"/>
        </w:rPr>
      </w:pPr>
    </w:p>
    <w:p w:rsidR="00603EBF" w:rsidRPr="00AB5B50" w:rsidRDefault="00603EBF" w:rsidP="00AF5EB7">
      <w:pPr>
        <w:pStyle w:val="a"/>
        <w:spacing w:line="235" w:lineRule="auto"/>
        <w:ind w:right="142"/>
        <w:rPr>
          <w:sz w:val="28"/>
          <w:szCs w:val="28"/>
        </w:rPr>
      </w:pPr>
    </w:p>
    <w:p w:rsidR="00603EBF" w:rsidRPr="00DA7887" w:rsidRDefault="00603EBF" w:rsidP="00E91B31">
      <w:pPr>
        <w:spacing w:after="0" w:line="240" w:lineRule="auto"/>
        <w:ind w:right="140"/>
        <w:jc w:val="center"/>
        <w:rPr>
          <w:rFonts w:ascii="Times New Roman" w:hAnsi="Times New Roman"/>
          <w:sz w:val="28"/>
          <w:szCs w:val="20"/>
        </w:rPr>
      </w:pPr>
      <w:r w:rsidRPr="00DA7887">
        <w:rPr>
          <w:rFonts w:ascii="Times New Roman" w:hAnsi="Times New Roman"/>
          <w:sz w:val="28"/>
        </w:rPr>
        <w:t>г. Ульяновск</w:t>
      </w:r>
    </w:p>
    <w:p w:rsidR="00603EBF" w:rsidRPr="00DA7887" w:rsidRDefault="00603EBF" w:rsidP="00E91B31">
      <w:pPr>
        <w:spacing w:after="0" w:line="240" w:lineRule="auto"/>
        <w:ind w:right="1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Pr="00DA788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апреля</w:t>
      </w:r>
      <w:r w:rsidRPr="00DA7887">
        <w:rPr>
          <w:rFonts w:ascii="Times New Roman" w:hAnsi="Times New Roman"/>
          <w:sz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DA7887">
          <w:rPr>
            <w:rFonts w:ascii="Times New Roman" w:hAnsi="Times New Roman"/>
            <w:sz w:val="28"/>
          </w:rPr>
          <w:t>201</w:t>
        </w:r>
        <w:r>
          <w:rPr>
            <w:rFonts w:ascii="Times New Roman" w:hAnsi="Times New Roman"/>
            <w:sz w:val="28"/>
          </w:rPr>
          <w:t>6</w:t>
        </w:r>
        <w:r w:rsidRPr="00DA7887">
          <w:rPr>
            <w:rFonts w:ascii="Times New Roman" w:hAnsi="Times New Roman"/>
            <w:sz w:val="28"/>
          </w:rPr>
          <w:t xml:space="preserve"> г</w:t>
        </w:r>
      </w:smartTag>
      <w:r w:rsidRPr="00DA7887">
        <w:rPr>
          <w:rFonts w:ascii="Times New Roman" w:hAnsi="Times New Roman"/>
          <w:sz w:val="28"/>
        </w:rPr>
        <w:t>.</w:t>
      </w:r>
    </w:p>
    <w:p w:rsidR="00603EBF" w:rsidRPr="00984BC5" w:rsidRDefault="00603EBF" w:rsidP="00E91B31">
      <w:pPr>
        <w:spacing w:after="0" w:line="240" w:lineRule="auto"/>
        <w:ind w:right="140"/>
        <w:jc w:val="center"/>
        <w:rPr>
          <w:rFonts w:ascii="Times New Roman" w:hAnsi="Times New Roman"/>
          <w:sz w:val="28"/>
          <w:szCs w:val="28"/>
        </w:rPr>
      </w:pPr>
      <w:r w:rsidRPr="00DA7887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57</w:t>
      </w:r>
      <w:r w:rsidRPr="00DA7887">
        <w:rPr>
          <w:rFonts w:ascii="Times New Roman" w:hAnsi="Times New Roman"/>
          <w:sz w:val="28"/>
        </w:rPr>
        <w:t>-ЗО</w:t>
      </w:r>
    </w:p>
    <w:sectPr w:rsidR="00603EBF" w:rsidRPr="00984BC5" w:rsidSect="005B7EAD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EBF" w:rsidRDefault="00603EBF" w:rsidP="00AE5DF4">
      <w:pPr>
        <w:spacing w:after="0" w:line="240" w:lineRule="auto"/>
      </w:pPr>
      <w:r>
        <w:separator/>
      </w:r>
    </w:p>
  </w:endnote>
  <w:endnote w:type="continuationSeparator" w:id="0">
    <w:p w:rsidR="00603EBF" w:rsidRDefault="00603EBF" w:rsidP="00AE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BF" w:rsidRPr="0051492E" w:rsidRDefault="00603EBF" w:rsidP="0051492E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2403км1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EBF" w:rsidRDefault="00603EBF" w:rsidP="00AE5DF4">
      <w:pPr>
        <w:spacing w:after="0" w:line="240" w:lineRule="auto"/>
      </w:pPr>
      <w:r>
        <w:separator/>
      </w:r>
    </w:p>
  </w:footnote>
  <w:footnote w:type="continuationSeparator" w:id="0">
    <w:p w:rsidR="00603EBF" w:rsidRDefault="00603EBF" w:rsidP="00AE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BF" w:rsidRPr="00AE5DF4" w:rsidRDefault="00603EBF">
    <w:pPr>
      <w:pStyle w:val="Header"/>
      <w:jc w:val="center"/>
      <w:rPr>
        <w:rFonts w:ascii="Times New Roman" w:hAnsi="Times New Roman"/>
        <w:sz w:val="28"/>
        <w:szCs w:val="28"/>
      </w:rPr>
    </w:pPr>
    <w:r w:rsidRPr="00AE5DF4">
      <w:rPr>
        <w:rFonts w:ascii="Times New Roman" w:hAnsi="Times New Roman"/>
        <w:sz w:val="28"/>
        <w:szCs w:val="28"/>
      </w:rPr>
      <w:fldChar w:fldCharType="begin"/>
    </w:r>
    <w:r w:rsidRPr="00AE5DF4">
      <w:rPr>
        <w:rFonts w:ascii="Times New Roman" w:hAnsi="Times New Roman"/>
        <w:sz w:val="28"/>
        <w:szCs w:val="28"/>
      </w:rPr>
      <w:instrText xml:space="preserve"> PAGE   \* MERGEFORMAT </w:instrText>
    </w:r>
    <w:r w:rsidRPr="00AE5DF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E5DF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D80"/>
    <w:multiLevelType w:val="hybridMultilevel"/>
    <w:tmpl w:val="BD9A6616"/>
    <w:lvl w:ilvl="0" w:tplc="E5766A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383365C"/>
    <w:multiLevelType w:val="hybridMultilevel"/>
    <w:tmpl w:val="93443484"/>
    <w:lvl w:ilvl="0" w:tplc="D280129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71D5587"/>
    <w:multiLevelType w:val="hybridMultilevel"/>
    <w:tmpl w:val="7368BE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EB35CE"/>
    <w:multiLevelType w:val="hybridMultilevel"/>
    <w:tmpl w:val="175A2170"/>
    <w:lvl w:ilvl="0" w:tplc="A3FEF15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85050BC"/>
    <w:multiLevelType w:val="hybridMultilevel"/>
    <w:tmpl w:val="9676CA2C"/>
    <w:lvl w:ilvl="0" w:tplc="6B5040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1BB07A7"/>
    <w:multiLevelType w:val="hybridMultilevel"/>
    <w:tmpl w:val="2750A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D43F53"/>
    <w:multiLevelType w:val="hybridMultilevel"/>
    <w:tmpl w:val="656C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011C5A"/>
    <w:multiLevelType w:val="hybridMultilevel"/>
    <w:tmpl w:val="396401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53011E"/>
    <w:multiLevelType w:val="hybridMultilevel"/>
    <w:tmpl w:val="87CAB0A4"/>
    <w:lvl w:ilvl="0" w:tplc="ACB2A6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9896255"/>
    <w:multiLevelType w:val="hybridMultilevel"/>
    <w:tmpl w:val="750478F0"/>
    <w:lvl w:ilvl="0" w:tplc="04B633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0A21116"/>
    <w:multiLevelType w:val="hybridMultilevel"/>
    <w:tmpl w:val="72C0CF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5A7AB6"/>
    <w:multiLevelType w:val="hybridMultilevel"/>
    <w:tmpl w:val="BE241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7447D9"/>
    <w:multiLevelType w:val="hybridMultilevel"/>
    <w:tmpl w:val="16B69388"/>
    <w:lvl w:ilvl="0" w:tplc="3CCA6C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42352C"/>
    <w:multiLevelType w:val="hybridMultilevel"/>
    <w:tmpl w:val="5534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A049D7"/>
    <w:multiLevelType w:val="hybridMultilevel"/>
    <w:tmpl w:val="F490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BB6DFD"/>
    <w:multiLevelType w:val="hybridMultilevel"/>
    <w:tmpl w:val="698C8F64"/>
    <w:lvl w:ilvl="0" w:tplc="2354AC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B070C60"/>
    <w:multiLevelType w:val="hybridMultilevel"/>
    <w:tmpl w:val="048253AE"/>
    <w:lvl w:ilvl="0" w:tplc="982AF3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CC729E7"/>
    <w:multiLevelType w:val="hybridMultilevel"/>
    <w:tmpl w:val="02DE4D8E"/>
    <w:lvl w:ilvl="0" w:tplc="B568F2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DFF78DE"/>
    <w:multiLevelType w:val="hybridMultilevel"/>
    <w:tmpl w:val="15E8B924"/>
    <w:lvl w:ilvl="0" w:tplc="82BA9A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8"/>
  </w:num>
  <w:num w:numId="5">
    <w:abstractNumId w:val="12"/>
  </w:num>
  <w:num w:numId="6">
    <w:abstractNumId w:val="17"/>
  </w:num>
  <w:num w:numId="7">
    <w:abstractNumId w:val="5"/>
  </w:num>
  <w:num w:numId="8">
    <w:abstractNumId w:val="4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6"/>
  </w:num>
  <w:num w:numId="14">
    <w:abstractNumId w:val="13"/>
  </w:num>
  <w:num w:numId="15">
    <w:abstractNumId w:val="7"/>
  </w:num>
  <w:num w:numId="16">
    <w:abstractNumId w:val="18"/>
  </w:num>
  <w:num w:numId="17">
    <w:abstractNumId w:val="2"/>
  </w:num>
  <w:num w:numId="18">
    <w:abstractNumId w:val="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517"/>
    <w:rsid w:val="00000C2A"/>
    <w:rsid w:val="00001B36"/>
    <w:rsid w:val="00002DB5"/>
    <w:rsid w:val="000030E1"/>
    <w:rsid w:val="000030FE"/>
    <w:rsid w:val="00003A76"/>
    <w:rsid w:val="000042EA"/>
    <w:rsid w:val="00005263"/>
    <w:rsid w:val="00007064"/>
    <w:rsid w:val="000071A6"/>
    <w:rsid w:val="00007971"/>
    <w:rsid w:val="00010C64"/>
    <w:rsid w:val="000120D7"/>
    <w:rsid w:val="00012C6C"/>
    <w:rsid w:val="0001345C"/>
    <w:rsid w:val="0001355E"/>
    <w:rsid w:val="00013A17"/>
    <w:rsid w:val="00013DEF"/>
    <w:rsid w:val="000162F2"/>
    <w:rsid w:val="00017105"/>
    <w:rsid w:val="0001770B"/>
    <w:rsid w:val="00017B74"/>
    <w:rsid w:val="00017CC2"/>
    <w:rsid w:val="00017FE9"/>
    <w:rsid w:val="000204E0"/>
    <w:rsid w:val="00020B39"/>
    <w:rsid w:val="00021B3B"/>
    <w:rsid w:val="00021D92"/>
    <w:rsid w:val="00023DBD"/>
    <w:rsid w:val="0002445A"/>
    <w:rsid w:val="000249C2"/>
    <w:rsid w:val="00026362"/>
    <w:rsid w:val="00026828"/>
    <w:rsid w:val="000312B3"/>
    <w:rsid w:val="00032319"/>
    <w:rsid w:val="00033112"/>
    <w:rsid w:val="000349CC"/>
    <w:rsid w:val="00034B67"/>
    <w:rsid w:val="00034C5F"/>
    <w:rsid w:val="00035CD8"/>
    <w:rsid w:val="00035E6A"/>
    <w:rsid w:val="00036FC0"/>
    <w:rsid w:val="00037BD4"/>
    <w:rsid w:val="0004089F"/>
    <w:rsid w:val="00041F36"/>
    <w:rsid w:val="00042ADE"/>
    <w:rsid w:val="00044FFD"/>
    <w:rsid w:val="0004506D"/>
    <w:rsid w:val="000456D7"/>
    <w:rsid w:val="000459EF"/>
    <w:rsid w:val="0004680F"/>
    <w:rsid w:val="00046886"/>
    <w:rsid w:val="00046F7D"/>
    <w:rsid w:val="00046F98"/>
    <w:rsid w:val="000472A5"/>
    <w:rsid w:val="00050102"/>
    <w:rsid w:val="0005134E"/>
    <w:rsid w:val="0005185C"/>
    <w:rsid w:val="000519B7"/>
    <w:rsid w:val="0005282B"/>
    <w:rsid w:val="00052A73"/>
    <w:rsid w:val="00053607"/>
    <w:rsid w:val="00053CCD"/>
    <w:rsid w:val="0005490B"/>
    <w:rsid w:val="000562BA"/>
    <w:rsid w:val="0005703A"/>
    <w:rsid w:val="0005761D"/>
    <w:rsid w:val="000577AA"/>
    <w:rsid w:val="000579AC"/>
    <w:rsid w:val="00057E02"/>
    <w:rsid w:val="00060A5F"/>
    <w:rsid w:val="00060ECC"/>
    <w:rsid w:val="00061163"/>
    <w:rsid w:val="000614F2"/>
    <w:rsid w:val="00062519"/>
    <w:rsid w:val="00064C4F"/>
    <w:rsid w:val="00065530"/>
    <w:rsid w:val="0006650E"/>
    <w:rsid w:val="00066EF6"/>
    <w:rsid w:val="00070988"/>
    <w:rsid w:val="00070FE2"/>
    <w:rsid w:val="00071EF6"/>
    <w:rsid w:val="00073A03"/>
    <w:rsid w:val="00074CE9"/>
    <w:rsid w:val="000757B2"/>
    <w:rsid w:val="00077309"/>
    <w:rsid w:val="000809C1"/>
    <w:rsid w:val="00080B45"/>
    <w:rsid w:val="0008107B"/>
    <w:rsid w:val="0008128E"/>
    <w:rsid w:val="00082B25"/>
    <w:rsid w:val="00082FD9"/>
    <w:rsid w:val="00083F25"/>
    <w:rsid w:val="00084385"/>
    <w:rsid w:val="0008453D"/>
    <w:rsid w:val="00084AD5"/>
    <w:rsid w:val="0008505C"/>
    <w:rsid w:val="00087F32"/>
    <w:rsid w:val="00090C99"/>
    <w:rsid w:val="00090DE7"/>
    <w:rsid w:val="00090E4A"/>
    <w:rsid w:val="0009185A"/>
    <w:rsid w:val="00092E7B"/>
    <w:rsid w:val="00093D67"/>
    <w:rsid w:val="00094452"/>
    <w:rsid w:val="00094CFC"/>
    <w:rsid w:val="00095B8C"/>
    <w:rsid w:val="000962FA"/>
    <w:rsid w:val="00097FCC"/>
    <w:rsid w:val="000A0CE2"/>
    <w:rsid w:val="000A0D52"/>
    <w:rsid w:val="000A0DC9"/>
    <w:rsid w:val="000A16C0"/>
    <w:rsid w:val="000A200C"/>
    <w:rsid w:val="000A29A1"/>
    <w:rsid w:val="000A37EE"/>
    <w:rsid w:val="000A563C"/>
    <w:rsid w:val="000A576F"/>
    <w:rsid w:val="000A59F6"/>
    <w:rsid w:val="000A62A2"/>
    <w:rsid w:val="000A6619"/>
    <w:rsid w:val="000A7670"/>
    <w:rsid w:val="000B0916"/>
    <w:rsid w:val="000B1316"/>
    <w:rsid w:val="000B2C78"/>
    <w:rsid w:val="000B3A64"/>
    <w:rsid w:val="000B49B6"/>
    <w:rsid w:val="000B4B0D"/>
    <w:rsid w:val="000B5531"/>
    <w:rsid w:val="000B5FF9"/>
    <w:rsid w:val="000B75EF"/>
    <w:rsid w:val="000C05D2"/>
    <w:rsid w:val="000C065E"/>
    <w:rsid w:val="000C0802"/>
    <w:rsid w:val="000C12F5"/>
    <w:rsid w:val="000C1D5E"/>
    <w:rsid w:val="000C23DE"/>
    <w:rsid w:val="000C2684"/>
    <w:rsid w:val="000C27F0"/>
    <w:rsid w:val="000C320D"/>
    <w:rsid w:val="000C4B8F"/>
    <w:rsid w:val="000C51BF"/>
    <w:rsid w:val="000C5517"/>
    <w:rsid w:val="000C67E6"/>
    <w:rsid w:val="000C6B7C"/>
    <w:rsid w:val="000D039C"/>
    <w:rsid w:val="000D0957"/>
    <w:rsid w:val="000D17E9"/>
    <w:rsid w:val="000D2E46"/>
    <w:rsid w:val="000D41C3"/>
    <w:rsid w:val="000D4DD4"/>
    <w:rsid w:val="000D4E59"/>
    <w:rsid w:val="000D55CB"/>
    <w:rsid w:val="000D6AB4"/>
    <w:rsid w:val="000D71F8"/>
    <w:rsid w:val="000D76B2"/>
    <w:rsid w:val="000D7BA4"/>
    <w:rsid w:val="000E0445"/>
    <w:rsid w:val="000E1501"/>
    <w:rsid w:val="000E2A9F"/>
    <w:rsid w:val="000E2C46"/>
    <w:rsid w:val="000E384F"/>
    <w:rsid w:val="000E3DD3"/>
    <w:rsid w:val="000E43BF"/>
    <w:rsid w:val="000E45BD"/>
    <w:rsid w:val="000E4ADD"/>
    <w:rsid w:val="000E5242"/>
    <w:rsid w:val="000E56C7"/>
    <w:rsid w:val="000E5CB4"/>
    <w:rsid w:val="000E732D"/>
    <w:rsid w:val="000E7FE3"/>
    <w:rsid w:val="000F136A"/>
    <w:rsid w:val="000F1843"/>
    <w:rsid w:val="000F2711"/>
    <w:rsid w:val="000F280D"/>
    <w:rsid w:val="000F4D35"/>
    <w:rsid w:val="000F5367"/>
    <w:rsid w:val="000F5B8C"/>
    <w:rsid w:val="000F5E27"/>
    <w:rsid w:val="000F68A1"/>
    <w:rsid w:val="000F76C5"/>
    <w:rsid w:val="00100964"/>
    <w:rsid w:val="00100AA1"/>
    <w:rsid w:val="00100E2A"/>
    <w:rsid w:val="0010184B"/>
    <w:rsid w:val="00105BD5"/>
    <w:rsid w:val="00106AF8"/>
    <w:rsid w:val="0010744B"/>
    <w:rsid w:val="00107D17"/>
    <w:rsid w:val="00110129"/>
    <w:rsid w:val="00110374"/>
    <w:rsid w:val="00110A27"/>
    <w:rsid w:val="00111A38"/>
    <w:rsid w:val="0011376F"/>
    <w:rsid w:val="00113C77"/>
    <w:rsid w:val="00113C7E"/>
    <w:rsid w:val="001152FD"/>
    <w:rsid w:val="001156E0"/>
    <w:rsid w:val="00115C89"/>
    <w:rsid w:val="00115E29"/>
    <w:rsid w:val="00115EE4"/>
    <w:rsid w:val="001161A3"/>
    <w:rsid w:val="001168AD"/>
    <w:rsid w:val="001168CB"/>
    <w:rsid w:val="00116EC3"/>
    <w:rsid w:val="001207C9"/>
    <w:rsid w:val="00120B6E"/>
    <w:rsid w:val="001227D0"/>
    <w:rsid w:val="0012460D"/>
    <w:rsid w:val="001251AC"/>
    <w:rsid w:val="0012533B"/>
    <w:rsid w:val="00125E6A"/>
    <w:rsid w:val="00125F57"/>
    <w:rsid w:val="001277BB"/>
    <w:rsid w:val="00127AA1"/>
    <w:rsid w:val="00131B3D"/>
    <w:rsid w:val="00131E68"/>
    <w:rsid w:val="0013229A"/>
    <w:rsid w:val="00132672"/>
    <w:rsid w:val="001328DC"/>
    <w:rsid w:val="00133CE1"/>
    <w:rsid w:val="001340D7"/>
    <w:rsid w:val="00134B51"/>
    <w:rsid w:val="00134E7F"/>
    <w:rsid w:val="00135153"/>
    <w:rsid w:val="0013577D"/>
    <w:rsid w:val="00135860"/>
    <w:rsid w:val="00136566"/>
    <w:rsid w:val="00136A8F"/>
    <w:rsid w:val="0013734F"/>
    <w:rsid w:val="0013760A"/>
    <w:rsid w:val="00137C26"/>
    <w:rsid w:val="00137FF4"/>
    <w:rsid w:val="001406E3"/>
    <w:rsid w:val="00141392"/>
    <w:rsid w:val="0014207B"/>
    <w:rsid w:val="00142ED0"/>
    <w:rsid w:val="001433E1"/>
    <w:rsid w:val="00144003"/>
    <w:rsid w:val="00145B53"/>
    <w:rsid w:val="001463D0"/>
    <w:rsid w:val="0014697F"/>
    <w:rsid w:val="00147D9C"/>
    <w:rsid w:val="00147F35"/>
    <w:rsid w:val="001500FF"/>
    <w:rsid w:val="00150720"/>
    <w:rsid w:val="00150A28"/>
    <w:rsid w:val="00150DC5"/>
    <w:rsid w:val="001529DD"/>
    <w:rsid w:val="00152FD4"/>
    <w:rsid w:val="0015308B"/>
    <w:rsid w:val="0015318F"/>
    <w:rsid w:val="00153582"/>
    <w:rsid w:val="00153637"/>
    <w:rsid w:val="00153CB5"/>
    <w:rsid w:val="001545B3"/>
    <w:rsid w:val="00156C7E"/>
    <w:rsid w:val="00156D37"/>
    <w:rsid w:val="001572A3"/>
    <w:rsid w:val="0015778A"/>
    <w:rsid w:val="001604C8"/>
    <w:rsid w:val="00161775"/>
    <w:rsid w:val="00162392"/>
    <w:rsid w:val="00162985"/>
    <w:rsid w:val="00162B73"/>
    <w:rsid w:val="001634A4"/>
    <w:rsid w:val="0016352E"/>
    <w:rsid w:val="00163887"/>
    <w:rsid w:val="00164177"/>
    <w:rsid w:val="00165A3D"/>
    <w:rsid w:val="00165D26"/>
    <w:rsid w:val="00165F32"/>
    <w:rsid w:val="0016607F"/>
    <w:rsid w:val="0016624F"/>
    <w:rsid w:val="0016728E"/>
    <w:rsid w:val="00167577"/>
    <w:rsid w:val="0016798E"/>
    <w:rsid w:val="00170F98"/>
    <w:rsid w:val="001712B3"/>
    <w:rsid w:val="001712D0"/>
    <w:rsid w:val="00171CA8"/>
    <w:rsid w:val="0017205B"/>
    <w:rsid w:val="00172F2E"/>
    <w:rsid w:val="00173807"/>
    <w:rsid w:val="00174C2D"/>
    <w:rsid w:val="00174C3F"/>
    <w:rsid w:val="001768B5"/>
    <w:rsid w:val="001803FA"/>
    <w:rsid w:val="001822A7"/>
    <w:rsid w:val="00182A4E"/>
    <w:rsid w:val="00187B99"/>
    <w:rsid w:val="00187D7C"/>
    <w:rsid w:val="00191050"/>
    <w:rsid w:val="00191195"/>
    <w:rsid w:val="00191D64"/>
    <w:rsid w:val="00193314"/>
    <w:rsid w:val="001946D8"/>
    <w:rsid w:val="001948FE"/>
    <w:rsid w:val="0019552F"/>
    <w:rsid w:val="001965A3"/>
    <w:rsid w:val="00196E9B"/>
    <w:rsid w:val="001A0DD1"/>
    <w:rsid w:val="001A1806"/>
    <w:rsid w:val="001A19FB"/>
    <w:rsid w:val="001A1ABF"/>
    <w:rsid w:val="001A3831"/>
    <w:rsid w:val="001A43F7"/>
    <w:rsid w:val="001A49A7"/>
    <w:rsid w:val="001A516B"/>
    <w:rsid w:val="001A5191"/>
    <w:rsid w:val="001A54B5"/>
    <w:rsid w:val="001A60E9"/>
    <w:rsid w:val="001A68BE"/>
    <w:rsid w:val="001A6CA1"/>
    <w:rsid w:val="001A7BFB"/>
    <w:rsid w:val="001B39C7"/>
    <w:rsid w:val="001B5472"/>
    <w:rsid w:val="001B6785"/>
    <w:rsid w:val="001B6C96"/>
    <w:rsid w:val="001B6F7F"/>
    <w:rsid w:val="001C0058"/>
    <w:rsid w:val="001C115F"/>
    <w:rsid w:val="001C17E3"/>
    <w:rsid w:val="001C1AE3"/>
    <w:rsid w:val="001C23CF"/>
    <w:rsid w:val="001C32C3"/>
    <w:rsid w:val="001C3F1E"/>
    <w:rsid w:val="001C497A"/>
    <w:rsid w:val="001C4A39"/>
    <w:rsid w:val="001C4C03"/>
    <w:rsid w:val="001C7F0C"/>
    <w:rsid w:val="001D1990"/>
    <w:rsid w:val="001D1C2A"/>
    <w:rsid w:val="001D314A"/>
    <w:rsid w:val="001D55CB"/>
    <w:rsid w:val="001D57D6"/>
    <w:rsid w:val="001D5A65"/>
    <w:rsid w:val="001D5B40"/>
    <w:rsid w:val="001D65F4"/>
    <w:rsid w:val="001D7521"/>
    <w:rsid w:val="001E0907"/>
    <w:rsid w:val="001E2370"/>
    <w:rsid w:val="001E25E1"/>
    <w:rsid w:val="001E26BB"/>
    <w:rsid w:val="001E2AEF"/>
    <w:rsid w:val="001E303A"/>
    <w:rsid w:val="001E41E5"/>
    <w:rsid w:val="001E4D4D"/>
    <w:rsid w:val="001E6567"/>
    <w:rsid w:val="001E65D4"/>
    <w:rsid w:val="001E7246"/>
    <w:rsid w:val="001E7398"/>
    <w:rsid w:val="001E7765"/>
    <w:rsid w:val="001E7CC8"/>
    <w:rsid w:val="001F0156"/>
    <w:rsid w:val="001F12AE"/>
    <w:rsid w:val="001F17A6"/>
    <w:rsid w:val="001F17F3"/>
    <w:rsid w:val="001F2577"/>
    <w:rsid w:val="001F2CFC"/>
    <w:rsid w:val="001F31E8"/>
    <w:rsid w:val="001F3901"/>
    <w:rsid w:val="001F3D25"/>
    <w:rsid w:val="001F681A"/>
    <w:rsid w:val="001F7AFC"/>
    <w:rsid w:val="001F7B3C"/>
    <w:rsid w:val="001F7D52"/>
    <w:rsid w:val="002000BF"/>
    <w:rsid w:val="002004F0"/>
    <w:rsid w:val="002012D4"/>
    <w:rsid w:val="0020163F"/>
    <w:rsid w:val="00201861"/>
    <w:rsid w:val="00201910"/>
    <w:rsid w:val="002022E2"/>
    <w:rsid w:val="0020230B"/>
    <w:rsid w:val="002027B4"/>
    <w:rsid w:val="002029EB"/>
    <w:rsid w:val="00202DBC"/>
    <w:rsid w:val="002032EE"/>
    <w:rsid w:val="002033CB"/>
    <w:rsid w:val="00204DAE"/>
    <w:rsid w:val="00204F6A"/>
    <w:rsid w:val="002054C6"/>
    <w:rsid w:val="00206C72"/>
    <w:rsid w:val="0020730E"/>
    <w:rsid w:val="00210A13"/>
    <w:rsid w:val="00211EC7"/>
    <w:rsid w:val="00212482"/>
    <w:rsid w:val="0021306D"/>
    <w:rsid w:val="0021419A"/>
    <w:rsid w:val="002144EC"/>
    <w:rsid w:val="002158D8"/>
    <w:rsid w:val="00215A67"/>
    <w:rsid w:val="00216A81"/>
    <w:rsid w:val="002179B7"/>
    <w:rsid w:val="00221025"/>
    <w:rsid w:val="00223A4F"/>
    <w:rsid w:val="002241B3"/>
    <w:rsid w:val="00224744"/>
    <w:rsid w:val="00224ACB"/>
    <w:rsid w:val="002265F8"/>
    <w:rsid w:val="002274A3"/>
    <w:rsid w:val="00227800"/>
    <w:rsid w:val="00230FE0"/>
    <w:rsid w:val="00231449"/>
    <w:rsid w:val="00232452"/>
    <w:rsid w:val="00232A81"/>
    <w:rsid w:val="00233BD0"/>
    <w:rsid w:val="002355D2"/>
    <w:rsid w:val="00236819"/>
    <w:rsid w:val="002403C0"/>
    <w:rsid w:val="002406B5"/>
    <w:rsid w:val="00241619"/>
    <w:rsid w:val="00241787"/>
    <w:rsid w:val="00241880"/>
    <w:rsid w:val="0024249E"/>
    <w:rsid w:val="0024275F"/>
    <w:rsid w:val="00244DD5"/>
    <w:rsid w:val="00245056"/>
    <w:rsid w:val="002464BA"/>
    <w:rsid w:val="00246B27"/>
    <w:rsid w:val="00246D58"/>
    <w:rsid w:val="0024721B"/>
    <w:rsid w:val="00247FDE"/>
    <w:rsid w:val="00252139"/>
    <w:rsid w:val="00252666"/>
    <w:rsid w:val="00253127"/>
    <w:rsid w:val="002536A2"/>
    <w:rsid w:val="0025423D"/>
    <w:rsid w:val="002542C0"/>
    <w:rsid w:val="00254AEB"/>
    <w:rsid w:val="00254E41"/>
    <w:rsid w:val="00256969"/>
    <w:rsid w:val="0025787C"/>
    <w:rsid w:val="00260EF1"/>
    <w:rsid w:val="00261108"/>
    <w:rsid w:val="00262013"/>
    <w:rsid w:val="002621E9"/>
    <w:rsid w:val="00262781"/>
    <w:rsid w:val="00262AAE"/>
    <w:rsid w:val="002631AC"/>
    <w:rsid w:val="002646AC"/>
    <w:rsid w:val="002648B1"/>
    <w:rsid w:val="00264E47"/>
    <w:rsid w:val="00265A46"/>
    <w:rsid w:val="00266CC1"/>
    <w:rsid w:val="002672EA"/>
    <w:rsid w:val="0027044D"/>
    <w:rsid w:val="00271129"/>
    <w:rsid w:val="00271D4E"/>
    <w:rsid w:val="002720F8"/>
    <w:rsid w:val="002721DB"/>
    <w:rsid w:val="00273574"/>
    <w:rsid w:val="00273B03"/>
    <w:rsid w:val="002751A5"/>
    <w:rsid w:val="0027587C"/>
    <w:rsid w:val="00275B47"/>
    <w:rsid w:val="00275E2D"/>
    <w:rsid w:val="00276148"/>
    <w:rsid w:val="00280ED5"/>
    <w:rsid w:val="002810AC"/>
    <w:rsid w:val="002816BE"/>
    <w:rsid w:val="002820D2"/>
    <w:rsid w:val="00282720"/>
    <w:rsid w:val="002835C3"/>
    <w:rsid w:val="00283952"/>
    <w:rsid w:val="00284D19"/>
    <w:rsid w:val="00284D4A"/>
    <w:rsid w:val="00285733"/>
    <w:rsid w:val="002867E1"/>
    <w:rsid w:val="002868CA"/>
    <w:rsid w:val="00286932"/>
    <w:rsid w:val="00290545"/>
    <w:rsid w:val="002907BD"/>
    <w:rsid w:val="002911F6"/>
    <w:rsid w:val="00291430"/>
    <w:rsid w:val="00292260"/>
    <w:rsid w:val="00292AE4"/>
    <w:rsid w:val="00292D94"/>
    <w:rsid w:val="00293788"/>
    <w:rsid w:val="002937A7"/>
    <w:rsid w:val="00294721"/>
    <w:rsid w:val="00294CD5"/>
    <w:rsid w:val="00295475"/>
    <w:rsid w:val="00295732"/>
    <w:rsid w:val="00296266"/>
    <w:rsid w:val="00297311"/>
    <w:rsid w:val="002A0132"/>
    <w:rsid w:val="002A19C0"/>
    <w:rsid w:val="002A327F"/>
    <w:rsid w:val="002A7F3E"/>
    <w:rsid w:val="002B0890"/>
    <w:rsid w:val="002B14E2"/>
    <w:rsid w:val="002B1B59"/>
    <w:rsid w:val="002B2752"/>
    <w:rsid w:val="002B29D2"/>
    <w:rsid w:val="002B3273"/>
    <w:rsid w:val="002B47DF"/>
    <w:rsid w:val="002B61CF"/>
    <w:rsid w:val="002B706E"/>
    <w:rsid w:val="002C0AAA"/>
    <w:rsid w:val="002C12C7"/>
    <w:rsid w:val="002C21AD"/>
    <w:rsid w:val="002C4C67"/>
    <w:rsid w:val="002C5BAA"/>
    <w:rsid w:val="002C6C07"/>
    <w:rsid w:val="002C6D2B"/>
    <w:rsid w:val="002C75AF"/>
    <w:rsid w:val="002C7DE4"/>
    <w:rsid w:val="002C7F87"/>
    <w:rsid w:val="002D0F0A"/>
    <w:rsid w:val="002D1CD0"/>
    <w:rsid w:val="002D2A83"/>
    <w:rsid w:val="002D398C"/>
    <w:rsid w:val="002D3A3C"/>
    <w:rsid w:val="002D4E48"/>
    <w:rsid w:val="002D4FCF"/>
    <w:rsid w:val="002D7B68"/>
    <w:rsid w:val="002E061C"/>
    <w:rsid w:val="002E0B81"/>
    <w:rsid w:val="002E1337"/>
    <w:rsid w:val="002E16BA"/>
    <w:rsid w:val="002E4B0F"/>
    <w:rsid w:val="002E5270"/>
    <w:rsid w:val="002E55B0"/>
    <w:rsid w:val="002E61A9"/>
    <w:rsid w:val="002E6AB9"/>
    <w:rsid w:val="002E6EA3"/>
    <w:rsid w:val="002E7B83"/>
    <w:rsid w:val="002F0472"/>
    <w:rsid w:val="002F11ED"/>
    <w:rsid w:val="002F1949"/>
    <w:rsid w:val="002F1F73"/>
    <w:rsid w:val="002F2E57"/>
    <w:rsid w:val="002F3585"/>
    <w:rsid w:val="002F41BC"/>
    <w:rsid w:val="002F6391"/>
    <w:rsid w:val="002F6BAA"/>
    <w:rsid w:val="00302E98"/>
    <w:rsid w:val="0030323B"/>
    <w:rsid w:val="003034FE"/>
    <w:rsid w:val="00303B89"/>
    <w:rsid w:val="00303F99"/>
    <w:rsid w:val="00305F8C"/>
    <w:rsid w:val="00306456"/>
    <w:rsid w:val="003077C7"/>
    <w:rsid w:val="00310A6E"/>
    <w:rsid w:val="00311528"/>
    <w:rsid w:val="00312591"/>
    <w:rsid w:val="00313B47"/>
    <w:rsid w:val="00313DC9"/>
    <w:rsid w:val="00313FE7"/>
    <w:rsid w:val="003150F5"/>
    <w:rsid w:val="00315A63"/>
    <w:rsid w:val="00316AE0"/>
    <w:rsid w:val="00317CD1"/>
    <w:rsid w:val="00317F04"/>
    <w:rsid w:val="00320028"/>
    <w:rsid w:val="003207AB"/>
    <w:rsid w:val="003209E9"/>
    <w:rsid w:val="00321385"/>
    <w:rsid w:val="00322C8E"/>
    <w:rsid w:val="00322FF9"/>
    <w:rsid w:val="003241D9"/>
    <w:rsid w:val="003268B7"/>
    <w:rsid w:val="00326D4A"/>
    <w:rsid w:val="003274FD"/>
    <w:rsid w:val="003275D8"/>
    <w:rsid w:val="00331549"/>
    <w:rsid w:val="00331C29"/>
    <w:rsid w:val="00334B28"/>
    <w:rsid w:val="003353D2"/>
    <w:rsid w:val="00335EBA"/>
    <w:rsid w:val="00337060"/>
    <w:rsid w:val="00337407"/>
    <w:rsid w:val="003376EC"/>
    <w:rsid w:val="003403BC"/>
    <w:rsid w:val="00340936"/>
    <w:rsid w:val="00340DF3"/>
    <w:rsid w:val="003418D2"/>
    <w:rsid w:val="00341D25"/>
    <w:rsid w:val="00342A7F"/>
    <w:rsid w:val="00343387"/>
    <w:rsid w:val="00343BCD"/>
    <w:rsid w:val="00344604"/>
    <w:rsid w:val="00345347"/>
    <w:rsid w:val="003460F8"/>
    <w:rsid w:val="003463B0"/>
    <w:rsid w:val="003467B8"/>
    <w:rsid w:val="00351076"/>
    <w:rsid w:val="00351688"/>
    <w:rsid w:val="0035343C"/>
    <w:rsid w:val="00353819"/>
    <w:rsid w:val="00353E3F"/>
    <w:rsid w:val="0035485D"/>
    <w:rsid w:val="003564A0"/>
    <w:rsid w:val="003577CB"/>
    <w:rsid w:val="00357917"/>
    <w:rsid w:val="00357F33"/>
    <w:rsid w:val="00360689"/>
    <w:rsid w:val="00361C02"/>
    <w:rsid w:val="0036222F"/>
    <w:rsid w:val="00363348"/>
    <w:rsid w:val="0036342C"/>
    <w:rsid w:val="00363AC2"/>
    <w:rsid w:val="00365E6E"/>
    <w:rsid w:val="003673E0"/>
    <w:rsid w:val="00367D2C"/>
    <w:rsid w:val="003702AB"/>
    <w:rsid w:val="00370B55"/>
    <w:rsid w:val="00370D69"/>
    <w:rsid w:val="00373A10"/>
    <w:rsid w:val="00374EBE"/>
    <w:rsid w:val="00381306"/>
    <w:rsid w:val="00382CB6"/>
    <w:rsid w:val="003830C1"/>
    <w:rsid w:val="00383705"/>
    <w:rsid w:val="00383F17"/>
    <w:rsid w:val="003854DD"/>
    <w:rsid w:val="0038643A"/>
    <w:rsid w:val="0038668A"/>
    <w:rsid w:val="0038761E"/>
    <w:rsid w:val="0038764D"/>
    <w:rsid w:val="003917AF"/>
    <w:rsid w:val="00391819"/>
    <w:rsid w:val="00392FB8"/>
    <w:rsid w:val="00393D15"/>
    <w:rsid w:val="003954A1"/>
    <w:rsid w:val="0039580C"/>
    <w:rsid w:val="00395A67"/>
    <w:rsid w:val="00395D90"/>
    <w:rsid w:val="00396CCB"/>
    <w:rsid w:val="0039708B"/>
    <w:rsid w:val="0039782E"/>
    <w:rsid w:val="00397A16"/>
    <w:rsid w:val="003A1742"/>
    <w:rsid w:val="003A19DE"/>
    <w:rsid w:val="003A1E43"/>
    <w:rsid w:val="003A3DF7"/>
    <w:rsid w:val="003A51E5"/>
    <w:rsid w:val="003A544B"/>
    <w:rsid w:val="003A5F56"/>
    <w:rsid w:val="003A6138"/>
    <w:rsid w:val="003A750A"/>
    <w:rsid w:val="003A7A4F"/>
    <w:rsid w:val="003A7E1C"/>
    <w:rsid w:val="003B063E"/>
    <w:rsid w:val="003B071C"/>
    <w:rsid w:val="003B10A6"/>
    <w:rsid w:val="003B18C9"/>
    <w:rsid w:val="003B1EB3"/>
    <w:rsid w:val="003B2B3E"/>
    <w:rsid w:val="003B2BC7"/>
    <w:rsid w:val="003B3021"/>
    <w:rsid w:val="003B31E8"/>
    <w:rsid w:val="003B378C"/>
    <w:rsid w:val="003B3DFF"/>
    <w:rsid w:val="003B3F20"/>
    <w:rsid w:val="003B41AF"/>
    <w:rsid w:val="003B660E"/>
    <w:rsid w:val="003B7823"/>
    <w:rsid w:val="003C1F28"/>
    <w:rsid w:val="003C29BA"/>
    <w:rsid w:val="003C2A7A"/>
    <w:rsid w:val="003C30AB"/>
    <w:rsid w:val="003C44FA"/>
    <w:rsid w:val="003C4882"/>
    <w:rsid w:val="003C616F"/>
    <w:rsid w:val="003C6935"/>
    <w:rsid w:val="003D20EB"/>
    <w:rsid w:val="003D285F"/>
    <w:rsid w:val="003D3051"/>
    <w:rsid w:val="003D3102"/>
    <w:rsid w:val="003D32A5"/>
    <w:rsid w:val="003D4A1A"/>
    <w:rsid w:val="003D5A3C"/>
    <w:rsid w:val="003D6945"/>
    <w:rsid w:val="003D6F33"/>
    <w:rsid w:val="003D6F71"/>
    <w:rsid w:val="003E19B5"/>
    <w:rsid w:val="003E1C77"/>
    <w:rsid w:val="003E1D25"/>
    <w:rsid w:val="003E4053"/>
    <w:rsid w:val="003E4971"/>
    <w:rsid w:val="003E4EE1"/>
    <w:rsid w:val="003E55E5"/>
    <w:rsid w:val="003E663B"/>
    <w:rsid w:val="003E68B0"/>
    <w:rsid w:val="003E6C35"/>
    <w:rsid w:val="003E7127"/>
    <w:rsid w:val="003E79D8"/>
    <w:rsid w:val="003E7CE4"/>
    <w:rsid w:val="003F096D"/>
    <w:rsid w:val="003F147F"/>
    <w:rsid w:val="003F16C0"/>
    <w:rsid w:val="003F18F3"/>
    <w:rsid w:val="003F1E81"/>
    <w:rsid w:val="003F212B"/>
    <w:rsid w:val="003F2DF8"/>
    <w:rsid w:val="003F3008"/>
    <w:rsid w:val="003F346E"/>
    <w:rsid w:val="003F3494"/>
    <w:rsid w:val="003F37A2"/>
    <w:rsid w:val="003F3BA0"/>
    <w:rsid w:val="003F5192"/>
    <w:rsid w:val="003F53C3"/>
    <w:rsid w:val="003F6328"/>
    <w:rsid w:val="004008EA"/>
    <w:rsid w:val="00400901"/>
    <w:rsid w:val="00400FA0"/>
    <w:rsid w:val="00402F8B"/>
    <w:rsid w:val="004034C7"/>
    <w:rsid w:val="00403A42"/>
    <w:rsid w:val="00403CA4"/>
    <w:rsid w:val="00403E3E"/>
    <w:rsid w:val="0040455C"/>
    <w:rsid w:val="0040511F"/>
    <w:rsid w:val="00405A39"/>
    <w:rsid w:val="00405EB3"/>
    <w:rsid w:val="00410185"/>
    <w:rsid w:val="0041077A"/>
    <w:rsid w:val="0041078E"/>
    <w:rsid w:val="00410DA7"/>
    <w:rsid w:val="00410F8A"/>
    <w:rsid w:val="00411CD0"/>
    <w:rsid w:val="004123D1"/>
    <w:rsid w:val="00412BBD"/>
    <w:rsid w:val="0041361F"/>
    <w:rsid w:val="00413A45"/>
    <w:rsid w:val="00414DA5"/>
    <w:rsid w:val="00414EEF"/>
    <w:rsid w:val="004150CB"/>
    <w:rsid w:val="00415FB6"/>
    <w:rsid w:val="0041600E"/>
    <w:rsid w:val="0041608E"/>
    <w:rsid w:val="0041792B"/>
    <w:rsid w:val="00417B26"/>
    <w:rsid w:val="00420BAB"/>
    <w:rsid w:val="00420BE4"/>
    <w:rsid w:val="00420EB8"/>
    <w:rsid w:val="00423B85"/>
    <w:rsid w:val="0042420A"/>
    <w:rsid w:val="004242DB"/>
    <w:rsid w:val="00424502"/>
    <w:rsid w:val="00424503"/>
    <w:rsid w:val="00424CFE"/>
    <w:rsid w:val="00425B61"/>
    <w:rsid w:val="00426B36"/>
    <w:rsid w:val="00427F4D"/>
    <w:rsid w:val="00430AF2"/>
    <w:rsid w:val="004326F6"/>
    <w:rsid w:val="00432A5C"/>
    <w:rsid w:val="00433D4D"/>
    <w:rsid w:val="004346A8"/>
    <w:rsid w:val="004358EA"/>
    <w:rsid w:val="004376C7"/>
    <w:rsid w:val="00437D82"/>
    <w:rsid w:val="0044262B"/>
    <w:rsid w:val="00442E93"/>
    <w:rsid w:val="00443987"/>
    <w:rsid w:val="00444615"/>
    <w:rsid w:val="004449DE"/>
    <w:rsid w:val="00446570"/>
    <w:rsid w:val="00446F79"/>
    <w:rsid w:val="00447078"/>
    <w:rsid w:val="004476F6"/>
    <w:rsid w:val="00447ED0"/>
    <w:rsid w:val="004501D5"/>
    <w:rsid w:val="004502EA"/>
    <w:rsid w:val="00450412"/>
    <w:rsid w:val="00450534"/>
    <w:rsid w:val="004514F4"/>
    <w:rsid w:val="00451EBC"/>
    <w:rsid w:val="00451F56"/>
    <w:rsid w:val="004523D2"/>
    <w:rsid w:val="00452999"/>
    <w:rsid w:val="004534E3"/>
    <w:rsid w:val="004536DD"/>
    <w:rsid w:val="00453DC5"/>
    <w:rsid w:val="00454803"/>
    <w:rsid w:val="004550B2"/>
    <w:rsid w:val="00455EA7"/>
    <w:rsid w:val="00455EB6"/>
    <w:rsid w:val="00461E83"/>
    <w:rsid w:val="00462442"/>
    <w:rsid w:val="00462740"/>
    <w:rsid w:val="00463FDA"/>
    <w:rsid w:val="00465684"/>
    <w:rsid w:val="00465C5F"/>
    <w:rsid w:val="004661B2"/>
    <w:rsid w:val="00466C95"/>
    <w:rsid w:val="00466CBA"/>
    <w:rsid w:val="0046791B"/>
    <w:rsid w:val="004709A0"/>
    <w:rsid w:val="004715A9"/>
    <w:rsid w:val="00472FED"/>
    <w:rsid w:val="00473541"/>
    <w:rsid w:val="00473DEB"/>
    <w:rsid w:val="00473EC6"/>
    <w:rsid w:val="004756E9"/>
    <w:rsid w:val="004757F5"/>
    <w:rsid w:val="00476ED4"/>
    <w:rsid w:val="004802AF"/>
    <w:rsid w:val="00480722"/>
    <w:rsid w:val="00480A9C"/>
    <w:rsid w:val="00480CEF"/>
    <w:rsid w:val="00481789"/>
    <w:rsid w:val="004819B0"/>
    <w:rsid w:val="00481E32"/>
    <w:rsid w:val="00482C17"/>
    <w:rsid w:val="00483D39"/>
    <w:rsid w:val="00484A70"/>
    <w:rsid w:val="00485036"/>
    <w:rsid w:val="004851DC"/>
    <w:rsid w:val="00486267"/>
    <w:rsid w:val="00486412"/>
    <w:rsid w:val="00486E1D"/>
    <w:rsid w:val="00486E37"/>
    <w:rsid w:val="004875C2"/>
    <w:rsid w:val="0049057F"/>
    <w:rsid w:val="004906DB"/>
    <w:rsid w:val="004907D4"/>
    <w:rsid w:val="0049228D"/>
    <w:rsid w:val="004927B0"/>
    <w:rsid w:val="00492BAD"/>
    <w:rsid w:val="00493450"/>
    <w:rsid w:val="00493AB9"/>
    <w:rsid w:val="0049416C"/>
    <w:rsid w:val="004949DE"/>
    <w:rsid w:val="00494EEF"/>
    <w:rsid w:val="0049665C"/>
    <w:rsid w:val="00496C0E"/>
    <w:rsid w:val="00497387"/>
    <w:rsid w:val="0049759C"/>
    <w:rsid w:val="00497EA6"/>
    <w:rsid w:val="004A10D8"/>
    <w:rsid w:val="004A1685"/>
    <w:rsid w:val="004A2364"/>
    <w:rsid w:val="004A2EE6"/>
    <w:rsid w:val="004A36DB"/>
    <w:rsid w:val="004A3868"/>
    <w:rsid w:val="004A3EDE"/>
    <w:rsid w:val="004A567D"/>
    <w:rsid w:val="004A5929"/>
    <w:rsid w:val="004A6890"/>
    <w:rsid w:val="004A70A2"/>
    <w:rsid w:val="004A763A"/>
    <w:rsid w:val="004A7DF2"/>
    <w:rsid w:val="004B020E"/>
    <w:rsid w:val="004B04F1"/>
    <w:rsid w:val="004B0D78"/>
    <w:rsid w:val="004B1949"/>
    <w:rsid w:val="004B1E6E"/>
    <w:rsid w:val="004B2A22"/>
    <w:rsid w:val="004B302A"/>
    <w:rsid w:val="004B3460"/>
    <w:rsid w:val="004B3F2B"/>
    <w:rsid w:val="004B45A0"/>
    <w:rsid w:val="004B478F"/>
    <w:rsid w:val="004B70A8"/>
    <w:rsid w:val="004B7CB7"/>
    <w:rsid w:val="004C1330"/>
    <w:rsid w:val="004C1DFA"/>
    <w:rsid w:val="004C1E60"/>
    <w:rsid w:val="004C281B"/>
    <w:rsid w:val="004C304F"/>
    <w:rsid w:val="004C3F14"/>
    <w:rsid w:val="004C3F97"/>
    <w:rsid w:val="004C565A"/>
    <w:rsid w:val="004C5B50"/>
    <w:rsid w:val="004C5C54"/>
    <w:rsid w:val="004C61FF"/>
    <w:rsid w:val="004C62CF"/>
    <w:rsid w:val="004C6BA1"/>
    <w:rsid w:val="004C724B"/>
    <w:rsid w:val="004D016B"/>
    <w:rsid w:val="004D0522"/>
    <w:rsid w:val="004D2308"/>
    <w:rsid w:val="004D2F7D"/>
    <w:rsid w:val="004D34A5"/>
    <w:rsid w:val="004D3941"/>
    <w:rsid w:val="004D441F"/>
    <w:rsid w:val="004D5D5E"/>
    <w:rsid w:val="004D5EBC"/>
    <w:rsid w:val="004E1BB3"/>
    <w:rsid w:val="004E1EC5"/>
    <w:rsid w:val="004E2894"/>
    <w:rsid w:val="004E3984"/>
    <w:rsid w:val="004E3CCF"/>
    <w:rsid w:val="004E3FD4"/>
    <w:rsid w:val="004E616E"/>
    <w:rsid w:val="004E62CD"/>
    <w:rsid w:val="004E6B0A"/>
    <w:rsid w:val="004E75CC"/>
    <w:rsid w:val="004F015A"/>
    <w:rsid w:val="004F07F5"/>
    <w:rsid w:val="004F0BA5"/>
    <w:rsid w:val="004F0F16"/>
    <w:rsid w:val="004F2293"/>
    <w:rsid w:val="004F2A3D"/>
    <w:rsid w:val="004F2DDD"/>
    <w:rsid w:val="004F36DB"/>
    <w:rsid w:val="004F39D7"/>
    <w:rsid w:val="004F488A"/>
    <w:rsid w:val="004F4AAB"/>
    <w:rsid w:val="004F4E21"/>
    <w:rsid w:val="004F6A5A"/>
    <w:rsid w:val="00500DFC"/>
    <w:rsid w:val="00501967"/>
    <w:rsid w:val="00501CC1"/>
    <w:rsid w:val="00502C42"/>
    <w:rsid w:val="00502CB9"/>
    <w:rsid w:val="00502D31"/>
    <w:rsid w:val="00505971"/>
    <w:rsid w:val="005065FE"/>
    <w:rsid w:val="00506EA1"/>
    <w:rsid w:val="00506F4E"/>
    <w:rsid w:val="005076ED"/>
    <w:rsid w:val="005106EF"/>
    <w:rsid w:val="00510C84"/>
    <w:rsid w:val="0051492E"/>
    <w:rsid w:val="00514E00"/>
    <w:rsid w:val="00514E50"/>
    <w:rsid w:val="00514ED6"/>
    <w:rsid w:val="00515103"/>
    <w:rsid w:val="005151C8"/>
    <w:rsid w:val="00515243"/>
    <w:rsid w:val="005155DE"/>
    <w:rsid w:val="005166E4"/>
    <w:rsid w:val="0051672E"/>
    <w:rsid w:val="005167C7"/>
    <w:rsid w:val="005172B6"/>
    <w:rsid w:val="005177D1"/>
    <w:rsid w:val="00517BCE"/>
    <w:rsid w:val="005205F8"/>
    <w:rsid w:val="005208F8"/>
    <w:rsid w:val="00521AC8"/>
    <w:rsid w:val="00521C59"/>
    <w:rsid w:val="00522FEC"/>
    <w:rsid w:val="00524D17"/>
    <w:rsid w:val="00525C85"/>
    <w:rsid w:val="00525EBC"/>
    <w:rsid w:val="00526640"/>
    <w:rsid w:val="0052664B"/>
    <w:rsid w:val="00527791"/>
    <w:rsid w:val="00527B2E"/>
    <w:rsid w:val="00532ABE"/>
    <w:rsid w:val="00533914"/>
    <w:rsid w:val="00533A0E"/>
    <w:rsid w:val="005342F8"/>
    <w:rsid w:val="00534DAB"/>
    <w:rsid w:val="005356CC"/>
    <w:rsid w:val="005365FA"/>
    <w:rsid w:val="005368A5"/>
    <w:rsid w:val="005369CB"/>
    <w:rsid w:val="0053732F"/>
    <w:rsid w:val="00537D3E"/>
    <w:rsid w:val="00540403"/>
    <w:rsid w:val="00540406"/>
    <w:rsid w:val="0054154B"/>
    <w:rsid w:val="005422F7"/>
    <w:rsid w:val="00542866"/>
    <w:rsid w:val="00542950"/>
    <w:rsid w:val="00543757"/>
    <w:rsid w:val="0054376F"/>
    <w:rsid w:val="00543E6A"/>
    <w:rsid w:val="00543F2F"/>
    <w:rsid w:val="00544AC0"/>
    <w:rsid w:val="0054579B"/>
    <w:rsid w:val="00547194"/>
    <w:rsid w:val="00547397"/>
    <w:rsid w:val="005479EE"/>
    <w:rsid w:val="00550026"/>
    <w:rsid w:val="0055008D"/>
    <w:rsid w:val="0055026B"/>
    <w:rsid w:val="00550491"/>
    <w:rsid w:val="005514A2"/>
    <w:rsid w:val="00551547"/>
    <w:rsid w:val="00552A5C"/>
    <w:rsid w:val="00554872"/>
    <w:rsid w:val="00554CDD"/>
    <w:rsid w:val="00555E4F"/>
    <w:rsid w:val="00556220"/>
    <w:rsid w:val="00556E68"/>
    <w:rsid w:val="00560884"/>
    <w:rsid w:val="0056129C"/>
    <w:rsid w:val="005617CD"/>
    <w:rsid w:val="00562351"/>
    <w:rsid w:val="00562546"/>
    <w:rsid w:val="00562FB1"/>
    <w:rsid w:val="005639DA"/>
    <w:rsid w:val="0056489F"/>
    <w:rsid w:val="00565D41"/>
    <w:rsid w:val="00565F57"/>
    <w:rsid w:val="00566217"/>
    <w:rsid w:val="00566BDA"/>
    <w:rsid w:val="005671F2"/>
    <w:rsid w:val="00567C47"/>
    <w:rsid w:val="00571119"/>
    <w:rsid w:val="00571162"/>
    <w:rsid w:val="005712F1"/>
    <w:rsid w:val="0057212D"/>
    <w:rsid w:val="00572471"/>
    <w:rsid w:val="00572899"/>
    <w:rsid w:val="00573FB9"/>
    <w:rsid w:val="0057437B"/>
    <w:rsid w:val="00574492"/>
    <w:rsid w:val="00574B05"/>
    <w:rsid w:val="00575536"/>
    <w:rsid w:val="0057686E"/>
    <w:rsid w:val="00580593"/>
    <w:rsid w:val="00580925"/>
    <w:rsid w:val="0058182F"/>
    <w:rsid w:val="00581A36"/>
    <w:rsid w:val="00582460"/>
    <w:rsid w:val="00582597"/>
    <w:rsid w:val="00583B18"/>
    <w:rsid w:val="00583C42"/>
    <w:rsid w:val="0058490D"/>
    <w:rsid w:val="005850B6"/>
    <w:rsid w:val="00585E69"/>
    <w:rsid w:val="0058642D"/>
    <w:rsid w:val="00587605"/>
    <w:rsid w:val="00590476"/>
    <w:rsid w:val="00591421"/>
    <w:rsid w:val="00591B11"/>
    <w:rsid w:val="005928CE"/>
    <w:rsid w:val="00593E26"/>
    <w:rsid w:val="00593E6D"/>
    <w:rsid w:val="00594D7B"/>
    <w:rsid w:val="005959F7"/>
    <w:rsid w:val="00595B6F"/>
    <w:rsid w:val="0059604C"/>
    <w:rsid w:val="0059616C"/>
    <w:rsid w:val="005963D8"/>
    <w:rsid w:val="00596EE1"/>
    <w:rsid w:val="005971E0"/>
    <w:rsid w:val="00597582"/>
    <w:rsid w:val="005A0106"/>
    <w:rsid w:val="005A0EE9"/>
    <w:rsid w:val="005A1ADB"/>
    <w:rsid w:val="005A1B9F"/>
    <w:rsid w:val="005A2439"/>
    <w:rsid w:val="005A3438"/>
    <w:rsid w:val="005A3819"/>
    <w:rsid w:val="005A5090"/>
    <w:rsid w:val="005A5B3A"/>
    <w:rsid w:val="005A64C1"/>
    <w:rsid w:val="005A6B75"/>
    <w:rsid w:val="005A774A"/>
    <w:rsid w:val="005A7DA1"/>
    <w:rsid w:val="005B12AC"/>
    <w:rsid w:val="005B14D6"/>
    <w:rsid w:val="005B1BC3"/>
    <w:rsid w:val="005B3876"/>
    <w:rsid w:val="005B40AB"/>
    <w:rsid w:val="005B4444"/>
    <w:rsid w:val="005B4958"/>
    <w:rsid w:val="005B53AF"/>
    <w:rsid w:val="005B6D62"/>
    <w:rsid w:val="005B71D1"/>
    <w:rsid w:val="005B7E89"/>
    <w:rsid w:val="005B7EAD"/>
    <w:rsid w:val="005C0FAE"/>
    <w:rsid w:val="005C1C54"/>
    <w:rsid w:val="005C1C8A"/>
    <w:rsid w:val="005C26F7"/>
    <w:rsid w:val="005C2925"/>
    <w:rsid w:val="005C4EB0"/>
    <w:rsid w:val="005C5A1E"/>
    <w:rsid w:val="005C62C1"/>
    <w:rsid w:val="005C7A66"/>
    <w:rsid w:val="005D04D3"/>
    <w:rsid w:val="005D09E5"/>
    <w:rsid w:val="005D0DD4"/>
    <w:rsid w:val="005D1C03"/>
    <w:rsid w:val="005D3664"/>
    <w:rsid w:val="005D392C"/>
    <w:rsid w:val="005D43E4"/>
    <w:rsid w:val="005D483E"/>
    <w:rsid w:val="005D48D3"/>
    <w:rsid w:val="005D4CCB"/>
    <w:rsid w:val="005D5625"/>
    <w:rsid w:val="005D5B6D"/>
    <w:rsid w:val="005D5EBA"/>
    <w:rsid w:val="005D5F31"/>
    <w:rsid w:val="005D6ACC"/>
    <w:rsid w:val="005D6E95"/>
    <w:rsid w:val="005D75C5"/>
    <w:rsid w:val="005E039E"/>
    <w:rsid w:val="005E0ACE"/>
    <w:rsid w:val="005E1466"/>
    <w:rsid w:val="005E14A1"/>
    <w:rsid w:val="005E17A9"/>
    <w:rsid w:val="005E184F"/>
    <w:rsid w:val="005E22F0"/>
    <w:rsid w:val="005E3003"/>
    <w:rsid w:val="005E303C"/>
    <w:rsid w:val="005E349B"/>
    <w:rsid w:val="005E3717"/>
    <w:rsid w:val="005E6328"/>
    <w:rsid w:val="005E7EAB"/>
    <w:rsid w:val="005F0EAC"/>
    <w:rsid w:val="005F0F30"/>
    <w:rsid w:val="005F11D8"/>
    <w:rsid w:val="005F20A9"/>
    <w:rsid w:val="005F2129"/>
    <w:rsid w:val="005F2192"/>
    <w:rsid w:val="005F226E"/>
    <w:rsid w:val="005F5402"/>
    <w:rsid w:val="005F5669"/>
    <w:rsid w:val="005F5E07"/>
    <w:rsid w:val="005F6AA1"/>
    <w:rsid w:val="005F6F51"/>
    <w:rsid w:val="005F7494"/>
    <w:rsid w:val="005F7A83"/>
    <w:rsid w:val="005F7CAC"/>
    <w:rsid w:val="006002B7"/>
    <w:rsid w:val="0060262F"/>
    <w:rsid w:val="00603014"/>
    <w:rsid w:val="006031B4"/>
    <w:rsid w:val="006031E3"/>
    <w:rsid w:val="00603EBF"/>
    <w:rsid w:val="00606624"/>
    <w:rsid w:val="006079B1"/>
    <w:rsid w:val="00610F6A"/>
    <w:rsid w:val="00611D6D"/>
    <w:rsid w:val="00611F68"/>
    <w:rsid w:val="0061414D"/>
    <w:rsid w:val="00614CBF"/>
    <w:rsid w:val="00615AC2"/>
    <w:rsid w:val="00617373"/>
    <w:rsid w:val="00621238"/>
    <w:rsid w:val="00621317"/>
    <w:rsid w:val="00623293"/>
    <w:rsid w:val="006238E0"/>
    <w:rsid w:val="00623CC6"/>
    <w:rsid w:val="00624A12"/>
    <w:rsid w:val="006259B8"/>
    <w:rsid w:val="00625B38"/>
    <w:rsid w:val="00626A98"/>
    <w:rsid w:val="006275ED"/>
    <w:rsid w:val="0062779B"/>
    <w:rsid w:val="00630C63"/>
    <w:rsid w:val="00632199"/>
    <w:rsid w:val="00632381"/>
    <w:rsid w:val="006326D1"/>
    <w:rsid w:val="006328D3"/>
    <w:rsid w:val="00633AD6"/>
    <w:rsid w:val="006342A6"/>
    <w:rsid w:val="006345D2"/>
    <w:rsid w:val="006358A5"/>
    <w:rsid w:val="006363C8"/>
    <w:rsid w:val="00641B46"/>
    <w:rsid w:val="00642287"/>
    <w:rsid w:val="00642631"/>
    <w:rsid w:val="00642B5C"/>
    <w:rsid w:val="006434D8"/>
    <w:rsid w:val="00643D8F"/>
    <w:rsid w:val="00644B13"/>
    <w:rsid w:val="00644BDE"/>
    <w:rsid w:val="00644C8E"/>
    <w:rsid w:val="00644DFD"/>
    <w:rsid w:val="00645727"/>
    <w:rsid w:val="00646D57"/>
    <w:rsid w:val="00646DCD"/>
    <w:rsid w:val="00647091"/>
    <w:rsid w:val="00647F11"/>
    <w:rsid w:val="00650854"/>
    <w:rsid w:val="006512FE"/>
    <w:rsid w:val="00651A9C"/>
    <w:rsid w:val="00651BA5"/>
    <w:rsid w:val="00652D41"/>
    <w:rsid w:val="00653857"/>
    <w:rsid w:val="00654AC3"/>
    <w:rsid w:val="00656819"/>
    <w:rsid w:val="00656A94"/>
    <w:rsid w:val="00656D27"/>
    <w:rsid w:val="00657BF0"/>
    <w:rsid w:val="00660800"/>
    <w:rsid w:val="00661747"/>
    <w:rsid w:val="00661A49"/>
    <w:rsid w:val="00661AFF"/>
    <w:rsid w:val="00662912"/>
    <w:rsid w:val="00663719"/>
    <w:rsid w:val="00663897"/>
    <w:rsid w:val="0066435C"/>
    <w:rsid w:val="00664D22"/>
    <w:rsid w:val="00665B97"/>
    <w:rsid w:val="006664E5"/>
    <w:rsid w:val="00666628"/>
    <w:rsid w:val="00666D05"/>
    <w:rsid w:val="0067011A"/>
    <w:rsid w:val="006702FE"/>
    <w:rsid w:val="006709CA"/>
    <w:rsid w:val="00670D14"/>
    <w:rsid w:val="0067125A"/>
    <w:rsid w:val="00671852"/>
    <w:rsid w:val="00672552"/>
    <w:rsid w:val="00672FB3"/>
    <w:rsid w:val="006736C9"/>
    <w:rsid w:val="00673E3A"/>
    <w:rsid w:val="006757DC"/>
    <w:rsid w:val="00676422"/>
    <w:rsid w:val="006769C3"/>
    <w:rsid w:val="006777EA"/>
    <w:rsid w:val="00677E1B"/>
    <w:rsid w:val="0068066D"/>
    <w:rsid w:val="00680994"/>
    <w:rsid w:val="00682014"/>
    <w:rsid w:val="00682115"/>
    <w:rsid w:val="006829DC"/>
    <w:rsid w:val="00682C17"/>
    <w:rsid w:val="006844E9"/>
    <w:rsid w:val="00687FAD"/>
    <w:rsid w:val="0069014B"/>
    <w:rsid w:val="00690C6A"/>
    <w:rsid w:val="00691119"/>
    <w:rsid w:val="0069173A"/>
    <w:rsid w:val="00693305"/>
    <w:rsid w:val="006942E6"/>
    <w:rsid w:val="00695BFB"/>
    <w:rsid w:val="00695D61"/>
    <w:rsid w:val="006962E9"/>
    <w:rsid w:val="006A03AF"/>
    <w:rsid w:val="006A046D"/>
    <w:rsid w:val="006A0A8E"/>
    <w:rsid w:val="006A15E3"/>
    <w:rsid w:val="006A2BDC"/>
    <w:rsid w:val="006A3621"/>
    <w:rsid w:val="006A3B9B"/>
    <w:rsid w:val="006A4E7F"/>
    <w:rsid w:val="006A51C8"/>
    <w:rsid w:val="006A6215"/>
    <w:rsid w:val="006A633E"/>
    <w:rsid w:val="006A6815"/>
    <w:rsid w:val="006B069C"/>
    <w:rsid w:val="006B06C1"/>
    <w:rsid w:val="006B127B"/>
    <w:rsid w:val="006B1BD4"/>
    <w:rsid w:val="006B3161"/>
    <w:rsid w:val="006B35A7"/>
    <w:rsid w:val="006B43FC"/>
    <w:rsid w:val="006B608D"/>
    <w:rsid w:val="006B62D6"/>
    <w:rsid w:val="006B7730"/>
    <w:rsid w:val="006B7ACD"/>
    <w:rsid w:val="006B7D57"/>
    <w:rsid w:val="006B7E98"/>
    <w:rsid w:val="006C0D76"/>
    <w:rsid w:val="006C1D58"/>
    <w:rsid w:val="006C1F24"/>
    <w:rsid w:val="006C229E"/>
    <w:rsid w:val="006C5705"/>
    <w:rsid w:val="006C5F6A"/>
    <w:rsid w:val="006C6473"/>
    <w:rsid w:val="006C7143"/>
    <w:rsid w:val="006C76EB"/>
    <w:rsid w:val="006D0C51"/>
    <w:rsid w:val="006D1132"/>
    <w:rsid w:val="006D1271"/>
    <w:rsid w:val="006D152D"/>
    <w:rsid w:val="006D1948"/>
    <w:rsid w:val="006D1D5C"/>
    <w:rsid w:val="006D2C4A"/>
    <w:rsid w:val="006D2CB1"/>
    <w:rsid w:val="006D3017"/>
    <w:rsid w:val="006D33D8"/>
    <w:rsid w:val="006D46A3"/>
    <w:rsid w:val="006D4D37"/>
    <w:rsid w:val="006D5844"/>
    <w:rsid w:val="006D5873"/>
    <w:rsid w:val="006D6485"/>
    <w:rsid w:val="006E0102"/>
    <w:rsid w:val="006E0642"/>
    <w:rsid w:val="006E069F"/>
    <w:rsid w:val="006E0D65"/>
    <w:rsid w:val="006E1476"/>
    <w:rsid w:val="006E32A8"/>
    <w:rsid w:val="006E3546"/>
    <w:rsid w:val="006E4759"/>
    <w:rsid w:val="006E611C"/>
    <w:rsid w:val="006E7CA3"/>
    <w:rsid w:val="006F1630"/>
    <w:rsid w:val="006F2BEF"/>
    <w:rsid w:val="006F3397"/>
    <w:rsid w:val="006F3F12"/>
    <w:rsid w:val="006F4BBF"/>
    <w:rsid w:val="006F53D0"/>
    <w:rsid w:val="006F5633"/>
    <w:rsid w:val="006F7DBD"/>
    <w:rsid w:val="00700745"/>
    <w:rsid w:val="00700EAB"/>
    <w:rsid w:val="00700EE2"/>
    <w:rsid w:val="0070192A"/>
    <w:rsid w:val="00701BDC"/>
    <w:rsid w:val="00702E3A"/>
    <w:rsid w:val="0070327E"/>
    <w:rsid w:val="00703C14"/>
    <w:rsid w:val="00703FDC"/>
    <w:rsid w:val="007051EA"/>
    <w:rsid w:val="00705307"/>
    <w:rsid w:val="00705CC2"/>
    <w:rsid w:val="00706786"/>
    <w:rsid w:val="00706F41"/>
    <w:rsid w:val="00711AC0"/>
    <w:rsid w:val="00711B6A"/>
    <w:rsid w:val="00711B77"/>
    <w:rsid w:val="00711CE9"/>
    <w:rsid w:val="007123E9"/>
    <w:rsid w:val="00712561"/>
    <w:rsid w:val="00712BCD"/>
    <w:rsid w:val="0071333E"/>
    <w:rsid w:val="00713EFC"/>
    <w:rsid w:val="00714349"/>
    <w:rsid w:val="0071776A"/>
    <w:rsid w:val="00717F49"/>
    <w:rsid w:val="00717FD8"/>
    <w:rsid w:val="007209EE"/>
    <w:rsid w:val="00720B2B"/>
    <w:rsid w:val="00722F6C"/>
    <w:rsid w:val="0072373F"/>
    <w:rsid w:val="00724CDB"/>
    <w:rsid w:val="007252C9"/>
    <w:rsid w:val="007258E5"/>
    <w:rsid w:val="0072734B"/>
    <w:rsid w:val="00727B8B"/>
    <w:rsid w:val="00732B0B"/>
    <w:rsid w:val="00732DE1"/>
    <w:rsid w:val="00732F2C"/>
    <w:rsid w:val="0073401A"/>
    <w:rsid w:val="00734768"/>
    <w:rsid w:val="00735ABC"/>
    <w:rsid w:val="00735BB8"/>
    <w:rsid w:val="007370F1"/>
    <w:rsid w:val="007373E3"/>
    <w:rsid w:val="00737503"/>
    <w:rsid w:val="00737B85"/>
    <w:rsid w:val="00742B96"/>
    <w:rsid w:val="00743AB0"/>
    <w:rsid w:val="007442BD"/>
    <w:rsid w:val="00744768"/>
    <w:rsid w:val="0074596F"/>
    <w:rsid w:val="00745AE3"/>
    <w:rsid w:val="007479C7"/>
    <w:rsid w:val="00750057"/>
    <w:rsid w:val="007505D9"/>
    <w:rsid w:val="00750AE3"/>
    <w:rsid w:val="00751537"/>
    <w:rsid w:val="007528A9"/>
    <w:rsid w:val="00753F2B"/>
    <w:rsid w:val="007547E3"/>
    <w:rsid w:val="00754B2E"/>
    <w:rsid w:val="007554EF"/>
    <w:rsid w:val="00755A45"/>
    <w:rsid w:val="00755F22"/>
    <w:rsid w:val="00762728"/>
    <w:rsid w:val="00762C3B"/>
    <w:rsid w:val="00763208"/>
    <w:rsid w:val="00763243"/>
    <w:rsid w:val="00763515"/>
    <w:rsid w:val="007635DF"/>
    <w:rsid w:val="00763940"/>
    <w:rsid w:val="00764141"/>
    <w:rsid w:val="007668DA"/>
    <w:rsid w:val="00766D31"/>
    <w:rsid w:val="007701B7"/>
    <w:rsid w:val="0077050F"/>
    <w:rsid w:val="007709D1"/>
    <w:rsid w:val="00770E95"/>
    <w:rsid w:val="00771D19"/>
    <w:rsid w:val="00771F4A"/>
    <w:rsid w:val="007740C1"/>
    <w:rsid w:val="0077441C"/>
    <w:rsid w:val="00774E6C"/>
    <w:rsid w:val="00775799"/>
    <w:rsid w:val="007766AB"/>
    <w:rsid w:val="007769F9"/>
    <w:rsid w:val="00780CAA"/>
    <w:rsid w:val="00782DE4"/>
    <w:rsid w:val="00783D2B"/>
    <w:rsid w:val="00784A9A"/>
    <w:rsid w:val="0078515B"/>
    <w:rsid w:val="00785376"/>
    <w:rsid w:val="007854FD"/>
    <w:rsid w:val="007859AD"/>
    <w:rsid w:val="0078620C"/>
    <w:rsid w:val="00786463"/>
    <w:rsid w:val="00787E70"/>
    <w:rsid w:val="0079097A"/>
    <w:rsid w:val="0079176F"/>
    <w:rsid w:val="007924B5"/>
    <w:rsid w:val="007929E1"/>
    <w:rsid w:val="00793CC1"/>
    <w:rsid w:val="0079752B"/>
    <w:rsid w:val="007A1027"/>
    <w:rsid w:val="007A2E8A"/>
    <w:rsid w:val="007A47B5"/>
    <w:rsid w:val="007A5A57"/>
    <w:rsid w:val="007A627E"/>
    <w:rsid w:val="007A6CF2"/>
    <w:rsid w:val="007A6CF7"/>
    <w:rsid w:val="007A7BFA"/>
    <w:rsid w:val="007A7C94"/>
    <w:rsid w:val="007B0320"/>
    <w:rsid w:val="007B054A"/>
    <w:rsid w:val="007B267B"/>
    <w:rsid w:val="007B2CE5"/>
    <w:rsid w:val="007B50AD"/>
    <w:rsid w:val="007B5B07"/>
    <w:rsid w:val="007B5F6C"/>
    <w:rsid w:val="007B61A6"/>
    <w:rsid w:val="007B63BF"/>
    <w:rsid w:val="007B63DA"/>
    <w:rsid w:val="007B6588"/>
    <w:rsid w:val="007B6B37"/>
    <w:rsid w:val="007B729A"/>
    <w:rsid w:val="007B72F9"/>
    <w:rsid w:val="007C0AB5"/>
    <w:rsid w:val="007C31FF"/>
    <w:rsid w:val="007C3DDF"/>
    <w:rsid w:val="007C45ED"/>
    <w:rsid w:val="007C4DAE"/>
    <w:rsid w:val="007C5896"/>
    <w:rsid w:val="007C59CC"/>
    <w:rsid w:val="007C6A18"/>
    <w:rsid w:val="007C6AE0"/>
    <w:rsid w:val="007C6EEF"/>
    <w:rsid w:val="007C6F2A"/>
    <w:rsid w:val="007C7295"/>
    <w:rsid w:val="007D0EFF"/>
    <w:rsid w:val="007D30D7"/>
    <w:rsid w:val="007D4552"/>
    <w:rsid w:val="007D499A"/>
    <w:rsid w:val="007D49A0"/>
    <w:rsid w:val="007D4C60"/>
    <w:rsid w:val="007D4E84"/>
    <w:rsid w:val="007D60C8"/>
    <w:rsid w:val="007D61A9"/>
    <w:rsid w:val="007D6667"/>
    <w:rsid w:val="007D6DE7"/>
    <w:rsid w:val="007D7A96"/>
    <w:rsid w:val="007E14E2"/>
    <w:rsid w:val="007E2974"/>
    <w:rsid w:val="007E3E6B"/>
    <w:rsid w:val="007E59D1"/>
    <w:rsid w:val="007E5E3A"/>
    <w:rsid w:val="007E686B"/>
    <w:rsid w:val="007E767D"/>
    <w:rsid w:val="007E786B"/>
    <w:rsid w:val="007F0113"/>
    <w:rsid w:val="007F0952"/>
    <w:rsid w:val="007F4D39"/>
    <w:rsid w:val="007F4D79"/>
    <w:rsid w:val="007F4D90"/>
    <w:rsid w:val="007F570B"/>
    <w:rsid w:val="007F59D6"/>
    <w:rsid w:val="007F5C07"/>
    <w:rsid w:val="007F60F0"/>
    <w:rsid w:val="007F6E86"/>
    <w:rsid w:val="007F70EE"/>
    <w:rsid w:val="007F7A68"/>
    <w:rsid w:val="00801D65"/>
    <w:rsid w:val="00802502"/>
    <w:rsid w:val="0080289D"/>
    <w:rsid w:val="00802EF5"/>
    <w:rsid w:val="00807411"/>
    <w:rsid w:val="00807974"/>
    <w:rsid w:val="008104C2"/>
    <w:rsid w:val="00810C14"/>
    <w:rsid w:val="0081385A"/>
    <w:rsid w:val="00814418"/>
    <w:rsid w:val="0081546D"/>
    <w:rsid w:val="00815D5D"/>
    <w:rsid w:val="00815E18"/>
    <w:rsid w:val="00816190"/>
    <w:rsid w:val="00816A29"/>
    <w:rsid w:val="00816B6A"/>
    <w:rsid w:val="00816E18"/>
    <w:rsid w:val="008203C6"/>
    <w:rsid w:val="00820D4A"/>
    <w:rsid w:val="00820DF8"/>
    <w:rsid w:val="008213FA"/>
    <w:rsid w:val="008217DC"/>
    <w:rsid w:val="00821B7E"/>
    <w:rsid w:val="00821FBA"/>
    <w:rsid w:val="00822011"/>
    <w:rsid w:val="00822D96"/>
    <w:rsid w:val="00822F1C"/>
    <w:rsid w:val="0082327F"/>
    <w:rsid w:val="008235B7"/>
    <w:rsid w:val="008241D2"/>
    <w:rsid w:val="00824748"/>
    <w:rsid w:val="008252B6"/>
    <w:rsid w:val="0082685A"/>
    <w:rsid w:val="0083051E"/>
    <w:rsid w:val="008305BB"/>
    <w:rsid w:val="00831090"/>
    <w:rsid w:val="00831252"/>
    <w:rsid w:val="00831A29"/>
    <w:rsid w:val="0083212C"/>
    <w:rsid w:val="00832CF6"/>
    <w:rsid w:val="00832D33"/>
    <w:rsid w:val="00833730"/>
    <w:rsid w:val="008342BE"/>
    <w:rsid w:val="008350BF"/>
    <w:rsid w:val="00837A9D"/>
    <w:rsid w:val="00840F04"/>
    <w:rsid w:val="00840F39"/>
    <w:rsid w:val="0084306C"/>
    <w:rsid w:val="008460DB"/>
    <w:rsid w:val="00846768"/>
    <w:rsid w:val="008468E6"/>
    <w:rsid w:val="008477EC"/>
    <w:rsid w:val="00847880"/>
    <w:rsid w:val="00847A52"/>
    <w:rsid w:val="00850A6A"/>
    <w:rsid w:val="00850E8A"/>
    <w:rsid w:val="00852143"/>
    <w:rsid w:val="00852D5F"/>
    <w:rsid w:val="008533D1"/>
    <w:rsid w:val="008535D9"/>
    <w:rsid w:val="008542D9"/>
    <w:rsid w:val="00854EEF"/>
    <w:rsid w:val="00855FE9"/>
    <w:rsid w:val="0085649A"/>
    <w:rsid w:val="00856E6E"/>
    <w:rsid w:val="00857657"/>
    <w:rsid w:val="00861497"/>
    <w:rsid w:val="0086237B"/>
    <w:rsid w:val="008625F6"/>
    <w:rsid w:val="00862AA2"/>
    <w:rsid w:val="00863C07"/>
    <w:rsid w:val="008645EF"/>
    <w:rsid w:val="00864D94"/>
    <w:rsid w:val="00865227"/>
    <w:rsid w:val="008652B8"/>
    <w:rsid w:val="008652D2"/>
    <w:rsid w:val="00865B3D"/>
    <w:rsid w:val="00865DBD"/>
    <w:rsid w:val="00865EAE"/>
    <w:rsid w:val="00865F48"/>
    <w:rsid w:val="00866ECD"/>
    <w:rsid w:val="00870825"/>
    <w:rsid w:val="00871EAE"/>
    <w:rsid w:val="008732CE"/>
    <w:rsid w:val="00875669"/>
    <w:rsid w:val="008762C4"/>
    <w:rsid w:val="00876C38"/>
    <w:rsid w:val="00877418"/>
    <w:rsid w:val="00877FE2"/>
    <w:rsid w:val="00880755"/>
    <w:rsid w:val="00881980"/>
    <w:rsid w:val="008825A1"/>
    <w:rsid w:val="008831CE"/>
    <w:rsid w:val="0088345B"/>
    <w:rsid w:val="008844B2"/>
    <w:rsid w:val="00884B5C"/>
    <w:rsid w:val="00884BF0"/>
    <w:rsid w:val="008875CB"/>
    <w:rsid w:val="00887AD3"/>
    <w:rsid w:val="00890335"/>
    <w:rsid w:val="00892431"/>
    <w:rsid w:val="00892503"/>
    <w:rsid w:val="00892657"/>
    <w:rsid w:val="008945C3"/>
    <w:rsid w:val="0089461D"/>
    <w:rsid w:val="00895796"/>
    <w:rsid w:val="00896425"/>
    <w:rsid w:val="00896680"/>
    <w:rsid w:val="008975F3"/>
    <w:rsid w:val="00897980"/>
    <w:rsid w:val="00897F00"/>
    <w:rsid w:val="008A090A"/>
    <w:rsid w:val="008A350A"/>
    <w:rsid w:val="008A3AB7"/>
    <w:rsid w:val="008A3E78"/>
    <w:rsid w:val="008A4C6F"/>
    <w:rsid w:val="008A4F26"/>
    <w:rsid w:val="008A735B"/>
    <w:rsid w:val="008A7DFA"/>
    <w:rsid w:val="008B060B"/>
    <w:rsid w:val="008B0911"/>
    <w:rsid w:val="008B0D9D"/>
    <w:rsid w:val="008B0DB0"/>
    <w:rsid w:val="008B0F5D"/>
    <w:rsid w:val="008B1B7F"/>
    <w:rsid w:val="008B2CAC"/>
    <w:rsid w:val="008B3FD2"/>
    <w:rsid w:val="008B4631"/>
    <w:rsid w:val="008B5534"/>
    <w:rsid w:val="008B64CA"/>
    <w:rsid w:val="008B6B62"/>
    <w:rsid w:val="008B7CD4"/>
    <w:rsid w:val="008C04F9"/>
    <w:rsid w:val="008C147C"/>
    <w:rsid w:val="008C174D"/>
    <w:rsid w:val="008C194E"/>
    <w:rsid w:val="008C254D"/>
    <w:rsid w:val="008C3C5E"/>
    <w:rsid w:val="008C3D2F"/>
    <w:rsid w:val="008C3DF8"/>
    <w:rsid w:val="008C4010"/>
    <w:rsid w:val="008C4307"/>
    <w:rsid w:val="008C557F"/>
    <w:rsid w:val="008C614F"/>
    <w:rsid w:val="008C6315"/>
    <w:rsid w:val="008C77A9"/>
    <w:rsid w:val="008D0942"/>
    <w:rsid w:val="008D13A5"/>
    <w:rsid w:val="008D257C"/>
    <w:rsid w:val="008D31BF"/>
    <w:rsid w:val="008D425E"/>
    <w:rsid w:val="008D5BA2"/>
    <w:rsid w:val="008D5CE2"/>
    <w:rsid w:val="008D77D8"/>
    <w:rsid w:val="008E0DD8"/>
    <w:rsid w:val="008E181C"/>
    <w:rsid w:val="008E7C7C"/>
    <w:rsid w:val="008F093A"/>
    <w:rsid w:val="008F156F"/>
    <w:rsid w:val="008F1929"/>
    <w:rsid w:val="008F355F"/>
    <w:rsid w:val="008F5386"/>
    <w:rsid w:val="008F67B5"/>
    <w:rsid w:val="008F6DB3"/>
    <w:rsid w:val="008F76B5"/>
    <w:rsid w:val="00900212"/>
    <w:rsid w:val="009003FA"/>
    <w:rsid w:val="00901017"/>
    <w:rsid w:val="009026AF"/>
    <w:rsid w:val="009034F9"/>
    <w:rsid w:val="009035F9"/>
    <w:rsid w:val="0090480B"/>
    <w:rsid w:val="009050C0"/>
    <w:rsid w:val="009060C7"/>
    <w:rsid w:val="00906464"/>
    <w:rsid w:val="0090697C"/>
    <w:rsid w:val="00911941"/>
    <w:rsid w:val="00912AF4"/>
    <w:rsid w:val="00912F1A"/>
    <w:rsid w:val="0091447C"/>
    <w:rsid w:val="00914891"/>
    <w:rsid w:val="00914993"/>
    <w:rsid w:val="009153A5"/>
    <w:rsid w:val="009164F6"/>
    <w:rsid w:val="009166A6"/>
    <w:rsid w:val="00916B4F"/>
    <w:rsid w:val="00917052"/>
    <w:rsid w:val="0091714E"/>
    <w:rsid w:val="00920774"/>
    <w:rsid w:val="0092096A"/>
    <w:rsid w:val="009221C1"/>
    <w:rsid w:val="009226FC"/>
    <w:rsid w:val="009227C3"/>
    <w:rsid w:val="00922A8E"/>
    <w:rsid w:val="00923D88"/>
    <w:rsid w:val="00924739"/>
    <w:rsid w:val="0092475F"/>
    <w:rsid w:val="00925593"/>
    <w:rsid w:val="00925C11"/>
    <w:rsid w:val="00925C35"/>
    <w:rsid w:val="00926DF2"/>
    <w:rsid w:val="0092730D"/>
    <w:rsid w:val="009310D3"/>
    <w:rsid w:val="00931109"/>
    <w:rsid w:val="00932173"/>
    <w:rsid w:val="009324B2"/>
    <w:rsid w:val="0093265F"/>
    <w:rsid w:val="0093270C"/>
    <w:rsid w:val="00932FC9"/>
    <w:rsid w:val="009332BC"/>
    <w:rsid w:val="00934363"/>
    <w:rsid w:val="00934604"/>
    <w:rsid w:val="0093537F"/>
    <w:rsid w:val="00935ABA"/>
    <w:rsid w:val="00935B3D"/>
    <w:rsid w:val="00935F72"/>
    <w:rsid w:val="00936DD4"/>
    <w:rsid w:val="009370A4"/>
    <w:rsid w:val="009379F9"/>
    <w:rsid w:val="009407BB"/>
    <w:rsid w:val="00941748"/>
    <w:rsid w:val="00942454"/>
    <w:rsid w:val="009429C6"/>
    <w:rsid w:val="00942CA2"/>
    <w:rsid w:val="00944306"/>
    <w:rsid w:val="00945F6A"/>
    <w:rsid w:val="009478E0"/>
    <w:rsid w:val="0095023D"/>
    <w:rsid w:val="00952A8D"/>
    <w:rsid w:val="00953068"/>
    <w:rsid w:val="009532A3"/>
    <w:rsid w:val="0095343B"/>
    <w:rsid w:val="009535E5"/>
    <w:rsid w:val="00953E78"/>
    <w:rsid w:val="0095533E"/>
    <w:rsid w:val="0095594D"/>
    <w:rsid w:val="00956DA0"/>
    <w:rsid w:val="00960342"/>
    <w:rsid w:val="009612ED"/>
    <w:rsid w:val="00962AD7"/>
    <w:rsid w:val="009637DA"/>
    <w:rsid w:val="00963BA9"/>
    <w:rsid w:val="00964663"/>
    <w:rsid w:val="00964F3A"/>
    <w:rsid w:val="0096561B"/>
    <w:rsid w:val="00965758"/>
    <w:rsid w:val="00965DB0"/>
    <w:rsid w:val="009676F0"/>
    <w:rsid w:val="009719A1"/>
    <w:rsid w:val="009720FE"/>
    <w:rsid w:val="009724D9"/>
    <w:rsid w:val="00972870"/>
    <w:rsid w:val="00972BDC"/>
    <w:rsid w:val="009732E3"/>
    <w:rsid w:val="0097344E"/>
    <w:rsid w:val="00973E44"/>
    <w:rsid w:val="00974D64"/>
    <w:rsid w:val="00975573"/>
    <w:rsid w:val="009759F5"/>
    <w:rsid w:val="00975B7A"/>
    <w:rsid w:val="00976304"/>
    <w:rsid w:val="00976EE3"/>
    <w:rsid w:val="00977F5D"/>
    <w:rsid w:val="00980D88"/>
    <w:rsid w:val="009815E3"/>
    <w:rsid w:val="00981AB9"/>
    <w:rsid w:val="0098214E"/>
    <w:rsid w:val="00982577"/>
    <w:rsid w:val="00984BC5"/>
    <w:rsid w:val="0098522A"/>
    <w:rsid w:val="0098674F"/>
    <w:rsid w:val="00987825"/>
    <w:rsid w:val="00990A06"/>
    <w:rsid w:val="00990D08"/>
    <w:rsid w:val="00991032"/>
    <w:rsid w:val="00992555"/>
    <w:rsid w:val="009930ED"/>
    <w:rsid w:val="00993A14"/>
    <w:rsid w:val="00995B2E"/>
    <w:rsid w:val="00995B75"/>
    <w:rsid w:val="009965E0"/>
    <w:rsid w:val="009A0BA6"/>
    <w:rsid w:val="009A0BB1"/>
    <w:rsid w:val="009A0EE2"/>
    <w:rsid w:val="009A1021"/>
    <w:rsid w:val="009A1822"/>
    <w:rsid w:val="009A244C"/>
    <w:rsid w:val="009A2532"/>
    <w:rsid w:val="009A273A"/>
    <w:rsid w:val="009A3A3F"/>
    <w:rsid w:val="009A3DD1"/>
    <w:rsid w:val="009A448D"/>
    <w:rsid w:val="009A4BBE"/>
    <w:rsid w:val="009A53BB"/>
    <w:rsid w:val="009A606A"/>
    <w:rsid w:val="009A6DEA"/>
    <w:rsid w:val="009A7023"/>
    <w:rsid w:val="009A71CC"/>
    <w:rsid w:val="009B0A74"/>
    <w:rsid w:val="009B0E81"/>
    <w:rsid w:val="009B1352"/>
    <w:rsid w:val="009B1AA2"/>
    <w:rsid w:val="009B1FD5"/>
    <w:rsid w:val="009B4C94"/>
    <w:rsid w:val="009B62FE"/>
    <w:rsid w:val="009B65A3"/>
    <w:rsid w:val="009B7267"/>
    <w:rsid w:val="009C0652"/>
    <w:rsid w:val="009C066B"/>
    <w:rsid w:val="009C1173"/>
    <w:rsid w:val="009C200A"/>
    <w:rsid w:val="009C24BB"/>
    <w:rsid w:val="009C280D"/>
    <w:rsid w:val="009C2861"/>
    <w:rsid w:val="009C3218"/>
    <w:rsid w:val="009C4047"/>
    <w:rsid w:val="009C59B1"/>
    <w:rsid w:val="009C611D"/>
    <w:rsid w:val="009C687A"/>
    <w:rsid w:val="009D0069"/>
    <w:rsid w:val="009D11A2"/>
    <w:rsid w:val="009D2634"/>
    <w:rsid w:val="009D2DFF"/>
    <w:rsid w:val="009D3AE4"/>
    <w:rsid w:val="009D50E6"/>
    <w:rsid w:val="009D6848"/>
    <w:rsid w:val="009D745C"/>
    <w:rsid w:val="009E1677"/>
    <w:rsid w:val="009E1D8C"/>
    <w:rsid w:val="009E2665"/>
    <w:rsid w:val="009E3F8D"/>
    <w:rsid w:val="009E4948"/>
    <w:rsid w:val="009E5459"/>
    <w:rsid w:val="009E6160"/>
    <w:rsid w:val="009E73F1"/>
    <w:rsid w:val="009E7630"/>
    <w:rsid w:val="009E775A"/>
    <w:rsid w:val="009E79F8"/>
    <w:rsid w:val="009F0F7F"/>
    <w:rsid w:val="009F1096"/>
    <w:rsid w:val="009F1C4C"/>
    <w:rsid w:val="009F3C05"/>
    <w:rsid w:val="009F45A0"/>
    <w:rsid w:val="009F47F4"/>
    <w:rsid w:val="009F7814"/>
    <w:rsid w:val="00A0113C"/>
    <w:rsid w:val="00A018EF"/>
    <w:rsid w:val="00A01AA5"/>
    <w:rsid w:val="00A02F21"/>
    <w:rsid w:val="00A03E83"/>
    <w:rsid w:val="00A04B22"/>
    <w:rsid w:val="00A06CE0"/>
    <w:rsid w:val="00A073EE"/>
    <w:rsid w:val="00A07D55"/>
    <w:rsid w:val="00A103E2"/>
    <w:rsid w:val="00A1263D"/>
    <w:rsid w:val="00A1334D"/>
    <w:rsid w:val="00A13914"/>
    <w:rsid w:val="00A156CF"/>
    <w:rsid w:val="00A15E4F"/>
    <w:rsid w:val="00A15EC9"/>
    <w:rsid w:val="00A1608C"/>
    <w:rsid w:val="00A16853"/>
    <w:rsid w:val="00A16B3F"/>
    <w:rsid w:val="00A17486"/>
    <w:rsid w:val="00A1764A"/>
    <w:rsid w:val="00A21736"/>
    <w:rsid w:val="00A21767"/>
    <w:rsid w:val="00A21B4D"/>
    <w:rsid w:val="00A2297A"/>
    <w:rsid w:val="00A2299E"/>
    <w:rsid w:val="00A232EA"/>
    <w:rsid w:val="00A23398"/>
    <w:rsid w:val="00A247EA"/>
    <w:rsid w:val="00A24BB6"/>
    <w:rsid w:val="00A252E5"/>
    <w:rsid w:val="00A259A3"/>
    <w:rsid w:val="00A26D25"/>
    <w:rsid w:val="00A27BDA"/>
    <w:rsid w:val="00A31955"/>
    <w:rsid w:val="00A338D9"/>
    <w:rsid w:val="00A342E4"/>
    <w:rsid w:val="00A34802"/>
    <w:rsid w:val="00A36248"/>
    <w:rsid w:val="00A37D74"/>
    <w:rsid w:val="00A40F5C"/>
    <w:rsid w:val="00A41185"/>
    <w:rsid w:val="00A44117"/>
    <w:rsid w:val="00A45A68"/>
    <w:rsid w:val="00A47A7B"/>
    <w:rsid w:val="00A52B25"/>
    <w:rsid w:val="00A52DA8"/>
    <w:rsid w:val="00A530AD"/>
    <w:rsid w:val="00A53760"/>
    <w:rsid w:val="00A54A72"/>
    <w:rsid w:val="00A54FA3"/>
    <w:rsid w:val="00A5611A"/>
    <w:rsid w:val="00A56662"/>
    <w:rsid w:val="00A57199"/>
    <w:rsid w:val="00A57CC4"/>
    <w:rsid w:val="00A61A08"/>
    <w:rsid w:val="00A62B0A"/>
    <w:rsid w:val="00A62C35"/>
    <w:rsid w:val="00A63ECC"/>
    <w:rsid w:val="00A64820"/>
    <w:rsid w:val="00A64CDB"/>
    <w:rsid w:val="00A65D2D"/>
    <w:rsid w:val="00A65E23"/>
    <w:rsid w:val="00A65ED3"/>
    <w:rsid w:val="00A65EF6"/>
    <w:rsid w:val="00A66052"/>
    <w:rsid w:val="00A66854"/>
    <w:rsid w:val="00A67496"/>
    <w:rsid w:val="00A67A9F"/>
    <w:rsid w:val="00A67B20"/>
    <w:rsid w:val="00A708A8"/>
    <w:rsid w:val="00A70AF3"/>
    <w:rsid w:val="00A72E61"/>
    <w:rsid w:val="00A72EDC"/>
    <w:rsid w:val="00A7430A"/>
    <w:rsid w:val="00A7513C"/>
    <w:rsid w:val="00A7677B"/>
    <w:rsid w:val="00A768E9"/>
    <w:rsid w:val="00A76A66"/>
    <w:rsid w:val="00A76CD6"/>
    <w:rsid w:val="00A7739D"/>
    <w:rsid w:val="00A77E5E"/>
    <w:rsid w:val="00A80918"/>
    <w:rsid w:val="00A820F4"/>
    <w:rsid w:val="00A8217D"/>
    <w:rsid w:val="00A8236F"/>
    <w:rsid w:val="00A82C8B"/>
    <w:rsid w:val="00A83914"/>
    <w:rsid w:val="00A8458E"/>
    <w:rsid w:val="00A84746"/>
    <w:rsid w:val="00A858E8"/>
    <w:rsid w:val="00A85B44"/>
    <w:rsid w:val="00A8648A"/>
    <w:rsid w:val="00A865B8"/>
    <w:rsid w:val="00A86736"/>
    <w:rsid w:val="00A8704A"/>
    <w:rsid w:val="00A87A6D"/>
    <w:rsid w:val="00A90439"/>
    <w:rsid w:val="00A90BC1"/>
    <w:rsid w:val="00A90F74"/>
    <w:rsid w:val="00A90FAC"/>
    <w:rsid w:val="00A910CA"/>
    <w:rsid w:val="00A9159B"/>
    <w:rsid w:val="00A91649"/>
    <w:rsid w:val="00A91D6A"/>
    <w:rsid w:val="00A9232B"/>
    <w:rsid w:val="00A92A83"/>
    <w:rsid w:val="00A93E08"/>
    <w:rsid w:val="00A94368"/>
    <w:rsid w:val="00A961DD"/>
    <w:rsid w:val="00A96948"/>
    <w:rsid w:val="00A96C89"/>
    <w:rsid w:val="00A973AE"/>
    <w:rsid w:val="00A97E80"/>
    <w:rsid w:val="00AA0051"/>
    <w:rsid w:val="00AA0188"/>
    <w:rsid w:val="00AA0FB5"/>
    <w:rsid w:val="00AA25D4"/>
    <w:rsid w:val="00AA2D42"/>
    <w:rsid w:val="00AA3952"/>
    <w:rsid w:val="00AA407E"/>
    <w:rsid w:val="00AA4198"/>
    <w:rsid w:val="00AA45DA"/>
    <w:rsid w:val="00AA520E"/>
    <w:rsid w:val="00AA5E03"/>
    <w:rsid w:val="00AA6F19"/>
    <w:rsid w:val="00AA7B53"/>
    <w:rsid w:val="00AB09FC"/>
    <w:rsid w:val="00AB147A"/>
    <w:rsid w:val="00AB1504"/>
    <w:rsid w:val="00AB21C8"/>
    <w:rsid w:val="00AB2F78"/>
    <w:rsid w:val="00AB3A70"/>
    <w:rsid w:val="00AB47A4"/>
    <w:rsid w:val="00AB4C76"/>
    <w:rsid w:val="00AB4F3B"/>
    <w:rsid w:val="00AB53F7"/>
    <w:rsid w:val="00AB54C8"/>
    <w:rsid w:val="00AB5B50"/>
    <w:rsid w:val="00AB6E74"/>
    <w:rsid w:val="00AC2478"/>
    <w:rsid w:val="00AC32F8"/>
    <w:rsid w:val="00AC3BF3"/>
    <w:rsid w:val="00AC469A"/>
    <w:rsid w:val="00AC4DC9"/>
    <w:rsid w:val="00AC52F8"/>
    <w:rsid w:val="00AC5807"/>
    <w:rsid w:val="00AC6FBE"/>
    <w:rsid w:val="00AC7882"/>
    <w:rsid w:val="00AC7F1B"/>
    <w:rsid w:val="00AD1ACF"/>
    <w:rsid w:val="00AD25B6"/>
    <w:rsid w:val="00AD2E2C"/>
    <w:rsid w:val="00AD4603"/>
    <w:rsid w:val="00AD49D3"/>
    <w:rsid w:val="00AD4C72"/>
    <w:rsid w:val="00AD4E8E"/>
    <w:rsid w:val="00AD52A2"/>
    <w:rsid w:val="00AD693D"/>
    <w:rsid w:val="00AD72AA"/>
    <w:rsid w:val="00AE031C"/>
    <w:rsid w:val="00AE083B"/>
    <w:rsid w:val="00AE0A6A"/>
    <w:rsid w:val="00AE1370"/>
    <w:rsid w:val="00AE1471"/>
    <w:rsid w:val="00AE15B1"/>
    <w:rsid w:val="00AE26E3"/>
    <w:rsid w:val="00AE2A66"/>
    <w:rsid w:val="00AE3025"/>
    <w:rsid w:val="00AE440C"/>
    <w:rsid w:val="00AE508B"/>
    <w:rsid w:val="00AE5404"/>
    <w:rsid w:val="00AE5A98"/>
    <w:rsid w:val="00AE5DF4"/>
    <w:rsid w:val="00AE663D"/>
    <w:rsid w:val="00AE6C5B"/>
    <w:rsid w:val="00AF005E"/>
    <w:rsid w:val="00AF1236"/>
    <w:rsid w:val="00AF1A10"/>
    <w:rsid w:val="00AF1D6A"/>
    <w:rsid w:val="00AF3037"/>
    <w:rsid w:val="00AF3B70"/>
    <w:rsid w:val="00AF4486"/>
    <w:rsid w:val="00AF5926"/>
    <w:rsid w:val="00AF5B21"/>
    <w:rsid w:val="00AF5EB7"/>
    <w:rsid w:val="00AF6A0E"/>
    <w:rsid w:val="00AF6F6D"/>
    <w:rsid w:val="00AF7D23"/>
    <w:rsid w:val="00B00A94"/>
    <w:rsid w:val="00B01B35"/>
    <w:rsid w:val="00B02A9C"/>
    <w:rsid w:val="00B033B7"/>
    <w:rsid w:val="00B04328"/>
    <w:rsid w:val="00B0463F"/>
    <w:rsid w:val="00B04D65"/>
    <w:rsid w:val="00B04EA8"/>
    <w:rsid w:val="00B05082"/>
    <w:rsid w:val="00B0551D"/>
    <w:rsid w:val="00B05E9B"/>
    <w:rsid w:val="00B0619D"/>
    <w:rsid w:val="00B065A0"/>
    <w:rsid w:val="00B06FA7"/>
    <w:rsid w:val="00B07379"/>
    <w:rsid w:val="00B100AB"/>
    <w:rsid w:val="00B10DE9"/>
    <w:rsid w:val="00B116E3"/>
    <w:rsid w:val="00B11927"/>
    <w:rsid w:val="00B13340"/>
    <w:rsid w:val="00B1443A"/>
    <w:rsid w:val="00B14A58"/>
    <w:rsid w:val="00B15377"/>
    <w:rsid w:val="00B16029"/>
    <w:rsid w:val="00B16517"/>
    <w:rsid w:val="00B16DD0"/>
    <w:rsid w:val="00B22DF6"/>
    <w:rsid w:val="00B245B1"/>
    <w:rsid w:val="00B24B96"/>
    <w:rsid w:val="00B250A0"/>
    <w:rsid w:val="00B256EC"/>
    <w:rsid w:val="00B262CC"/>
    <w:rsid w:val="00B27150"/>
    <w:rsid w:val="00B272A1"/>
    <w:rsid w:val="00B27329"/>
    <w:rsid w:val="00B27380"/>
    <w:rsid w:val="00B279B8"/>
    <w:rsid w:val="00B304E1"/>
    <w:rsid w:val="00B3078F"/>
    <w:rsid w:val="00B30EED"/>
    <w:rsid w:val="00B3155E"/>
    <w:rsid w:val="00B321DC"/>
    <w:rsid w:val="00B323AD"/>
    <w:rsid w:val="00B3260F"/>
    <w:rsid w:val="00B332C1"/>
    <w:rsid w:val="00B3382A"/>
    <w:rsid w:val="00B34F61"/>
    <w:rsid w:val="00B34F7B"/>
    <w:rsid w:val="00B36231"/>
    <w:rsid w:val="00B36F61"/>
    <w:rsid w:val="00B37CD4"/>
    <w:rsid w:val="00B420E0"/>
    <w:rsid w:val="00B42AB6"/>
    <w:rsid w:val="00B444A2"/>
    <w:rsid w:val="00B455C7"/>
    <w:rsid w:val="00B45AB7"/>
    <w:rsid w:val="00B46A45"/>
    <w:rsid w:val="00B47CE3"/>
    <w:rsid w:val="00B47D2C"/>
    <w:rsid w:val="00B501B0"/>
    <w:rsid w:val="00B504DA"/>
    <w:rsid w:val="00B506C0"/>
    <w:rsid w:val="00B50A2F"/>
    <w:rsid w:val="00B50F17"/>
    <w:rsid w:val="00B512B9"/>
    <w:rsid w:val="00B51CFE"/>
    <w:rsid w:val="00B52BB3"/>
    <w:rsid w:val="00B53435"/>
    <w:rsid w:val="00B53BAB"/>
    <w:rsid w:val="00B53DA0"/>
    <w:rsid w:val="00B549AF"/>
    <w:rsid w:val="00B56013"/>
    <w:rsid w:val="00B5669A"/>
    <w:rsid w:val="00B56F74"/>
    <w:rsid w:val="00B60F42"/>
    <w:rsid w:val="00B63809"/>
    <w:rsid w:val="00B6385B"/>
    <w:rsid w:val="00B639B1"/>
    <w:rsid w:val="00B642A3"/>
    <w:rsid w:val="00B64E9A"/>
    <w:rsid w:val="00B650BC"/>
    <w:rsid w:val="00B65782"/>
    <w:rsid w:val="00B65CC4"/>
    <w:rsid w:val="00B679C5"/>
    <w:rsid w:val="00B67B3A"/>
    <w:rsid w:val="00B67F95"/>
    <w:rsid w:val="00B701AB"/>
    <w:rsid w:val="00B71144"/>
    <w:rsid w:val="00B715C1"/>
    <w:rsid w:val="00B71867"/>
    <w:rsid w:val="00B7231D"/>
    <w:rsid w:val="00B72543"/>
    <w:rsid w:val="00B7278C"/>
    <w:rsid w:val="00B74893"/>
    <w:rsid w:val="00B74940"/>
    <w:rsid w:val="00B74BC5"/>
    <w:rsid w:val="00B7547D"/>
    <w:rsid w:val="00B75CB4"/>
    <w:rsid w:val="00B80413"/>
    <w:rsid w:val="00B807C6"/>
    <w:rsid w:val="00B80F4F"/>
    <w:rsid w:val="00B8102E"/>
    <w:rsid w:val="00B810F3"/>
    <w:rsid w:val="00B81435"/>
    <w:rsid w:val="00B814E8"/>
    <w:rsid w:val="00B82646"/>
    <w:rsid w:val="00B8331F"/>
    <w:rsid w:val="00B83BA5"/>
    <w:rsid w:val="00B83E39"/>
    <w:rsid w:val="00B84655"/>
    <w:rsid w:val="00B84FA9"/>
    <w:rsid w:val="00B850B0"/>
    <w:rsid w:val="00B850EA"/>
    <w:rsid w:val="00B854B2"/>
    <w:rsid w:val="00B86559"/>
    <w:rsid w:val="00B87C33"/>
    <w:rsid w:val="00B9009B"/>
    <w:rsid w:val="00B90F96"/>
    <w:rsid w:val="00B918FA"/>
    <w:rsid w:val="00B91C2A"/>
    <w:rsid w:val="00B9405E"/>
    <w:rsid w:val="00B94750"/>
    <w:rsid w:val="00B94C32"/>
    <w:rsid w:val="00B952CC"/>
    <w:rsid w:val="00B95880"/>
    <w:rsid w:val="00B961CE"/>
    <w:rsid w:val="00B9626C"/>
    <w:rsid w:val="00B97EC7"/>
    <w:rsid w:val="00BA080C"/>
    <w:rsid w:val="00BA16DA"/>
    <w:rsid w:val="00BA2E89"/>
    <w:rsid w:val="00BA32BB"/>
    <w:rsid w:val="00BA3A7E"/>
    <w:rsid w:val="00BA3B15"/>
    <w:rsid w:val="00BA5383"/>
    <w:rsid w:val="00BA540F"/>
    <w:rsid w:val="00BA5DBE"/>
    <w:rsid w:val="00BA61E0"/>
    <w:rsid w:val="00BA69D9"/>
    <w:rsid w:val="00BA730D"/>
    <w:rsid w:val="00BB044C"/>
    <w:rsid w:val="00BB06D5"/>
    <w:rsid w:val="00BB15EB"/>
    <w:rsid w:val="00BB2A74"/>
    <w:rsid w:val="00BB379E"/>
    <w:rsid w:val="00BB4154"/>
    <w:rsid w:val="00BB43A0"/>
    <w:rsid w:val="00BB4CAE"/>
    <w:rsid w:val="00BB674A"/>
    <w:rsid w:val="00BB69C7"/>
    <w:rsid w:val="00BB6CE4"/>
    <w:rsid w:val="00BB74D9"/>
    <w:rsid w:val="00BB7BEC"/>
    <w:rsid w:val="00BC08FB"/>
    <w:rsid w:val="00BC1392"/>
    <w:rsid w:val="00BC2D9E"/>
    <w:rsid w:val="00BC3FA3"/>
    <w:rsid w:val="00BC538E"/>
    <w:rsid w:val="00BC6149"/>
    <w:rsid w:val="00BC6514"/>
    <w:rsid w:val="00BC69E2"/>
    <w:rsid w:val="00BC6ACD"/>
    <w:rsid w:val="00BC70EB"/>
    <w:rsid w:val="00BC745F"/>
    <w:rsid w:val="00BC77A1"/>
    <w:rsid w:val="00BD03F3"/>
    <w:rsid w:val="00BD05AC"/>
    <w:rsid w:val="00BD0A0C"/>
    <w:rsid w:val="00BD0FA3"/>
    <w:rsid w:val="00BD1F5A"/>
    <w:rsid w:val="00BD2FAC"/>
    <w:rsid w:val="00BD30FA"/>
    <w:rsid w:val="00BD3F5F"/>
    <w:rsid w:val="00BD4FF8"/>
    <w:rsid w:val="00BD5482"/>
    <w:rsid w:val="00BD6109"/>
    <w:rsid w:val="00BD614B"/>
    <w:rsid w:val="00BD6566"/>
    <w:rsid w:val="00BD68CE"/>
    <w:rsid w:val="00BD69EB"/>
    <w:rsid w:val="00BD6C6B"/>
    <w:rsid w:val="00BD78B5"/>
    <w:rsid w:val="00BD7BFC"/>
    <w:rsid w:val="00BE0949"/>
    <w:rsid w:val="00BE1225"/>
    <w:rsid w:val="00BE1541"/>
    <w:rsid w:val="00BE2D34"/>
    <w:rsid w:val="00BE3781"/>
    <w:rsid w:val="00BE45B5"/>
    <w:rsid w:val="00BE5521"/>
    <w:rsid w:val="00BE5E08"/>
    <w:rsid w:val="00BE72B3"/>
    <w:rsid w:val="00BE779D"/>
    <w:rsid w:val="00BF186E"/>
    <w:rsid w:val="00BF1EFB"/>
    <w:rsid w:val="00BF2764"/>
    <w:rsid w:val="00BF3066"/>
    <w:rsid w:val="00BF3125"/>
    <w:rsid w:val="00BF334A"/>
    <w:rsid w:val="00BF3C04"/>
    <w:rsid w:val="00BF498F"/>
    <w:rsid w:val="00BF5266"/>
    <w:rsid w:val="00BF5E43"/>
    <w:rsid w:val="00BF6B00"/>
    <w:rsid w:val="00BF6DBC"/>
    <w:rsid w:val="00BF707E"/>
    <w:rsid w:val="00BF722A"/>
    <w:rsid w:val="00BF77CF"/>
    <w:rsid w:val="00BF7D18"/>
    <w:rsid w:val="00BF7F4C"/>
    <w:rsid w:val="00C01D8F"/>
    <w:rsid w:val="00C0212D"/>
    <w:rsid w:val="00C0530D"/>
    <w:rsid w:val="00C053CF"/>
    <w:rsid w:val="00C07902"/>
    <w:rsid w:val="00C07B94"/>
    <w:rsid w:val="00C07F5F"/>
    <w:rsid w:val="00C10340"/>
    <w:rsid w:val="00C10BF9"/>
    <w:rsid w:val="00C123F2"/>
    <w:rsid w:val="00C12584"/>
    <w:rsid w:val="00C12B18"/>
    <w:rsid w:val="00C12BF9"/>
    <w:rsid w:val="00C13569"/>
    <w:rsid w:val="00C13B1B"/>
    <w:rsid w:val="00C14FE6"/>
    <w:rsid w:val="00C15FE8"/>
    <w:rsid w:val="00C16C5D"/>
    <w:rsid w:val="00C17065"/>
    <w:rsid w:val="00C17C2F"/>
    <w:rsid w:val="00C2166C"/>
    <w:rsid w:val="00C23970"/>
    <w:rsid w:val="00C239B4"/>
    <w:rsid w:val="00C263DE"/>
    <w:rsid w:val="00C27004"/>
    <w:rsid w:val="00C27588"/>
    <w:rsid w:val="00C27E98"/>
    <w:rsid w:val="00C30643"/>
    <w:rsid w:val="00C30719"/>
    <w:rsid w:val="00C310CF"/>
    <w:rsid w:val="00C3168A"/>
    <w:rsid w:val="00C31B0E"/>
    <w:rsid w:val="00C3280A"/>
    <w:rsid w:val="00C330B1"/>
    <w:rsid w:val="00C346DF"/>
    <w:rsid w:val="00C3508E"/>
    <w:rsid w:val="00C35CDB"/>
    <w:rsid w:val="00C36279"/>
    <w:rsid w:val="00C363DD"/>
    <w:rsid w:val="00C377D7"/>
    <w:rsid w:val="00C40509"/>
    <w:rsid w:val="00C4130D"/>
    <w:rsid w:val="00C419CC"/>
    <w:rsid w:val="00C41B36"/>
    <w:rsid w:val="00C423E0"/>
    <w:rsid w:val="00C4290E"/>
    <w:rsid w:val="00C45341"/>
    <w:rsid w:val="00C46777"/>
    <w:rsid w:val="00C46FD5"/>
    <w:rsid w:val="00C50015"/>
    <w:rsid w:val="00C51C81"/>
    <w:rsid w:val="00C521ED"/>
    <w:rsid w:val="00C529D3"/>
    <w:rsid w:val="00C52A2B"/>
    <w:rsid w:val="00C533D5"/>
    <w:rsid w:val="00C53779"/>
    <w:rsid w:val="00C557D4"/>
    <w:rsid w:val="00C56914"/>
    <w:rsid w:val="00C56EF3"/>
    <w:rsid w:val="00C600E8"/>
    <w:rsid w:val="00C617A3"/>
    <w:rsid w:val="00C619AA"/>
    <w:rsid w:val="00C62EB4"/>
    <w:rsid w:val="00C63422"/>
    <w:rsid w:val="00C64CA0"/>
    <w:rsid w:val="00C66D1E"/>
    <w:rsid w:val="00C66F9A"/>
    <w:rsid w:val="00C67387"/>
    <w:rsid w:val="00C70D34"/>
    <w:rsid w:val="00C70FFC"/>
    <w:rsid w:val="00C71A19"/>
    <w:rsid w:val="00C725EE"/>
    <w:rsid w:val="00C72B85"/>
    <w:rsid w:val="00C748CB"/>
    <w:rsid w:val="00C74D97"/>
    <w:rsid w:val="00C75179"/>
    <w:rsid w:val="00C7608F"/>
    <w:rsid w:val="00C7636D"/>
    <w:rsid w:val="00C80742"/>
    <w:rsid w:val="00C8369F"/>
    <w:rsid w:val="00C838A3"/>
    <w:rsid w:val="00C83F8C"/>
    <w:rsid w:val="00C845C5"/>
    <w:rsid w:val="00C84C29"/>
    <w:rsid w:val="00C85740"/>
    <w:rsid w:val="00C85D62"/>
    <w:rsid w:val="00C86609"/>
    <w:rsid w:val="00C872F3"/>
    <w:rsid w:val="00C874A0"/>
    <w:rsid w:val="00C907C3"/>
    <w:rsid w:val="00C911AC"/>
    <w:rsid w:val="00C91B34"/>
    <w:rsid w:val="00C9296A"/>
    <w:rsid w:val="00C932F7"/>
    <w:rsid w:val="00C94454"/>
    <w:rsid w:val="00C953F9"/>
    <w:rsid w:val="00C95AF1"/>
    <w:rsid w:val="00C969B4"/>
    <w:rsid w:val="00C97F6B"/>
    <w:rsid w:val="00CA047B"/>
    <w:rsid w:val="00CA0A20"/>
    <w:rsid w:val="00CA20EF"/>
    <w:rsid w:val="00CA244D"/>
    <w:rsid w:val="00CA24D0"/>
    <w:rsid w:val="00CA2ABC"/>
    <w:rsid w:val="00CA3081"/>
    <w:rsid w:val="00CA343C"/>
    <w:rsid w:val="00CA3FD6"/>
    <w:rsid w:val="00CA41D5"/>
    <w:rsid w:val="00CA42F5"/>
    <w:rsid w:val="00CA5326"/>
    <w:rsid w:val="00CA5837"/>
    <w:rsid w:val="00CA6335"/>
    <w:rsid w:val="00CA6838"/>
    <w:rsid w:val="00CA708F"/>
    <w:rsid w:val="00CA754C"/>
    <w:rsid w:val="00CB0758"/>
    <w:rsid w:val="00CB188A"/>
    <w:rsid w:val="00CB206E"/>
    <w:rsid w:val="00CB2C70"/>
    <w:rsid w:val="00CB30EA"/>
    <w:rsid w:val="00CB3225"/>
    <w:rsid w:val="00CB72B9"/>
    <w:rsid w:val="00CC0B58"/>
    <w:rsid w:val="00CC168A"/>
    <w:rsid w:val="00CC28C1"/>
    <w:rsid w:val="00CC307A"/>
    <w:rsid w:val="00CC3636"/>
    <w:rsid w:val="00CC3712"/>
    <w:rsid w:val="00CC3F31"/>
    <w:rsid w:val="00CC5F4C"/>
    <w:rsid w:val="00CC6B7B"/>
    <w:rsid w:val="00CC7B8B"/>
    <w:rsid w:val="00CD0DDD"/>
    <w:rsid w:val="00CD0ED1"/>
    <w:rsid w:val="00CD1C7B"/>
    <w:rsid w:val="00CD2719"/>
    <w:rsid w:val="00CD34AA"/>
    <w:rsid w:val="00CD3919"/>
    <w:rsid w:val="00CD3925"/>
    <w:rsid w:val="00CD4DEA"/>
    <w:rsid w:val="00CD5096"/>
    <w:rsid w:val="00CD534C"/>
    <w:rsid w:val="00CD68BC"/>
    <w:rsid w:val="00CD6D64"/>
    <w:rsid w:val="00CD7080"/>
    <w:rsid w:val="00CD75C0"/>
    <w:rsid w:val="00CD7D92"/>
    <w:rsid w:val="00CD7EC4"/>
    <w:rsid w:val="00CE004E"/>
    <w:rsid w:val="00CE068E"/>
    <w:rsid w:val="00CE0B60"/>
    <w:rsid w:val="00CE0E90"/>
    <w:rsid w:val="00CE10CA"/>
    <w:rsid w:val="00CE12A8"/>
    <w:rsid w:val="00CE1DF4"/>
    <w:rsid w:val="00CE50DA"/>
    <w:rsid w:val="00CE52D6"/>
    <w:rsid w:val="00CE5FA4"/>
    <w:rsid w:val="00CE6D77"/>
    <w:rsid w:val="00CE711E"/>
    <w:rsid w:val="00CE7A89"/>
    <w:rsid w:val="00CE7C10"/>
    <w:rsid w:val="00CE7C9B"/>
    <w:rsid w:val="00CF1636"/>
    <w:rsid w:val="00CF27DC"/>
    <w:rsid w:val="00CF2B1C"/>
    <w:rsid w:val="00CF2E10"/>
    <w:rsid w:val="00CF342D"/>
    <w:rsid w:val="00CF45E5"/>
    <w:rsid w:val="00CF5E7B"/>
    <w:rsid w:val="00CF741F"/>
    <w:rsid w:val="00D0038A"/>
    <w:rsid w:val="00D02652"/>
    <w:rsid w:val="00D04000"/>
    <w:rsid w:val="00D05629"/>
    <w:rsid w:val="00D05A21"/>
    <w:rsid w:val="00D063A9"/>
    <w:rsid w:val="00D07D0F"/>
    <w:rsid w:val="00D10C01"/>
    <w:rsid w:val="00D11B52"/>
    <w:rsid w:val="00D11E41"/>
    <w:rsid w:val="00D122A6"/>
    <w:rsid w:val="00D137EA"/>
    <w:rsid w:val="00D1459A"/>
    <w:rsid w:val="00D15CDC"/>
    <w:rsid w:val="00D16EE9"/>
    <w:rsid w:val="00D176A6"/>
    <w:rsid w:val="00D17B88"/>
    <w:rsid w:val="00D17BA9"/>
    <w:rsid w:val="00D20301"/>
    <w:rsid w:val="00D20506"/>
    <w:rsid w:val="00D20914"/>
    <w:rsid w:val="00D2103A"/>
    <w:rsid w:val="00D226E4"/>
    <w:rsid w:val="00D230A4"/>
    <w:rsid w:val="00D23193"/>
    <w:rsid w:val="00D23522"/>
    <w:rsid w:val="00D23B1D"/>
    <w:rsid w:val="00D24E20"/>
    <w:rsid w:val="00D2538C"/>
    <w:rsid w:val="00D259ED"/>
    <w:rsid w:val="00D26A31"/>
    <w:rsid w:val="00D26B87"/>
    <w:rsid w:val="00D26D34"/>
    <w:rsid w:val="00D26E42"/>
    <w:rsid w:val="00D26ECB"/>
    <w:rsid w:val="00D27592"/>
    <w:rsid w:val="00D306F0"/>
    <w:rsid w:val="00D3089F"/>
    <w:rsid w:val="00D30C83"/>
    <w:rsid w:val="00D31857"/>
    <w:rsid w:val="00D33865"/>
    <w:rsid w:val="00D34233"/>
    <w:rsid w:val="00D34B47"/>
    <w:rsid w:val="00D352CE"/>
    <w:rsid w:val="00D36337"/>
    <w:rsid w:val="00D37367"/>
    <w:rsid w:val="00D43BFE"/>
    <w:rsid w:val="00D43E30"/>
    <w:rsid w:val="00D440B0"/>
    <w:rsid w:val="00D44361"/>
    <w:rsid w:val="00D44383"/>
    <w:rsid w:val="00D44F15"/>
    <w:rsid w:val="00D4659B"/>
    <w:rsid w:val="00D46AEF"/>
    <w:rsid w:val="00D47466"/>
    <w:rsid w:val="00D47D0F"/>
    <w:rsid w:val="00D503CC"/>
    <w:rsid w:val="00D5093F"/>
    <w:rsid w:val="00D5207E"/>
    <w:rsid w:val="00D5323F"/>
    <w:rsid w:val="00D53B56"/>
    <w:rsid w:val="00D540DE"/>
    <w:rsid w:val="00D547A6"/>
    <w:rsid w:val="00D547FC"/>
    <w:rsid w:val="00D54F99"/>
    <w:rsid w:val="00D56C68"/>
    <w:rsid w:val="00D56F54"/>
    <w:rsid w:val="00D56FD6"/>
    <w:rsid w:val="00D60391"/>
    <w:rsid w:val="00D60CC5"/>
    <w:rsid w:val="00D60E02"/>
    <w:rsid w:val="00D6130E"/>
    <w:rsid w:val="00D61630"/>
    <w:rsid w:val="00D61CF0"/>
    <w:rsid w:val="00D628D4"/>
    <w:rsid w:val="00D63824"/>
    <w:rsid w:val="00D63ED3"/>
    <w:rsid w:val="00D63FEF"/>
    <w:rsid w:val="00D6495F"/>
    <w:rsid w:val="00D654ED"/>
    <w:rsid w:val="00D65C6C"/>
    <w:rsid w:val="00D662F6"/>
    <w:rsid w:val="00D6647F"/>
    <w:rsid w:val="00D67C5C"/>
    <w:rsid w:val="00D718DC"/>
    <w:rsid w:val="00D71E45"/>
    <w:rsid w:val="00D71F9E"/>
    <w:rsid w:val="00D71FFE"/>
    <w:rsid w:val="00D7252A"/>
    <w:rsid w:val="00D72886"/>
    <w:rsid w:val="00D72C2F"/>
    <w:rsid w:val="00D73E9C"/>
    <w:rsid w:val="00D74E10"/>
    <w:rsid w:val="00D76DCD"/>
    <w:rsid w:val="00D77C5D"/>
    <w:rsid w:val="00D80505"/>
    <w:rsid w:val="00D80CF2"/>
    <w:rsid w:val="00D81213"/>
    <w:rsid w:val="00D81A91"/>
    <w:rsid w:val="00D82E9D"/>
    <w:rsid w:val="00D837F7"/>
    <w:rsid w:val="00D84040"/>
    <w:rsid w:val="00D843F6"/>
    <w:rsid w:val="00D8484A"/>
    <w:rsid w:val="00D86A91"/>
    <w:rsid w:val="00D8764E"/>
    <w:rsid w:val="00D87E79"/>
    <w:rsid w:val="00D91255"/>
    <w:rsid w:val="00D91CC9"/>
    <w:rsid w:val="00D92773"/>
    <w:rsid w:val="00D92AA1"/>
    <w:rsid w:val="00D92D63"/>
    <w:rsid w:val="00D93218"/>
    <w:rsid w:val="00D955C3"/>
    <w:rsid w:val="00D96F91"/>
    <w:rsid w:val="00DA0F03"/>
    <w:rsid w:val="00DA302D"/>
    <w:rsid w:val="00DA32A0"/>
    <w:rsid w:val="00DA3A7B"/>
    <w:rsid w:val="00DA45B8"/>
    <w:rsid w:val="00DA4652"/>
    <w:rsid w:val="00DA480E"/>
    <w:rsid w:val="00DA4B09"/>
    <w:rsid w:val="00DA575F"/>
    <w:rsid w:val="00DA58D0"/>
    <w:rsid w:val="00DA7887"/>
    <w:rsid w:val="00DA79B6"/>
    <w:rsid w:val="00DB10B5"/>
    <w:rsid w:val="00DB15D5"/>
    <w:rsid w:val="00DB258E"/>
    <w:rsid w:val="00DB2CC0"/>
    <w:rsid w:val="00DB2FAF"/>
    <w:rsid w:val="00DB349D"/>
    <w:rsid w:val="00DB3A2C"/>
    <w:rsid w:val="00DB3BD7"/>
    <w:rsid w:val="00DB3C7B"/>
    <w:rsid w:val="00DB61A2"/>
    <w:rsid w:val="00DB6825"/>
    <w:rsid w:val="00DB7B7E"/>
    <w:rsid w:val="00DC0157"/>
    <w:rsid w:val="00DC0296"/>
    <w:rsid w:val="00DC0488"/>
    <w:rsid w:val="00DC0739"/>
    <w:rsid w:val="00DC0783"/>
    <w:rsid w:val="00DC2DEC"/>
    <w:rsid w:val="00DC313D"/>
    <w:rsid w:val="00DC3975"/>
    <w:rsid w:val="00DC39D0"/>
    <w:rsid w:val="00DC45B9"/>
    <w:rsid w:val="00DC4766"/>
    <w:rsid w:val="00DC5B60"/>
    <w:rsid w:val="00DC6068"/>
    <w:rsid w:val="00DC6660"/>
    <w:rsid w:val="00DC6A4F"/>
    <w:rsid w:val="00DC6E22"/>
    <w:rsid w:val="00DC7C33"/>
    <w:rsid w:val="00DD1E77"/>
    <w:rsid w:val="00DD4011"/>
    <w:rsid w:val="00DD5898"/>
    <w:rsid w:val="00DD5CCD"/>
    <w:rsid w:val="00DD6449"/>
    <w:rsid w:val="00DD6DE2"/>
    <w:rsid w:val="00DD7B34"/>
    <w:rsid w:val="00DE0326"/>
    <w:rsid w:val="00DE0C60"/>
    <w:rsid w:val="00DE0E71"/>
    <w:rsid w:val="00DE1E50"/>
    <w:rsid w:val="00DE2526"/>
    <w:rsid w:val="00DE27DC"/>
    <w:rsid w:val="00DE2B00"/>
    <w:rsid w:val="00DE34C9"/>
    <w:rsid w:val="00DE34E7"/>
    <w:rsid w:val="00DE533C"/>
    <w:rsid w:val="00DE60FE"/>
    <w:rsid w:val="00DE67FC"/>
    <w:rsid w:val="00DE6FD6"/>
    <w:rsid w:val="00DE79E1"/>
    <w:rsid w:val="00DF036F"/>
    <w:rsid w:val="00DF088C"/>
    <w:rsid w:val="00DF2569"/>
    <w:rsid w:val="00DF3B8E"/>
    <w:rsid w:val="00DF41BC"/>
    <w:rsid w:val="00DF4825"/>
    <w:rsid w:val="00DF5B78"/>
    <w:rsid w:val="00DF6FEF"/>
    <w:rsid w:val="00DF77B9"/>
    <w:rsid w:val="00DF7A79"/>
    <w:rsid w:val="00DF7B5F"/>
    <w:rsid w:val="00E001B2"/>
    <w:rsid w:val="00E0249A"/>
    <w:rsid w:val="00E028BC"/>
    <w:rsid w:val="00E039B3"/>
    <w:rsid w:val="00E04465"/>
    <w:rsid w:val="00E044FE"/>
    <w:rsid w:val="00E05354"/>
    <w:rsid w:val="00E05A92"/>
    <w:rsid w:val="00E06612"/>
    <w:rsid w:val="00E06642"/>
    <w:rsid w:val="00E06FCF"/>
    <w:rsid w:val="00E0715A"/>
    <w:rsid w:val="00E07226"/>
    <w:rsid w:val="00E104DD"/>
    <w:rsid w:val="00E10B19"/>
    <w:rsid w:val="00E133BA"/>
    <w:rsid w:val="00E13DD1"/>
    <w:rsid w:val="00E140D6"/>
    <w:rsid w:val="00E1774D"/>
    <w:rsid w:val="00E17EFE"/>
    <w:rsid w:val="00E200A5"/>
    <w:rsid w:val="00E203F6"/>
    <w:rsid w:val="00E20556"/>
    <w:rsid w:val="00E206C2"/>
    <w:rsid w:val="00E20B32"/>
    <w:rsid w:val="00E212D8"/>
    <w:rsid w:val="00E215FE"/>
    <w:rsid w:val="00E21FA5"/>
    <w:rsid w:val="00E22B0B"/>
    <w:rsid w:val="00E2325E"/>
    <w:rsid w:val="00E24041"/>
    <w:rsid w:val="00E24312"/>
    <w:rsid w:val="00E24EFC"/>
    <w:rsid w:val="00E2542B"/>
    <w:rsid w:val="00E25B57"/>
    <w:rsid w:val="00E26C28"/>
    <w:rsid w:val="00E27891"/>
    <w:rsid w:val="00E30AB1"/>
    <w:rsid w:val="00E30B3B"/>
    <w:rsid w:val="00E30C64"/>
    <w:rsid w:val="00E3178F"/>
    <w:rsid w:val="00E32083"/>
    <w:rsid w:val="00E34E04"/>
    <w:rsid w:val="00E35B06"/>
    <w:rsid w:val="00E36659"/>
    <w:rsid w:val="00E37069"/>
    <w:rsid w:val="00E376F8"/>
    <w:rsid w:val="00E37DE4"/>
    <w:rsid w:val="00E40D49"/>
    <w:rsid w:val="00E410BF"/>
    <w:rsid w:val="00E41980"/>
    <w:rsid w:val="00E41E0C"/>
    <w:rsid w:val="00E41FC4"/>
    <w:rsid w:val="00E42CF9"/>
    <w:rsid w:val="00E43805"/>
    <w:rsid w:val="00E4425F"/>
    <w:rsid w:val="00E45DC0"/>
    <w:rsid w:val="00E46257"/>
    <w:rsid w:val="00E475B1"/>
    <w:rsid w:val="00E47D0E"/>
    <w:rsid w:val="00E52164"/>
    <w:rsid w:val="00E52DEB"/>
    <w:rsid w:val="00E5332C"/>
    <w:rsid w:val="00E53B5C"/>
    <w:rsid w:val="00E53B95"/>
    <w:rsid w:val="00E548F1"/>
    <w:rsid w:val="00E54F7C"/>
    <w:rsid w:val="00E55768"/>
    <w:rsid w:val="00E55809"/>
    <w:rsid w:val="00E5665C"/>
    <w:rsid w:val="00E568A3"/>
    <w:rsid w:val="00E5742D"/>
    <w:rsid w:val="00E579DF"/>
    <w:rsid w:val="00E60C29"/>
    <w:rsid w:val="00E61449"/>
    <w:rsid w:val="00E61528"/>
    <w:rsid w:val="00E61E01"/>
    <w:rsid w:val="00E62474"/>
    <w:rsid w:val="00E62510"/>
    <w:rsid w:val="00E644EA"/>
    <w:rsid w:val="00E645F2"/>
    <w:rsid w:val="00E64C15"/>
    <w:rsid w:val="00E66241"/>
    <w:rsid w:val="00E66827"/>
    <w:rsid w:val="00E6709D"/>
    <w:rsid w:val="00E67F7B"/>
    <w:rsid w:val="00E708A3"/>
    <w:rsid w:val="00E714C3"/>
    <w:rsid w:val="00E72398"/>
    <w:rsid w:val="00E72A5F"/>
    <w:rsid w:val="00E734C4"/>
    <w:rsid w:val="00E737B3"/>
    <w:rsid w:val="00E73CB8"/>
    <w:rsid w:val="00E743F0"/>
    <w:rsid w:val="00E759F1"/>
    <w:rsid w:val="00E75E6E"/>
    <w:rsid w:val="00E771F8"/>
    <w:rsid w:val="00E772C6"/>
    <w:rsid w:val="00E77676"/>
    <w:rsid w:val="00E80EC5"/>
    <w:rsid w:val="00E81B0D"/>
    <w:rsid w:val="00E82610"/>
    <w:rsid w:val="00E83324"/>
    <w:rsid w:val="00E83B52"/>
    <w:rsid w:val="00E83BA3"/>
    <w:rsid w:val="00E83DAA"/>
    <w:rsid w:val="00E8474B"/>
    <w:rsid w:val="00E84E2A"/>
    <w:rsid w:val="00E87C15"/>
    <w:rsid w:val="00E87D88"/>
    <w:rsid w:val="00E90F7E"/>
    <w:rsid w:val="00E91203"/>
    <w:rsid w:val="00E9167C"/>
    <w:rsid w:val="00E91B31"/>
    <w:rsid w:val="00E92148"/>
    <w:rsid w:val="00E94902"/>
    <w:rsid w:val="00E94E0E"/>
    <w:rsid w:val="00E95710"/>
    <w:rsid w:val="00E958EA"/>
    <w:rsid w:val="00E95957"/>
    <w:rsid w:val="00E96919"/>
    <w:rsid w:val="00E97152"/>
    <w:rsid w:val="00EA087E"/>
    <w:rsid w:val="00EA1915"/>
    <w:rsid w:val="00EA1F49"/>
    <w:rsid w:val="00EA2551"/>
    <w:rsid w:val="00EA36FC"/>
    <w:rsid w:val="00EA521C"/>
    <w:rsid w:val="00EA5AB8"/>
    <w:rsid w:val="00EA619F"/>
    <w:rsid w:val="00EA683E"/>
    <w:rsid w:val="00EA7234"/>
    <w:rsid w:val="00EB0BDA"/>
    <w:rsid w:val="00EB119C"/>
    <w:rsid w:val="00EB12B1"/>
    <w:rsid w:val="00EB2A7A"/>
    <w:rsid w:val="00EB36AC"/>
    <w:rsid w:val="00EB39BE"/>
    <w:rsid w:val="00EB3E42"/>
    <w:rsid w:val="00EB53D5"/>
    <w:rsid w:val="00EB6771"/>
    <w:rsid w:val="00EB74E6"/>
    <w:rsid w:val="00EC0607"/>
    <w:rsid w:val="00EC093C"/>
    <w:rsid w:val="00EC0A8B"/>
    <w:rsid w:val="00EC0F24"/>
    <w:rsid w:val="00EC17E2"/>
    <w:rsid w:val="00EC1D5A"/>
    <w:rsid w:val="00EC2067"/>
    <w:rsid w:val="00EC2C73"/>
    <w:rsid w:val="00EC544E"/>
    <w:rsid w:val="00EC6416"/>
    <w:rsid w:val="00EC66FE"/>
    <w:rsid w:val="00EC7159"/>
    <w:rsid w:val="00EC731A"/>
    <w:rsid w:val="00ED038B"/>
    <w:rsid w:val="00ED0825"/>
    <w:rsid w:val="00ED2CD4"/>
    <w:rsid w:val="00ED46ED"/>
    <w:rsid w:val="00ED5677"/>
    <w:rsid w:val="00ED5AAF"/>
    <w:rsid w:val="00ED7337"/>
    <w:rsid w:val="00ED75F6"/>
    <w:rsid w:val="00EE074B"/>
    <w:rsid w:val="00EE1580"/>
    <w:rsid w:val="00EE18ED"/>
    <w:rsid w:val="00EE1D37"/>
    <w:rsid w:val="00EE2037"/>
    <w:rsid w:val="00EE2082"/>
    <w:rsid w:val="00EE4407"/>
    <w:rsid w:val="00EE5217"/>
    <w:rsid w:val="00EE5561"/>
    <w:rsid w:val="00EE5FA0"/>
    <w:rsid w:val="00EE615D"/>
    <w:rsid w:val="00EE6E68"/>
    <w:rsid w:val="00EE6F90"/>
    <w:rsid w:val="00EE7452"/>
    <w:rsid w:val="00EF014E"/>
    <w:rsid w:val="00EF2182"/>
    <w:rsid w:val="00EF2C2B"/>
    <w:rsid w:val="00EF37FC"/>
    <w:rsid w:val="00EF3F50"/>
    <w:rsid w:val="00EF5831"/>
    <w:rsid w:val="00EF5F67"/>
    <w:rsid w:val="00EF62E3"/>
    <w:rsid w:val="00EF671B"/>
    <w:rsid w:val="00EF6823"/>
    <w:rsid w:val="00EF6D45"/>
    <w:rsid w:val="00EF72FB"/>
    <w:rsid w:val="00F00071"/>
    <w:rsid w:val="00F000D1"/>
    <w:rsid w:val="00F01F8E"/>
    <w:rsid w:val="00F02B11"/>
    <w:rsid w:val="00F0343B"/>
    <w:rsid w:val="00F04BEA"/>
    <w:rsid w:val="00F04C4F"/>
    <w:rsid w:val="00F0502D"/>
    <w:rsid w:val="00F05057"/>
    <w:rsid w:val="00F05EB6"/>
    <w:rsid w:val="00F05F0F"/>
    <w:rsid w:val="00F07471"/>
    <w:rsid w:val="00F100E1"/>
    <w:rsid w:val="00F11335"/>
    <w:rsid w:val="00F11802"/>
    <w:rsid w:val="00F119E4"/>
    <w:rsid w:val="00F11A9F"/>
    <w:rsid w:val="00F1229B"/>
    <w:rsid w:val="00F125F3"/>
    <w:rsid w:val="00F12F92"/>
    <w:rsid w:val="00F133FB"/>
    <w:rsid w:val="00F149A2"/>
    <w:rsid w:val="00F14F73"/>
    <w:rsid w:val="00F14FE4"/>
    <w:rsid w:val="00F15008"/>
    <w:rsid w:val="00F151BD"/>
    <w:rsid w:val="00F152F7"/>
    <w:rsid w:val="00F15C99"/>
    <w:rsid w:val="00F165A2"/>
    <w:rsid w:val="00F16674"/>
    <w:rsid w:val="00F16E9B"/>
    <w:rsid w:val="00F16FDE"/>
    <w:rsid w:val="00F17FE5"/>
    <w:rsid w:val="00F20F3A"/>
    <w:rsid w:val="00F22292"/>
    <w:rsid w:val="00F22639"/>
    <w:rsid w:val="00F228CA"/>
    <w:rsid w:val="00F22BAB"/>
    <w:rsid w:val="00F23697"/>
    <w:rsid w:val="00F24C6B"/>
    <w:rsid w:val="00F25A5A"/>
    <w:rsid w:val="00F273EB"/>
    <w:rsid w:val="00F3026C"/>
    <w:rsid w:val="00F31253"/>
    <w:rsid w:val="00F31922"/>
    <w:rsid w:val="00F34BE1"/>
    <w:rsid w:val="00F36251"/>
    <w:rsid w:val="00F3732D"/>
    <w:rsid w:val="00F408FC"/>
    <w:rsid w:val="00F40F0C"/>
    <w:rsid w:val="00F41EBC"/>
    <w:rsid w:val="00F42291"/>
    <w:rsid w:val="00F444A8"/>
    <w:rsid w:val="00F448AA"/>
    <w:rsid w:val="00F44B48"/>
    <w:rsid w:val="00F44CC9"/>
    <w:rsid w:val="00F460DC"/>
    <w:rsid w:val="00F46FE7"/>
    <w:rsid w:val="00F471B2"/>
    <w:rsid w:val="00F47D23"/>
    <w:rsid w:val="00F51E08"/>
    <w:rsid w:val="00F52568"/>
    <w:rsid w:val="00F52C9A"/>
    <w:rsid w:val="00F52F71"/>
    <w:rsid w:val="00F5338B"/>
    <w:rsid w:val="00F54B7A"/>
    <w:rsid w:val="00F54E85"/>
    <w:rsid w:val="00F5645A"/>
    <w:rsid w:val="00F56513"/>
    <w:rsid w:val="00F5660E"/>
    <w:rsid w:val="00F60562"/>
    <w:rsid w:val="00F607F0"/>
    <w:rsid w:val="00F6246A"/>
    <w:rsid w:val="00F62FB6"/>
    <w:rsid w:val="00F63B2A"/>
    <w:rsid w:val="00F63ED8"/>
    <w:rsid w:val="00F642CB"/>
    <w:rsid w:val="00F645D2"/>
    <w:rsid w:val="00F67206"/>
    <w:rsid w:val="00F67586"/>
    <w:rsid w:val="00F67619"/>
    <w:rsid w:val="00F67E0E"/>
    <w:rsid w:val="00F7033C"/>
    <w:rsid w:val="00F70E33"/>
    <w:rsid w:val="00F70E9E"/>
    <w:rsid w:val="00F7241E"/>
    <w:rsid w:val="00F72AC7"/>
    <w:rsid w:val="00F72CDF"/>
    <w:rsid w:val="00F73AF1"/>
    <w:rsid w:val="00F73C0E"/>
    <w:rsid w:val="00F74831"/>
    <w:rsid w:val="00F754DE"/>
    <w:rsid w:val="00F758D4"/>
    <w:rsid w:val="00F75A3B"/>
    <w:rsid w:val="00F75E72"/>
    <w:rsid w:val="00F77A84"/>
    <w:rsid w:val="00F77CE5"/>
    <w:rsid w:val="00F800F8"/>
    <w:rsid w:val="00F813C4"/>
    <w:rsid w:val="00F837CB"/>
    <w:rsid w:val="00F843D1"/>
    <w:rsid w:val="00F846C4"/>
    <w:rsid w:val="00F87050"/>
    <w:rsid w:val="00F87A3C"/>
    <w:rsid w:val="00F87DEF"/>
    <w:rsid w:val="00F91D0F"/>
    <w:rsid w:val="00F930D4"/>
    <w:rsid w:val="00F93806"/>
    <w:rsid w:val="00F93BEB"/>
    <w:rsid w:val="00F9438B"/>
    <w:rsid w:val="00F96AD3"/>
    <w:rsid w:val="00FA172D"/>
    <w:rsid w:val="00FA23AA"/>
    <w:rsid w:val="00FA2B12"/>
    <w:rsid w:val="00FA3608"/>
    <w:rsid w:val="00FA3D0B"/>
    <w:rsid w:val="00FA542D"/>
    <w:rsid w:val="00FA631D"/>
    <w:rsid w:val="00FA6903"/>
    <w:rsid w:val="00FA6E3C"/>
    <w:rsid w:val="00FA70DC"/>
    <w:rsid w:val="00FA716B"/>
    <w:rsid w:val="00FA72AC"/>
    <w:rsid w:val="00FA781B"/>
    <w:rsid w:val="00FA78F8"/>
    <w:rsid w:val="00FA79A6"/>
    <w:rsid w:val="00FB12A6"/>
    <w:rsid w:val="00FB14DF"/>
    <w:rsid w:val="00FB215B"/>
    <w:rsid w:val="00FB2747"/>
    <w:rsid w:val="00FB295E"/>
    <w:rsid w:val="00FB29B7"/>
    <w:rsid w:val="00FB3F6D"/>
    <w:rsid w:val="00FB69E4"/>
    <w:rsid w:val="00FB709E"/>
    <w:rsid w:val="00FB7951"/>
    <w:rsid w:val="00FB7E71"/>
    <w:rsid w:val="00FC03F7"/>
    <w:rsid w:val="00FC0678"/>
    <w:rsid w:val="00FC0E10"/>
    <w:rsid w:val="00FC178E"/>
    <w:rsid w:val="00FC17A2"/>
    <w:rsid w:val="00FC1872"/>
    <w:rsid w:val="00FC26EE"/>
    <w:rsid w:val="00FC2704"/>
    <w:rsid w:val="00FC353D"/>
    <w:rsid w:val="00FC388C"/>
    <w:rsid w:val="00FC49CC"/>
    <w:rsid w:val="00FC54C5"/>
    <w:rsid w:val="00FC6388"/>
    <w:rsid w:val="00FC6DBC"/>
    <w:rsid w:val="00FC7703"/>
    <w:rsid w:val="00FD05AE"/>
    <w:rsid w:val="00FD0C00"/>
    <w:rsid w:val="00FD230D"/>
    <w:rsid w:val="00FD2C54"/>
    <w:rsid w:val="00FD3368"/>
    <w:rsid w:val="00FD5ACB"/>
    <w:rsid w:val="00FD6338"/>
    <w:rsid w:val="00FE389D"/>
    <w:rsid w:val="00FE3B9C"/>
    <w:rsid w:val="00FE4850"/>
    <w:rsid w:val="00FE50B4"/>
    <w:rsid w:val="00FE57AB"/>
    <w:rsid w:val="00FE5B36"/>
    <w:rsid w:val="00FE6EDF"/>
    <w:rsid w:val="00FF0525"/>
    <w:rsid w:val="00FF1490"/>
    <w:rsid w:val="00FF154F"/>
    <w:rsid w:val="00FF2168"/>
    <w:rsid w:val="00FF221A"/>
    <w:rsid w:val="00FF2234"/>
    <w:rsid w:val="00FF2829"/>
    <w:rsid w:val="00FF28D4"/>
    <w:rsid w:val="00FF2AF3"/>
    <w:rsid w:val="00FF2F99"/>
    <w:rsid w:val="00FF3B06"/>
    <w:rsid w:val="00FF3E64"/>
    <w:rsid w:val="00FF4A3B"/>
    <w:rsid w:val="00FF5705"/>
    <w:rsid w:val="00FF6434"/>
    <w:rsid w:val="00FF6B48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8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788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7887"/>
    <w:rPr>
      <w:rFonts w:ascii="Times New Roman" w:hAnsi="Times New Roman" w:cs="Times New Roman"/>
      <w:sz w:val="28"/>
    </w:rPr>
  </w:style>
  <w:style w:type="paragraph" w:styleId="ListParagraph">
    <w:name w:val="List Paragraph"/>
    <w:basedOn w:val="Normal"/>
    <w:uiPriority w:val="99"/>
    <w:qFormat/>
    <w:rsid w:val="00871EAE"/>
    <w:pPr>
      <w:ind w:left="720"/>
      <w:contextualSpacing/>
    </w:pPr>
  </w:style>
  <w:style w:type="paragraph" w:customStyle="1" w:styleId="a">
    <w:name w:val="текст примечания"/>
    <w:basedOn w:val="Normal"/>
    <w:uiPriority w:val="99"/>
    <w:rsid w:val="00DA788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2A327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2A327F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A327F"/>
    <w:rPr>
      <w:rFonts w:ascii="Times New Roman" w:hAnsi="Times New Roman" w:cs="Times New Roman"/>
      <w:b/>
      <w:sz w:val="28"/>
    </w:rPr>
  </w:style>
  <w:style w:type="paragraph" w:styleId="Header">
    <w:name w:val="header"/>
    <w:basedOn w:val="Normal"/>
    <w:link w:val="HeaderChar"/>
    <w:uiPriority w:val="99"/>
    <w:rsid w:val="00AE5D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5DF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AE5D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5DF4"/>
    <w:rPr>
      <w:rFonts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0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6FCF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F73AF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F73AF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208</Words>
  <Characters>1189</Characters>
  <Application>Microsoft Office Outlook</Application>
  <DocSecurity>0</DocSecurity>
  <Lines>0</Lines>
  <Paragraphs>0</Paragraphs>
  <ScaleCrop>false</ScaleCrop>
  <Company>IKC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НашаМаша</dc:creator>
  <cp:keywords/>
  <dc:description/>
  <cp:lastModifiedBy>Пользователь</cp:lastModifiedBy>
  <cp:revision>18</cp:revision>
  <cp:lastPrinted>2016-04-19T05:48:00Z</cp:lastPrinted>
  <dcterms:created xsi:type="dcterms:W3CDTF">2016-03-24T08:54:00Z</dcterms:created>
  <dcterms:modified xsi:type="dcterms:W3CDTF">2016-05-04T06:12:00Z</dcterms:modified>
</cp:coreProperties>
</file>