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C93" w:rsidRPr="00CB22F0" w:rsidRDefault="002E5C93" w:rsidP="002C17B4">
      <w:pPr>
        <w:spacing w:after="0" w:line="240" w:lineRule="auto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bookmarkStart w:id="0" w:name="_GoBack"/>
      <w:r w:rsidRPr="00CB22F0">
        <w:rPr>
          <w:rFonts w:ascii="PT Astra Serif" w:hAnsi="PT Astra Serif" w:cs="Times New Roman"/>
          <w:b/>
          <w:sz w:val="28"/>
          <w:szCs w:val="28"/>
        </w:rPr>
        <w:t xml:space="preserve">ФИНАНСОВО-ЭКОНОМИЧЕСКОЕ ОБОСНОВАНИЕ </w:t>
      </w:r>
    </w:p>
    <w:p w:rsidR="00815732" w:rsidRPr="00CB22F0" w:rsidRDefault="000166E5" w:rsidP="0053729E">
      <w:pPr>
        <w:spacing w:after="0" w:line="240" w:lineRule="auto"/>
        <w:jc w:val="center"/>
        <w:outlineLvl w:val="0"/>
        <w:rPr>
          <w:rFonts w:ascii="PT Astra Serif" w:hAnsi="PT Astra Serif" w:cs="Times New Roman"/>
          <w:b/>
          <w:sz w:val="28"/>
          <w:szCs w:val="28"/>
        </w:rPr>
      </w:pPr>
      <w:r w:rsidRPr="00CB22F0">
        <w:rPr>
          <w:rFonts w:ascii="PT Astra Serif" w:hAnsi="PT Astra Serif" w:cs="Times New Roman"/>
          <w:b/>
          <w:sz w:val="28"/>
          <w:szCs w:val="28"/>
        </w:rPr>
        <w:t xml:space="preserve">к проекту </w:t>
      </w:r>
      <w:r w:rsidR="00106582" w:rsidRPr="00CB22F0">
        <w:rPr>
          <w:rFonts w:ascii="PT Astra Serif" w:hAnsi="PT Astra Serif" w:cs="Times New Roman"/>
          <w:b/>
          <w:sz w:val="28"/>
          <w:szCs w:val="28"/>
        </w:rPr>
        <w:t>з</w:t>
      </w:r>
      <w:r w:rsidRPr="00CB22F0">
        <w:rPr>
          <w:rFonts w:ascii="PT Astra Serif" w:hAnsi="PT Astra Serif" w:cs="Times New Roman"/>
          <w:b/>
          <w:sz w:val="28"/>
          <w:szCs w:val="28"/>
        </w:rPr>
        <w:t xml:space="preserve">акона Ульяновской области </w:t>
      </w:r>
    </w:p>
    <w:p w:rsidR="00243CFB" w:rsidRPr="00CB22F0" w:rsidRDefault="003872D1" w:rsidP="00243CF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CB22F0">
        <w:rPr>
          <w:rFonts w:ascii="PT Astra Serif" w:hAnsi="PT Astra Serif"/>
          <w:sz w:val="28"/>
          <w:szCs w:val="28"/>
        </w:rPr>
        <w:t>«</w:t>
      </w:r>
      <w:r w:rsidR="00243CFB" w:rsidRPr="00CB22F0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>О внесении изменений в статью 2 Закона Ульяновской области</w:t>
      </w:r>
    </w:p>
    <w:p w:rsidR="00243CFB" w:rsidRPr="00CB22F0" w:rsidRDefault="00243CFB" w:rsidP="00243CF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CB22F0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 xml:space="preserve">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</w:t>
      </w:r>
    </w:p>
    <w:p w:rsidR="00243CFB" w:rsidRPr="00CB22F0" w:rsidRDefault="00243CFB" w:rsidP="00243CFB">
      <w:pPr>
        <w:pStyle w:val="1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  <w:r w:rsidRPr="00CB22F0">
        <w:rPr>
          <w:rFonts w:ascii="PT Astra Serif" w:eastAsia="Arial Unicode MS" w:hAnsi="PT Astra Serif" w:cs="Arial"/>
          <w:color w:val="000000"/>
          <w:kern w:val="2"/>
          <w:sz w:val="28"/>
          <w:szCs w:val="28"/>
          <w:lang w:eastAsia="ar-SA" w:bidi="hi-IN"/>
        </w:rPr>
        <w:t>на территории Ульяновской области»</w:t>
      </w:r>
    </w:p>
    <w:p w:rsidR="00243CFB" w:rsidRPr="00CB22F0" w:rsidRDefault="00243CFB" w:rsidP="00243CFB">
      <w:pPr>
        <w:pStyle w:val="1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243CFB" w:rsidRPr="00CB22F0" w:rsidRDefault="00243CFB" w:rsidP="00243CFB">
      <w:pPr>
        <w:pStyle w:val="1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243CFB" w:rsidRPr="00CB22F0" w:rsidRDefault="00243CFB" w:rsidP="00243CFB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CB22F0">
        <w:rPr>
          <w:rFonts w:ascii="PT Astra Serif" w:hAnsi="PT Astra Serif"/>
          <w:b w:val="0"/>
          <w:sz w:val="28"/>
          <w:szCs w:val="28"/>
        </w:rPr>
        <w:t>Проект закона Ульяновской области «О внесении изменений в статью 2 Закона Ульяновской области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области» разработан в связи с необходимостью приведения законодательства Ульяновской области в соответствие с Федеральным законом от 29.12.2022 № 631-ФЗ «О внесении изменений в Федеральный закон «Об образовании в Российской Федерации» и предполагает внесение изменений в статью 2 Закона Ульяновской области от 31.08.2013 № 157-ЗО 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области».</w:t>
      </w:r>
    </w:p>
    <w:p w:rsidR="002C17B4" w:rsidRPr="00CB22F0" w:rsidRDefault="002C17B4" w:rsidP="00243CFB">
      <w:pPr>
        <w:pStyle w:val="1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CB22F0">
        <w:rPr>
          <w:rFonts w:ascii="PT Astra Serif" w:hAnsi="PT Astra Serif"/>
          <w:b w:val="0"/>
          <w:sz w:val="28"/>
          <w:szCs w:val="28"/>
        </w:rPr>
        <w:t>Принятие проекта закона Ульяновской области «</w:t>
      </w:r>
      <w:r w:rsidR="0016333F" w:rsidRPr="00CB22F0">
        <w:rPr>
          <w:rFonts w:ascii="PT Astra Serif" w:hAnsi="PT Astra Serif"/>
          <w:b w:val="0"/>
          <w:sz w:val="28"/>
          <w:szCs w:val="28"/>
        </w:rPr>
        <w:t>О внесении изменений в отдельные законодательные акты Ульяновской области</w:t>
      </w:r>
      <w:r w:rsidRPr="00CB22F0">
        <w:rPr>
          <w:rFonts w:ascii="PT Astra Serif" w:hAnsi="PT Astra Serif"/>
          <w:b w:val="0"/>
          <w:sz w:val="28"/>
          <w:szCs w:val="28"/>
        </w:rPr>
        <w:t>» не повлечёт возникновения расходов, покрываемых за счёт средств областного бюджета Ульяновской области.</w:t>
      </w:r>
    </w:p>
    <w:p w:rsidR="00502594" w:rsidRPr="00CB22F0" w:rsidRDefault="00502594" w:rsidP="0053729E">
      <w:pPr>
        <w:tabs>
          <w:tab w:val="left" w:pos="1080"/>
        </w:tabs>
        <w:spacing w:after="0" w:line="240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</w:p>
    <w:p w:rsidR="00C97AF4" w:rsidRPr="00CB22F0" w:rsidRDefault="00C97AF4" w:rsidP="0053729E">
      <w:pPr>
        <w:tabs>
          <w:tab w:val="left" w:pos="1080"/>
        </w:tabs>
        <w:spacing w:after="0" w:line="240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</w:p>
    <w:p w:rsidR="002C17B4" w:rsidRPr="00CB22F0" w:rsidRDefault="002C17B4" w:rsidP="0053729E">
      <w:pPr>
        <w:tabs>
          <w:tab w:val="left" w:pos="1080"/>
        </w:tabs>
        <w:spacing w:after="0" w:line="240" w:lineRule="auto"/>
        <w:ind w:firstLine="720"/>
        <w:jc w:val="both"/>
        <w:rPr>
          <w:rFonts w:ascii="PT Astra Serif" w:hAnsi="PT Astra Serif" w:cs="Times New Roman"/>
          <w:sz w:val="28"/>
          <w:szCs w:val="28"/>
        </w:rPr>
      </w:pPr>
    </w:p>
    <w:p w:rsidR="008D6EB6" w:rsidRPr="00CB22F0" w:rsidRDefault="00BE60A7" w:rsidP="0053729E">
      <w:pPr>
        <w:tabs>
          <w:tab w:val="left" w:pos="1080"/>
        </w:tabs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B22F0">
        <w:rPr>
          <w:rFonts w:ascii="PT Astra Serif" w:hAnsi="PT Astra Serif" w:cs="Times New Roman"/>
          <w:sz w:val="28"/>
          <w:szCs w:val="28"/>
        </w:rPr>
        <w:t xml:space="preserve">Министр </w:t>
      </w:r>
      <w:r w:rsidR="008D6EB6" w:rsidRPr="00CB22F0">
        <w:rPr>
          <w:rFonts w:ascii="PT Astra Serif" w:hAnsi="PT Astra Serif" w:cs="Times New Roman"/>
          <w:sz w:val="28"/>
          <w:szCs w:val="28"/>
        </w:rPr>
        <w:t xml:space="preserve">просвещения и воспитания </w:t>
      </w:r>
    </w:p>
    <w:p w:rsidR="00CF289E" w:rsidRPr="00CB22F0" w:rsidRDefault="00BE60A7" w:rsidP="0053729E">
      <w:pPr>
        <w:tabs>
          <w:tab w:val="left" w:pos="1080"/>
        </w:tabs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  <w:r w:rsidRPr="00CB22F0">
        <w:rPr>
          <w:rFonts w:ascii="PT Astra Serif" w:hAnsi="PT Astra Serif" w:cs="Times New Roman"/>
          <w:sz w:val="28"/>
          <w:szCs w:val="28"/>
        </w:rPr>
        <w:t>Ульяновской области</w:t>
      </w:r>
      <w:r w:rsidRPr="00CB22F0">
        <w:rPr>
          <w:rFonts w:ascii="PT Astra Serif" w:hAnsi="PT Astra Serif" w:cs="Times New Roman"/>
          <w:sz w:val="28"/>
          <w:szCs w:val="28"/>
        </w:rPr>
        <w:tab/>
      </w:r>
      <w:r w:rsidRPr="00CB22F0">
        <w:rPr>
          <w:rFonts w:ascii="PT Astra Serif" w:hAnsi="PT Astra Serif" w:cs="Times New Roman"/>
          <w:sz w:val="28"/>
          <w:szCs w:val="28"/>
        </w:rPr>
        <w:tab/>
      </w:r>
      <w:r w:rsidRPr="00CB22F0">
        <w:rPr>
          <w:rFonts w:ascii="PT Astra Serif" w:hAnsi="PT Astra Serif" w:cs="Times New Roman"/>
          <w:sz w:val="28"/>
          <w:szCs w:val="28"/>
        </w:rPr>
        <w:tab/>
      </w:r>
      <w:r w:rsidRPr="00CB22F0">
        <w:rPr>
          <w:rFonts w:ascii="PT Astra Serif" w:hAnsi="PT Astra Serif" w:cs="Times New Roman"/>
          <w:sz w:val="28"/>
          <w:szCs w:val="28"/>
        </w:rPr>
        <w:tab/>
      </w:r>
      <w:r w:rsidRPr="00CB22F0">
        <w:rPr>
          <w:rFonts w:ascii="PT Astra Serif" w:hAnsi="PT Astra Serif" w:cs="Times New Roman"/>
          <w:sz w:val="28"/>
          <w:szCs w:val="28"/>
        </w:rPr>
        <w:tab/>
      </w:r>
      <w:r w:rsidRPr="00CB22F0">
        <w:rPr>
          <w:rFonts w:ascii="PT Astra Serif" w:hAnsi="PT Astra Serif" w:cs="Times New Roman"/>
          <w:sz w:val="28"/>
          <w:szCs w:val="28"/>
        </w:rPr>
        <w:tab/>
      </w:r>
      <w:r w:rsidRPr="00CB22F0">
        <w:rPr>
          <w:rFonts w:ascii="PT Astra Serif" w:hAnsi="PT Astra Serif" w:cs="Times New Roman"/>
          <w:sz w:val="28"/>
          <w:szCs w:val="28"/>
        </w:rPr>
        <w:tab/>
      </w:r>
      <w:r w:rsidRPr="00CB22F0">
        <w:rPr>
          <w:rFonts w:ascii="PT Astra Serif" w:hAnsi="PT Astra Serif" w:cs="Times New Roman"/>
          <w:sz w:val="28"/>
          <w:szCs w:val="28"/>
        </w:rPr>
        <w:tab/>
      </w:r>
      <w:r w:rsidR="00A82790" w:rsidRPr="00CB22F0">
        <w:rPr>
          <w:rFonts w:ascii="PT Astra Serif" w:hAnsi="PT Astra Serif" w:cs="Times New Roman"/>
          <w:sz w:val="28"/>
          <w:szCs w:val="28"/>
        </w:rPr>
        <w:t xml:space="preserve">  Н.В.Семенова</w:t>
      </w:r>
      <w:bookmarkEnd w:id="0"/>
    </w:p>
    <w:sectPr w:rsidR="00CF289E" w:rsidRPr="00CB22F0" w:rsidSect="00705C1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619" w:rsidRDefault="00165619" w:rsidP="00705C1B">
      <w:pPr>
        <w:spacing w:after="0" w:line="240" w:lineRule="auto"/>
      </w:pPr>
      <w:r>
        <w:separator/>
      </w:r>
    </w:p>
  </w:endnote>
  <w:endnote w:type="continuationSeparator" w:id="0">
    <w:p w:rsidR="00165619" w:rsidRDefault="00165619" w:rsidP="00705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619" w:rsidRDefault="00165619" w:rsidP="00705C1B">
      <w:pPr>
        <w:spacing w:after="0" w:line="240" w:lineRule="auto"/>
      </w:pPr>
      <w:r>
        <w:separator/>
      </w:r>
    </w:p>
  </w:footnote>
  <w:footnote w:type="continuationSeparator" w:id="0">
    <w:p w:rsidR="00165619" w:rsidRDefault="00165619" w:rsidP="00705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989844"/>
    </w:sdtPr>
    <w:sdtEndPr>
      <w:rPr>
        <w:rFonts w:ascii="Times New Roman" w:hAnsi="Times New Roman" w:cs="Times New Roman"/>
        <w:sz w:val="24"/>
        <w:szCs w:val="24"/>
      </w:rPr>
    </w:sdtEndPr>
    <w:sdtContent>
      <w:p w:rsidR="0058419D" w:rsidRDefault="00BD5BD5">
        <w:pPr>
          <w:pStyle w:val="a3"/>
          <w:jc w:val="center"/>
        </w:pPr>
        <w:r w:rsidRPr="00705C1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8419D" w:rsidRPr="00705C1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05C1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23F0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05C1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8419D" w:rsidRDefault="0058419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E96722"/>
    <w:multiLevelType w:val="hybridMultilevel"/>
    <w:tmpl w:val="B680F5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6E5"/>
    <w:rsid w:val="00011891"/>
    <w:rsid w:val="000166E5"/>
    <w:rsid w:val="00020B42"/>
    <w:rsid w:val="00053F5B"/>
    <w:rsid w:val="000568D1"/>
    <w:rsid w:val="000838A4"/>
    <w:rsid w:val="00095E06"/>
    <w:rsid w:val="000A3A21"/>
    <w:rsid w:val="000B19C7"/>
    <w:rsid w:val="000B3BD6"/>
    <w:rsid w:val="000D03C2"/>
    <w:rsid w:val="000F4F51"/>
    <w:rsid w:val="00103430"/>
    <w:rsid w:val="00106582"/>
    <w:rsid w:val="00123F03"/>
    <w:rsid w:val="001343D4"/>
    <w:rsid w:val="0015691F"/>
    <w:rsid w:val="0016333F"/>
    <w:rsid w:val="00165619"/>
    <w:rsid w:val="0017249F"/>
    <w:rsid w:val="00184E7B"/>
    <w:rsid w:val="00186A32"/>
    <w:rsid w:val="00190F7D"/>
    <w:rsid w:val="001C3A89"/>
    <w:rsid w:val="001E77DF"/>
    <w:rsid w:val="001F5F18"/>
    <w:rsid w:val="00202BCD"/>
    <w:rsid w:val="002230DC"/>
    <w:rsid w:val="0023173B"/>
    <w:rsid w:val="00243CFB"/>
    <w:rsid w:val="00261B1A"/>
    <w:rsid w:val="00270F71"/>
    <w:rsid w:val="00276424"/>
    <w:rsid w:val="002804EB"/>
    <w:rsid w:val="002C17B4"/>
    <w:rsid w:val="002E5C93"/>
    <w:rsid w:val="002F28E6"/>
    <w:rsid w:val="00350573"/>
    <w:rsid w:val="00353B4B"/>
    <w:rsid w:val="003714B5"/>
    <w:rsid w:val="003872D1"/>
    <w:rsid w:val="003902D5"/>
    <w:rsid w:val="003B59C5"/>
    <w:rsid w:val="003E76EA"/>
    <w:rsid w:val="00401C64"/>
    <w:rsid w:val="00403285"/>
    <w:rsid w:val="00407312"/>
    <w:rsid w:val="00407D93"/>
    <w:rsid w:val="004231A8"/>
    <w:rsid w:val="00441433"/>
    <w:rsid w:val="00465A8A"/>
    <w:rsid w:val="00470F54"/>
    <w:rsid w:val="0049031D"/>
    <w:rsid w:val="004915A1"/>
    <w:rsid w:val="004957DE"/>
    <w:rsid w:val="004A3D2A"/>
    <w:rsid w:val="004C15B0"/>
    <w:rsid w:val="004C56D6"/>
    <w:rsid w:val="004E548D"/>
    <w:rsid w:val="004F2FF0"/>
    <w:rsid w:val="005024C5"/>
    <w:rsid w:val="00502594"/>
    <w:rsid w:val="005300A0"/>
    <w:rsid w:val="0053729E"/>
    <w:rsid w:val="00551C03"/>
    <w:rsid w:val="0056175A"/>
    <w:rsid w:val="0056321E"/>
    <w:rsid w:val="00574B67"/>
    <w:rsid w:val="0058419D"/>
    <w:rsid w:val="00590CFC"/>
    <w:rsid w:val="00593B44"/>
    <w:rsid w:val="005A3FB1"/>
    <w:rsid w:val="005C024A"/>
    <w:rsid w:val="005E000E"/>
    <w:rsid w:val="006215BF"/>
    <w:rsid w:val="00636335"/>
    <w:rsid w:val="006445EA"/>
    <w:rsid w:val="00655B7B"/>
    <w:rsid w:val="00660810"/>
    <w:rsid w:val="00660F59"/>
    <w:rsid w:val="00670BBF"/>
    <w:rsid w:val="00676E3C"/>
    <w:rsid w:val="006829F8"/>
    <w:rsid w:val="006906BC"/>
    <w:rsid w:val="006928FE"/>
    <w:rsid w:val="006E77AD"/>
    <w:rsid w:val="006F72B6"/>
    <w:rsid w:val="00705C1B"/>
    <w:rsid w:val="007119B7"/>
    <w:rsid w:val="00716A5F"/>
    <w:rsid w:val="00720C97"/>
    <w:rsid w:val="00734173"/>
    <w:rsid w:val="00744CAA"/>
    <w:rsid w:val="007501C5"/>
    <w:rsid w:val="007531E0"/>
    <w:rsid w:val="00762076"/>
    <w:rsid w:val="00770891"/>
    <w:rsid w:val="00777727"/>
    <w:rsid w:val="00795CFD"/>
    <w:rsid w:val="007B2B1E"/>
    <w:rsid w:val="007C097B"/>
    <w:rsid w:val="007D38C1"/>
    <w:rsid w:val="007F4E85"/>
    <w:rsid w:val="0080007A"/>
    <w:rsid w:val="00815732"/>
    <w:rsid w:val="00822FE8"/>
    <w:rsid w:val="0084410F"/>
    <w:rsid w:val="008476A1"/>
    <w:rsid w:val="008B63AE"/>
    <w:rsid w:val="008D1851"/>
    <w:rsid w:val="008D6EB6"/>
    <w:rsid w:val="008F794E"/>
    <w:rsid w:val="00904B28"/>
    <w:rsid w:val="00931519"/>
    <w:rsid w:val="009438BE"/>
    <w:rsid w:val="00950E13"/>
    <w:rsid w:val="0095191F"/>
    <w:rsid w:val="00952B1F"/>
    <w:rsid w:val="0096763D"/>
    <w:rsid w:val="009700ED"/>
    <w:rsid w:val="00985A9B"/>
    <w:rsid w:val="00991444"/>
    <w:rsid w:val="009C172F"/>
    <w:rsid w:val="009C65DF"/>
    <w:rsid w:val="009D5EBB"/>
    <w:rsid w:val="00A003E4"/>
    <w:rsid w:val="00A13C12"/>
    <w:rsid w:val="00A36084"/>
    <w:rsid w:val="00A6339A"/>
    <w:rsid w:val="00A6616C"/>
    <w:rsid w:val="00A71FAE"/>
    <w:rsid w:val="00A82790"/>
    <w:rsid w:val="00A922D6"/>
    <w:rsid w:val="00A95C47"/>
    <w:rsid w:val="00A9729E"/>
    <w:rsid w:val="00AA2026"/>
    <w:rsid w:val="00AC0C97"/>
    <w:rsid w:val="00AF16A1"/>
    <w:rsid w:val="00B0331B"/>
    <w:rsid w:val="00B15724"/>
    <w:rsid w:val="00B20877"/>
    <w:rsid w:val="00B33DF3"/>
    <w:rsid w:val="00B7536A"/>
    <w:rsid w:val="00B8789E"/>
    <w:rsid w:val="00BB65BF"/>
    <w:rsid w:val="00BC252C"/>
    <w:rsid w:val="00BC613F"/>
    <w:rsid w:val="00BD5BD5"/>
    <w:rsid w:val="00BE60A7"/>
    <w:rsid w:val="00C055D8"/>
    <w:rsid w:val="00C116E2"/>
    <w:rsid w:val="00C20A35"/>
    <w:rsid w:val="00C60EF8"/>
    <w:rsid w:val="00C663FE"/>
    <w:rsid w:val="00C97AF4"/>
    <w:rsid w:val="00CB22F0"/>
    <w:rsid w:val="00CB529C"/>
    <w:rsid w:val="00CE742A"/>
    <w:rsid w:val="00CF289E"/>
    <w:rsid w:val="00D165CE"/>
    <w:rsid w:val="00D90D8D"/>
    <w:rsid w:val="00DA7163"/>
    <w:rsid w:val="00DB1F75"/>
    <w:rsid w:val="00DC1BA6"/>
    <w:rsid w:val="00DD14C0"/>
    <w:rsid w:val="00DE6021"/>
    <w:rsid w:val="00DE7CF7"/>
    <w:rsid w:val="00DF2B0E"/>
    <w:rsid w:val="00E0160C"/>
    <w:rsid w:val="00E26A8A"/>
    <w:rsid w:val="00E4621F"/>
    <w:rsid w:val="00E52FE9"/>
    <w:rsid w:val="00E61FFF"/>
    <w:rsid w:val="00E84772"/>
    <w:rsid w:val="00E93B5F"/>
    <w:rsid w:val="00EA57B2"/>
    <w:rsid w:val="00F06140"/>
    <w:rsid w:val="00F2366B"/>
    <w:rsid w:val="00F25C48"/>
    <w:rsid w:val="00F439C6"/>
    <w:rsid w:val="00F54A47"/>
    <w:rsid w:val="00F76EDF"/>
    <w:rsid w:val="00F9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92CE99-BA09-4FF8-A2EC-91E9C1B9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6E5"/>
  </w:style>
  <w:style w:type="paragraph" w:styleId="1">
    <w:name w:val="heading 1"/>
    <w:basedOn w:val="a"/>
    <w:link w:val="10"/>
    <w:uiPriority w:val="9"/>
    <w:qFormat/>
    <w:rsid w:val="00E93B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3B5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70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5C1B"/>
  </w:style>
  <w:style w:type="paragraph" w:styleId="a5">
    <w:name w:val="footer"/>
    <w:basedOn w:val="a"/>
    <w:link w:val="a6"/>
    <w:uiPriority w:val="99"/>
    <w:semiHidden/>
    <w:unhideWhenUsed/>
    <w:rsid w:val="00705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05C1B"/>
  </w:style>
  <w:style w:type="paragraph" w:customStyle="1" w:styleId="11">
    <w:name w:val="Знак1 Знак Знак Знак"/>
    <w:basedOn w:val="a"/>
    <w:rsid w:val="00DB1F75"/>
    <w:pPr>
      <w:spacing w:after="160" w:line="240" w:lineRule="exact"/>
    </w:pPr>
    <w:rPr>
      <w:rFonts w:ascii="Arial" w:eastAsia="Times New Roman" w:hAnsi="Arial" w:cs="Arial"/>
      <w:sz w:val="20"/>
      <w:szCs w:val="20"/>
      <w:lang w:val="fr-FR"/>
    </w:rPr>
  </w:style>
  <w:style w:type="table" w:styleId="a7">
    <w:name w:val="Table Grid"/>
    <w:basedOn w:val="a1"/>
    <w:uiPriority w:val="59"/>
    <w:rsid w:val="002230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7F4E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t1">
    <w:name w:val="st1"/>
    <w:basedOn w:val="a0"/>
    <w:rsid w:val="0056175A"/>
  </w:style>
  <w:style w:type="paragraph" w:styleId="a8">
    <w:name w:val="Balloon Text"/>
    <w:basedOn w:val="a"/>
    <w:link w:val="a9"/>
    <w:uiPriority w:val="99"/>
    <w:semiHidden/>
    <w:unhideWhenUsed/>
    <w:rsid w:val="008B63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3AE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DC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EC43B-126A-41B6-8662-F5F27134D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8DFACFAA</Template>
  <TotalTime>1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Юрьевна Кавкайкина</cp:lastModifiedBy>
  <cp:revision>4</cp:revision>
  <cp:lastPrinted>2023-01-30T12:39:00Z</cp:lastPrinted>
  <dcterms:created xsi:type="dcterms:W3CDTF">2023-01-24T08:45:00Z</dcterms:created>
  <dcterms:modified xsi:type="dcterms:W3CDTF">2023-02-01T12:33:00Z</dcterms:modified>
</cp:coreProperties>
</file>