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0E" w:rsidRPr="00483EEF" w:rsidRDefault="00B45A0E" w:rsidP="00A2140D">
      <w:pPr>
        <w:pStyle w:val="headertext"/>
        <w:spacing w:before="0" w:beforeAutospacing="0" w:after="0" w:afterAutospacing="0"/>
        <w:jc w:val="center"/>
        <w:rPr>
          <w:b/>
          <w:bCs/>
          <w:sz w:val="36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  <w:r>
        <w:rPr>
          <w:b/>
          <w:bCs/>
          <w:sz w:val="36"/>
          <w:szCs w:val="28"/>
        </w:rPr>
        <w:t xml:space="preserve"> </w:t>
      </w:r>
    </w:p>
    <w:p w:rsidR="00B45A0E" w:rsidRDefault="00B45A0E" w:rsidP="00A2140D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45A0E" w:rsidRDefault="00B45A0E" w:rsidP="00A2140D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45A0E" w:rsidRDefault="00B45A0E" w:rsidP="00A2140D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45A0E" w:rsidRDefault="00B45A0E" w:rsidP="00A2140D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45A0E" w:rsidRPr="004F4E2B" w:rsidRDefault="00B45A0E" w:rsidP="00A2140D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4E2B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</w:t>
      </w:r>
      <w:r w:rsidRPr="004F4E2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статью 5 </w:t>
      </w:r>
      <w:r w:rsidRPr="004F4E2B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>акона</w:t>
      </w:r>
      <w:r w:rsidRPr="004F4E2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Ульяновской области</w:t>
      </w:r>
      <w:r w:rsidRPr="004F4E2B">
        <w:rPr>
          <w:b/>
          <w:bCs/>
          <w:sz w:val="28"/>
          <w:szCs w:val="28"/>
        </w:rPr>
        <w:t xml:space="preserve"> </w:t>
      </w:r>
    </w:p>
    <w:p w:rsidR="00B45A0E" w:rsidRPr="004F4E2B" w:rsidRDefault="00B45A0E" w:rsidP="00A2140D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4E2B">
        <w:rPr>
          <w:b/>
          <w:bCs/>
          <w:kern w:val="32"/>
          <w:sz w:val="28"/>
          <w:szCs w:val="28"/>
        </w:rPr>
        <w:t xml:space="preserve">«О </w:t>
      </w:r>
      <w:r>
        <w:rPr>
          <w:b/>
          <w:bCs/>
          <w:kern w:val="32"/>
          <w:sz w:val="28"/>
          <w:szCs w:val="28"/>
        </w:rPr>
        <w:t xml:space="preserve">регулировании некоторых вопросов в сфере социального обслуживания населения на территории Ульяновской области» </w:t>
      </w:r>
    </w:p>
    <w:p w:rsidR="00B45A0E" w:rsidRDefault="00B45A0E" w:rsidP="004F4E2B">
      <w:pPr>
        <w:pStyle w:val="ConsNormal"/>
        <w:ind w:right="0" w:firstLine="0"/>
        <w:rPr>
          <w:rFonts w:ascii="Times New Roman" w:hAnsi="Times New Roman" w:cs="Times New Roman"/>
          <w:i/>
          <w:iCs/>
          <w:sz w:val="28"/>
          <w:szCs w:val="28"/>
        </w:rPr>
      </w:pPr>
    </w:p>
    <w:p w:rsidR="00B45A0E" w:rsidRDefault="00B45A0E" w:rsidP="004F4E2B">
      <w:pPr>
        <w:pStyle w:val="ConsNormal"/>
        <w:ind w:right="0" w:firstLine="0"/>
        <w:rPr>
          <w:rFonts w:ascii="Times New Roman" w:hAnsi="Times New Roman" w:cs="Times New Roman"/>
          <w:i/>
          <w:iCs/>
          <w:sz w:val="28"/>
          <w:szCs w:val="28"/>
        </w:rPr>
      </w:pPr>
    </w:p>
    <w:p w:rsidR="00B45A0E" w:rsidRDefault="00B45A0E" w:rsidP="003D7121">
      <w:pPr>
        <w:pStyle w:val="ConsNormal"/>
        <w:ind w:righ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45A0E" w:rsidRDefault="00B45A0E" w:rsidP="003D7121">
      <w:pPr>
        <w:pStyle w:val="ConsNormal"/>
        <w:ind w:righ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45A0E" w:rsidRDefault="00B45A0E" w:rsidP="003D7121">
      <w:pPr>
        <w:pStyle w:val="ConsNormal"/>
        <w:ind w:righ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45A0E" w:rsidRDefault="00B45A0E" w:rsidP="003D7121">
      <w:pPr>
        <w:pStyle w:val="ConsNormal"/>
        <w:ind w:righ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45A0E" w:rsidRDefault="00B45A0E" w:rsidP="00E94286">
      <w:pPr>
        <w:pStyle w:val="ConsNormal"/>
        <w:ind w:righ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45A0E" w:rsidRDefault="00B45A0E" w:rsidP="00E94286">
      <w:pPr>
        <w:pStyle w:val="formattext"/>
        <w:spacing w:before="0" w:beforeAutospacing="0" w:after="0" w:afterAutospacing="0"/>
        <w:ind w:firstLine="709"/>
        <w:jc w:val="both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Статья 1</w:t>
      </w:r>
    </w:p>
    <w:p w:rsidR="00B45A0E" w:rsidRDefault="00B45A0E" w:rsidP="00E94286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</w:p>
    <w:p w:rsidR="00B45A0E" w:rsidRDefault="00B45A0E" w:rsidP="00E94286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Внести в статью 5 Закона Ульяновской области от 6 ноября 2014 года </w:t>
      </w:r>
      <w:r>
        <w:rPr>
          <w:kern w:val="32"/>
          <w:sz w:val="28"/>
          <w:szCs w:val="28"/>
        </w:rPr>
        <w:br/>
      </w:r>
      <w:r w:rsidRPr="006B5DBC">
        <w:rPr>
          <w:kern w:val="32"/>
          <w:sz w:val="28"/>
          <w:szCs w:val="28"/>
        </w:rPr>
        <w:t>№</w:t>
      </w:r>
      <w:r>
        <w:rPr>
          <w:kern w:val="32"/>
          <w:sz w:val="28"/>
          <w:szCs w:val="28"/>
        </w:rPr>
        <w:t xml:space="preserve"> </w:t>
      </w:r>
      <w:r w:rsidRPr="006B5DBC">
        <w:rPr>
          <w:kern w:val="32"/>
          <w:sz w:val="28"/>
          <w:szCs w:val="28"/>
        </w:rPr>
        <w:t>174-ЗО «О регулировании некоторых вопросов в сфере социального обслуживания населения на территории Ульяновской области»</w:t>
      </w:r>
      <w:r>
        <w:rPr>
          <w:kern w:val="32"/>
          <w:sz w:val="28"/>
          <w:szCs w:val="28"/>
        </w:rPr>
        <w:t xml:space="preserve"> (Ульяновская правда» от 10.11.2014 № 163-164; от 06.04.2015 № 44) следующие изменения: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1) в пункте 2 части 1: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а) подпункт «а» после слова «реабилитационных» дополнить словом </w:t>
      </w:r>
      <w:r>
        <w:rPr>
          <w:kern w:val="32"/>
          <w:sz w:val="28"/>
          <w:szCs w:val="28"/>
        </w:rPr>
        <w:br/>
        <w:t>«, абилитационных»;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б) подпункт «к» после слов «программами реабилитации» дополнить словами «или абилитации»;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в) подпункт «о» после слова «реабилитации» дополнить словами </w:t>
      </w:r>
      <w:r>
        <w:rPr>
          <w:kern w:val="32"/>
          <w:sz w:val="28"/>
          <w:szCs w:val="28"/>
        </w:rPr>
        <w:br/>
        <w:t>«или абилитации»;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2) в части 2: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а) подпункт «г» пункта 2 изложить в следующей редакции: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«г) проведение реабилитационных, абилитационных мероприятий социально-медицинского характера (социально-средовая ориентация, социально-бытовая адаптация, медицинская реабилитация), в том числе в соответствии </w:t>
      </w:r>
      <w:r>
        <w:rPr>
          <w:kern w:val="32"/>
          <w:sz w:val="28"/>
          <w:szCs w:val="28"/>
        </w:rPr>
        <w:br/>
        <w:t>с индивидуальными программами реабилитации или абилитации инвалидов;»;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б) подпункт «в» пункта 4 изложить в следующей редакции: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«в) содействие в проведении реабилитационных, абилитационных мероприятий (медицинских, социальных), в том числе для инвалидов </w:t>
      </w:r>
      <w:r>
        <w:rPr>
          <w:kern w:val="32"/>
          <w:sz w:val="28"/>
          <w:szCs w:val="28"/>
        </w:rPr>
        <w:br/>
        <w:t>на основании индивидуальных программ реабилитации или абилитации;»;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3) подпункт «г» пункта 2 части 6 после слова «реабилитации» дополнить словами «или абилитации»;</w:t>
      </w: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4) пункт 2 части 7 после слова «социально-реабилитационных» дополнить словом «, социально-абилитационных».</w:t>
      </w:r>
    </w:p>
    <w:p w:rsidR="00B45A0E" w:rsidRPr="00E94286" w:rsidRDefault="00B45A0E" w:rsidP="00E94286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16"/>
          <w:szCs w:val="28"/>
        </w:rPr>
      </w:pPr>
    </w:p>
    <w:p w:rsidR="00B45A0E" w:rsidRDefault="00B45A0E" w:rsidP="00E94286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</w:p>
    <w:p w:rsidR="00B45A0E" w:rsidRDefault="00B45A0E" w:rsidP="00E94286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  <w:r w:rsidRPr="007A4378">
        <w:rPr>
          <w:b/>
          <w:bCs/>
          <w:kern w:val="32"/>
          <w:sz w:val="28"/>
          <w:szCs w:val="28"/>
        </w:rPr>
        <w:t>Статья 2</w:t>
      </w:r>
      <w:r>
        <w:rPr>
          <w:kern w:val="32"/>
          <w:sz w:val="28"/>
          <w:szCs w:val="28"/>
        </w:rPr>
        <w:t xml:space="preserve"> </w:t>
      </w:r>
    </w:p>
    <w:p w:rsidR="00B45A0E" w:rsidRDefault="00B45A0E" w:rsidP="00E94286">
      <w:pPr>
        <w:pStyle w:val="formattext"/>
        <w:spacing w:before="0" w:beforeAutospacing="0" w:after="0" w:afterAutospacing="0"/>
        <w:jc w:val="both"/>
        <w:rPr>
          <w:kern w:val="32"/>
          <w:sz w:val="28"/>
          <w:szCs w:val="28"/>
        </w:rPr>
      </w:pPr>
    </w:p>
    <w:p w:rsidR="00B45A0E" w:rsidRDefault="00B45A0E" w:rsidP="00E94286">
      <w:pPr>
        <w:pStyle w:val="formattext"/>
        <w:spacing w:before="0" w:beforeAutospacing="0" w:after="0" w:afterAutospacing="0"/>
        <w:jc w:val="both"/>
        <w:rPr>
          <w:kern w:val="32"/>
          <w:sz w:val="28"/>
          <w:szCs w:val="28"/>
        </w:rPr>
      </w:pPr>
    </w:p>
    <w:p w:rsidR="00B45A0E" w:rsidRDefault="00B45A0E" w:rsidP="001C47AD">
      <w:pPr>
        <w:pStyle w:val="formattext"/>
        <w:spacing w:before="0" w:beforeAutospacing="0" w:after="0" w:afterAutospacing="0" w:line="360" w:lineRule="auto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Настоящий Закон всту</w:t>
      </w:r>
      <w:bookmarkStart w:id="0" w:name="_GoBack"/>
      <w:bookmarkEnd w:id="0"/>
      <w:r>
        <w:rPr>
          <w:kern w:val="32"/>
          <w:sz w:val="28"/>
          <w:szCs w:val="28"/>
        </w:rPr>
        <w:t>пает в силу с 1 января 2016 года.</w:t>
      </w:r>
    </w:p>
    <w:p w:rsidR="00B45A0E" w:rsidRPr="00E94286" w:rsidRDefault="00B45A0E" w:rsidP="00A2140D">
      <w:pPr>
        <w:pStyle w:val="formattext"/>
        <w:spacing w:before="0" w:beforeAutospacing="0" w:after="0" w:afterAutospacing="0"/>
        <w:ind w:firstLine="709"/>
        <w:jc w:val="both"/>
        <w:rPr>
          <w:sz w:val="16"/>
          <w:szCs w:val="28"/>
        </w:rPr>
      </w:pPr>
    </w:p>
    <w:p w:rsidR="00B45A0E" w:rsidRDefault="00B45A0E" w:rsidP="00A2140D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45A0E" w:rsidRDefault="00B45A0E" w:rsidP="00A2140D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45A0E" w:rsidRPr="004F4E2B" w:rsidRDefault="00B45A0E" w:rsidP="00A214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4F4E2B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B45A0E" w:rsidRDefault="00B45A0E" w:rsidP="004F4E2B">
      <w:pPr>
        <w:pStyle w:val="ConsNormal"/>
        <w:ind w:right="0" w:firstLine="0"/>
        <w:rPr>
          <w:rFonts w:ascii="Times New Roman" w:hAnsi="Times New Roman" w:cs="Times New Roman"/>
          <w:sz w:val="30"/>
          <w:szCs w:val="30"/>
        </w:rPr>
      </w:pPr>
    </w:p>
    <w:p w:rsidR="00B45A0E" w:rsidRPr="004F4E2B" w:rsidRDefault="00B45A0E" w:rsidP="004F4E2B">
      <w:pPr>
        <w:pStyle w:val="ConsNormal"/>
        <w:ind w:right="0" w:firstLine="0"/>
        <w:rPr>
          <w:rFonts w:ascii="Times New Roman" w:hAnsi="Times New Roman" w:cs="Times New Roman"/>
          <w:sz w:val="30"/>
          <w:szCs w:val="30"/>
        </w:rPr>
      </w:pPr>
    </w:p>
    <w:p w:rsidR="00B45A0E" w:rsidRPr="004F4E2B" w:rsidRDefault="00B45A0E" w:rsidP="004F4E2B">
      <w:pPr>
        <w:pStyle w:val="ConsNormal"/>
        <w:ind w:right="0" w:firstLine="0"/>
        <w:rPr>
          <w:rFonts w:ascii="Times New Roman" w:hAnsi="Times New Roman" w:cs="Times New Roman"/>
          <w:sz w:val="30"/>
          <w:szCs w:val="30"/>
        </w:rPr>
      </w:pPr>
    </w:p>
    <w:p w:rsidR="00B45A0E" w:rsidRPr="004F4E2B" w:rsidRDefault="00B45A0E" w:rsidP="00E94286">
      <w:pPr>
        <w:pStyle w:val="ConsNormal"/>
        <w:ind w:right="0" w:firstLine="0"/>
        <w:jc w:val="center"/>
        <w:rPr>
          <w:rFonts w:ascii="Times New Roman" w:hAnsi="Times New Roman" w:cs="Times New Roman"/>
          <w:sz w:val="30"/>
          <w:szCs w:val="30"/>
        </w:rPr>
      </w:pPr>
      <w:r w:rsidRPr="004F4E2B">
        <w:rPr>
          <w:rFonts w:ascii="Times New Roman" w:hAnsi="Times New Roman" w:cs="Times New Roman"/>
          <w:sz w:val="30"/>
          <w:szCs w:val="30"/>
        </w:rPr>
        <w:t>г. Ульяновск</w:t>
      </w:r>
    </w:p>
    <w:p w:rsidR="00B45A0E" w:rsidRPr="004F4E2B" w:rsidRDefault="00B45A0E" w:rsidP="00E94286">
      <w:pPr>
        <w:pStyle w:val="ConsNormal"/>
        <w:ind w:right="0" w:firstLine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02</w:t>
      </w:r>
      <w:r w:rsidRPr="004F4E2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сентября</w:t>
      </w:r>
      <w:r w:rsidRPr="004F4E2B">
        <w:rPr>
          <w:rFonts w:ascii="Times New Roman" w:hAnsi="Times New Roman" w:cs="Times New Roman"/>
          <w:sz w:val="30"/>
          <w:szCs w:val="30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F4E2B">
          <w:rPr>
            <w:rFonts w:ascii="Times New Roman" w:hAnsi="Times New Roman" w:cs="Times New Roman"/>
            <w:sz w:val="30"/>
            <w:szCs w:val="30"/>
          </w:rPr>
          <w:t>2015 г</w:t>
        </w:r>
      </w:smartTag>
      <w:r w:rsidRPr="004F4E2B">
        <w:rPr>
          <w:rFonts w:ascii="Times New Roman" w:hAnsi="Times New Roman" w:cs="Times New Roman"/>
          <w:sz w:val="30"/>
          <w:szCs w:val="30"/>
        </w:rPr>
        <w:t>.</w:t>
      </w:r>
    </w:p>
    <w:p w:rsidR="00B45A0E" w:rsidRPr="004F4E2B" w:rsidRDefault="00B45A0E" w:rsidP="00E94286">
      <w:pPr>
        <w:pStyle w:val="ConsNormal"/>
        <w:ind w:right="0" w:firstLine="0"/>
        <w:jc w:val="center"/>
        <w:rPr>
          <w:rFonts w:ascii="Times New Roman" w:hAnsi="Times New Roman" w:cs="Times New Roman"/>
          <w:sz w:val="30"/>
          <w:szCs w:val="30"/>
        </w:rPr>
      </w:pPr>
      <w:r w:rsidRPr="004F4E2B">
        <w:rPr>
          <w:rFonts w:ascii="Times New Roman" w:hAnsi="Times New Roman" w:cs="Times New Roman"/>
          <w:sz w:val="30"/>
          <w:szCs w:val="30"/>
        </w:rPr>
        <w:t>№</w:t>
      </w:r>
      <w:r>
        <w:rPr>
          <w:rFonts w:ascii="Times New Roman" w:hAnsi="Times New Roman" w:cs="Times New Roman"/>
          <w:sz w:val="30"/>
          <w:szCs w:val="30"/>
        </w:rPr>
        <w:t xml:space="preserve"> 97</w:t>
      </w:r>
      <w:r w:rsidRPr="004F4E2B">
        <w:rPr>
          <w:rFonts w:ascii="Times New Roman" w:hAnsi="Times New Roman" w:cs="Times New Roman"/>
          <w:sz w:val="30"/>
          <w:szCs w:val="30"/>
        </w:rPr>
        <w:t>-ЗО</w:t>
      </w:r>
    </w:p>
    <w:p w:rsidR="00B45A0E" w:rsidRDefault="00B45A0E" w:rsidP="00D000FB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</w:p>
    <w:sectPr w:rsidR="00B45A0E" w:rsidSect="008C6B5E"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A0E" w:rsidRDefault="00B45A0E" w:rsidP="00A717A6">
      <w:pPr>
        <w:spacing w:after="0" w:line="240" w:lineRule="auto"/>
      </w:pPr>
      <w:r>
        <w:separator/>
      </w:r>
    </w:p>
  </w:endnote>
  <w:endnote w:type="continuationSeparator" w:id="0">
    <w:p w:rsidR="00B45A0E" w:rsidRDefault="00B45A0E" w:rsidP="00A7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A0E" w:rsidRPr="00E94286" w:rsidRDefault="00B45A0E" w:rsidP="00E94286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0906км1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A0E" w:rsidRDefault="00B45A0E" w:rsidP="00A717A6">
      <w:pPr>
        <w:spacing w:after="0" w:line="240" w:lineRule="auto"/>
      </w:pPr>
      <w:r>
        <w:separator/>
      </w:r>
    </w:p>
  </w:footnote>
  <w:footnote w:type="continuationSeparator" w:id="0">
    <w:p w:rsidR="00B45A0E" w:rsidRDefault="00B45A0E" w:rsidP="00A71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A0E" w:rsidRDefault="00B45A0E" w:rsidP="00E94286">
    <w:pPr>
      <w:pStyle w:val="Header"/>
      <w:jc w:val="center"/>
    </w:pPr>
    <w:r w:rsidRPr="00A2140D">
      <w:rPr>
        <w:rFonts w:ascii="Times New Roman" w:hAnsi="Times New Roman" w:cs="Times New Roman"/>
        <w:sz w:val="28"/>
        <w:szCs w:val="28"/>
      </w:rPr>
      <w:fldChar w:fldCharType="begin"/>
    </w:r>
    <w:r w:rsidRPr="00A2140D">
      <w:rPr>
        <w:rFonts w:ascii="Times New Roman" w:hAnsi="Times New Roman" w:cs="Times New Roman"/>
        <w:sz w:val="28"/>
        <w:szCs w:val="28"/>
      </w:rPr>
      <w:instrText>PAGE   \* MERGEFORMAT</w:instrText>
    </w:r>
    <w:r w:rsidRPr="00A2140D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A2140D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17E1F"/>
    <w:multiLevelType w:val="multilevel"/>
    <w:tmpl w:val="9E268708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14A70211"/>
    <w:multiLevelType w:val="multilevel"/>
    <w:tmpl w:val="EB0A8D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2B5220BB"/>
    <w:multiLevelType w:val="multilevel"/>
    <w:tmpl w:val="B8228DC6"/>
    <w:lvl w:ilvl="0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">
    <w:nsid w:val="36743E8E"/>
    <w:multiLevelType w:val="hybridMultilevel"/>
    <w:tmpl w:val="864E0026"/>
    <w:lvl w:ilvl="0" w:tplc="82CC46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161077F"/>
    <w:multiLevelType w:val="hybridMultilevel"/>
    <w:tmpl w:val="1948574A"/>
    <w:lvl w:ilvl="0" w:tplc="D8B42C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DAC15A8"/>
    <w:multiLevelType w:val="hybridMultilevel"/>
    <w:tmpl w:val="A800A93E"/>
    <w:lvl w:ilvl="0" w:tplc="D5DA9B4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460"/>
    <w:rsid w:val="000104D3"/>
    <w:rsid w:val="0001170B"/>
    <w:rsid w:val="0001175A"/>
    <w:rsid w:val="00016235"/>
    <w:rsid w:val="00035923"/>
    <w:rsid w:val="00163DC6"/>
    <w:rsid w:val="00167540"/>
    <w:rsid w:val="001C47AD"/>
    <w:rsid w:val="00216DD2"/>
    <w:rsid w:val="002B06DB"/>
    <w:rsid w:val="002C0019"/>
    <w:rsid w:val="002D5415"/>
    <w:rsid w:val="00322D9F"/>
    <w:rsid w:val="00382AB9"/>
    <w:rsid w:val="003D5BAF"/>
    <w:rsid w:val="003D7121"/>
    <w:rsid w:val="003F0426"/>
    <w:rsid w:val="0041440A"/>
    <w:rsid w:val="00461E71"/>
    <w:rsid w:val="00483EEF"/>
    <w:rsid w:val="004D08A1"/>
    <w:rsid w:val="004E7E56"/>
    <w:rsid w:val="004F4E2B"/>
    <w:rsid w:val="00592950"/>
    <w:rsid w:val="005D4C37"/>
    <w:rsid w:val="00681DAD"/>
    <w:rsid w:val="0069346D"/>
    <w:rsid w:val="006B5DBC"/>
    <w:rsid w:val="00701CE1"/>
    <w:rsid w:val="007427FA"/>
    <w:rsid w:val="00761D1E"/>
    <w:rsid w:val="00797AA5"/>
    <w:rsid w:val="007A4378"/>
    <w:rsid w:val="007C2055"/>
    <w:rsid w:val="007F079A"/>
    <w:rsid w:val="007F544A"/>
    <w:rsid w:val="00847263"/>
    <w:rsid w:val="00851CD7"/>
    <w:rsid w:val="00865460"/>
    <w:rsid w:val="008C6B5E"/>
    <w:rsid w:val="008F416E"/>
    <w:rsid w:val="00960473"/>
    <w:rsid w:val="00974DE9"/>
    <w:rsid w:val="00985410"/>
    <w:rsid w:val="009952DF"/>
    <w:rsid w:val="009F12A6"/>
    <w:rsid w:val="00A1007A"/>
    <w:rsid w:val="00A2140D"/>
    <w:rsid w:val="00A26160"/>
    <w:rsid w:val="00A717A6"/>
    <w:rsid w:val="00A91016"/>
    <w:rsid w:val="00A95625"/>
    <w:rsid w:val="00AB3FD0"/>
    <w:rsid w:val="00B06F52"/>
    <w:rsid w:val="00B150B2"/>
    <w:rsid w:val="00B45A0E"/>
    <w:rsid w:val="00B54A4E"/>
    <w:rsid w:val="00B87D56"/>
    <w:rsid w:val="00B97DD3"/>
    <w:rsid w:val="00BA26DD"/>
    <w:rsid w:val="00C424F5"/>
    <w:rsid w:val="00C452DE"/>
    <w:rsid w:val="00CD21B5"/>
    <w:rsid w:val="00CF3381"/>
    <w:rsid w:val="00D000FB"/>
    <w:rsid w:val="00D26337"/>
    <w:rsid w:val="00D75F43"/>
    <w:rsid w:val="00D93158"/>
    <w:rsid w:val="00DD14F9"/>
    <w:rsid w:val="00E545B7"/>
    <w:rsid w:val="00E65497"/>
    <w:rsid w:val="00E94286"/>
    <w:rsid w:val="00EB7C7E"/>
    <w:rsid w:val="00EC5FFC"/>
    <w:rsid w:val="00F01566"/>
    <w:rsid w:val="00F60FF0"/>
    <w:rsid w:val="00F62995"/>
    <w:rsid w:val="00FA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D8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text">
    <w:name w:val="headertext"/>
    <w:basedOn w:val="Normal"/>
    <w:uiPriority w:val="99"/>
    <w:rsid w:val="00A9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A91016"/>
    <w:rPr>
      <w:rFonts w:cs="Times New Roman"/>
      <w:color w:val="0000FF"/>
      <w:u w:val="single"/>
    </w:rPr>
  </w:style>
  <w:style w:type="paragraph" w:customStyle="1" w:styleId="formattext">
    <w:name w:val="formattext"/>
    <w:basedOn w:val="Normal"/>
    <w:uiPriority w:val="99"/>
    <w:rsid w:val="00A9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A7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717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717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2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2D9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F4E2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261</Words>
  <Characters>1492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Лариса Николаевна Смирнова</dc:creator>
  <cp:keywords/>
  <dc:description/>
  <cp:lastModifiedBy>Пользователь</cp:lastModifiedBy>
  <cp:revision>6</cp:revision>
  <cp:lastPrinted>2015-06-09T12:17:00Z</cp:lastPrinted>
  <dcterms:created xsi:type="dcterms:W3CDTF">2015-06-09T12:09:00Z</dcterms:created>
  <dcterms:modified xsi:type="dcterms:W3CDTF">2015-09-07T08:36:00Z</dcterms:modified>
</cp:coreProperties>
</file>