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1C9" w:rsidRDefault="003A51C9" w:rsidP="003C0AEB">
      <w:pPr>
        <w:pStyle w:val="ConsPlusNormal"/>
        <w:ind w:left="540"/>
        <w:jc w:val="center"/>
      </w:pPr>
    </w:p>
    <w:p w:rsidR="003A51C9" w:rsidRDefault="003A51C9" w:rsidP="003C0AEB">
      <w:pPr>
        <w:pStyle w:val="ConsPlusNormal"/>
        <w:ind w:left="540"/>
        <w:jc w:val="center"/>
      </w:pPr>
      <w:bookmarkStart w:id="0" w:name="_GoBack"/>
      <w:bookmarkEnd w:id="0"/>
      <w:r>
        <w:t>Закон Ульяновской области</w:t>
      </w:r>
    </w:p>
    <w:p w:rsidR="003A51C9" w:rsidRDefault="003A51C9" w:rsidP="003C0AEB">
      <w:pPr>
        <w:pStyle w:val="ConsPlusNormal"/>
        <w:ind w:left="540"/>
        <w:jc w:val="center"/>
      </w:pPr>
    </w:p>
    <w:p w:rsidR="003A51C9" w:rsidRDefault="003A51C9" w:rsidP="003C0AEB">
      <w:pPr>
        <w:pStyle w:val="ConsPlusNormal"/>
        <w:ind w:left="540"/>
        <w:jc w:val="center"/>
      </w:pPr>
    </w:p>
    <w:p w:rsidR="003A51C9" w:rsidRDefault="003A51C9" w:rsidP="003C0AEB">
      <w:pPr>
        <w:pStyle w:val="ConsPlusNormal"/>
        <w:ind w:left="540"/>
        <w:jc w:val="center"/>
      </w:pPr>
      <w:r w:rsidRPr="003C0AEB">
        <w:t>О внесении изменени</w:t>
      </w:r>
      <w:r>
        <w:t>й</w:t>
      </w:r>
      <w:r w:rsidRPr="003C0AEB">
        <w:t xml:space="preserve"> в </w:t>
      </w:r>
      <w:r>
        <w:t xml:space="preserve">статью 3 </w:t>
      </w:r>
      <w:r w:rsidRPr="003C0AEB">
        <w:t>Закон</w:t>
      </w:r>
      <w:r>
        <w:t>а</w:t>
      </w:r>
      <w:r w:rsidRPr="003C0AEB">
        <w:t xml:space="preserve"> Ульяновской области </w:t>
      </w:r>
      <w:r w:rsidRPr="003C0AEB">
        <w:br/>
      </w:r>
      <w:r>
        <w:t>«О предоставлении гражданам земельных участков, на которых расположены индивидуальные жилые дома, в собственность бесплатно»</w:t>
      </w:r>
    </w:p>
    <w:p w:rsidR="003A51C9" w:rsidRDefault="003A51C9" w:rsidP="008E26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51C9" w:rsidRDefault="003A51C9" w:rsidP="008E26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51C9" w:rsidRDefault="003A51C9" w:rsidP="008E26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51C9" w:rsidRDefault="003A51C9" w:rsidP="008E26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51C9" w:rsidRDefault="003A51C9" w:rsidP="008E267B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2B304F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часть 1 статьи 3 </w:t>
      </w:r>
      <w:r w:rsidRPr="002B304F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2B304F">
        <w:rPr>
          <w:sz w:val="28"/>
          <w:szCs w:val="28"/>
        </w:rPr>
        <w:t xml:space="preserve"> Ульяновской области от 3 ию</w:t>
      </w:r>
      <w:r>
        <w:rPr>
          <w:sz w:val="28"/>
          <w:szCs w:val="28"/>
        </w:rPr>
        <w:t>н</w:t>
      </w:r>
      <w:r w:rsidRPr="002B304F">
        <w:rPr>
          <w:sz w:val="28"/>
          <w:szCs w:val="28"/>
        </w:rPr>
        <w:t xml:space="preserve">я 2015 года </w:t>
      </w:r>
      <w:r w:rsidRPr="002B304F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>59</w:t>
      </w:r>
      <w:r w:rsidRPr="002B304F">
        <w:rPr>
          <w:sz w:val="28"/>
          <w:szCs w:val="28"/>
        </w:rPr>
        <w:t xml:space="preserve">-ЗО </w:t>
      </w:r>
      <w:r>
        <w:rPr>
          <w:sz w:val="28"/>
          <w:szCs w:val="28"/>
        </w:rPr>
        <w:t>«</w:t>
      </w:r>
      <w:r w:rsidRPr="003C0AEB">
        <w:rPr>
          <w:sz w:val="28"/>
          <w:szCs w:val="28"/>
        </w:rPr>
        <w:t>О предоставлении гражданам земельных участков, на которых расположены индивидуальные жилые дома, в собственность бесплатно</w:t>
      </w:r>
      <w:r>
        <w:rPr>
          <w:sz w:val="28"/>
          <w:szCs w:val="28"/>
        </w:rPr>
        <w:t xml:space="preserve">» </w:t>
      </w:r>
      <w:r w:rsidRPr="002B304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B304F">
        <w:rPr>
          <w:sz w:val="28"/>
          <w:szCs w:val="28"/>
        </w:rPr>
        <w:t xml:space="preserve">«Ульяновская правда» от </w:t>
      </w:r>
      <w:r>
        <w:rPr>
          <w:sz w:val="28"/>
          <w:szCs w:val="28"/>
        </w:rPr>
        <w:t>08</w:t>
      </w:r>
      <w:r w:rsidRPr="002B304F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B304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2B304F">
        <w:rPr>
          <w:sz w:val="28"/>
          <w:szCs w:val="28"/>
        </w:rPr>
        <w:t xml:space="preserve">5 № </w:t>
      </w:r>
      <w:r>
        <w:rPr>
          <w:sz w:val="28"/>
          <w:szCs w:val="28"/>
        </w:rPr>
        <w:t xml:space="preserve">76-77) следующие </w:t>
      </w:r>
      <w:r w:rsidRPr="002B304F">
        <w:rPr>
          <w:sz w:val="28"/>
          <w:szCs w:val="28"/>
        </w:rPr>
        <w:t>изменени</w:t>
      </w:r>
      <w:r>
        <w:rPr>
          <w:sz w:val="28"/>
          <w:szCs w:val="28"/>
        </w:rPr>
        <w:t xml:space="preserve">я: </w:t>
      </w:r>
    </w:p>
    <w:p w:rsidR="003A51C9" w:rsidRDefault="003A51C9" w:rsidP="008E267B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5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 изложить в следующей редакции:</w:t>
      </w:r>
    </w:p>
    <w:p w:rsidR="003A51C9" w:rsidRDefault="003A51C9" w:rsidP="008E267B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C0AEB">
        <w:rPr>
          <w:sz w:val="28"/>
          <w:szCs w:val="28"/>
        </w:rPr>
        <w:t>1) для получения в собственность бесплатно земельного участка, находящегося в государственной со</w:t>
      </w:r>
      <w:r>
        <w:rPr>
          <w:sz w:val="28"/>
          <w:szCs w:val="28"/>
        </w:rPr>
        <w:t>бственности Ульяновской области,</w:t>
      </w:r>
      <w:r w:rsidRPr="003C0AEB">
        <w:rPr>
          <w:sz w:val="28"/>
          <w:szCs w:val="28"/>
        </w:rPr>
        <w:t xml:space="preserve"> или </w:t>
      </w:r>
      <w:r w:rsidRPr="00270F8B">
        <w:rPr>
          <w:spacing w:val="-4"/>
          <w:sz w:val="28"/>
          <w:szCs w:val="28"/>
        </w:rPr>
        <w:t xml:space="preserve">земельного участка, государственная собственность на который не разграничена, – </w:t>
      </w:r>
      <w:r>
        <w:rPr>
          <w:spacing w:val="-4"/>
          <w:sz w:val="28"/>
          <w:szCs w:val="28"/>
        </w:rPr>
        <w:br/>
      </w:r>
      <w:r w:rsidRPr="00270F8B">
        <w:rPr>
          <w:spacing w:val="-4"/>
          <w:sz w:val="28"/>
          <w:szCs w:val="28"/>
        </w:rPr>
        <w:t>в</w:t>
      </w:r>
      <w:r w:rsidRPr="003C0AEB">
        <w:rPr>
          <w:sz w:val="28"/>
          <w:szCs w:val="28"/>
        </w:rPr>
        <w:t xml:space="preserve"> исполнительный орган государственной власти Ульяновской области, осуществляющий полномочия по управлению и распоряжению </w:t>
      </w:r>
      <w:r>
        <w:rPr>
          <w:sz w:val="28"/>
          <w:szCs w:val="28"/>
        </w:rPr>
        <w:t>такими земельными участками</w:t>
      </w:r>
      <w:r w:rsidRPr="003C0AEB">
        <w:rPr>
          <w:sz w:val="28"/>
          <w:szCs w:val="28"/>
        </w:rPr>
        <w:t>;</w:t>
      </w:r>
      <w:r>
        <w:rPr>
          <w:sz w:val="28"/>
          <w:szCs w:val="28"/>
        </w:rPr>
        <w:t>»;</w:t>
      </w:r>
    </w:p>
    <w:p w:rsidR="003A51C9" w:rsidRDefault="003A51C9" w:rsidP="008E267B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5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2:</w:t>
      </w:r>
    </w:p>
    <w:p w:rsidR="003A51C9" w:rsidRPr="003C0AEB" w:rsidRDefault="003A51C9" w:rsidP="008E267B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слова «</w:t>
      </w:r>
      <w:r w:rsidRPr="003C0AEB">
        <w:rPr>
          <w:sz w:val="28"/>
          <w:szCs w:val="28"/>
        </w:rPr>
        <w:t xml:space="preserve">, или земельного участка, государственная собственность </w:t>
      </w:r>
      <w:r>
        <w:rPr>
          <w:sz w:val="28"/>
          <w:szCs w:val="28"/>
        </w:rPr>
        <w:br/>
      </w:r>
      <w:r w:rsidRPr="003C0AEB">
        <w:rPr>
          <w:sz w:val="28"/>
          <w:szCs w:val="28"/>
        </w:rPr>
        <w:t>на который не разграничена</w:t>
      </w:r>
      <w:r>
        <w:rPr>
          <w:sz w:val="28"/>
          <w:szCs w:val="28"/>
        </w:rPr>
        <w:t>» исключить;</w:t>
      </w:r>
    </w:p>
    <w:p w:rsidR="003A51C9" w:rsidRPr="00FC2C9C" w:rsidRDefault="003A51C9" w:rsidP="008E267B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слова «такими земельными участками» заменить словами «земельными участками, находящимися в муниципальной</w:t>
      </w:r>
      <w:r w:rsidRPr="00FC2C9C">
        <w:rPr>
          <w:sz w:val="28"/>
          <w:szCs w:val="28"/>
        </w:rPr>
        <w:t xml:space="preserve"> собственности муниципального образования Ульяновской области</w:t>
      </w:r>
      <w:r>
        <w:rPr>
          <w:sz w:val="28"/>
          <w:szCs w:val="28"/>
        </w:rPr>
        <w:t>».</w:t>
      </w:r>
    </w:p>
    <w:p w:rsidR="003A51C9" w:rsidRPr="008E267B" w:rsidRDefault="003A51C9" w:rsidP="008E267B">
      <w:pPr>
        <w:jc w:val="both"/>
        <w:rPr>
          <w:b/>
          <w:sz w:val="16"/>
          <w:szCs w:val="28"/>
        </w:rPr>
      </w:pPr>
    </w:p>
    <w:p w:rsidR="003A51C9" w:rsidRDefault="003A51C9" w:rsidP="008E267B">
      <w:pPr>
        <w:jc w:val="both"/>
        <w:rPr>
          <w:b/>
          <w:sz w:val="28"/>
          <w:szCs w:val="28"/>
        </w:rPr>
      </w:pPr>
    </w:p>
    <w:p w:rsidR="003A51C9" w:rsidRDefault="003A51C9" w:rsidP="008E267B">
      <w:pPr>
        <w:jc w:val="both"/>
        <w:rPr>
          <w:b/>
          <w:sz w:val="28"/>
          <w:szCs w:val="28"/>
        </w:rPr>
      </w:pPr>
    </w:p>
    <w:p w:rsidR="003A51C9" w:rsidRDefault="003A51C9" w:rsidP="00122389">
      <w:pPr>
        <w:tabs>
          <w:tab w:val="right" w:pos="9923"/>
        </w:tabs>
        <w:spacing w:line="348" w:lineRule="auto"/>
        <w:jc w:val="both"/>
        <w:rPr>
          <w:b/>
          <w:sz w:val="28"/>
          <w:szCs w:val="28"/>
        </w:rPr>
      </w:pPr>
      <w:r w:rsidRPr="00297ED8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>С.И.</w:t>
      </w:r>
      <w:r w:rsidRPr="00297ED8">
        <w:rPr>
          <w:b/>
          <w:sz w:val="28"/>
          <w:szCs w:val="28"/>
        </w:rPr>
        <w:t>Морозов</w:t>
      </w:r>
    </w:p>
    <w:p w:rsidR="003A51C9" w:rsidRPr="00270F8B" w:rsidRDefault="003A51C9" w:rsidP="00404C46">
      <w:pPr>
        <w:suppressAutoHyphens/>
        <w:jc w:val="center"/>
        <w:rPr>
          <w:sz w:val="30"/>
          <w:szCs w:val="30"/>
        </w:rPr>
      </w:pPr>
    </w:p>
    <w:p w:rsidR="003A51C9" w:rsidRDefault="003A51C9" w:rsidP="00404C4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3A51C9" w:rsidRDefault="003A51C9" w:rsidP="00404C4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 февраля 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</w:t>
      </w:r>
    </w:p>
    <w:p w:rsidR="003A51C9" w:rsidRDefault="003A51C9" w:rsidP="00404C46">
      <w:pPr>
        <w:suppressAutoHyphens/>
        <w:jc w:val="center"/>
      </w:pPr>
      <w:r>
        <w:rPr>
          <w:sz w:val="28"/>
        </w:rPr>
        <w:t>№ 5-ЗО</w:t>
      </w:r>
    </w:p>
    <w:sectPr w:rsidR="003A51C9" w:rsidSect="00BC6C4F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1C9" w:rsidRDefault="003A51C9">
      <w:r>
        <w:separator/>
      </w:r>
    </w:p>
  </w:endnote>
  <w:endnote w:type="continuationSeparator" w:id="0">
    <w:p w:rsidR="003A51C9" w:rsidRDefault="003A5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1C9" w:rsidRPr="00667375" w:rsidRDefault="003A51C9" w:rsidP="00667375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1201км2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1C9" w:rsidRDefault="003A51C9">
      <w:r>
        <w:separator/>
      </w:r>
    </w:p>
  </w:footnote>
  <w:footnote w:type="continuationSeparator" w:id="0">
    <w:p w:rsidR="003A51C9" w:rsidRDefault="003A51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1C9" w:rsidRDefault="003A51C9" w:rsidP="004F06C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51C9" w:rsidRDefault="003A51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1C9" w:rsidRPr="00A9420A" w:rsidRDefault="003A51C9" w:rsidP="004F06CF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9420A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03AFD"/>
    <w:multiLevelType w:val="hybridMultilevel"/>
    <w:tmpl w:val="26EC87C2"/>
    <w:lvl w:ilvl="0" w:tplc="C6AC45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9666940"/>
    <w:multiLevelType w:val="hybridMultilevel"/>
    <w:tmpl w:val="C71C259C"/>
    <w:lvl w:ilvl="0" w:tplc="60286D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6CF"/>
    <w:rsid w:val="00013CAD"/>
    <w:rsid w:val="00054A75"/>
    <w:rsid w:val="0006046D"/>
    <w:rsid w:val="000F5C9D"/>
    <w:rsid w:val="00122389"/>
    <w:rsid w:val="001616AF"/>
    <w:rsid w:val="00167B0B"/>
    <w:rsid w:val="0017583E"/>
    <w:rsid w:val="001A31E3"/>
    <w:rsid w:val="00202362"/>
    <w:rsid w:val="00227461"/>
    <w:rsid w:val="00241C14"/>
    <w:rsid w:val="00256740"/>
    <w:rsid w:val="00270F8B"/>
    <w:rsid w:val="00281226"/>
    <w:rsid w:val="00297ED8"/>
    <w:rsid w:val="002B304F"/>
    <w:rsid w:val="00340552"/>
    <w:rsid w:val="003A51C9"/>
    <w:rsid w:val="003B3B8F"/>
    <w:rsid w:val="003C0AEB"/>
    <w:rsid w:val="003C43FF"/>
    <w:rsid w:val="003F6BBA"/>
    <w:rsid w:val="00404C46"/>
    <w:rsid w:val="004158FD"/>
    <w:rsid w:val="004B2794"/>
    <w:rsid w:val="004E2120"/>
    <w:rsid w:val="004F06CF"/>
    <w:rsid w:val="004F5CC7"/>
    <w:rsid w:val="00503DA1"/>
    <w:rsid w:val="00550991"/>
    <w:rsid w:val="00581EE7"/>
    <w:rsid w:val="005C0A88"/>
    <w:rsid w:val="00667375"/>
    <w:rsid w:val="006B70EC"/>
    <w:rsid w:val="007A5B54"/>
    <w:rsid w:val="00815DC3"/>
    <w:rsid w:val="00832310"/>
    <w:rsid w:val="008941B6"/>
    <w:rsid w:val="008B74E7"/>
    <w:rsid w:val="008D0594"/>
    <w:rsid w:val="008D415C"/>
    <w:rsid w:val="008E267B"/>
    <w:rsid w:val="008F549F"/>
    <w:rsid w:val="00902879"/>
    <w:rsid w:val="00964B17"/>
    <w:rsid w:val="00A4100C"/>
    <w:rsid w:val="00A545B8"/>
    <w:rsid w:val="00A9420A"/>
    <w:rsid w:val="00A94659"/>
    <w:rsid w:val="00AF73DC"/>
    <w:rsid w:val="00B43C35"/>
    <w:rsid w:val="00B818F4"/>
    <w:rsid w:val="00BC6C4F"/>
    <w:rsid w:val="00C67B7F"/>
    <w:rsid w:val="00C81765"/>
    <w:rsid w:val="00D031B6"/>
    <w:rsid w:val="00F30047"/>
    <w:rsid w:val="00FB3C48"/>
    <w:rsid w:val="00FB635B"/>
    <w:rsid w:val="00FC2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6C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F06C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F06CF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4F06C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F06C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28122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81226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3C0AE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Footer">
    <w:name w:val="footer"/>
    <w:basedOn w:val="Normal"/>
    <w:link w:val="FooterChar"/>
    <w:uiPriority w:val="99"/>
    <w:rsid w:val="008E267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E267B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7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190</Words>
  <Characters>1087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cronuser</dc:creator>
  <cp:keywords/>
  <dc:description/>
  <cp:lastModifiedBy>Пользователь</cp:lastModifiedBy>
  <cp:revision>10</cp:revision>
  <cp:lastPrinted>2016-01-28T13:34:00Z</cp:lastPrinted>
  <dcterms:created xsi:type="dcterms:W3CDTF">2016-01-12T12:38:00Z</dcterms:created>
  <dcterms:modified xsi:type="dcterms:W3CDTF">2016-02-04T06:39:00Z</dcterms:modified>
</cp:coreProperties>
</file>