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3B" w:rsidRDefault="00A83F3B" w:rsidP="008B60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Закон Ульяновской области</w:t>
      </w:r>
    </w:p>
    <w:p w:rsidR="00A83F3B" w:rsidRDefault="00A83F3B" w:rsidP="008B60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Default="00A83F3B" w:rsidP="008B60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Default="00A83F3B" w:rsidP="008B60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Default="00A83F3B" w:rsidP="008B60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Pr="008B60E9" w:rsidRDefault="00A83F3B" w:rsidP="00477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 внесении изменений</w:t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 в Закон Ульяновской области </w:t>
      </w:r>
      <w:r>
        <w:rPr>
          <w:rFonts w:ascii="Times New Roman" w:hAnsi="Times New Roman"/>
          <w:b/>
          <w:sz w:val="28"/>
          <w:szCs w:val="24"/>
          <w:lang w:eastAsia="ru-RU"/>
        </w:rPr>
        <w:br/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«О регулировании земельных отношений в Ульяновской области» </w:t>
      </w:r>
    </w:p>
    <w:p w:rsidR="00A83F3B" w:rsidRPr="00FF1FDD" w:rsidRDefault="00A83F3B" w:rsidP="00477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F1FDD">
        <w:rPr>
          <w:rFonts w:ascii="Times New Roman" w:hAnsi="Times New Roman"/>
          <w:b/>
          <w:sz w:val="28"/>
          <w:szCs w:val="24"/>
          <w:lang w:eastAsia="ru-RU"/>
        </w:rPr>
        <w:t xml:space="preserve">и признании утратившими силу </w:t>
      </w:r>
      <w:r w:rsidRPr="00483496">
        <w:rPr>
          <w:rFonts w:ascii="Times New Roman" w:hAnsi="Times New Roman"/>
          <w:b/>
          <w:sz w:val="28"/>
          <w:szCs w:val="24"/>
          <w:lang w:eastAsia="ru-RU"/>
        </w:rPr>
        <w:t>отдельных законодательных актов (положений законодательн</w:t>
      </w:r>
      <w:r>
        <w:rPr>
          <w:rFonts w:ascii="Times New Roman" w:hAnsi="Times New Roman"/>
          <w:b/>
          <w:sz w:val="28"/>
          <w:szCs w:val="24"/>
          <w:lang w:eastAsia="ru-RU"/>
        </w:rPr>
        <w:t>ых</w:t>
      </w:r>
      <w:r w:rsidRPr="00483496">
        <w:rPr>
          <w:rFonts w:ascii="Times New Roman" w:hAnsi="Times New Roman"/>
          <w:b/>
          <w:sz w:val="28"/>
          <w:szCs w:val="24"/>
          <w:lang w:eastAsia="ru-RU"/>
        </w:rPr>
        <w:t xml:space="preserve"> акт</w:t>
      </w:r>
      <w:r>
        <w:rPr>
          <w:rFonts w:ascii="Times New Roman" w:hAnsi="Times New Roman"/>
          <w:b/>
          <w:sz w:val="28"/>
          <w:szCs w:val="24"/>
          <w:lang w:eastAsia="ru-RU"/>
        </w:rPr>
        <w:t>ов</w:t>
      </w:r>
      <w:r w:rsidRPr="00483496">
        <w:rPr>
          <w:rFonts w:ascii="Times New Roman" w:hAnsi="Times New Roman"/>
          <w:b/>
          <w:sz w:val="28"/>
          <w:szCs w:val="24"/>
          <w:lang w:eastAsia="ru-RU"/>
        </w:rPr>
        <w:t xml:space="preserve">) </w:t>
      </w:r>
      <w:r w:rsidRPr="00FF1FDD">
        <w:rPr>
          <w:rFonts w:ascii="Times New Roman" w:hAnsi="Times New Roman"/>
          <w:b/>
          <w:sz w:val="28"/>
          <w:szCs w:val="24"/>
          <w:lang w:eastAsia="ru-RU"/>
        </w:rPr>
        <w:t>Ульяновской области</w:t>
      </w:r>
    </w:p>
    <w:p w:rsidR="00A83F3B" w:rsidRDefault="00A83F3B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A83F3B" w:rsidRDefault="00A83F3B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A83F3B" w:rsidRDefault="00A83F3B" w:rsidP="00C500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3F3B" w:rsidRDefault="00A83F3B" w:rsidP="00C500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3F3B" w:rsidRDefault="00A83F3B" w:rsidP="00C500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3F3B" w:rsidRDefault="00A83F3B" w:rsidP="00477A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FF1FDD">
        <w:rPr>
          <w:rFonts w:ascii="Times New Roman" w:hAnsi="Times New Roman"/>
          <w:b/>
          <w:sz w:val="28"/>
          <w:szCs w:val="24"/>
          <w:lang w:eastAsia="ru-RU"/>
        </w:rPr>
        <w:t xml:space="preserve">Статья 1 </w:t>
      </w:r>
    </w:p>
    <w:p w:rsidR="00A83F3B" w:rsidRDefault="00A83F3B" w:rsidP="00477A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Pr="00FF1FDD" w:rsidRDefault="00A83F3B" w:rsidP="00477A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Pr="00E21991" w:rsidRDefault="00A83F3B" w:rsidP="00477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60E9">
        <w:rPr>
          <w:rFonts w:ascii="Times New Roman" w:hAnsi="Times New Roman"/>
          <w:sz w:val="28"/>
          <w:szCs w:val="24"/>
          <w:lang w:eastAsia="ru-RU"/>
        </w:rPr>
        <w:t xml:space="preserve">Внести в Закон Ульяновской области от 17 ноября 2003 года № 059-ЗО </w:t>
      </w:r>
      <w:r w:rsidRPr="008B60E9">
        <w:rPr>
          <w:rFonts w:ascii="Times New Roman" w:hAnsi="Times New Roman"/>
          <w:sz w:val="28"/>
          <w:szCs w:val="24"/>
          <w:lang w:eastAsia="ru-RU"/>
        </w:rPr>
        <w:br/>
        <w:t>«О регулировании земельных отношений в Ульяновской области» («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Народная газета» от 19.11.2003 № 135; «Ульяновская правда» от 26.07.2005 № 73; «Народная газета» от 06.12.2005 № 134; «Ульяновская правда» от 07.04.2006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24; от 07.06.2006 № 41; от 12.07.2006 № 52; от 11.10.2006 № 78; от 08.11.2006 № 86; от 08.08.2007 № 66; от 13.11.2007 № 96; от 16.01.2008 № 3; от 07.11.2008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>№ 91; от 03.04.2009 № 25; от 02.10.2009 № 80; от 10.03.2010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17; от 01.09.2010 № 71; «Народная газета» от 23.12.2010 № 95; 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>от 03.06.2011 № 60; от 09.11.2011 № 126; от 02.03.2012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22; от 10.10.2012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111; от 13.03.2013 № 27; от 07.06.2013 № 60-61; от 11.07.2013 № 75;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от 08.05.2014 № 65; от 08.12.2014 № 180; от 31.12.2014 № 196; от 05.03.2015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>№ 28</w:t>
      </w:r>
      <w:r>
        <w:rPr>
          <w:rFonts w:ascii="Times New Roman" w:hAnsi="Times New Roman"/>
          <w:sz w:val="28"/>
          <w:szCs w:val="28"/>
          <w:lang w:eastAsia="ru-RU"/>
        </w:rPr>
        <w:t>; от 06.04.2015 № 44; от 08.06.</w:t>
      </w:r>
      <w:r w:rsidRPr="00E21991">
        <w:rPr>
          <w:rFonts w:ascii="Times New Roman" w:hAnsi="Times New Roman"/>
          <w:sz w:val="28"/>
          <w:szCs w:val="28"/>
          <w:lang w:eastAsia="ru-RU"/>
        </w:rPr>
        <w:t>2015 № 76-77; от 05.10.2015 № 139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br/>
        <w:t>от 29.10.2015 № 151</w:t>
      </w:r>
      <w:r w:rsidRPr="004D644F">
        <w:rPr>
          <w:rFonts w:ascii="Times New Roman" w:hAnsi="Times New Roman"/>
          <w:sz w:val="28"/>
          <w:szCs w:val="28"/>
          <w:lang w:eastAsia="ru-RU"/>
        </w:rPr>
        <w:t>; от 07.12.2015 № 170)</w:t>
      </w:r>
      <w:r w:rsidRPr="00E21991"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A83F3B" w:rsidRDefault="00A83F3B" w:rsidP="00477A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статье 5:</w:t>
      </w:r>
    </w:p>
    <w:p w:rsidR="00A83F3B" w:rsidRDefault="00A83F3B" w:rsidP="00477A2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A3A">
        <w:rPr>
          <w:rFonts w:ascii="Times New Roman" w:hAnsi="Times New Roman"/>
          <w:sz w:val="28"/>
          <w:szCs w:val="28"/>
          <w:lang w:eastAsia="ru-RU"/>
        </w:rPr>
        <w:t>а) в пункте 6 слова «и свободных от прав третьих лиц</w:t>
      </w:r>
      <w:r>
        <w:rPr>
          <w:rFonts w:ascii="Times New Roman" w:hAnsi="Times New Roman"/>
          <w:sz w:val="28"/>
          <w:szCs w:val="28"/>
          <w:lang w:eastAsia="ru-RU"/>
        </w:rPr>
        <w:t>» исключить;</w:t>
      </w:r>
    </w:p>
    <w:p w:rsidR="00A83F3B" w:rsidRDefault="00A83F3B" w:rsidP="00477A2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дополнить пунктом 16</w:t>
      </w:r>
      <w:r w:rsidRPr="004934D3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A83F3B" w:rsidRDefault="00A83F3B" w:rsidP="00477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«16</w:t>
      </w:r>
      <w:r w:rsidRPr="00C1409B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AB0C30">
        <w:rPr>
          <w:rFonts w:ascii="Times New Roman" w:hAnsi="Times New Roman"/>
          <w:sz w:val="28"/>
          <w:szCs w:val="28"/>
          <w:lang w:eastAsia="ru-RU"/>
        </w:rPr>
        <w:t>подготавливает проекты распоряжений Губернатора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со статьёй 13</w:t>
      </w:r>
      <w:r w:rsidRPr="00C1409B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Закона;</w:t>
      </w:r>
      <w:r w:rsidRPr="00AB0C30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83F3B" w:rsidRDefault="00A83F3B" w:rsidP="00477A27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части 3 статьи 11:</w:t>
      </w:r>
    </w:p>
    <w:p w:rsidR="00A83F3B" w:rsidRPr="00477A27" w:rsidRDefault="00A83F3B" w:rsidP="00477A2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477A27">
        <w:rPr>
          <w:rFonts w:ascii="Times New Roman" w:hAnsi="Times New Roman"/>
          <w:spacing w:val="-4"/>
          <w:sz w:val="28"/>
          <w:szCs w:val="28"/>
          <w:lang w:eastAsia="ru-RU"/>
        </w:rPr>
        <w:t>а) в абзаце первом слова «</w:t>
      </w:r>
      <w:hyperlink r:id="rId7" w:history="1">
        <w:r w:rsidRPr="00477A27">
          <w:rPr>
            <w:rFonts w:ascii="Times New Roman" w:hAnsi="Times New Roman"/>
            <w:spacing w:val="-4"/>
            <w:sz w:val="28"/>
            <w:szCs w:val="28"/>
            <w:lang w:eastAsia="ru-RU"/>
          </w:rPr>
          <w:t>статьями 11</w:t>
        </w:r>
        <w:r w:rsidRPr="00477A27">
          <w:rPr>
            <w:rFonts w:ascii="Times New Roman" w:hAnsi="Times New Roman"/>
            <w:spacing w:val="-4"/>
            <w:sz w:val="28"/>
            <w:szCs w:val="28"/>
            <w:vertAlign w:val="superscript"/>
            <w:lang w:eastAsia="ru-RU"/>
          </w:rPr>
          <w:t>1</w:t>
        </w:r>
      </w:hyperlink>
      <w:r w:rsidRPr="00477A27">
        <w:rPr>
          <w:rFonts w:ascii="Times New Roman" w:hAnsi="Times New Roman"/>
          <w:spacing w:val="-4"/>
          <w:sz w:val="28"/>
          <w:szCs w:val="28"/>
          <w:lang w:eastAsia="ru-RU"/>
        </w:rPr>
        <w:t xml:space="preserve"> и </w:t>
      </w:r>
      <w:hyperlink r:id="rId8" w:history="1">
        <w:r w:rsidRPr="00477A27">
          <w:rPr>
            <w:rFonts w:ascii="Times New Roman" w:hAnsi="Times New Roman"/>
            <w:spacing w:val="-4"/>
            <w:sz w:val="28"/>
            <w:szCs w:val="28"/>
            <w:lang w:eastAsia="ru-RU"/>
          </w:rPr>
          <w:t>11</w:t>
        </w:r>
        <w:r w:rsidRPr="00477A27">
          <w:rPr>
            <w:rFonts w:ascii="Times New Roman" w:hAnsi="Times New Roman"/>
            <w:spacing w:val="-4"/>
            <w:sz w:val="28"/>
            <w:szCs w:val="28"/>
            <w:vertAlign w:val="superscript"/>
            <w:lang w:eastAsia="ru-RU"/>
          </w:rPr>
          <w:t>2</w:t>
        </w:r>
      </w:hyperlink>
      <w:r w:rsidRPr="00477A27">
        <w:rPr>
          <w:rFonts w:ascii="Times New Roman" w:hAnsi="Times New Roman"/>
          <w:spacing w:val="-4"/>
          <w:sz w:val="28"/>
          <w:szCs w:val="28"/>
          <w:lang w:eastAsia="ru-RU"/>
        </w:rPr>
        <w:t xml:space="preserve">» заменить словами «главой </w:t>
      </w:r>
      <w:r w:rsidRPr="00477A27">
        <w:rPr>
          <w:rFonts w:ascii="Times New Roman" w:hAnsi="Times New Roman"/>
          <w:spacing w:val="-4"/>
          <w:sz w:val="28"/>
          <w:szCs w:val="28"/>
          <w:lang w:val="en-US" w:eastAsia="ru-RU"/>
        </w:rPr>
        <w:t>II</w:t>
      </w:r>
      <w:r w:rsidRPr="00477A27">
        <w:rPr>
          <w:rFonts w:ascii="Times New Roman" w:hAnsi="Times New Roman"/>
          <w:spacing w:val="-4"/>
          <w:sz w:val="28"/>
          <w:szCs w:val="28"/>
          <w:vertAlign w:val="superscript"/>
          <w:lang w:eastAsia="ru-RU"/>
        </w:rPr>
        <w:t>1</w:t>
      </w:r>
      <w:r w:rsidRPr="00477A27">
        <w:rPr>
          <w:rFonts w:ascii="Times New Roman" w:hAnsi="Times New Roman"/>
          <w:spacing w:val="-4"/>
          <w:sz w:val="28"/>
          <w:szCs w:val="28"/>
          <w:lang w:eastAsia="ru-RU"/>
        </w:rPr>
        <w:t>»;</w:t>
      </w:r>
    </w:p>
    <w:p w:rsidR="00A83F3B" w:rsidRPr="00E0796C" w:rsidRDefault="00A83F3B" w:rsidP="00477A27">
      <w:pPr>
        <w:tabs>
          <w:tab w:val="left" w:pos="1134"/>
          <w:tab w:val="left" w:pos="717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пункты 2 и 4 признать утратившими силу;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A83F3B" w:rsidRPr="00E0796C" w:rsidRDefault="00A83F3B" w:rsidP="00477A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статьи 11</w:t>
      </w:r>
      <w:r w:rsidRPr="006302C4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и 11</w:t>
      </w:r>
      <w:r w:rsidRPr="006302C4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признать утратившими силу;</w:t>
      </w:r>
    </w:p>
    <w:p w:rsidR="00A83F3B" w:rsidRDefault="00A83F3B" w:rsidP="00477A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дополнить главой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BC1EE5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A83F3B" w:rsidRDefault="00A83F3B" w:rsidP="00477A27">
      <w:pPr>
        <w:autoSpaceDE w:val="0"/>
        <w:autoSpaceDN w:val="0"/>
        <w:adjustRightInd w:val="0"/>
        <w:spacing w:after="0" w:line="240" w:lineRule="auto"/>
        <w:ind w:left="2127" w:hanging="1407"/>
        <w:jc w:val="both"/>
        <w:rPr>
          <w:rFonts w:ascii="Times New Roman" w:hAnsi="Times New Roman"/>
          <w:sz w:val="28"/>
          <w:szCs w:val="28"/>
        </w:rPr>
      </w:pPr>
      <w:r w:rsidRPr="00BC1EE5">
        <w:rPr>
          <w:rFonts w:ascii="Times New Roman" w:hAnsi="Times New Roman"/>
          <w:sz w:val="28"/>
          <w:szCs w:val="28"/>
        </w:rPr>
        <w:t>«Глава </w:t>
      </w:r>
      <w:r w:rsidRPr="00BC1EE5">
        <w:rPr>
          <w:rFonts w:ascii="Times New Roman" w:hAnsi="Times New Roman"/>
          <w:sz w:val="28"/>
          <w:szCs w:val="28"/>
          <w:lang w:val="en-US"/>
        </w:rPr>
        <w:t>II</w:t>
      </w:r>
      <w:r w:rsidRPr="00DA7860">
        <w:rPr>
          <w:rFonts w:ascii="Times New Roman" w:hAnsi="Times New Roman"/>
          <w:sz w:val="28"/>
          <w:szCs w:val="28"/>
          <w:vertAlign w:val="superscript"/>
        </w:rPr>
        <w:t>1</w:t>
      </w:r>
      <w:r w:rsidRPr="00BC1E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Случаи и порядок п</w:t>
      </w:r>
      <w:r w:rsidRPr="00BC1EE5">
        <w:rPr>
          <w:rFonts w:ascii="Times New Roman" w:hAnsi="Times New Roman"/>
          <w:b/>
          <w:sz w:val="28"/>
          <w:szCs w:val="28"/>
        </w:rPr>
        <w:t>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C1EE5">
        <w:rPr>
          <w:rFonts w:ascii="Times New Roman" w:hAnsi="Times New Roman"/>
          <w:b/>
          <w:sz w:val="28"/>
          <w:szCs w:val="28"/>
        </w:rPr>
        <w:t xml:space="preserve"> земельных участков</w:t>
      </w:r>
      <w:r>
        <w:rPr>
          <w:rFonts w:ascii="Times New Roman" w:hAnsi="Times New Roman"/>
          <w:b/>
          <w:sz w:val="28"/>
          <w:szCs w:val="28"/>
        </w:rPr>
        <w:t xml:space="preserve">  отдельным категориям граждан в собственность бесплатно</w:t>
      </w:r>
    </w:p>
    <w:p w:rsidR="00A83F3B" w:rsidRPr="00746329" w:rsidRDefault="00A83F3B" w:rsidP="0074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A83F3B" w:rsidRDefault="00A83F3B" w:rsidP="0074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3F3B" w:rsidRPr="00BC1EE5" w:rsidRDefault="00A83F3B" w:rsidP="00DF3A2E">
      <w:pPr>
        <w:tabs>
          <w:tab w:val="left" w:pos="1985"/>
          <w:tab w:val="left" w:pos="2552"/>
        </w:tabs>
        <w:autoSpaceDE w:val="0"/>
        <w:autoSpaceDN w:val="0"/>
        <w:adjustRightInd w:val="0"/>
        <w:spacing w:after="0" w:line="240" w:lineRule="auto"/>
        <w:ind w:left="2340" w:hanging="162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BC1EE5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BC1EE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Случаи предоставления земельных участков отдельным категориям граждан в собственность бесплатно</w:t>
      </w:r>
    </w:p>
    <w:p w:rsidR="00A83F3B" w:rsidRDefault="00A83F3B" w:rsidP="0074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F3B" w:rsidRPr="00BC1EE5" w:rsidRDefault="00A83F3B" w:rsidP="0074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F3B" w:rsidRPr="002950BE" w:rsidRDefault="00A83F3B" w:rsidP="00477A2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950BE">
        <w:rPr>
          <w:rFonts w:ascii="Times New Roman" w:hAnsi="Times New Roman"/>
          <w:sz w:val="28"/>
          <w:szCs w:val="28"/>
        </w:rPr>
        <w:t>Земельные участки, находящиеся в государственной собственности Ульяновской области или муниципальной собственности муниципальных образований Ульяновской области, а также земельные участки, государственная собственность на которые не разграничена, и предельные размеры которых предусмотрены пунктами 1 и 3 части 3 статьи 11 настоящего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0BE">
        <w:rPr>
          <w:rFonts w:ascii="Times New Roman" w:hAnsi="Times New Roman"/>
          <w:sz w:val="28"/>
          <w:szCs w:val="28"/>
        </w:rPr>
        <w:t xml:space="preserve">(далее – </w:t>
      </w:r>
      <w:r w:rsidRPr="004D644F">
        <w:rPr>
          <w:rFonts w:ascii="Times New Roman" w:hAnsi="Times New Roman"/>
          <w:sz w:val="28"/>
          <w:szCs w:val="28"/>
        </w:rPr>
        <w:t>земельные участки</w:t>
      </w:r>
      <w:r w:rsidRPr="002950BE">
        <w:rPr>
          <w:rFonts w:ascii="Times New Roman" w:hAnsi="Times New Roman"/>
          <w:sz w:val="28"/>
          <w:szCs w:val="28"/>
        </w:rPr>
        <w:t>), предоставляются для индивидуального жилищного строительства или ведения личного подсобного хозяйства на приусадебном земельном участке с возведением жилого дома  в собственность бесплатно:</w:t>
      </w:r>
    </w:p>
    <w:p w:rsidR="00A83F3B" w:rsidRPr="00576429" w:rsidRDefault="00A83F3B" w:rsidP="00477A27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6429">
        <w:rPr>
          <w:rFonts w:ascii="Times New Roman" w:hAnsi="Times New Roman"/>
          <w:sz w:val="28"/>
          <w:szCs w:val="28"/>
        </w:rPr>
        <w:t>проживаю</w:t>
      </w:r>
      <w:r>
        <w:rPr>
          <w:rFonts w:ascii="Times New Roman" w:hAnsi="Times New Roman"/>
          <w:sz w:val="28"/>
          <w:szCs w:val="28"/>
        </w:rPr>
        <w:t xml:space="preserve">щему </w:t>
      </w:r>
      <w:r w:rsidRPr="00576429">
        <w:rPr>
          <w:rFonts w:ascii="Times New Roman" w:hAnsi="Times New Roman"/>
          <w:sz w:val="28"/>
          <w:szCs w:val="28"/>
        </w:rPr>
        <w:t>на территории Ульяновской области и состоящ</w:t>
      </w:r>
      <w:r>
        <w:rPr>
          <w:rFonts w:ascii="Times New Roman" w:hAnsi="Times New Roman"/>
          <w:sz w:val="28"/>
          <w:szCs w:val="28"/>
        </w:rPr>
        <w:t xml:space="preserve">ему </w:t>
      </w:r>
      <w:r>
        <w:rPr>
          <w:rFonts w:ascii="Times New Roman" w:hAnsi="Times New Roman"/>
          <w:sz w:val="28"/>
          <w:szCs w:val="28"/>
        </w:rPr>
        <w:br/>
      </w:r>
      <w:r w:rsidRPr="00576429">
        <w:rPr>
          <w:rFonts w:ascii="Times New Roman" w:hAnsi="Times New Roman"/>
          <w:sz w:val="28"/>
          <w:szCs w:val="28"/>
        </w:rPr>
        <w:t>на учёте в качестве нуждающ</w:t>
      </w:r>
      <w:r>
        <w:rPr>
          <w:rFonts w:ascii="Times New Roman" w:hAnsi="Times New Roman"/>
          <w:sz w:val="28"/>
          <w:szCs w:val="28"/>
        </w:rPr>
        <w:t>егося</w:t>
      </w:r>
      <w:r w:rsidRPr="00576429">
        <w:rPr>
          <w:rFonts w:ascii="Times New Roman" w:hAnsi="Times New Roman"/>
          <w:sz w:val="28"/>
          <w:szCs w:val="28"/>
        </w:rPr>
        <w:t xml:space="preserve"> в жил</w:t>
      </w:r>
      <w:r>
        <w:rPr>
          <w:rFonts w:ascii="Times New Roman" w:hAnsi="Times New Roman"/>
          <w:sz w:val="28"/>
          <w:szCs w:val="28"/>
        </w:rPr>
        <w:t>ом</w:t>
      </w:r>
      <w:r w:rsidRPr="00576429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и</w:t>
      </w:r>
      <w:r w:rsidRPr="00576429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 xml:space="preserve">ину </w:t>
      </w:r>
      <w:r w:rsidRPr="00576429">
        <w:rPr>
          <w:rFonts w:ascii="Times New Roman" w:hAnsi="Times New Roman"/>
          <w:sz w:val="28"/>
          <w:szCs w:val="28"/>
        </w:rPr>
        <w:t>Российской Федерации, име</w:t>
      </w:r>
      <w:r>
        <w:rPr>
          <w:rFonts w:ascii="Times New Roman" w:hAnsi="Times New Roman"/>
          <w:sz w:val="28"/>
          <w:szCs w:val="28"/>
        </w:rPr>
        <w:t>ющему</w:t>
      </w:r>
      <w:r w:rsidRPr="00576429">
        <w:rPr>
          <w:rFonts w:ascii="Times New Roman" w:hAnsi="Times New Roman"/>
          <w:sz w:val="28"/>
          <w:szCs w:val="28"/>
        </w:rPr>
        <w:t xml:space="preserve"> трёх и более детей в возрасте до 18 лет, пр</w:t>
      </w:r>
      <w:r>
        <w:rPr>
          <w:rFonts w:ascii="Times New Roman" w:hAnsi="Times New Roman"/>
          <w:sz w:val="28"/>
          <w:szCs w:val="28"/>
        </w:rPr>
        <w:t>оживающих совместно с гражданином и воспитываемых им</w:t>
      </w:r>
      <w:r w:rsidRPr="00576429">
        <w:rPr>
          <w:rFonts w:ascii="Times New Roman" w:hAnsi="Times New Roman"/>
          <w:sz w:val="28"/>
          <w:szCs w:val="28"/>
        </w:rPr>
        <w:t xml:space="preserve">, и (или) детей в возрасте </w:t>
      </w:r>
      <w:r>
        <w:rPr>
          <w:rFonts w:ascii="Times New Roman" w:hAnsi="Times New Roman"/>
          <w:sz w:val="28"/>
          <w:szCs w:val="28"/>
        </w:rPr>
        <w:br/>
      </w:r>
      <w:r w:rsidRPr="00576429">
        <w:rPr>
          <w:rFonts w:ascii="Times New Roman" w:hAnsi="Times New Roman"/>
          <w:sz w:val="28"/>
          <w:szCs w:val="28"/>
        </w:rPr>
        <w:t>от 18 до 23 лет, пр</w:t>
      </w:r>
      <w:r>
        <w:rPr>
          <w:rFonts w:ascii="Times New Roman" w:hAnsi="Times New Roman"/>
          <w:sz w:val="28"/>
          <w:szCs w:val="28"/>
        </w:rPr>
        <w:t>оживающих совместно с гражданином</w:t>
      </w:r>
      <w:r w:rsidRPr="00576429">
        <w:rPr>
          <w:rFonts w:ascii="Times New Roman" w:hAnsi="Times New Roman"/>
          <w:sz w:val="28"/>
          <w:szCs w:val="28"/>
        </w:rPr>
        <w:t xml:space="preserve"> и обучающихся в очной форме по образовательным программам среднего общего, среднего профессионального или высшего образования, реализуемым общеобразовательными организациями, профессиональными образовательными организациями или образовательными организациями высшего образования, имеющими лицензию на осуществление соответствующей образовательной деятельности и свидетельство о государственной аккредитации, а также </w:t>
      </w:r>
      <w:r>
        <w:rPr>
          <w:rFonts w:ascii="Times New Roman" w:hAnsi="Times New Roman"/>
          <w:sz w:val="28"/>
          <w:szCs w:val="28"/>
        </w:rPr>
        <w:t>осуществляющему</w:t>
      </w:r>
      <w:r w:rsidRPr="00576429">
        <w:rPr>
          <w:rFonts w:ascii="Times New Roman" w:hAnsi="Times New Roman"/>
          <w:sz w:val="28"/>
          <w:szCs w:val="28"/>
        </w:rPr>
        <w:t xml:space="preserve"> опеку и (или) попечительство над тремя и более детьми </w:t>
      </w:r>
      <w:r>
        <w:rPr>
          <w:rFonts w:ascii="Times New Roman" w:hAnsi="Times New Roman"/>
          <w:sz w:val="28"/>
          <w:szCs w:val="28"/>
        </w:rPr>
        <w:br/>
      </w:r>
      <w:r w:rsidRPr="00576429">
        <w:rPr>
          <w:rFonts w:ascii="Times New Roman" w:hAnsi="Times New Roman"/>
          <w:sz w:val="28"/>
          <w:szCs w:val="28"/>
        </w:rPr>
        <w:t>в возрасте до 18 лет по договору о приёмной семье, заключаемому между органами опеки и попечительства и приёмными родителями или приёмным родителем;</w:t>
      </w:r>
    </w:p>
    <w:p w:rsidR="00A83F3B" w:rsidRPr="00E21991" w:rsidRDefault="00A83F3B" w:rsidP="00477A27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 проживающему на территории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не менее пяти лет и состоящему на учёте в качестве нуждающегося в жилом помещении </w:t>
      </w:r>
      <w:r w:rsidRPr="00E21991">
        <w:rPr>
          <w:rFonts w:ascii="Times New Roman" w:hAnsi="Times New Roman"/>
          <w:sz w:val="28"/>
          <w:szCs w:val="28"/>
        </w:rPr>
        <w:t xml:space="preserve">гражданину Российской Федерации, являющемуся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E21991">
        <w:rPr>
          <w:rFonts w:ascii="Times New Roman" w:hAnsi="Times New Roman"/>
          <w:sz w:val="28"/>
          <w:szCs w:val="28"/>
        </w:rPr>
        <w:t xml:space="preserve">со </w:t>
      </w:r>
      <w:hyperlink r:id="rId9" w:history="1">
        <w:r w:rsidRPr="00E21991">
          <w:rPr>
            <w:rFonts w:ascii="Times New Roman" w:hAnsi="Times New Roman"/>
            <w:sz w:val="28"/>
            <w:szCs w:val="28"/>
          </w:rPr>
          <w:t>статьями 3</w:t>
        </w:r>
      </w:hyperlink>
      <w:r w:rsidRPr="00E21991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E21991">
          <w:rPr>
            <w:rFonts w:ascii="Times New Roman" w:hAnsi="Times New Roman"/>
            <w:sz w:val="28"/>
            <w:szCs w:val="28"/>
          </w:rPr>
          <w:t>4</w:t>
        </w:r>
      </w:hyperlink>
      <w:r w:rsidRPr="00E21991">
        <w:rPr>
          <w:rFonts w:ascii="Times New Roman" w:hAnsi="Times New Roman"/>
          <w:sz w:val="28"/>
          <w:szCs w:val="28"/>
        </w:rPr>
        <w:t xml:space="preserve"> Федерального закона от 12 января 1995 года № 5-ФЗ </w:t>
      </w:r>
      <w:r>
        <w:rPr>
          <w:rFonts w:ascii="Times New Roman" w:hAnsi="Times New Roman"/>
          <w:sz w:val="28"/>
          <w:szCs w:val="28"/>
        </w:rPr>
        <w:br/>
      </w:r>
      <w:r w:rsidRPr="00E21991">
        <w:rPr>
          <w:rFonts w:ascii="Times New Roman" w:hAnsi="Times New Roman"/>
          <w:sz w:val="28"/>
          <w:szCs w:val="28"/>
        </w:rPr>
        <w:t>«О ветеранах» инвалидом Великой Отечественной войны</w:t>
      </w:r>
      <w:r>
        <w:rPr>
          <w:rFonts w:ascii="Times New Roman" w:hAnsi="Times New Roman"/>
          <w:sz w:val="28"/>
          <w:szCs w:val="28"/>
        </w:rPr>
        <w:t>,</w:t>
      </w:r>
      <w:r w:rsidRPr="00E21991">
        <w:rPr>
          <w:rFonts w:ascii="Times New Roman" w:hAnsi="Times New Roman"/>
          <w:sz w:val="28"/>
          <w:szCs w:val="28"/>
        </w:rPr>
        <w:t xml:space="preserve"> или ветераном боевых действий, или признанн</w:t>
      </w:r>
      <w:r>
        <w:rPr>
          <w:rFonts w:ascii="Times New Roman" w:hAnsi="Times New Roman"/>
          <w:sz w:val="28"/>
          <w:szCs w:val="28"/>
        </w:rPr>
        <w:t>ым</w:t>
      </w:r>
      <w:r w:rsidRPr="00E21991">
        <w:rPr>
          <w:rFonts w:ascii="Times New Roman" w:hAnsi="Times New Roman"/>
          <w:sz w:val="28"/>
          <w:szCs w:val="28"/>
        </w:rPr>
        <w:t xml:space="preserve"> в установленном порядке инвалидом с указанием военной травмы в качестве причины инвалидности;</w:t>
      </w:r>
    </w:p>
    <w:p w:rsidR="00A83F3B" w:rsidRPr="004D644F" w:rsidRDefault="00A83F3B" w:rsidP="00477A27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50BE">
        <w:rPr>
          <w:rFonts w:ascii="Times New Roman" w:hAnsi="Times New Roman"/>
          <w:sz w:val="28"/>
          <w:szCs w:val="28"/>
        </w:rPr>
        <w:t xml:space="preserve">постоянно проживающему на территории Ульяновской области </w:t>
      </w:r>
      <w:r w:rsidRPr="002950BE">
        <w:rPr>
          <w:rFonts w:ascii="Times New Roman" w:hAnsi="Times New Roman"/>
          <w:sz w:val="28"/>
          <w:szCs w:val="28"/>
        </w:rPr>
        <w:br/>
        <w:t xml:space="preserve">не менее пяти лет и состоящему на учёте в качестве нуждающегося в жилом помещении гражданину Российской Федерации, являющемуся одним </w:t>
      </w:r>
      <w:r w:rsidRPr="002950BE">
        <w:rPr>
          <w:rFonts w:ascii="Times New Roman" w:hAnsi="Times New Roman"/>
          <w:sz w:val="28"/>
          <w:szCs w:val="28"/>
        </w:rPr>
        <w:br/>
        <w:t xml:space="preserve">из родителей (в том числе одинокой матерью либо одиноким отцом) </w:t>
      </w:r>
      <w:r w:rsidRPr="002950BE">
        <w:rPr>
          <w:rFonts w:ascii="Times New Roman" w:hAnsi="Times New Roman"/>
          <w:sz w:val="28"/>
          <w:szCs w:val="28"/>
        </w:rPr>
        <w:br/>
        <w:t xml:space="preserve">в студенческой семье, имеющей ребёнка (детей). Отнесение семей к категории студенческих семей осуществляется в соответствии со статьёй 3 Закона Ульяновской области от 2 ноября 2011 года № 180-ЗО «О некоторых мерах </w:t>
      </w:r>
      <w:r>
        <w:rPr>
          <w:rFonts w:ascii="Times New Roman" w:hAnsi="Times New Roman"/>
          <w:sz w:val="28"/>
          <w:szCs w:val="28"/>
        </w:rPr>
        <w:br/>
      </w:r>
      <w:r w:rsidRPr="004D644F">
        <w:rPr>
          <w:rFonts w:ascii="Times New Roman" w:hAnsi="Times New Roman"/>
          <w:sz w:val="28"/>
          <w:szCs w:val="28"/>
        </w:rPr>
        <w:t>по улучшению демографической ситуации в Ульяновской области».</w:t>
      </w:r>
    </w:p>
    <w:p w:rsidR="00A83F3B" w:rsidRPr="004D644F" w:rsidRDefault="00A83F3B" w:rsidP="00477A27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644F">
        <w:rPr>
          <w:rFonts w:ascii="Times New Roman" w:hAnsi="Times New Roman"/>
          <w:sz w:val="28"/>
          <w:szCs w:val="28"/>
        </w:rPr>
        <w:t xml:space="preserve">2. Граждане, указанные в части 1 настоящей статьи, имеют право </w:t>
      </w:r>
      <w:r>
        <w:rPr>
          <w:rFonts w:ascii="Times New Roman" w:hAnsi="Times New Roman"/>
          <w:sz w:val="28"/>
          <w:szCs w:val="28"/>
        </w:rPr>
        <w:br/>
      </w:r>
      <w:r w:rsidRPr="004D644F">
        <w:rPr>
          <w:rFonts w:ascii="Times New Roman" w:hAnsi="Times New Roman"/>
          <w:sz w:val="28"/>
          <w:szCs w:val="28"/>
        </w:rPr>
        <w:t xml:space="preserve">на предоставление земельных участков в собственность бесплатно при отсутствии принятых в отношении их 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органами, уполномоченными на предоставление земельных участков, </w:t>
      </w:r>
      <w:r w:rsidRPr="004D644F">
        <w:rPr>
          <w:rFonts w:ascii="Times New Roman" w:hAnsi="Times New Roman"/>
          <w:sz w:val="28"/>
          <w:szCs w:val="28"/>
        </w:rPr>
        <w:t xml:space="preserve">решений о предоставлении им земельных участков </w:t>
      </w:r>
      <w:r>
        <w:rPr>
          <w:rFonts w:ascii="Times New Roman" w:hAnsi="Times New Roman"/>
          <w:sz w:val="28"/>
          <w:szCs w:val="28"/>
        </w:rPr>
        <w:br/>
      </w:r>
      <w:r w:rsidRPr="004D644F">
        <w:rPr>
          <w:rFonts w:ascii="Times New Roman" w:hAnsi="Times New Roman"/>
          <w:sz w:val="28"/>
          <w:szCs w:val="28"/>
        </w:rPr>
        <w:t>в собственность бесплатно в соответствии с настоящим Законом.</w:t>
      </w:r>
    </w:p>
    <w:p w:rsidR="00A83F3B" w:rsidRPr="00CE1FC8" w:rsidRDefault="00A83F3B" w:rsidP="00CE1FC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16"/>
          <w:szCs w:val="28"/>
        </w:rPr>
      </w:pPr>
    </w:p>
    <w:p w:rsidR="00A83F3B" w:rsidRDefault="00A83F3B" w:rsidP="00CE1FC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A83F3B" w:rsidRDefault="00A83F3B" w:rsidP="00DF3A2E">
      <w:pPr>
        <w:tabs>
          <w:tab w:val="left" w:pos="1985"/>
          <w:tab w:val="left" w:pos="2694"/>
        </w:tabs>
        <w:autoSpaceDE w:val="0"/>
        <w:autoSpaceDN w:val="0"/>
        <w:adjustRightInd w:val="0"/>
        <w:spacing w:after="0" w:line="240" w:lineRule="auto"/>
        <w:ind w:left="2340" w:hanging="16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C1EE5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4</w:t>
      </w:r>
      <w:r w:rsidRPr="00BC1EE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 xml:space="preserve">Порядок постановки граждан на учёт в качестве лиц, имеющих право на предоставление земельных участков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>в собственность бесплатно</w:t>
      </w:r>
    </w:p>
    <w:p w:rsidR="00A83F3B" w:rsidRDefault="00A83F3B" w:rsidP="00CE1FC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A83F3B" w:rsidRDefault="00A83F3B" w:rsidP="00CE1FC8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A83F3B" w:rsidRDefault="00A83F3B" w:rsidP="00294875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Постановка граждан на у</w:t>
      </w:r>
      <w:r w:rsidRPr="00442EEE">
        <w:rPr>
          <w:rFonts w:ascii="Times New Roman" w:hAnsi="Times New Roman"/>
          <w:sz w:val="28"/>
          <w:szCs w:val="28"/>
          <w:lang w:eastAsia="ru-RU"/>
        </w:rPr>
        <w:t xml:space="preserve">чёт </w:t>
      </w:r>
      <w:r w:rsidRPr="00E21991">
        <w:rPr>
          <w:rFonts w:ascii="Times New Roman" w:hAnsi="Times New Roman"/>
          <w:sz w:val="28"/>
          <w:szCs w:val="28"/>
          <w:lang w:eastAsia="ru-RU"/>
        </w:rPr>
        <w:t xml:space="preserve">в качестве лиц, имеющих </w:t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со </w:t>
      </w:r>
      <w:r w:rsidRPr="00E21991">
        <w:rPr>
          <w:rFonts w:ascii="Times New Roman" w:hAnsi="Times New Roman"/>
          <w:sz w:val="28"/>
          <w:szCs w:val="28"/>
          <w:lang w:eastAsia="ru-RU"/>
        </w:rPr>
        <w:t>стать</w:t>
      </w:r>
      <w:r>
        <w:rPr>
          <w:rFonts w:ascii="Times New Roman" w:hAnsi="Times New Roman"/>
          <w:sz w:val="28"/>
          <w:szCs w:val="28"/>
          <w:lang w:eastAsia="ru-RU"/>
        </w:rPr>
        <w:t>ёй</w:t>
      </w:r>
      <w:r w:rsidRPr="00E21991">
        <w:rPr>
          <w:rFonts w:ascii="Times New Roman" w:hAnsi="Times New Roman"/>
          <w:sz w:val="28"/>
          <w:szCs w:val="28"/>
          <w:lang w:eastAsia="ru-RU"/>
        </w:rPr>
        <w:t xml:space="preserve"> 13</w:t>
      </w:r>
      <w:r w:rsidRPr="00E21991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21991">
        <w:rPr>
          <w:rFonts w:ascii="Times New Roman" w:hAnsi="Times New Roman"/>
          <w:sz w:val="28"/>
          <w:szCs w:val="28"/>
          <w:lang w:eastAsia="ru-RU"/>
        </w:rPr>
        <w:t xml:space="preserve"> настоящего Закона право на предоставление земельных участков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21991">
        <w:rPr>
          <w:rFonts w:ascii="Times New Roman" w:hAnsi="Times New Roman"/>
          <w:sz w:val="28"/>
          <w:szCs w:val="28"/>
          <w:lang w:eastAsia="ru-RU"/>
        </w:rPr>
        <w:t xml:space="preserve">в собственность бесплатно (далее –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постановка на </w:t>
      </w:r>
      <w:r w:rsidRPr="00E21991">
        <w:rPr>
          <w:rFonts w:ascii="Times New Roman" w:hAnsi="Times New Roman"/>
          <w:sz w:val="28"/>
          <w:szCs w:val="28"/>
          <w:lang w:eastAsia="ru-RU"/>
        </w:rPr>
        <w:t>учёт</w:t>
      </w:r>
      <w:r>
        <w:rPr>
          <w:rFonts w:ascii="Times New Roman" w:hAnsi="Times New Roman"/>
          <w:sz w:val="28"/>
          <w:szCs w:val="28"/>
          <w:lang w:eastAsia="ru-RU"/>
        </w:rPr>
        <w:t>, граждане (гражданин) соответственно</w:t>
      </w:r>
      <w:r w:rsidRPr="00E21991">
        <w:rPr>
          <w:rFonts w:ascii="Times New Roman" w:hAnsi="Times New Roman"/>
          <w:sz w:val="28"/>
          <w:szCs w:val="28"/>
          <w:lang w:eastAsia="ru-RU"/>
        </w:rPr>
        <w:t>), осуществляется уполномоченны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E21991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eastAsia="ru-RU"/>
        </w:rPr>
        <w:t>ом.</w:t>
      </w:r>
    </w:p>
    <w:p w:rsidR="00A83F3B" w:rsidRDefault="00A83F3B" w:rsidP="002948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EEE">
        <w:rPr>
          <w:rFonts w:ascii="Times New Roman" w:hAnsi="Times New Roman"/>
          <w:sz w:val="28"/>
          <w:szCs w:val="28"/>
          <w:lang w:eastAsia="ru-RU"/>
        </w:rPr>
        <w:t xml:space="preserve">2. Для постановки на учёт </w:t>
      </w:r>
      <w:r>
        <w:rPr>
          <w:rFonts w:ascii="Times New Roman" w:hAnsi="Times New Roman"/>
          <w:sz w:val="28"/>
          <w:szCs w:val="28"/>
          <w:lang w:eastAsia="ru-RU"/>
        </w:rPr>
        <w:t xml:space="preserve">гражданин </w:t>
      </w:r>
      <w:r w:rsidRPr="00442EEE">
        <w:rPr>
          <w:rFonts w:ascii="Times New Roman" w:hAnsi="Times New Roman"/>
          <w:sz w:val="28"/>
          <w:szCs w:val="28"/>
          <w:lang w:eastAsia="ru-RU"/>
        </w:rPr>
        <w:t>пода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442EEE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Pr="009B2270">
        <w:rPr>
          <w:rFonts w:ascii="Times New Roman" w:hAnsi="Times New Roman"/>
          <w:sz w:val="28"/>
          <w:szCs w:val="28"/>
          <w:lang w:eastAsia="ru-RU"/>
        </w:rPr>
        <w:t>в уполномоченный орган непосредственно или через мн</w:t>
      </w:r>
      <w:r>
        <w:rPr>
          <w:rFonts w:ascii="Times New Roman" w:hAnsi="Times New Roman"/>
          <w:sz w:val="28"/>
          <w:szCs w:val="28"/>
          <w:lang w:eastAsia="ru-RU"/>
        </w:rPr>
        <w:t xml:space="preserve">огофункциональный центр предоставления государственных и муниципальных услуг (далее – многофункциональный центр) </w:t>
      </w:r>
      <w:r w:rsidRPr="00442EEE">
        <w:rPr>
          <w:rFonts w:ascii="Times New Roman" w:hAnsi="Times New Roman"/>
          <w:sz w:val="28"/>
          <w:szCs w:val="28"/>
          <w:lang w:eastAsia="ru-RU"/>
        </w:rPr>
        <w:t>заявление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644F">
        <w:rPr>
          <w:rFonts w:ascii="Times New Roman" w:hAnsi="Times New Roman"/>
          <w:sz w:val="28"/>
          <w:szCs w:val="28"/>
          <w:lang w:eastAsia="ru-RU"/>
        </w:rPr>
        <w:t>о постановке на учёт, к которому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прилагаются</w:t>
      </w:r>
      <w:r w:rsidRPr="00442EEE">
        <w:rPr>
          <w:rFonts w:ascii="Times New Roman" w:hAnsi="Times New Roman"/>
          <w:sz w:val="28"/>
          <w:szCs w:val="28"/>
          <w:lang w:eastAsia="ru-RU"/>
        </w:rPr>
        <w:t xml:space="preserve"> следующие документы:</w:t>
      </w:r>
    </w:p>
    <w:p w:rsidR="00A83F3B" w:rsidRPr="00477A27" w:rsidRDefault="00A83F3B" w:rsidP="0029487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A27">
        <w:rPr>
          <w:rFonts w:ascii="Times New Roman" w:hAnsi="Times New Roman"/>
          <w:sz w:val="28"/>
          <w:szCs w:val="28"/>
          <w:lang w:eastAsia="ru-RU"/>
        </w:rPr>
        <w:t>в случае, указанном в пункте 1 статьи 13</w:t>
      </w:r>
      <w:r w:rsidRPr="00477A2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477A27">
        <w:rPr>
          <w:rFonts w:ascii="Times New Roman" w:hAnsi="Times New Roman"/>
          <w:sz w:val="28"/>
          <w:szCs w:val="28"/>
          <w:lang w:eastAsia="ru-RU"/>
        </w:rPr>
        <w:t>: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копия паспорта гражданина или иного документа, удостоверяющего </w:t>
      </w:r>
      <w:r>
        <w:rPr>
          <w:rFonts w:ascii="Times New Roman" w:hAnsi="Times New Roman"/>
          <w:sz w:val="28"/>
          <w:szCs w:val="28"/>
        </w:rPr>
        <w:br/>
        <w:t>в соответствии с законодательством Российской Федерации личность гражданина;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копия паспорта супруга (супруги) гражданина или иного документа, удостоверяющего в соответствии с законодательством Российской Федерации личность супруга (супруги) гражданина (в случае, если гражданин состоит </w:t>
      </w:r>
      <w:r>
        <w:rPr>
          <w:rFonts w:ascii="Times New Roman" w:hAnsi="Times New Roman"/>
          <w:sz w:val="28"/>
          <w:szCs w:val="28"/>
        </w:rPr>
        <w:br/>
        <w:t>в браке);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копии паспортов детей, достигших возраста 14 лет, или иных документов, удостоверяющих в соответствии с законодательством Российской Федерации личность детей;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копии свидетельств о рождении (об усыновлении (удочерении) детей;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копии свидетельств о заключении (расторжении) брака (в случае, если гражданин состоит в браке или при изменении фамилии гражданина);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копии свидетельств о перемене имени гражданина, супруга (супруги) гражданина, его (их) детей (в случае перемены фамилии, имени, отчества);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справка о составе семьи гражданина по форме № 8 или выписка </w:t>
      </w:r>
      <w:r>
        <w:rPr>
          <w:rFonts w:ascii="Times New Roman" w:hAnsi="Times New Roman"/>
          <w:sz w:val="28"/>
          <w:szCs w:val="28"/>
        </w:rPr>
        <w:br/>
        <w:t>из домовой (похозяйственной) книги;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E21991">
        <w:rPr>
          <w:rFonts w:ascii="Times New Roman" w:hAnsi="Times New Roman"/>
          <w:sz w:val="28"/>
          <w:szCs w:val="28"/>
        </w:rPr>
        <w:t xml:space="preserve">копия договора о приёмной семье или иного документа, подтверждающего осуществление приёмным родителем (приёмными родителями) опеки и (или) попечительства над тремя и более детьми в возрасте до 18 лет </w:t>
      </w:r>
      <w:r>
        <w:rPr>
          <w:rFonts w:ascii="Times New Roman" w:hAnsi="Times New Roman"/>
          <w:sz w:val="28"/>
          <w:szCs w:val="28"/>
        </w:rPr>
        <w:br/>
      </w:r>
      <w:r w:rsidRPr="00E21991">
        <w:rPr>
          <w:rFonts w:ascii="Times New Roman" w:hAnsi="Times New Roman"/>
          <w:sz w:val="28"/>
          <w:szCs w:val="28"/>
        </w:rPr>
        <w:t>(в случае, если гражданин и (или) его супруга (супруг) является (являются) приёмным родителем (приёмными родителями) указанных детей);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справка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ребёнка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(в случае достижения ребёнком (детьми) возраста 18 лет);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с</w:t>
      </w:r>
      <w:r w:rsidRPr="00272F1C">
        <w:rPr>
          <w:rFonts w:ascii="Times New Roman" w:hAnsi="Times New Roman"/>
          <w:sz w:val="28"/>
          <w:szCs w:val="28"/>
        </w:rPr>
        <w:t>правка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F1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постановке гражданина на учёт в качестве нуждающегося </w:t>
      </w:r>
      <w:r>
        <w:rPr>
          <w:rFonts w:ascii="Times New Roman" w:hAnsi="Times New Roman"/>
          <w:sz w:val="28"/>
          <w:szCs w:val="28"/>
        </w:rPr>
        <w:br/>
        <w:t>в жилых помещениях, предоставляемых по договорам социального найма;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случае</w:t>
      </w:r>
      <w:r w:rsidRPr="00427994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</w:t>
      </w:r>
      <w:r w:rsidRPr="00427994">
        <w:rPr>
          <w:rFonts w:ascii="Times New Roman" w:hAnsi="Times New Roman"/>
          <w:sz w:val="28"/>
          <w:szCs w:val="28"/>
        </w:rPr>
        <w:t xml:space="preserve"> в пункте </w:t>
      </w:r>
      <w:r>
        <w:rPr>
          <w:rFonts w:ascii="Times New Roman" w:hAnsi="Times New Roman"/>
          <w:sz w:val="28"/>
          <w:szCs w:val="28"/>
        </w:rPr>
        <w:t>2</w:t>
      </w:r>
      <w:r w:rsidRPr="00427994">
        <w:rPr>
          <w:rFonts w:ascii="Times New Roman" w:hAnsi="Times New Roman"/>
          <w:sz w:val="28"/>
          <w:szCs w:val="28"/>
        </w:rPr>
        <w:t xml:space="preserve"> статьи 13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427994">
        <w:rPr>
          <w:rFonts w:ascii="Times New Roman" w:hAnsi="Times New Roman"/>
          <w:sz w:val="28"/>
          <w:szCs w:val="28"/>
        </w:rPr>
        <w:t>:</w:t>
      </w:r>
    </w:p>
    <w:p w:rsidR="00A83F3B" w:rsidRDefault="00A83F3B" w:rsidP="0029487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копия паспорта гражданина или иного документа, удостоверяющего </w:t>
      </w:r>
      <w:r>
        <w:rPr>
          <w:rFonts w:ascii="Times New Roman" w:hAnsi="Times New Roman"/>
          <w:sz w:val="28"/>
          <w:szCs w:val="28"/>
          <w:lang w:eastAsia="ru-RU"/>
        </w:rPr>
        <w:br/>
        <w:t>в соответствии с законодательством Российской Федерации личность гражданина;</w:t>
      </w:r>
    </w:p>
    <w:p w:rsidR="00A83F3B" w:rsidRPr="004D644F" w:rsidRDefault="00A83F3B" w:rsidP="0029487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>б) копия удостоверения инвалида Великой Отечественной войны единой формы (для граждан, являющихся инвалидами Великой Отечественной войны);</w:t>
      </w:r>
    </w:p>
    <w:p w:rsidR="00A83F3B" w:rsidRPr="004D644F" w:rsidRDefault="00A83F3B" w:rsidP="0029487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 xml:space="preserve">в) копия удостоверения ветерана боевых действий единой формы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(для граждан, являющихся ветеранами боевых действий);</w:t>
      </w:r>
    </w:p>
    <w:p w:rsidR="00A83F3B" w:rsidRPr="004D644F" w:rsidRDefault="00A83F3B" w:rsidP="0029487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 xml:space="preserve">г) копия справки, подтверждающей факт установления инвалидности, </w:t>
      </w:r>
      <w:r w:rsidRPr="004D644F"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pacing w:val="-4"/>
          <w:sz w:val="28"/>
          <w:szCs w:val="28"/>
          <w:lang w:eastAsia="ru-RU"/>
        </w:rPr>
        <w:t>в которой в качестве причины инвалидности указана военная травма (для граждан,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 признанных в установленном порядке инвалидами с указанием военной травмы </w:t>
      </w:r>
      <w:r w:rsidRPr="004D644F">
        <w:rPr>
          <w:rFonts w:ascii="Times New Roman" w:hAnsi="Times New Roman"/>
          <w:sz w:val="28"/>
          <w:szCs w:val="28"/>
          <w:lang w:eastAsia="ru-RU"/>
        </w:rPr>
        <w:br/>
        <w:t>в качестве причины инвалидности);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644F">
        <w:rPr>
          <w:rFonts w:ascii="Times New Roman" w:hAnsi="Times New Roman"/>
          <w:sz w:val="28"/>
          <w:szCs w:val="28"/>
        </w:rPr>
        <w:t>д) справка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F1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постановке гражданина на учёт в качестве нуждающегося </w:t>
      </w:r>
      <w:r>
        <w:rPr>
          <w:rFonts w:ascii="Times New Roman" w:hAnsi="Times New Roman"/>
          <w:sz w:val="28"/>
          <w:szCs w:val="28"/>
        </w:rPr>
        <w:br/>
        <w:t>в жилых помещениях, предоставляемых по договорам социального найма;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z w:val="28"/>
          <w:szCs w:val="28"/>
        </w:rPr>
        <w:t>в случае</w:t>
      </w:r>
      <w:r w:rsidRPr="00427994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</w:t>
      </w:r>
      <w:r w:rsidRPr="00427994">
        <w:rPr>
          <w:rFonts w:ascii="Times New Roman" w:hAnsi="Times New Roman"/>
          <w:sz w:val="28"/>
          <w:szCs w:val="28"/>
        </w:rPr>
        <w:t xml:space="preserve"> в пункте </w:t>
      </w:r>
      <w:r>
        <w:rPr>
          <w:rFonts w:ascii="Times New Roman" w:hAnsi="Times New Roman"/>
          <w:sz w:val="28"/>
          <w:szCs w:val="28"/>
        </w:rPr>
        <w:t>3</w:t>
      </w:r>
      <w:r w:rsidRPr="00427994">
        <w:rPr>
          <w:rFonts w:ascii="Times New Roman" w:hAnsi="Times New Roman"/>
          <w:sz w:val="28"/>
          <w:szCs w:val="28"/>
        </w:rPr>
        <w:t xml:space="preserve"> статьи 13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427994">
        <w:rPr>
          <w:rFonts w:ascii="Times New Roman" w:hAnsi="Times New Roman"/>
          <w:sz w:val="28"/>
          <w:szCs w:val="28"/>
        </w:rPr>
        <w:t>:</w:t>
      </w:r>
    </w:p>
    <w:p w:rsidR="00A83F3B" w:rsidRDefault="00A83F3B" w:rsidP="0029487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копия паспорта гражданина или иного документа, удостоверяющего </w:t>
      </w:r>
      <w:r>
        <w:rPr>
          <w:rFonts w:ascii="Times New Roman" w:hAnsi="Times New Roman"/>
          <w:sz w:val="28"/>
          <w:szCs w:val="28"/>
          <w:lang w:eastAsia="ru-RU"/>
        </w:rPr>
        <w:br/>
        <w:t>в соответствии с законодательством Российской Федерации личность гражданина;</w:t>
      </w:r>
    </w:p>
    <w:p w:rsidR="00A83F3B" w:rsidRDefault="00A83F3B" w:rsidP="00294875">
      <w:pPr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копия паспорта супруга (супруги) гражданина или иного документа, удостоверяющего в соответствии с законодательством Российской Федерации личность супруга (</w:t>
      </w:r>
      <w:r w:rsidRPr="004D644F">
        <w:rPr>
          <w:rFonts w:ascii="Times New Roman" w:hAnsi="Times New Roman"/>
          <w:sz w:val="28"/>
          <w:szCs w:val="28"/>
          <w:lang w:eastAsia="ru-RU"/>
        </w:rPr>
        <w:t>супруги) гражданина (в случае</w:t>
      </w:r>
      <w:r>
        <w:rPr>
          <w:rFonts w:ascii="Times New Roman" w:hAnsi="Times New Roman"/>
          <w:sz w:val="28"/>
          <w:szCs w:val="28"/>
          <w:lang w:eastAsia="ru-RU"/>
        </w:rPr>
        <w:t xml:space="preserve">, если гражданин состоит </w:t>
      </w:r>
      <w:r>
        <w:rPr>
          <w:rFonts w:ascii="Times New Roman" w:hAnsi="Times New Roman"/>
          <w:sz w:val="28"/>
          <w:szCs w:val="28"/>
          <w:lang w:eastAsia="ru-RU"/>
        </w:rPr>
        <w:br/>
        <w:t>в браке);</w:t>
      </w:r>
    </w:p>
    <w:p w:rsidR="00A83F3B" w:rsidRDefault="00A83F3B" w:rsidP="0029487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документ, подтверждающий обучение родителей (в том числе одинокой матери или одинокого отца) в очной форме по образовательным программам среднего профессионального или высшего образования, реализуемым профессиональными образовательными организациями или образовательными организациями высшего образования, находящимися на территории Ульяновской области и имеющими лицензию на осуществление соответствующей образовательной деятельности и свидетельство о государственной аккредитации;</w:t>
      </w:r>
    </w:p>
    <w:p w:rsidR="00A83F3B" w:rsidRDefault="00A83F3B" w:rsidP="0029487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копии свидетельств о рождении (об усыновлении (удочерении) детей </w:t>
      </w:r>
      <w:r>
        <w:rPr>
          <w:rFonts w:ascii="Times New Roman" w:hAnsi="Times New Roman"/>
          <w:sz w:val="28"/>
          <w:szCs w:val="28"/>
          <w:lang w:eastAsia="ru-RU"/>
        </w:rPr>
        <w:br/>
        <w:t>в возрасте до 14 лет;</w:t>
      </w:r>
    </w:p>
    <w:p w:rsidR="00A83F3B" w:rsidRDefault="00A83F3B" w:rsidP="0029487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копии паспортов детей, достигших возраста 14 лет, или иных документов, удостоверяющих в соответствии с законодательством Российской Федерации личность детей в возрасте до 18 лет;</w:t>
      </w:r>
    </w:p>
    <w:p w:rsidR="00A83F3B" w:rsidRDefault="00A83F3B" w:rsidP="0029487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копии свидетельств о заключении (расторжении) брака (в случае, если гражданин состоит в браке или при изменении фамилии гражданина);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7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</w:t>
      </w:r>
      <w:r>
        <w:rPr>
          <w:rFonts w:ascii="Times New Roman" w:hAnsi="Times New Roman"/>
          <w:sz w:val="28"/>
          <w:szCs w:val="28"/>
        </w:rPr>
        <w:t>с</w:t>
      </w:r>
      <w:r w:rsidRPr="00272F1C">
        <w:rPr>
          <w:rFonts w:ascii="Times New Roman" w:hAnsi="Times New Roman"/>
          <w:sz w:val="28"/>
          <w:szCs w:val="28"/>
        </w:rPr>
        <w:t>правка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F1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постановке гражданина на учёт в качестве нуждающегося </w:t>
      </w:r>
      <w:r>
        <w:rPr>
          <w:rFonts w:ascii="Times New Roman" w:hAnsi="Times New Roman"/>
          <w:sz w:val="28"/>
          <w:szCs w:val="28"/>
        </w:rPr>
        <w:br/>
        <w:t>в жилых помещениях, предоставляемых по договорам социального найма.</w:t>
      </w:r>
    </w:p>
    <w:p w:rsidR="00A83F3B" w:rsidRPr="00272F1C" w:rsidRDefault="00A83F3B" w:rsidP="00294875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1870">
        <w:rPr>
          <w:rFonts w:ascii="Times New Roman" w:hAnsi="Times New Roman"/>
          <w:sz w:val="28"/>
          <w:szCs w:val="28"/>
          <w:lang w:eastAsia="ru-RU"/>
        </w:rPr>
        <w:t>3. Документы, указанные в подпунктах «а»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21870">
        <w:rPr>
          <w:rFonts w:ascii="Times New Roman" w:hAnsi="Times New Roman"/>
          <w:sz w:val="28"/>
          <w:szCs w:val="28"/>
          <w:lang w:eastAsia="ru-RU"/>
        </w:rPr>
        <w:t>«е», «з» и «и» пункта 1, подпунктах</w:t>
      </w:r>
      <w:r>
        <w:rPr>
          <w:rFonts w:ascii="Times New Roman" w:hAnsi="Times New Roman"/>
          <w:sz w:val="28"/>
          <w:szCs w:val="28"/>
          <w:lang w:eastAsia="ru-RU"/>
        </w:rPr>
        <w:t xml:space="preserve"> «а»</w:t>
      </w:r>
      <w:r w:rsidRPr="00721870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72187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721870">
        <w:rPr>
          <w:rFonts w:ascii="Times New Roman" w:hAnsi="Times New Roman"/>
          <w:sz w:val="28"/>
          <w:szCs w:val="28"/>
          <w:lang w:eastAsia="ru-RU"/>
        </w:rPr>
        <w:t>» пункта 2, подпунктах «а»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21870">
        <w:rPr>
          <w:rFonts w:ascii="Times New Roman" w:hAnsi="Times New Roman"/>
          <w:sz w:val="28"/>
          <w:szCs w:val="28"/>
          <w:lang w:eastAsia="ru-RU"/>
        </w:rPr>
        <w:t>«е» пункта 3 части 2 настоящей статьи, должны быть представлены гражданином в 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72F1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83F3B" w:rsidRPr="00272F1C" w:rsidRDefault="00A83F3B" w:rsidP="00294875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2F1C">
        <w:rPr>
          <w:rFonts w:ascii="Times New Roman" w:hAnsi="Times New Roman"/>
          <w:sz w:val="28"/>
          <w:szCs w:val="28"/>
          <w:lang w:eastAsia="ru-RU"/>
        </w:rPr>
        <w:t xml:space="preserve">Документы, </w:t>
      </w:r>
      <w:r>
        <w:rPr>
          <w:rFonts w:ascii="Times New Roman" w:hAnsi="Times New Roman"/>
          <w:sz w:val="28"/>
          <w:szCs w:val="28"/>
          <w:lang w:eastAsia="ru-RU"/>
        </w:rPr>
        <w:t>указанные в под</w:t>
      </w:r>
      <w:hyperlink r:id="rId11" w:history="1">
        <w:r w:rsidRPr="00C216D0">
          <w:rPr>
            <w:rFonts w:ascii="Times New Roman" w:hAnsi="Times New Roman"/>
            <w:sz w:val="28"/>
            <w:szCs w:val="28"/>
            <w:lang w:eastAsia="ru-RU"/>
          </w:rPr>
          <w:t xml:space="preserve">пунктах 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«ж» и «к» пункта 1, подпункте </w:t>
        </w:r>
        <w:r w:rsidRPr="004D644F">
          <w:rPr>
            <w:rFonts w:ascii="Times New Roman" w:hAnsi="Times New Roman"/>
            <w:sz w:val="28"/>
            <w:szCs w:val="28"/>
            <w:lang w:eastAsia="ru-RU"/>
          </w:rPr>
          <w:t>«д»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пункта 2 и подпункте «ж» пункта 3 части 2 </w:t>
        </w:r>
      </w:hyperlink>
      <w:r>
        <w:rPr>
          <w:rFonts w:ascii="Times New Roman" w:hAnsi="Times New Roman"/>
          <w:sz w:val="28"/>
          <w:szCs w:val="28"/>
          <w:lang w:eastAsia="ru-RU"/>
        </w:rPr>
        <w:t>настоящей статьи</w:t>
      </w:r>
      <w:r w:rsidRPr="00272F1C">
        <w:rPr>
          <w:rFonts w:ascii="Times New Roman" w:hAnsi="Times New Roman"/>
          <w:sz w:val="28"/>
          <w:szCs w:val="28"/>
          <w:lang w:eastAsia="ru-RU"/>
        </w:rPr>
        <w:t xml:space="preserve">, могут быть представлены </w:t>
      </w:r>
      <w:r w:rsidRPr="009B2270">
        <w:rPr>
          <w:rFonts w:ascii="Times New Roman" w:hAnsi="Times New Roman"/>
          <w:sz w:val="28"/>
          <w:szCs w:val="28"/>
          <w:lang w:eastAsia="ru-RU"/>
        </w:rPr>
        <w:t xml:space="preserve">гражданином в уполномоченный орган </w:t>
      </w:r>
      <w:r w:rsidRPr="00272F1C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Если эти документы не </w:t>
      </w:r>
      <w:r w:rsidRPr="009B2270">
        <w:rPr>
          <w:rFonts w:ascii="Times New Roman" w:hAnsi="Times New Roman"/>
          <w:sz w:val="28"/>
          <w:szCs w:val="28"/>
          <w:lang w:eastAsia="ru-RU"/>
        </w:rPr>
        <w:t>представлены гражданином</w:t>
      </w:r>
      <w:r w:rsidRPr="00272F1C">
        <w:rPr>
          <w:rFonts w:ascii="Times New Roman" w:hAnsi="Times New Roman"/>
          <w:sz w:val="28"/>
          <w:szCs w:val="28"/>
          <w:lang w:eastAsia="ru-RU"/>
        </w:rPr>
        <w:t xml:space="preserve"> по собственной инициативе, то уполномоченный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2F1C">
        <w:rPr>
          <w:rFonts w:ascii="Times New Roman" w:hAnsi="Times New Roman"/>
          <w:sz w:val="28"/>
          <w:szCs w:val="28"/>
          <w:lang w:eastAsia="ru-RU"/>
        </w:rPr>
        <w:t>запрашивает их в порядке межведомственного информационного взаимодействия в органах, предоставляющих государственные услуги, органах, предоставляющих муниципальные услуги, иных государственных органах, органах местного самоуправления либо подведомственных государственным органам или органам местного самоуправления организациях.</w:t>
      </w:r>
    </w:p>
    <w:p w:rsidR="00A83F3B" w:rsidRPr="00442EEE" w:rsidRDefault="00A83F3B" w:rsidP="0029487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EEE">
        <w:rPr>
          <w:rFonts w:ascii="Times New Roman" w:hAnsi="Times New Roman"/>
          <w:sz w:val="28"/>
          <w:szCs w:val="28"/>
          <w:lang w:eastAsia="ru-RU"/>
        </w:rPr>
        <w:t>Если одновременно с пос</w:t>
      </w:r>
      <w:r>
        <w:rPr>
          <w:rFonts w:ascii="Times New Roman" w:hAnsi="Times New Roman"/>
          <w:sz w:val="28"/>
          <w:szCs w:val="28"/>
          <w:lang w:eastAsia="ru-RU"/>
        </w:rPr>
        <w:t xml:space="preserve">тупившим в уполномоченный орган 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заявлением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о постановке на учёт гражданин не представил (не полностью представил) документы, указанные в абзаце первом настоящей части, уполномоченный орган не позднее десяти календарных дней со дня поступления такого заявления возвращает его гражданину по адресу, указанному в заявлении о постановке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на учёт, с указанием причин, послуживших основанием для возврата</w:t>
      </w:r>
      <w:r w:rsidRPr="00442E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32C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такого </w:t>
      </w:r>
      <w:r w:rsidRPr="00442EEE">
        <w:rPr>
          <w:rFonts w:ascii="Times New Roman" w:hAnsi="Times New Roman"/>
          <w:sz w:val="28"/>
          <w:szCs w:val="28"/>
          <w:lang w:eastAsia="ru-RU"/>
        </w:rPr>
        <w:t xml:space="preserve">заявления. </w:t>
      </w:r>
    </w:p>
    <w:p w:rsidR="00A83F3B" w:rsidRPr="004D644F" w:rsidRDefault="00A83F3B" w:rsidP="00294875">
      <w:pPr>
        <w:tabs>
          <w:tab w:val="left" w:pos="1134"/>
        </w:tabs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 xml:space="preserve">После устранения причин, послуживших основанием для возврата заявления о постановке на учёт, гражданин вправе повторно обратиться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в уполномоченный орган с таким заявлением. </w:t>
      </w:r>
    </w:p>
    <w:p w:rsidR="00A83F3B" w:rsidRPr="004D644F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644F">
        <w:rPr>
          <w:rFonts w:ascii="Times New Roman" w:hAnsi="Times New Roman"/>
          <w:sz w:val="28"/>
          <w:szCs w:val="28"/>
        </w:rPr>
        <w:t>4. Решение о постановке гражданина на учёт</w:t>
      </w:r>
      <w:r>
        <w:rPr>
          <w:rFonts w:ascii="Times New Roman" w:hAnsi="Times New Roman"/>
          <w:sz w:val="28"/>
          <w:szCs w:val="28"/>
        </w:rPr>
        <w:t xml:space="preserve"> или об отказе в постановке гражданина на учёт принимается </w:t>
      </w:r>
      <w:r w:rsidRPr="004D644F">
        <w:rPr>
          <w:rFonts w:ascii="Times New Roman" w:hAnsi="Times New Roman"/>
          <w:sz w:val="28"/>
          <w:szCs w:val="28"/>
        </w:rPr>
        <w:t>уполномоченным органом в течение тридцати календарных дней со дня регистрации заявления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 о постановке на учёт</w:t>
      </w:r>
      <w:r w:rsidRPr="004D644F">
        <w:rPr>
          <w:rFonts w:ascii="Times New Roman" w:hAnsi="Times New Roman"/>
          <w:sz w:val="28"/>
          <w:szCs w:val="28"/>
        </w:rPr>
        <w:t>.</w:t>
      </w:r>
    </w:p>
    <w:p w:rsidR="00A83F3B" w:rsidRPr="004D644F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644F">
        <w:rPr>
          <w:rFonts w:ascii="Times New Roman" w:hAnsi="Times New Roman"/>
          <w:sz w:val="28"/>
          <w:szCs w:val="28"/>
        </w:rPr>
        <w:t xml:space="preserve">Основанием для принятия уполномоченным органом решения об отказе </w:t>
      </w:r>
      <w:r w:rsidRPr="004D644F">
        <w:rPr>
          <w:rFonts w:ascii="Times New Roman" w:hAnsi="Times New Roman"/>
          <w:sz w:val="28"/>
          <w:szCs w:val="28"/>
        </w:rPr>
        <w:br/>
        <w:t xml:space="preserve">в постановке гражданина на учёт является отсутствие у гражданина права </w:t>
      </w:r>
      <w:r w:rsidRPr="004D644F">
        <w:rPr>
          <w:rFonts w:ascii="Times New Roman" w:hAnsi="Times New Roman"/>
          <w:sz w:val="28"/>
          <w:szCs w:val="28"/>
        </w:rPr>
        <w:br/>
        <w:t>на предоставление земельного участка в собственность бесплатно в соответствии со статьёй 13</w:t>
      </w:r>
      <w:r w:rsidRPr="00C36DE5">
        <w:rPr>
          <w:rFonts w:ascii="Times New Roman" w:hAnsi="Times New Roman"/>
          <w:sz w:val="28"/>
          <w:szCs w:val="28"/>
          <w:vertAlign w:val="superscript"/>
        </w:rPr>
        <w:t>3</w:t>
      </w:r>
      <w:r w:rsidRPr="004D644F">
        <w:rPr>
          <w:rFonts w:ascii="Times New Roman" w:hAnsi="Times New Roman"/>
          <w:sz w:val="28"/>
          <w:szCs w:val="28"/>
        </w:rPr>
        <w:t xml:space="preserve"> настоящего Закона.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644F">
        <w:rPr>
          <w:rFonts w:ascii="Times New Roman" w:hAnsi="Times New Roman"/>
          <w:sz w:val="28"/>
          <w:szCs w:val="28"/>
        </w:rPr>
        <w:t xml:space="preserve">Очерёдность постановки гражданина на учёт определяется датой </w:t>
      </w:r>
      <w:r>
        <w:rPr>
          <w:rFonts w:ascii="Times New Roman" w:hAnsi="Times New Roman"/>
          <w:sz w:val="28"/>
          <w:szCs w:val="28"/>
        </w:rPr>
        <w:br/>
      </w:r>
      <w:r w:rsidRPr="004D644F">
        <w:rPr>
          <w:rFonts w:ascii="Times New Roman" w:hAnsi="Times New Roman"/>
          <w:sz w:val="28"/>
          <w:szCs w:val="28"/>
        </w:rPr>
        <w:t xml:space="preserve">и временем подачи гражданином заявления </w:t>
      </w:r>
      <w:r w:rsidRPr="004D644F">
        <w:rPr>
          <w:rFonts w:ascii="Times New Roman" w:hAnsi="Times New Roman"/>
          <w:sz w:val="28"/>
          <w:szCs w:val="28"/>
          <w:lang w:eastAsia="ru-RU"/>
        </w:rPr>
        <w:t>о постановке на учёт</w:t>
      </w:r>
      <w:r w:rsidRPr="004D64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D644F">
        <w:rPr>
          <w:rFonts w:ascii="Times New Roman" w:hAnsi="Times New Roman"/>
          <w:sz w:val="28"/>
          <w:szCs w:val="28"/>
        </w:rPr>
        <w:t>в уполномоченный орган.</w:t>
      </w:r>
    </w:p>
    <w:p w:rsidR="00A83F3B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Решение о постановке гражданина на учёт или об отказе в постановке гражданина на учёт не позднее пяти рабочих дней со дня его принятия направляется уполномоченным органом </w:t>
      </w:r>
      <w:r w:rsidRPr="004D644F">
        <w:rPr>
          <w:rFonts w:ascii="Times New Roman" w:hAnsi="Times New Roman"/>
          <w:sz w:val="28"/>
          <w:szCs w:val="28"/>
        </w:rPr>
        <w:t xml:space="preserve">гражданину по адресу, указанному </w:t>
      </w:r>
      <w:r>
        <w:rPr>
          <w:rFonts w:ascii="Times New Roman" w:hAnsi="Times New Roman"/>
          <w:sz w:val="28"/>
          <w:szCs w:val="28"/>
        </w:rPr>
        <w:br/>
      </w:r>
      <w:r w:rsidRPr="004D644F">
        <w:rPr>
          <w:rFonts w:ascii="Times New Roman" w:hAnsi="Times New Roman"/>
          <w:sz w:val="28"/>
          <w:szCs w:val="28"/>
        </w:rPr>
        <w:t xml:space="preserve">в заявлении </w:t>
      </w:r>
      <w:r w:rsidRPr="004D644F">
        <w:rPr>
          <w:rFonts w:ascii="Times New Roman" w:hAnsi="Times New Roman"/>
          <w:sz w:val="28"/>
          <w:szCs w:val="28"/>
          <w:lang w:eastAsia="ru-RU"/>
        </w:rPr>
        <w:t>о постановке на учёт,</w:t>
      </w:r>
      <w:r w:rsidRPr="004D644F">
        <w:rPr>
          <w:rFonts w:ascii="Times New Roman" w:hAnsi="Times New Roman"/>
          <w:sz w:val="28"/>
          <w:szCs w:val="28"/>
        </w:rPr>
        <w:t xml:space="preserve"> посредством почтовой</w:t>
      </w:r>
      <w:r>
        <w:rPr>
          <w:rFonts w:ascii="Times New Roman" w:hAnsi="Times New Roman"/>
          <w:sz w:val="28"/>
          <w:szCs w:val="28"/>
        </w:rPr>
        <w:t xml:space="preserve"> связи или выдаётся гражданину непосредственно, в том числе через многофункциональный центр, </w:t>
      </w:r>
      <w:r>
        <w:rPr>
          <w:rFonts w:ascii="Times New Roman" w:hAnsi="Times New Roman"/>
          <w:sz w:val="28"/>
          <w:szCs w:val="28"/>
        </w:rPr>
        <w:br/>
        <w:t>а также направляется в орган местного самоуправления муниципального образования Ульяновской области, осуществляющий полномочия по управлению и распоряжению земельными участками.</w:t>
      </w:r>
    </w:p>
    <w:p w:rsidR="00A83F3B" w:rsidRPr="00CE1FC8" w:rsidRDefault="00A83F3B" w:rsidP="00294875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Форма заявления о постановке на учёт утверждается уполномоченным органом. </w:t>
      </w:r>
    </w:p>
    <w:p w:rsidR="00A83F3B" w:rsidRDefault="00A83F3B" w:rsidP="00CE1FC8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BC1EE5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5</w:t>
      </w:r>
      <w:r w:rsidRPr="00BC1EE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 xml:space="preserve">Порядок </w:t>
      </w:r>
      <w:r>
        <w:rPr>
          <w:rFonts w:ascii="Times New Roman" w:hAnsi="Times New Roman"/>
          <w:b/>
          <w:sz w:val="28"/>
          <w:szCs w:val="28"/>
          <w:lang w:eastAsia="ru-RU"/>
        </w:rPr>
        <w:t>снятия граждан</w:t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 xml:space="preserve"> учёт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 в качестве лиц, имеющих </w:t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>право на предоставление земельных участков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B23976">
        <w:rPr>
          <w:rFonts w:ascii="Times New Roman" w:hAnsi="Times New Roman"/>
          <w:b/>
          <w:sz w:val="28"/>
          <w:szCs w:val="28"/>
          <w:lang w:eastAsia="ru-RU"/>
        </w:rPr>
        <w:t>в собственность бесплатно</w:t>
      </w:r>
    </w:p>
    <w:p w:rsidR="00A83F3B" w:rsidRDefault="00A83F3B" w:rsidP="00CE1FC8">
      <w:pPr>
        <w:tabs>
          <w:tab w:val="left" w:pos="1985"/>
          <w:tab w:val="left" w:pos="2694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83F3B" w:rsidRDefault="00A83F3B" w:rsidP="00CE1FC8">
      <w:pPr>
        <w:tabs>
          <w:tab w:val="left" w:pos="1985"/>
          <w:tab w:val="left" w:pos="2694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83F3B" w:rsidRPr="004D644F" w:rsidRDefault="00A83F3B" w:rsidP="00477A27">
      <w:pPr>
        <w:tabs>
          <w:tab w:val="left" w:pos="1985"/>
          <w:tab w:val="left" w:pos="212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Гражданин снимается с учёта в качестве лица, имеющего право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на предоставление земельных участков в собственность бесплатно (далее – снятие с учёта), на основании решения уполномоченного органа в следующих случаях:</w:t>
      </w:r>
    </w:p>
    <w:p w:rsidR="00A83F3B" w:rsidRPr="004D644F" w:rsidRDefault="00A83F3B" w:rsidP="00294875">
      <w:pPr>
        <w:tabs>
          <w:tab w:val="left" w:pos="1418"/>
          <w:tab w:val="left" w:pos="269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4D644F">
        <w:rPr>
          <w:rFonts w:ascii="Times New Roman" w:hAnsi="Times New Roman"/>
          <w:sz w:val="28"/>
          <w:szCs w:val="28"/>
          <w:lang w:eastAsia="ru-RU"/>
        </w:rPr>
        <w:t>подачи им письменного заявления о снятии с учёта;</w:t>
      </w:r>
    </w:p>
    <w:p w:rsidR="00A83F3B" w:rsidRPr="00294875" w:rsidRDefault="00A83F3B" w:rsidP="00294875">
      <w:pPr>
        <w:pStyle w:val="ListParagraph"/>
        <w:tabs>
          <w:tab w:val="left" w:pos="1418"/>
          <w:tab w:val="left" w:pos="269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294875">
        <w:rPr>
          <w:rFonts w:ascii="Times New Roman" w:hAnsi="Times New Roman"/>
          <w:sz w:val="28"/>
          <w:szCs w:val="28"/>
          <w:lang w:eastAsia="ru-RU"/>
        </w:rPr>
        <w:t>отсутствия или утраты им оснований, предусмотренных статьёй 13</w:t>
      </w:r>
      <w:r w:rsidRPr="00C36DE5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294875">
        <w:rPr>
          <w:rFonts w:ascii="Times New Roman" w:hAnsi="Times New Roman"/>
          <w:sz w:val="28"/>
          <w:szCs w:val="28"/>
          <w:lang w:eastAsia="ru-RU"/>
        </w:rPr>
        <w:t xml:space="preserve"> настоящего Закона; </w:t>
      </w:r>
    </w:p>
    <w:p w:rsidR="00A83F3B" w:rsidRPr="00294875" w:rsidRDefault="00A83F3B" w:rsidP="00294875">
      <w:pPr>
        <w:pStyle w:val="ListParagraph"/>
        <w:tabs>
          <w:tab w:val="left" w:pos="1418"/>
          <w:tab w:val="left" w:pos="269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294875">
        <w:rPr>
          <w:rFonts w:ascii="Times New Roman" w:hAnsi="Times New Roman"/>
          <w:sz w:val="28"/>
          <w:szCs w:val="28"/>
          <w:lang w:eastAsia="ru-RU"/>
        </w:rPr>
        <w:t>его смерти либо признания его безвестно отсутствующим или умершим на основании решения суда, вступившего в законную силу.</w:t>
      </w:r>
    </w:p>
    <w:p w:rsidR="00A83F3B" w:rsidRDefault="00A83F3B" w:rsidP="00477A27">
      <w:pPr>
        <w:tabs>
          <w:tab w:val="left" w:pos="1418"/>
          <w:tab w:val="left" w:pos="269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 xml:space="preserve">2. Решение о снятии гражданина с учёта не позднее пяти рабочих дней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со дня его принятия направляется уполномоченным органом гражданину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по адресу, указанному в заявлении о постановке на учёт (снятии с учёта), посредством почтовой связи или выдаётся гражданину непосредственно, в том числе через</w:t>
      </w:r>
      <w:r w:rsidRPr="00D85AFE">
        <w:rPr>
          <w:rFonts w:ascii="Times New Roman" w:hAnsi="Times New Roman"/>
          <w:sz w:val="28"/>
          <w:szCs w:val="28"/>
          <w:lang w:eastAsia="ru-RU"/>
        </w:rPr>
        <w:t xml:space="preserve"> многофункциональный центр, а также направляется в орган местного самоуправления муниципального образования Ульяновской области, осуществляющий полномочия по управлению и распоряжению земельными участками.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83F3B" w:rsidRPr="00294875" w:rsidRDefault="00A83F3B" w:rsidP="00DF3A2E">
      <w:pPr>
        <w:tabs>
          <w:tab w:val="left" w:pos="2127"/>
          <w:tab w:val="left" w:pos="2410"/>
        </w:tabs>
        <w:autoSpaceDE w:val="0"/>
        <w:autoSpaceDN w:val="0"/>
        <w:adjustRightInd w:val="0"/>
        <w:spacing w:after="0" w:line="240" w:lineRule="auto"/>
        <w:ind w:left="2127" w:hanging="1407"/>
        <w:jc w:val="both"/>
        <w:outlineLvl w:val="0"/>
        <w:rPr>
          <w:rFonts w:ascii="Times New Roman" w:hAnsi="Times New Roman"/>
          <w:sz w:val="16"/>
          <w:szCs w:val="28"/>
          <w:lang w:eastAsia="ru-RU"/>
        </w:rPr>
      </w:pPr>
    </w:p>
    <w:p w:rsidR="00A83F3B" w:rsidRDefault="00A83F3B" w:rsidP="00DF3A2E">
      <w:pPr>
        <w:tabs>
          <w:tab w:val="left" w:pos="2127"/>
          <w:tab w:val="left" w:pos="2410"/>
        </w:tabs>
        <w:autoSpaceDE w:val="0"/>
        <w:autoSpaceDN w:val="0"/>
        <w:adjustRightInd w:val="0"/>
        <w:spacing w:after="0" w:line="240" w:lineRule="auto"/>
        <w:ind w:left="2127" w:hanging="140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83F3B" w:rsidRDefault="00A83F3B" w:rsidP="001F64E5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268" w:hanging="154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C1EE5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6</w:t>
      </w:r>
      <w:r w:rsidRPr="00BC1EE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20861">
        <w:rPr>
          <w:rFonts w:ascii="Times New Roman" w:hAnsi="Times New Roman"/>
          <w:b/>
          <w:sz w:val="28"/>
          <w:szCs w:val="28"/>
          <w:lang w:eastAsia="ru-RU"/>
        </w:rPr>
        <w:t>Порядок п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редоставления земельных участков гражданам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 xml:space="preserve">в собственность бесплатно </w:t>
      </w:r>
    </w:p>
    <w:p w:rsidR="00A83F3B" w:rsidRDefault="00A83F3B" w:rsidP="002948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F3B" w:rsidRPr="00EA03D0" w:rsidRDefault="00A83F3B" w:rsidP="002948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F3B" w:rsidRPr="00D00E86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0E86">
        <w:rPr>
          <w:rFonts w:ascii="Times New Roman" w:hAnsi="Times New Roman"/>
          <w:sz w:val="28"/>
          <w:szCs w:val="28"/>
          <w:lang w:eastAsia="ru-RU"/>
        </w:rPr>
        <w:t>1.</w:t>
      </w:r>
      <w:r w:rsidRPr="00D00E86">
        <w:rPr>
          <w:rFonts w:ascii="Times New Roman" w:hAnsi="Times New Roman"/>
          <w:sz w:val="28"/>
          <w:szCs w:val="28"/>
          <w:lang w:eastAsia="ru-RU"/>
        </w:rPr>
        <w:tab/>
        <w:t xml:space="preserve"> Предоставление земельного участка гражданину в собственность бесплатно осуществляется в порядке очерёдности, определяемой временем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00E86">
        <w:rPr>
          <w:rFonts w:ascii="Times New Roman" w:hAnsi="Times New Roman"/>
          <w:sz w:val="28"/>
          <w:szCs w:val="28"/>
          <w:lang w:eastAsia="ru-RU"/>
        </w:rPr>
        <w:t xml:space="preserve">и датой подачи гражданином в уполномоченный орган заявления о постановке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00E86">
        <w:rPr>
          <w:rFonts w:ascii="Times New Roman" w:hAnsi="Times New Roman"/>
          <w:sz w:val="28"/>
          <w:szCs w:val="28"/>
          <w:lang w:eastAsia="ru-RU"/>
        </w:rPr>
        <w:t>на учёт с приложением всех необходимых в соответствии со статьёй 13</w:t>
      </w:r>
      <w:r w:rsidRPr="00D00E86">
        <w:rPr>
          <w:rFonts w:ascii="Times New Roman" w:hAnsi="Times New Roman"/>
          <w:sz w:val="28"/>
          <w:szCs w:val="28"/>
          <w:vertAlign w:val="superscript"/>
          <w:lang w:eastAsia="ru-RU"/>
        </w:rPr>
        <w:t>4</w:t>
      </w:r>
      <w:r w:rsidRPr="00D00E86">
        <w:rPr>
          <w:rFonts w:ascii="Times New Roman" w:hAnsi="Times New Roman"/>
          <w:sz w:val="28"/>
          <w:szCs w:val="28"/>
          <w:lang w:eastAsia="ru-RU"/>
        </w:rPr>
        <w:t xml:space="preserve"> настоящего Закона документов.</w:t>
      </w:r>
    </w:p>
    <w:p w:rsidR="00A83F3B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0E86">
        <w:rPr>
          <w:rFonts w:ascii="Times New Roman" w:hAnsi="Times New Roman"/>
          <w:sz w:val="28"/>
          <w:szCs w:val="28"/>
          <w:lang w:eastAsia="ru-RU"/>
        </w:rPr>
        <w:t>2. При наличии сформированных в установленном федеральными законами порядке земельных участков для целей, определённых абзацем первым статьи 13</w:t>
      </w:r>
      <w:r w:rsidRPr="00D00E86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D00E86">
        <w:rPr>
          <w:rFonts w:ascii="Times New Roman" w:hAnsi="Times New Roman"/>
          <w:sz w:val="28"/>
          <w:szCs w:val="28"/>
          <w:lang w:eastAsia="ru-RU"/>
        </w:rPr>
        <w:t xml:space="preserve"> настоящего Закона, уполномоченный орган в порядке очерёдности направляет гражданину заказным почтовым отправлением с уведомлением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00E86">
        <w:rPr>
          <w:rFonts w:ascii="Times New Roman" w:hAnsi="Times New Roman"/>
          <w:sz w:val="28"/>
          <w:szCs w:val="28"/>
          <w:lang w:eastAsia="ru-RU"/>
        </w:rPr>
        <w:t xml:space="preserve">о вручении по адресу, указанному в заявлении о постановке на учёт, извещение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00E86">
        <w:rPr>
          <w:rFonts w:ascii="Times New Roman" w:hAnsi="Times New Roman"/>
          <w:sz w:val="28"/>
          <w:szCs w:val="28"/>
          <w:lang w:eastAsia="ru-RU"/>
        </w:rPr>
        <w:t>о возможности предоставления земельного участка в собственность бесплатно.</w:t>
      </w:r>
    </w:p>
    <w:p w:rsidR="00A83F3B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Гражданин в течение тридцати календарных дней со дня получения им извещения о возможности предоставления земельного участка в собственность бесплатно направляет в адрес уполномоченного органа заявление </w:t>
      </w:r>
      <w:r>
        <w:rPr>
          <w:rFonts w:ascii="Times New Roman" w:hAnsi="Times New Roman"/>
          <w:sz w:val="28"/>
          <w:szCs w:val="28"/>
          <w:lang w:eastAsia="ru-RU"/>
        </w:rPr>
        <w:br/>
        <w:t>о предоставлении земельного участка в собственность бесплатно либо об отказе от его предоставления.</w:t>
      </w:r>
    </w:p>
    <w:p w:rsidR="00A83F3B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получении заявления об отказе от предоставления земельного участка </w:t>
      </w:r>
      <w:r>
        <w:rPr>
          <w:rFonts w:ascii="Times New Roman" w:hAnsi="Times New Roman"/>
          <w:sz w:val="28"/>
          <w:szCs w:val="28"/>
          <w:lang w:eastAsia="ru-RU"/>
        </w:rPr>
        <w:br/>
        <w:t>в собственность бесплатно либо при неполучении заявления о предоставлении земельного участка в собственность бесплатно в установленный настоящей частью срок уполномоченный орган направляет заказным почтовым отправлением с уведомлением о вручении извещение о возможности предоставления земельного участка в собственность бесплатно в адрес следующего в порядке очерёдности гражданина.</w:t>
      </w:r>
    </w:p>
    <w:p w:rsidR="00A83F3B" w:rsidRPr="00303AC2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303AC2">
        <w:rPr>
          <w:rFonts w:ascii="Times New Roman" w:hAnsi="Times New Roman"/>
          <w:sz w:val="28"/>
          <w:szCs w:val="28"/>
        </w:rPr>
        <w:t xml:space="preserve">Информация о предоставлении гражданам земельных участков размещается в информационно-телекоммуникационной сети «Интернет» </w:t>
      </w:r>
      <w:r w:rsidRPr="00303AC2">
        <w:rPr>
          <w:rFonts w:ascii="Times New Roman" w:hAnsi="Times New Roman"/>
          <w:sz w:val="28"/>
          <w:szCs w:val="28"/>
        </w:rPr>
        <w:br/>
        <w:t xml:space="preserve">на официальном сайте Российской Федерации </w:t>
      </w:r>
      <w:hyperlink r:id="rId12" w:history="1">
        <w:r w:rsidRPr="00303AC2">
          <w:rPr>
            <w:rFonts w:ascii="Times New Roman" w:hAnsi="Times New Roman"/>
            <w:sz w:val="28"/>
            <w:szCs w:val="28"/>
          </w:rPr>
          <w:t>www.torgi.gov.ru</w:t>
        </w:r>
      </w:hyperlink>
      <w:r w:rsidRPr="00303AC2">
        <w:rPr>
          <w:rFonts w:ascii="Times New Roman" w:hAnsi="Times New Roman"/>
          <w:sz w:val="28"/>
          <w:szCs w:val="28"/>
        </w:rPr>
        <w:t xml:space="preserve"> в определённом для этих целей разделе.</w:t>
      </w:r>
    </w:p>
    <w:p w:rsidR="00A83F3B" w:rsidRPr="004D644F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Pr="004D644F">
        <w:rPr>
          <w:rFonts w:ascii="Times New Roman" w:hAnsi="Times New Roman"/>
          <w:sz w:val="28"/>
          <w:szCs w:val="28"/>
        </w:rPr>
        <w:t xml:space="preserve">Решение о предоставлении земельного участка гражданину </w:t>
      </w:r>
      <w:r w:rsidRPr="004D644F">
        <w:rPr>
          <w:rFonts w:ascii="Times New Roman" w:hAnsi="Times New Roman"/>
          <w:sz w:val="28"/>
          <w:szCs w:val="28"/>
        </w:rPr>
        <w:br/>
        <w:t xml:space="preserve">в собственность бесплатно принимается в течение тридцати календарных дней </w:t>
      </w:r>
      <w:r w:rsidRPr="004D644F">
        <w:rPr>
          <w:rFonts w:ascii="Times New Roman" w:hAnsi="Times New Roman"/>
          <w:sz w:val="28"/>
          <w:szCs w:val="28"/>
        </w:rPr>
        <w:br/>
        <w:t xml:space="preserve">со дня подачи гражданином заявления о предоставлении земельного участка </w:t>
      </w:r>
      <w:r w:rsidRPr="004D644F">
        <w:rPr>
          <w:rFonts w:ascii="Times New Roman" w:hAnsi="Times New Roman"/>
          <w:sz w:val="28"/>
          <w:szCs w:val="28"/>
        </w:rPr>
        <w:br/>
        <w:t>в собственность бесплатно при отсутствии основания для отказа в бесплатном предоставлении в собственность земельного участка:</w:t>
      </w:r>
    </w:p>
    <w:p w:rsidR="00A83F3B" w:rsidRPr="004D644F" w:rsidRDefault="00A83F3B" w:rsidP="00477A27">
      <w:pPr>
        <w:pStyle w:val="ConsPlusNormal"/>
        <w:spacing w:line="360" w:lineRule="auto"/>
        <w:ind w:firstLine="709"/>
        <w:jc w:val="both"/>
      </w:pPr>
      <w:r w:rsidRPr="004D644F">
        <w:t>1) в отношении земельных участков, находящихся в государственной собственности Ульяновской области, или земельных участков, государственная собственность на которые не разграничена,</w:t>
      </w:r>
      <w:r>
        <w:t xml:space="preserve"> – </w:t>
      </w:r>
      <w:r w:rsidRPr="004D644F">
        <w:t>уполномоченным органом;</w:t>
      </w:r>
    </w:p>
    <w:p w:rsidR="00A83F3B" w:rsidRPr="00CF66CD" w:rsidRDefault="00A83F3B" w:rsidP="00477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 xml:space="preserve">2) в отношении земельных участков, находящихся в муниципальной собственности муниципальных образований Ульяновской области,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самоуправления, осуществляющими управление и распоряжение такими земельными участками.</w:t>
      </w:r>
    </w:p>
    <w:p w:rsidR="00A83F3B" w:rsidRPr="00533380" w:rsidRDefault="00A83F3B" w:rsidP="00477A27">
      <w:pPr>
        <w:pStyle w:val="ConsPlusNormal"/>
        <w:spacing w:line="360" w:lineRule="auto"/>
        <w:ind w:firstLine="709"/>
        <w:jc w:val="both"/>
      </w:pPr>
      <w:r w:rsidRPr="004D644F">
        <w:t xml:space="preserve">6. Основанием для отказа в предоставлении земельного участка </w:t>
      </w:r>
      <w:r w:rsidRPr="004D644F">
        <w:br/>
        <w:t xml:space="preserve">в собственность бесплатно является отсутствие у гражданина права </w:t>
      </w:r>
      <w:r>
        <w:br/>
      </w:r>
      <w:r w:rsidRPr="004D644F">
        <w:t>на предоставление земельного участка в собственность бесплатно в соответствии со статьёй 13</w:t>
      </w:r>
      <w:r w:rsidRPr="004D644F">
        <w:rPr>
          <w:vertAlign w:val="superscript"/>
        </w:rPr>
        <w:t>3</w:t>
      </w:r>
      <w:r w:rsidRPr="004D644F">
        <w:t xml:space="preserve"> настоящего Закона. При этом достижение ребёнком (детьми) возраста, установленного пунктом 1 части 1 статьи 13</w:t>
      </w:r>
      <w:r w:rsidRPr="004D644F">
        <w:rPr>
          <w:vertAlign w:val="superscript"/>
        </w:rPr>
        <w:t>3</w:t>
      </w:r>
      <w:r w:rsidRPr="004D644F">
        <w:t xml:space="preserve"> настоящего Закона, после принятия уполномоченным органом заявления о постановке гражданина на учёт основанием для отказа в бесплатном предоставлении в собственность земельного участка не является.</w:t>
      </w:r>
    </w:p>
    <w:p w:rsidR="00A83F3B" w:rsidRPr="00FF1FDD" w:rsidRDefault="00A83F3B" w:rsidP="00477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. Не позднее </w:t>
      </w:r>
      <w:r>
        <w:rPr>
          <w:rFonts w:ascii="Times New Roman" w:hAnsi="Times New Roman"/>
          <w:sz w:val="28"/>
          <w:szCs w:val="28"/>
          <w:lang w:eastAsia="ru-RU"/>
        </w:rPr>
        <w:t>пяти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рабочих</w:t>
      </w:r>
      <w:r>
        <w:rPr>
          <w:rFonts w:ascii="Times New Roman" w:hAnsi="Times New Roman"/>
          <w:sz w:val="28"/>
          <w:szCs w:val="28"/>
          <w:lang w:eastAsia="ru-RU"/>
        </w:rPr>
        <w:t xml:space="preserve"> дней с даты принятия решения </w:t>
      </w:r>
      <w:r>
        <w:rPr>
          <w:rFonts w:ascii="Times New Roman" w:hAnsi="Times New Roman"/>
          <w:sz w:val="28"/>
          <w:szCs w:val="28"/>
          <w:lang w:eastAsia="ru-RU"/>
        </w:rPr>
        <w:br/>
        <w:t>о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земельного участка в собственность бесплатно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либо об отказе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в предоставлении земельного участка в собственность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бесплатно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оно направляется </w:t>
      </w:r>
      <w:r>
        <w:rPr>
          <w:rFonts w:ascii="Times New Roman" w:hAnsi="Times New Roman"/>
          <w:sz w:val="28"/>
          <w:szCs w:val="28"/>
          <w:lang w:eastAsia="ru-RU"/>
        </w:rPr>
        <w:t>органом, уполномоченным на предоставление земельных участков, гражданину</w:t>
      </w:r>
      <w:r w:rsidRPr="001B31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заказным почтовым отправлением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 уведомлением о вручении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>по адресу, указанному в заявлении</w:t>
      </w:r>
      <w:r w:rsidRPr="007564C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земельного участка </w:t>
      </w:r>
      <w:r>
        <w:rPr>
          <w:rFonts w:ascii="Times New Roman" w:hAnsi="Times New Roman"/>
          <w:sz w:val="28"/>
          <w:szCs w:val="28"/>
          <w:lang w:eastAsia="ru-RU"/>
        </w:rPr>
        <w:br/>
        <w:t>в собственность бесплатно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</w:p>
    <w:p w:rsidR="00A83F3B" w:rsidRDefault="00A83F3B" w:rsidP="00477A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. Земельный участок, предоставляемый в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случаях, установленных пунктами 1 и 3 </w:t>
      </w:r>
      <w:hyperlink r:id="rId13" w:history="1">
        <w:r w:rsidRPr="00FF1FDD">
          <w:rPr>
            <w:rFonts w:ascii="Times New Roman" w:hAnsi="Times New Roman"/>
            <w:sz w:val="28"/>
            <w:szCs w:val="28"/>
            <w:lang w:eastAsia="ru-RU"/>
          </w:rPr>
          <w:t>стать</w:t>
        </w:r>
        <w:r>
          <w:rPr>
            <w:rFonts w:ascii="Times New Roman" w:hAnsi="Times New Roman"/>
            <w:sz w:val="28"/>
            <w:szCs w:val="28"/>
            <w:lang w:eastAsia="ru-RU"/>
          </w:rPr>
          <w:t>и</w:t>
        </w:r>
      </w:hyperlink>
      <w:r w:rsidRPr="00FF1FDD">
        <w:rPr>
          <w:rFonts w:ascii="Times New Roman" w:hAnsi="Times New Roman"/>
          <w:sz w:val="28"/>
          <w:szCs w:val="28"/>
          <w:lang w:eastAsia="ru-RU"/>
        </w:rPr>
        <w:t xml:space="preserve"> 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настоящего Закона, оформляется в общую долевую собственность </w:t>
      </w:r>
      <w:r>
        <w:rPr>
          <w:rFonts w:ascii="Times New Roman" w:hAnsi="Times New Roman"/>
          <w:sz w:val="28"/>
          <w:szCs w:val="28"/>
          <w:lang w:eastAsia="ru-RU"/>
        </w:rPr>
        <w:t>гражданина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, супруга (супруги) </w:t>
      </w:r>
      <w:r>
        <w:rPr>
          <w:rFonts w:ascii="Times New Roman" w:hAnsi="Times New Roman"/>
          <w:sz w:val="28"/>
          <w:szCs w:val="28"/>
          <w:lang w:eastAsia="ru-RU"/>
        </w:rPr>
        <w:t>гражданина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(в случае,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если </w:t>
      </w:r>
      <w:r>
        <w:rPr>
          <w:rFonts w:ascii="Times New Roman" w:hAnsi="Times New Roman"/>
          <w:sz w:val="28"/>
          <w:szCs w:val="28"/>
          <w:lang w:eastAsia="ru-RU"/>
        </w:rPr>
        <w:t xml:space="preserve">гражданин </w:t>
      </w:r>
      <w:r w:rsidRPr="00FF1FDD">
        <w:rPr>
          <w:rFonts w:ascii="Times New Roman" w:hAnsi="Times New Roman"/>
          <w:sz w:val="28"/>
          <w:szCs w:val="28"/>
          <w:lang w:eastAsia="ru-RU"/>
        </w:rPr>
        <w:t>состоит в браке) и всех совместно проживающих с ним (ними) детей однократно.</w:t>
      </w:r>
    </w:p>
    <w:p w:rsidR="00A83F3B" w:rsidRPr="004D644F" w:rsidRDefault="00A83F3B" w:rsidP="00477A2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земельных участков </w:t>
      </w:r>
      <w:r w:rsidRPr="00FF1FDD">
        <w:rPr>
          <w:rFonts w:ascii="Times New Roman" w:hAnsi="Times New Roman"/>
          <w:sz w:val="28"/>
          <w:szCs w:val="28"/>
          <w:lang w:eastAsia="ru-RU"/>
        </w:rPr>
        <w:t>в собственность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граждан, </w:t>
      </w:r>
      <w:r w:rsidRPr="005307D0">
        <w:rPr>
          <w:rFonts w:ascii="Times New Roman" w:hAnsi="Times New Roman"/>
          <w:sz w:val="28"/>
          <w:szCs w:val="28"/>
          <w:lang w:eastAsia="ru-RU"/>
        </w:rPr>
        <w:t>указанных в пункте 1 статьи 13</w:t>
      </w:r>
      <w:r w:rsidRPr="005307D0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настоящего Закона, осуществляется в границах того муниципального района или городского округа, на территории которого эти граждане </w:t>
      </w:r>
      <w:r w:rsidRPr="004D644F">
        <w:rPr>
          <w:rFonts w:ascii="Times New Roman" w:hAnsi="Times New Roman"/>
          <w:sz w:val="28"/>
          <w:szCs w:val="28"/>
          <w:lang w:eastAsia="ru-RU"/>
        </w:rPr>
        <w:t>проживали на день подачи ими заявления о постановке на учёт.</w:t>
      </w:r>
    </w:p>
    <w:p w:rsidR="00A83F3B" w:rsidRDefault="00A83F3B" w:rsidP="00980527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 xml:space="preserve">При отсутствии на территории муниципального района или городского округа, в котором граждане проживали на день подачи ими заявления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о постановке на учёт, свободных от прав третьих лиц земельных участков,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целей, </w:t>
      </w:r>
      <w:r w:rsidRPr="005307D0">
        <w:rPr>
          <w:rFonts w:ascii="Times New Roman" w:hAnsi="Times New Roman"/>
          <w:sz w:val="28"/>
          <w:szCs w:val="28"/>
        </w:rPr>
        <w:t xml:space="preserve">установленных </w:t>
      </w:r>
      <w:r>
        <w:rPr>
          <w:rFonts w:ascii="Times New Roman" w:hAnsi="Times New Roman"/>
          <w:sz w:val="28"/>
          <w:szCs w:val="28"/>
        </w:rPr>
        <w:t xml:space="preserve">абзацем первым </w:t>
      </w:r>
      <w:r w:rsidRPr="005307D0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и</w:t>
      </w:r>
      <w:r w:rsidRPr="005307D0">
        <w:rPr>
          <w:rFonts w:ascii="Times New Roman" w:hAnsi="Times New Roman"/>
          <w:sz w:val="28"/>
          <w:szCs w:val="28"/>
        </w:rPr>
        <w:t xml:space="preserve"> 13</w:t>
      </w:r>
      <w:r w:rsidRPr="005307D0">
        <w:rPr>
          <w:rFonts w:ascii="Times New Roman" w:hAnsi="Times New Roman"/>
          <w:sz w:val="28"/>
          <w:szCs w:val="28"/>
          <w:vertAlign w:val="superscript"/>
        </w:rPr>
        <w:t>3</w:t>
      </w:r>
      <w:r w:rsidRPr="005307D0">
        <w:rPr>
          <w:rFonts w:ascii="Times New Roman" w:hAnsi="Times New Roman"/>
          <w:sz w:val="28"/>
          <w:szCs w:val="28"/>
        </w:rPr>
        <w:t xml:space="preserve"> настоящего Закона, </w:t>
      </w:r>
      <w:r w:rsidRPr="005307D0">
        <w:rPr>
          <w:rFonts w:ascii="Times New Roman" w:hAnsi="Times New Roman"/>
          <w:sz w:val="28"/>
          <w:szCs w:val="28"/>
          <w:lang w:eastAsia="ru-RU"/>
        </w:rPr>
        <w:t>гражданам, указанным в пункте 1 статьи 13</w:t>
      </w:r>
      <w:r w:rsidRPr="005307D0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настоящего Закона, предоставляются земельные участки, сформированные на территории муниципального района или городского округа, имеющего общие границы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с муниципальным районом или городским округом, в котором такие граждане 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проживали на день подачи ими заявления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о постановке на учёт.</w:t>
      </w:r>
    </w:p>
    <w:p w:rsidR="00A83F3B" w:rsidRPr="00FF1FDD" w:rsidRDefault="00A83F3B" w:rsidP="00980527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земельных участков </w:t>
      </w:r>
      <w:r w:rsidRPr="00FF1FDD">
        <w:rPr>
          <w:rFonts w:ascii="Times New Roman" w:hAnsi="Times New Roman"/>
          <w:sz w:val="28"/>
          <w:szCs w:val="28"/>
          <w:lang w:eastAsia="ru-RU"/>
        </w:rPr>
        <w:t>в собственность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граждан, </w:t>
      </w:r>
      <w:r w:rsidRPr="005307D0">
        <w:rPr>
          <w:rFonts w:ascii="Times New Roman" w:hAnsi="Times New Roman"/>
          <w:sz w:val="28"/>
          <w:szCs w:val="28"/>
          <w:lang w:eastAsia="ru-RU"/>
        </w:rPr>
        <w:t>указанных в пункт</w:t>
      </w:r>
      <w:r>
        <w:rPr>
          <w:rFonts w:ascii="Times New Roman" w:hAnsi="Times New Roman"/>
          <w:sz w:val="28"/>
          <w:szCs w:val="28"/>
          <w:lang w:eastAsia="ru-RU"/>
        </w:rPr>
        <w:t>ах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 и 3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статьи 13</w:t>
      </w:r>
      <w:r w:rsidRPr="005307D0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настоящего Закона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осуществляется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в границах территорий сельских населённых пунктов, входящих в состав территорий муниципальных образований Ульяновской области, на территориях которых эти граждане 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проживали на день подачи ими заявления о постановке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4D644F">
        <w:rPr>
          <w:rFonts w:ascii="Times New Roman" w:hAnsi="Times New Roman"/>
          <w:sz w:val="28"/>
          <w:szCs w:val="28"/>
          <w:lang w:eastAsia="ru-RU"/>
        </w:rPr>
        <w:t>на учёт.</w:t>
      </w:r>
    </w:p>
    <w:p w:rsidR="00A83F3B" w:rsidRDefault="00A83F3B" w:rsidP="00980527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1FDD">
        <w:rPr>
          <w:rFonts w:ascii="Times New Roman" w:hAnsi="Times New Roman"/>
          <w:sz w:val="28"/>
          <w:szCs w:val="28"/>
          <w:lang w:eastAsia="ru-RU"/>
        </w:rPr>
        <w:t>При отсутствии в составе муниципального образования Уль</w:t>
      </w:r>
      <w:r>
        <w:rPr>
          <w:rFonts w:ascii="Times New Roman" w:hAnsi="Times New Roman"/>
          <w:sz w:val="28"/>
          <w:szCs w:val="28"/>
          <w:lang w:eastAsia="ru-RU"/>
        </w:rPr>
        <w:t>яновской области сельских населё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нных пунктов, а также земельных участков </w:t>
      </w:r>
      <w:r w:rsidRPr="0010562D">
        <w:rPr>
          <w:rFonts w:ascii="Times New Roman" w:hAnsi="Times New Roman"/>
          <w:sz w:val="28"/>
          <w:szCs w:val="28"/>
        </w:rPr>
        <w:t xml:space="preserve">для целей, установленных </w:t>
      </w:r>
      <w:r>
        <w:rPr>
          <w:rFonts w:ascii="Times New Roman" w:hAnsi="Times New Roman"/>
          <w:sz w:val="28"/>
          <w:szCs w:val="28"/>
        </w:rPr>
        <w:t xml:space="preserve">абзацем первым </w:t>
      </w:r>
      <w:r w:rsidRPr="0010562D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и</w:t>
      </w:r>
      <w:r w:rsidRPr="0010562D">
        <w:rPr>
          <w:rFonts w:ascii="Times New Roman" w:hAnsi="Times New Roman"/>
          <w:sz w:val="28"/>
          <w:szCs w:val="28"/>
        </w:rPr>
        <w:t xml:space="preserve"> 13</w:t>
      </w:r>
      <w:r w:rsidRPr="0010562D">
        <w:rPr>
          <w:rFonts w:ascii="Times New Roman" w:hAnsi="Times New Roman"/>
          <w:sz w:val="28"/>
          <w:szCs w:val="28"/>
          <w:vertAlign w:val="superscript"/>
        </w:rPr>
        <w:t>3</w:t>
      </w:r>
      <w:r w:rsidRPr="0010562D">
        <w:rPr>
          <w:rFonts w:ascii="Times New Roman" w:hAnsi="Times New Roman"/>
          <w:sz w:val="28"/>
          <w:szCs w:val="28"/>
        </w:rPr>
        <w:t xml:space="preserve"> настоящего Закона,</w:t>
      </w:r>
      <w:r w:rsidRPr="0010562D">
        <w:rPr>
          <w:rFonts w:ascii="Times New Roman" w:hAnsi="Times New Roman"/>
          <w:sz w:val="28"/>
          <w:szCs w:val="28"/>
          <w:lang w:eastAsia="ru-RU"/>
        </w:rPr>
        <w:t xml:space="preserve"> земельные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участки предоставляются гражданам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F3A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указанным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в пункт</w:t>
      </w:r>
      <w:r>
        <w:rPr>
          <w:rFonts w:ascii="Times New Roman" w:hAnsi="Times New Roman"/>
          <w:sz w:val="28"/>
          <w:szCs w:val="28"/>
          <w:lang w:eastAsia="ru-RU"/>
        </w:rPr>
        <w:t>ах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 и 3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статьи 13</w:t>
      </w:r>
      <w:r w:rsidRPr="005307D0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5307D0">
        <w:rPr>
          <w:rFonts w:ascii="Times New Roman" w:hAnsi="Times New Roman"/>
          <w:sz w:val="28"/>
          <w:szCs w:val="28"/>
          <w:lang w:eastAsia="ru-RU"/>
        </w:rPr>
        <w:t xml:space="preserve"> настоящего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F1FDD">
        <w:rPr>
          <w:rFonts w:ascii="Times New Roman" w:hAnsi="Times New Roman"/>
          <w:sz w:val="28"/>
          <w:szCs w:val="28"/>
          <w:lang w:eastAsia="ru-RU"/>
        </w:rPr>
        <w:t>в границах территорий сельских населённых пунктов, входящих в состав территорий других муниципальных образований Ульяновской области.</w:t>
      </w:r>
    </w:p>
    <w:p w:rsidR="00A83F3B" w:rsidRPr="00FF1FDD" w:rsidRDefault="00A83F3B" w:rsidP="00980527">
      <w:pPr>
        <w:tabs>
          <w:tab w:val="left" w:pos="1418"/>
          <w:tab w:val="left" w:pos="2694"/>
        </w:tabs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При отсутствии сформированных земельных участков на дату подачи гражданином заявления о постановке на учёт либо в случае, когда количество </w:t>
      </w:r>
      <w:r w:rsidRPr="004D644F">
        <w:rPr>
          <w:rFonts w:ascii="Times New Roman" w:hAnsi="Times New Roman"/>
          <w:sz w:val="28"/>
          <w:szCs w:val="28"/>
          <w:lang w:eastAsia="ru-RU"/>
        </w:rPr>
        <w:t>таких заявлений превышает количество сформированных земельных участков, органы, уполномоченные на предоставление земельных участков, обязаны осуществить формирование земельных участков для установленных абзацем первым статьи 13</w:t>
      </w:r>
      <w:r w:rsidRPr="004D644F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4D644F">
        <w:rPr>
          <w:rFonts w:ascii="Times New Roman" w:hAnsi="Times New Roman"/>
          <w:sz w:val="28"/>
          <w:szCs w:val="28"/>
          <w:lang w:eastAsia="ru-RU"/>
        </w:rPr>
        <w:t xml:space="preserve"> настоящего Закона целей в соответствии с поступившими заявлениями в срок, не превышающий восьми месяцев со дня регистрации заявления о постановке на учёт.».</w:t>
      </w:r>
    </w:p>
    <w:p w:rsidR="00A83F3B" w:rsidRPr="00980527" w:rsidRDefault="00A83F3B" w:rsidP="009805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Cs w:val="24"/>
          <w:lang w:eastAsia="ru-RU"/>
        </w:rPr>
      </w:pPr>
    </w:p>
    <w:p w:rsidR="00A83F3B" w:rsidRPr="00980527" w:rsidRDefault="00A83F3B" w:rsidP="009805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A83F3B" w:rsidRPr="00CE1FC8" w:rsidRDefault="00A83F3B" w:rsidP="009805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CE1FC8">
        <w:rPr>
          <w:rFonts w:ascii="Times New Roman" w:hAnsi="Times New Roman"/>
          <w:b/>
          <w:sz w:val="28"/>
          <w:szCs w:val="24"/>
          <w:lang w:eastAsia="ru-RU"/>
        </w:rPr>
        <w:t xml:space="preserve">Статья </w:t>
      </w:r>
      <w:r>
        <w:rPr>
          <w:rFonts w:ascii="Times New Roman" w:hAnsi="Times New Roman"/>
          <w:b/>
          <w:sz w:val="28"/>
          <w:szCs w:val="24"/>
          <w:lang w:eastAsia="ru-RU"/>
        </w:rPr>
        <w:t>2</w:t>
      </w:r>
    </w:p>
    <w:p w:rsidR="00A83F3B" w:rsidRPr="00746329" w:rsidRDefault="00A83F3B" w:rsidP="009805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83F3B" w:rsidRPr="00980527" w:rsidRDefault="00A83F3B" w:rsidP="00980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A83F3B" w:rsidRPr="00FF1FDD" w:rsidRDefault="00A83F3B" w:rsidP="00980527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>Признать утратившими силу:</w:t>
      </w:r>
    </w:p>
    <w:p w:rsidR="00A83F3B" w:rsidRDefault="00A83F3B" w:rsidP="00980527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пункт 8 </w:t>
      </w:r>
      <w:r w:rsidRPr="00E320A9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от </w:t>
      </w:r>
      <w:r>
        <w:rPr>
          <w:rFonts w:ascii="Times New Roman" w:hAnsi="Times New Roman"/>
          <w:sz w:val="28"/>
          <w:szCs w:val="28"/>
          <w:lang w:eastAsia="ru-RU"/>
        </w:rPr>
        <w:t xml:space="preserve">1 августа 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2007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 111-ЗО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320A9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  <w:t>от 08.08.2007 № 66; от 03.06.2011 № 60; от 02.03.2012 № 22; от 08.05.2014 № 65; от 05.03.2015 № 28);</w:t>
      </w:r>
    </w:p>
    <w:p w:rsidR="00A83F3B" w:rsidRDefault="00A83F3B" w:rsidP="00980527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пункт 2 </w:t>
      </w:r>
      <w:r w:rsidRPr="00D67856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от 29</w:t>
      </w:r>
      <w:r>
        <w:rPr>
          <w:rFonts w:ascii="Times New Roman" w:hAnsi="Times New Roman"/>
          <w:sz w:val="28"/>
          <w:szCs w:val="28"/>
          <w:lang w:eastAsia="ru-RU"/>
        </w:rPr>
        <w:t xml:space="preserve"> сентября </w:t>
      </w:r>
      <w:r w:rsidRPr="00D67856">
        <w:rPr>
          <w:rFonts w:ascii="Times New Roman" w:hAnsi="Times New Roman"/>
          <w:sz w:val="28"/>
          <w:szCs w:val="28"/>
          <w:lang w:eastAsia="ru-RU"/>
        </w:rPr>
        <w:t>2009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132-ЗО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67856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>от 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FF1FDD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>09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80);</w:t>
      </w:r>
    </w:p>
    <w:p w:rsidR="00A83F3B" w:rsidRPr="00D67856" w:rsidRDefault="00A83F3B" w:rsidP="00980527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DA44AB">
        <w:rPr>
          <w:rFonts w:ascii="Times New Roman" w:hAnsi="Times New Roman"/>
          <w:sz w:val="28"/>
          <w:szCs w:val="28"/>
          <w:lang w:eastAsia="ru-RU"/>
        </w:rPr>
        <w:t>Закон Ульяновской области от 27</w:t>
      </w:r>
      <w:r>
        <w:rPr>
          <w:rFonts w:ascii="Times New Roman" w:hAnsi="Times New Roman"/>
          <w:sz w:val="28"/>
          <w:szCs w:val="28"/>
          <w:lang w:eastAsia="ru-RU"/>
        </w:rPr>
        <w:t xml:space="preserve"> августа </w:t>
      </w:r>
      <w:r w:rsidRPr="00DA44AB">
        <w:rPr>
          <w:rFonts w:ascii="Times New Roman" w:hAnsi="Times New Roman"/>
          <w:sz w:val="28"/>
          <w:szCs w:val="28"/>
          <w:lang w:eastAsia="ru-RU"/>
        </w:rPr>
        <w:t xml:space="preserve">2010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DA44AB">
        <w:rPr>
          <w:rFonts w:ascii="Times New Roman" w:hAnsi="Times New Roman"/>
          <w:sz w:val="28"/>
          <w:szCs w:val="28"/>
          <w:lang w:eastAsia="ru-RU"/>
        </w:rPr>
        <w:t xml:space="preserve"> 118-ЗО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DA44AB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внесении изменений в статью 11</w:t>
      </w:r>
      <w:r w:rsidRPr="00DA44AB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DA44AB">
        <w:rPr>
          <w:rFonts w:ascii="Times New Roman" w:hAnsi="Times New Roman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DA44AB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01.09.2010 № 71);</w:t>
      </w:r>
    </w:p>
    <w:p w:rsidR="00A83F3B" w:rsidRPr="00D67856" w:rsidRDefault="00A83F3B" w:rsidP="00980527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hyperlink r:id="rId14" w:history="1">
        <w:r w:rsidRPr="00D67856">
          <w:rPr>
            <w:rFonts w:ascii="Times New Roman" w:hAnsi="Times New Roman"/>
            <w:sz w:val="28"/>
            <w:szCs w:val="28"/>
            <w:lang w:eastAsia="ru-RU"/>
          </w:rPr>
          <w:t>пункт 2</w:t>
        </w:r>
      </w:hyperlink>
      <w:r w:rsidRPr="00D67856">
        <w:rPr>
          <w:rFonts w:ascii="Times New Roman" w:hAnsi="Times New Roman"/>
          <w:sz w:val="28"/>
          <w:szCs w:val="28"/>
          <w:lang w:eastAsia="ru-RU"/>
        </w:rPr>
        <w:t xml:space="preserve"> Закона Ульяновской области от 1 июня 2011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8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-ЗО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статьи 11 и 11</w:t>
      </w:r>
      <w:r w:rsidRPr="00DA44AB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67856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D67856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67856">
        <w:rPr>
          <w:rFonts w:ascii="Times New Roman" w:hAnsi="Times New Roman"/>
          <w:sz w:val="28"/>
          <w:szCs w:val="28"/>
          <w:lang w:eastAsia="ru-RU"/>
        </w:rPr>
        <w:t>Ульяновская правда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от 03.06.2011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D67856">
        <w:rPr>
          <w:rFonts w:ascii="Times New Roman" w:hAnsi="Times New Roman"/>
          <w:sz w:val="28"/>
          <w:szCs w:val="28"/>
          <w:lang w:eastAsia="ru-RU"/>
        </w:rPr>
        <w:t xml:space="preserve"> 60);</w:t>
      </w:r>
    </w:p>
    <w:p w:rsidR="00A83F3B" w:rsidRPr="00FF1FDD" w:rsidRDefault="00A83F3B" w:rsidP="00980527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F6">
        <w:rPr>
          <w:rFonts w:ascii="Times New Roman" w:hAnsi="Times New Roman"/>
          <w:spacing w:val="-4"/>
          <w:sz w:val="28"/>
          <w:szCs w:val="28"/>
          <w:lang w:eastAsia="ru-RU"/>
        </w:rPr>
        <w:t xml:space="preserve">5) пункты 4 и 5 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статьи 1 </w:t>
      </w:r>
      <w:r w:rsidRPr="006F3AF6">
        <w:rPr>
          <w:rFonts w:ascii="Times New Roman" w:hAnsi="Times New Roman"/>
          <w:spacing w:val="-4"/>
          <w:sz w:val="28"/>
          <w:szCs w:val="28"/>
          <w:lang w:eastAsia="ru-RU"/>
        </w:rPr>
        <w:t xml:space="preserve">Закона Ульяновской области от 2 ноября 2011 года 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br/>
      </w:r>
      <w:r w:rsidRPr="006F3AF6">
        <w:rPr>
          <w:rFonts w:ascii="Times New Roman" w:hAnsi="Times New Roman"/>
          <w:spacing w:val="-4"/>
          <w:sz w:val="28"/>
          <w:szCs w:val="28"/>
          <w:lang w:eastAsia="ru-RU"/>
        </w:rPr>
        <w:t>№ 185-ЗО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FF1FDD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 силу пункта 2 статьи 2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F1FDD">
        <w:rPr>
          <w:rFonts w:ascii="Times New Roman" w:hAnsi="Times New Roman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(«Ульяновская правда» от 0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FF1FDD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126; от 05.03.2015 № 28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Default="00A83F3B" w:rsidP="00980527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44F">
        <w:rPr>
          <w:rFonts w:ascii="Times New Roman" w:hAnsi="Times New Roman"/>
          <w:sz w:val="28"/>
          <w:szCs w:val="28"/>
          <w:lang w:eastAsia="ru-RU"/>
        </w:rPr>
        <w:t>6) абзацы семнадцатый и девятнадцатый п</w:t>
      </w:r>
      <w:bookmarkStart w:id="0" w:name="_GoBack"/>
      <w:bookmarkEnd w:id="0"/>
      <w:r w:rsidRPr="004D644F">
        <w:rPr>
          <w:rFonts w:ascii="Times New Roman" w:hAnsi="Times New Roman"/>
          <w:sz w:val="28"/>
          <w:szCs w:val="28"/>
          <w:lang w:eastAsia="ru-RU"/>
        </w:rPr>
        <w:t>ункта 6, пункт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статьи 1 </w:t>
      </w:r>
      <w:r w:rsidRPr="00B97310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от 28</w:t>
      </w:r>
      <w:r>
        <w:rPr>
          <w:rFonts w:ascii="Times New Roman" w:hAnsi="Times New Roman"/>
          <w:sz w:val="28"/>
          <w:szCs w:val="28"/>
          <w:lang w:eastAsia="ru-RU"/>
        </w:rPr>
        <w:t xml:space="preserve"> февраля 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2012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 13-ЗО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97310">
        <w:rPr>
          <w:rFonts w:ascii="Times New Roman" w:hAnsi="Times New Roman"/>
          <w:sz w:val="28"/>
          <w:szCs w:val="28"/>
          <w:lang w:eastAsia="ru-RU"/>
        </w:rPr>
        <w:t>в Закон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О регулировании земельных отношений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97310">
        <w:rPr>
          <w:rFonts w:ascii="Times New Roman" w:hAnsi="Times New Roman"/>
          <w:sz w:val="28"/>
          <w:szCs w:val="28"/>
          <w:lang w:eastAsia="ru-RU"/>
        </w:rPr>
        <w:t>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утратившими силу отдельных положений законодательных актов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>от 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F1FDD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22; от 05.03.2015 № 28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) Закон Ульяновской области от </w:t>
      </w:r>
      <w:r>
        <w:rPr>
          <w:rFonts w:ascii="Times New Roman" w:hAnsi="Times New Roman"/>
          <w:sz w:val="28"/>
          <w:szCs w:val="28"/>
          <w:lang w:eastAsia="ru-RU"/>
        </w:rPr>
        <w:t>3 октября 2012 года №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143-ЗО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FF1FDD">
        <w:rPr>
          <w:rFonts w:ascii="Times New Roman" w:hAnsi="Times New Roman"/>
          <w:sz w:val="28"/>
          <w:szCs w:val="28"/>
          <w:lang w:eastAsia="ru-RU"/>
        </w:rPr>
        <w:t>О внесении изменений в статью 11</w:t>
      </w:r>
      <w:r w:rsidRPr="00FF1FDD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FF1FDD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(«Ульяновская правда» от 10.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1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статью 2 </w:t>
      </w:r>
      <w:r w:rsidRPr="00B97310">
        <w:rPr>
          <w:rFonts w:ascii="Times New Roman" w:hAnsi="Times New Roman"/>
          <w:sz w:val="28"/>
          <w:szCs w:val="28"/>
          <w:lang w:eastAsia="ru-RU"/>
        </w:rPr>
        <w:t>Закона Ульяновской области от 7</w:t>
      </w:r>
      <w:r>
        <w:rPr>
          <w:rFonts w:ascii="Times New Roman" w:hAnsi="Times New Roman"/>
          <w:sz w:val="28"/>
          <w:szCs w:val="28"/>
          <w:lang w:eastAsia="ru-RU"/>
        </w:rPr>
        <w:t xml:space="preserve"> марта </w:t>
      </w:r>
      <w:r w:rsidRPr="00B97310">
        <w:rPr>
          <w:rFonts w:ascii="Times New Roman" w:hAnsi="Times New Roman"/>
          <w:sz w:val="28"/>
          <w:szCs w:val="28"/>
          <w:lang w:eastAsia="ru-RU"/>
        </w:rPr>
        <w:t>2013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97310">
        <w:rPr>
          <w:rFonts w:ascii="Times New Roman" w:hAnsi="Times New Roman"/>
          <w:sz w:val="28"/>
          <w:szCs w:val="28"/>
          <w:lang w:eastAsia="ru-RU"/>
        </w:rPr>
        <w:t xml:space="preserve"> 32-ЗО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B97310">
        <w:rPr>
          <w:rFonts w:ascii="Times New Roman" w:hAnsi="Times New Roman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FF1FDD">
        <w:rPr>
          <w:rFonts w:ascii="Times New Roman" w:hAnsi="Times New Roman"/>
          <w:sz w:val="28"/>
          <w:szCs w:val="28"/>
          <w:lang w:eastAsia="ru-RU"/>
        </w:rPr>
        <w:t>(«Ульяновская правда» от 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27; от 09.06.2014 № 82-83; </w:t>
      </w:r>
      <w:r>
        <w:rPr>
          <w:rFonts w:ascii="Times New Roman" w:hAnsi="Times New Roman"/>
          <w:sz w:val="28"/>
          <w:szCs w:val="28"/>
          <w:lang w:eastAsia="ru-RU"/>
        </w:rPr>
        <w:br/>
        <w:t>от 10.07.2014 № 98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Pr="00733AF2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r w:rsidRPr="00733AF2">
        <w:rPr>
          <w:rFonts w:ascii="Times New Roman" w:hAnsi="Times New Roman"/>
          <w:sz w:val="28"/>
          <w:szCs w:val="28"/>
          <w:lang w:eastAsia="ru-RU"/>
        </w:rPr>
        <w:t>Закон Ульяновской области от 4</w:t>
      </w:r>
      <w:r>
        <w:rPr>
          <w:rFonts w:ascii="Times New Roman" w:hAnsi="Times New Roman"/>
          <w:sz w:val="28"/>
          <w:szCs w:val="28"/>
          <w:lang w:eastAsia="ru-RU"/>
        </w:rPr>
        <w:t xml:space="preserve"> июня 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2013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102-ЗО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33AF2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статьи 11</w:t>
      </w:r>
      <w:r w:rsidRPr="00733AF2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и 11</w:t>
      </w:r>
      <w:r w:rsidRPr="00733AF2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33AF2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07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06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60-61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Закон Ульяновской области от </w:t>
      </w:r>
      <w:r w:rsidRPr="00733AF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2013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124-ЗО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33AF2">
        <w:rPr>
          <w:rFonts w:ascii="Times New Roman" w:hAnsi="Times New Roman"/>
          <w:sz w:val="28"/>
          <w:szCs w:val="28"/>
          <w:lang w:eastAsia="ru-RU"/>
        </w:rPr>
        <w:t>О внесении изменений в статью 11</w:t>
      </w:r>
      <w:r w:rsidRPr="00733AF2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33AF2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07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75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пункт 3 статьи 1 Закона Ульяновской области от 5 мая 2014 года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60-ЗО «О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«О регулировании земельных отношений в Ульяновской области» и признании утратившим силу отдельного положения законодательного акта Ульяновской области» («Ульяновская правда» от 08.05.2014 № 65; от 05.03.2015 № 28; </w:t>
      </w:r>
      <w:r>
        <w:rPr>
          <w:rFonts w:ascii="Times New Roman" w:hAnsi="Times New Roman"/>
          <w:sz w:val="28"/>
          <w:szCs w:val="28"/>
          <w:lang w:eastAsia="ru-RU"/>
        </w:rPr>
        <w:br/>
        <w:t>от 05.10.2015 № 139);</w:t>
      </w:r>
    </w:p>
    <w:p w:rsidR="00A83F3B" w:rsidRPr="00733AF2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12) </w:t>
      </w:r>
      <w:r w:rsidRPr="00733AF2">
        <w:rPr>
          <w:rFonts w:ascii="Times New Roman" w:hAnsi="Times New Roman"/>
          <w:sz w:val="28"/>
          <w:szCs w:val="28"/>
          <w:lang w:eastAsia="ru-RU"/>
        </w:rPr>
        <w:t>Закон Ульяновской области от 29</w:t>
      </w:r>
      <w:r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2014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228-ЗО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733AF2">
        <w:rPr>
          <w:rFonts w:ascii="Times New Roman" w:hAnsi="Times New Roman"/>
          <w:sz w:val="28"/>
          <w:szCs w:val="28"/>
          <w:lang w:eastAsia="ru-RU"/>
        </w:rPr>
        <w:t>О внесении изменений в статьи 11</w:t>
      </w:r>
      <w:r w:rsidRPr="00733AF2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  <w:lang w:eastAsia="ru-RU"/>
        </w:rPr>
        <w:t xml:space="preserve"> 11</w:t>
      </w:r>
      <w:r w:rsidRPr="00733AF2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733AF2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(«Ульяновская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31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196</w:t>
      </w:r>
      <w:r w:rsidRPr="00FF1FDD">
        <w:rPr>
          <w:rFonts w:ascii="Times New Roman" w:hAnsi="Times New Roman"/>
          <w:sz w:val="28"/>
          <w:szCs w:val="28"/>
          <w:lang w:eastAsia="ru-RU"/>
        </w:rPr>
        <w:t>);</w:t>
      </w:r>
    </w:p>
    <w:p w:rsidR="00A83F3B" w:rsidRDefault="00A83F3B" w:rsidP="001F64E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5D40">
        <w:rPr>
          <w:rFonts w:ascii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3</w:t>
      </w:r>
      <w:r w:rsidRPr="006D5D40">
        <w:rPr>
          <w:rFonts w:ascii="Times New Roman" w:hAnsi="Times New Roman"/>
          <w:spacing w:val="-4"/>
          <w:sz w:val="28"/>
          <w:szCs w:val="28"/>
          <w:lang w:eastAsia="ru-RU"/>
        </w:rPr>
        <w:t xml:space="preserve">) подпункт «в» пункта 7 и пункт 8 статьи 1 Закона Ульяновской области </w:t>
      </w:r>
      <w:r w:rsidRPr="006D5D40">
        <w:rPr>
          <w:rFonts w:ascii="Times New Roman" w:hAnsi="Times New Roman"/>
          <w:spacing w:val="-4"/>
          <w:sz w:val="28"/>
          <w:szCs w:val="28"/>
          <w:lang w:eastAsia="ru-RU"/>
        </w:rPr>
        <w:br/>
        <w:t>от 3 марта 2015 года № 15-ЗО «О внесении изменений в Закон Ульяновской области «О регулировании земельных отношений в Ульяновской области»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733AF2">
        <w:rPr>
          <w:rFonts w:ascii="Times New Roman" w:hAnsi="Times New Roman"/>
          <w:sz w:val="28"/>
          <w:szCs w:val="28"/>
          <w:lang w:eastAsia="ru-RU"/>
        </w:rPr>
        <w:t>и признании утратившими силу отдельных положений законодательных актов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(«Ульяновская правда» от 0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28; от 05.10.2015 № 139).</w:t>
      </w:r>
    </w:p>
    <w:p w:rsidR="00A83F3B" w:rsidRPr="001F64E5" w:rsidRDefault="00A83F3B" w:rsidP="007463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A83F3B" w:rsidRDefault="00A83F3B" w:rsidP="007463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F3B" w:rsidRDefault="00A83F3B" w:rsidP="007463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3F3B" w:rsidRPr="008B60E9" w:rsidRDefault="00A83F3B" w:rsidP="00F82055">
      <w:pPr>
        <w:suppressAutoHyphens/>
        <w:autoSpaceDE w:val="0"/>
        <w:spacing w:after="0" w:line="216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Губернатор Ульяновской области  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</w:t>
      </w: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</w:t>
      </w: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  С.И.Морозов</w:t>
      </w:r>
    </w:p>
    <w:p w:rsidR="00A83F3B" w:rsidRDefault="00A83F3B" w:rsidP="001F64E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83F3B" w:rsidRDefault="00A83F3B" w:rsidP="001F64E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83F3B" w:rsidRPr="008B60E9" w:rsidRDefault="00A83F3B" w:rsidP="001F64E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83F3B" w:rsidRPr="008B60E9" w:rsidRDefault="00A83F3B" w:rsidP="001F64E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B60E9">
        <w:rPr>
          <w:rFonts w:ascii="Times New Roman" w:hAnsi="Times New Roman"/>
          <w:sz w:val="28"/>
          <w:szCs w:val="28"/>
          <w:lang w:eastAsia="ar-SA"/>
        </w:rPr>
        <w:t>г. Ульяновск</w:t>
      </w:r>
    </w:p>
    <w:p w:rsidR="00A83F3B" w:rsidRPr="008B60E9" w:rsidRDefault="00A83F3B" w:rsidP="001F64E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02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февраля 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201</w:t>
      </w:r>
      <w:r>
        <w:rPr>
          <w:rFonts w:ascii="Times New Roman" w:hAnsi="Times New Roman"/>
          <w:sz w:val="28"/>
          <w:szCs w:val="28"/>
          <w:lang w:eastAsia="ar-SA"/>
        </w:rPr>
        <w:t>6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г.</w:t>
      </w:r>
    </w:p>
    <w:p w:rsidR="00A83F3B" w:rsidRDefault="00A83F3B" w:rsidP="001F64E5">
      <w:pPr>
        <w:suppressAutoHyphens/>
        <w:autoSpaceDE w:val="0"/>
        <w:spacing w:after="0" w:line="240" w:lineRule="auto"/>
        <w:jc w:val="center"/>
      </w:pPr>
      <w:r w:rsidRPr="008B60E9">
        <w:rPr>
          <w:rFonts w:ascii="Times New Roman" w:hAnsi="Times New Roman"/>
          <w:sz w:val="28"/>
          <w:szCs w:val="28"/>
          <w:lang w:eastAsia="ar-SA"/>
        </w:rPr>
        <w:t>№</w:t>
      </w:r>
      <w:r>
        <w:rPr>
          <w:rFonts w:ascii="Times New Roman" w:hAnsi="Times New Roman"/>
          <w:sz w:val="28"/>
          <w:szCs w:val="28"/>
          <w:lang w:eastAsia="ar-SA"/>
        </w:rPr>
        <w:t xml:space="preserve"> 4</w:t>
      </w:r>
      <w:r w:rsidRPr="008B60E9">
        <w:rPr>
          <w:rFonts w:ascii="Times New Roman" w:hAnsi="Times New Roman"/>
          <w:sz w:val="28"/>
          <w:szCs w:val="28"/>
          <w:lang w:eastAsia="ar-SA"/>
        </w:rPr>
        <w:t>-ЗО</w:t>
      </w:r>
    </w:p>
    <w:sectPr w:rsidR="00A83F3B" w:rsidSect="00477A27">
      <w:headerReference w:type="even" r:id="rId15"/>
      <w:headerReference w:type="default" r:id="rId16"/>
      <w:footerReference w:type="first" r:id="rId1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F3B" w:rsidRDefault="00A83F3B">
      <w:pPr>
        <w:spacing w:after="0" w:line="240" w:lineRule="auto"/>
      </w:pPr>
      <w:r>
        <w:separator/>
      </w:r>
    </w:p>
  </w:endnote>
  <w:endnote w:type="continuationSeparator" w:id="0">
    <w:p w:rsidR="00A83F3B" w:rsidRDefault="00A83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F3B" w:rsidRPr="001F64E5" w:rsidRDefault="00A83F3B" w:rsidP="001F64E5">
    <w:pPr>
      <w:pStyle w:val="Footer"/>
      <w:jc w:val="right"/>
      <w:rPr>
        <w:rFonts w:ascii="Times New Roman" w:hAnsi="Times New Roman"/>
        <w:sz w:val="16"/>
        <w:szCs w:val="16"/>
      </w:rPr>
    </w:pPr>
    <w:r w:rsidRPr="001F64E5">
      <w:rPr>
        <w:rFonts w:ascii="Times New Roman" w:hAnsi="Times New Roman"/>
        <w:sz w:val="16"/>
        <w:szCs w:val="16"/>
      </w:rPr>
      <w:t>2112чл1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F3B" w:rsidRDefault="00A83F3B">
      <w:pPr>
        <w:spacing w:after="0" w:line="240" w:lineRule="auto"/>
      </w:pPr>
      <w:r>
        <w:separator/>
      </w:r>
    </w:p>
  </w:footnote>
  <w:footnote w:type="continuationSeparator" w:id="0">
    <w:p w:rsidR="00A83F3B" w:rsidRDefault="00A83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F3B" w:rsidRDefault="00A83F3B" w:rsidP="002036A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A83F3B" w:rsidRDefault="00A83F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F3B" w:rsidRPr="00C50050" w:rsidRDefault="00A83F3B" w:rsidP="00C50050">
    <w:pPr>
      <w:pStyle w:val="Header"/>
      <w:jc w:val="center"/>
      <w:rPr>
        <w:rStyle w:val="PageNumber"/>
        <w:sz w:val="28"/>
      </w:rPr>
    </w:pPr>
    <w:r w:rsidRPr="00C50050">
      <w:rPr>
        <w:rStyle w:val="PageNumber"/>
        <w:sz w:val="28"/>
      </w:rPr>
      <w:fldChar w:fldCharType="begin"/>
    </w:r>
    <w:r w:rsidRPr="00C50050">
      <w:rPr>
        <w:rStyle w:val="PageNumber"/>
        <w:sz w:val="28"/>
      </w:rPr>
      <w:instrText xml:space="preserve">PAGE  </w:instrText>
    </w:r>
    <w:r w:rsidRPr="00C50050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14</w:t>
    </w:r>
    <w:r w:rsidRPr="00C50050">
      <w:rPr>
        <w:rStyle w:val="PageNumber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2A7521A"/>
    <w:multiLevelType w:val="hybridMultilevel"/>
    <w:tmpl w:val="2AB85E46"/>
    <w:lvl w:ilvl="0" w:tplc="E7AA0EE8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134C3"/>
    <w:multiLevelType w:val="hybridMultilevel"/>
    <w:tmpl w:val="8FA665EA"/>
    <w:lvl w:ilvl="0" w:tplc="C4E632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5D24BF8"/>
    <w:multiLevelType w:val="hybridMultilevel"/>
    <w:tmpl w:val="86D658B2"/>
    <w:lvl w:ilvl="0" w:tplc="B5E6AA9A">
      <w:start w:val="1"/>
      <w:numFmt w:val="decimal"/>
      <w:lvlText w:val="%1.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6EE6C91"/>
    <w:multiLevelType w:val="hybridMultilevel"/>
    <w:tmpl w:val="63262B32"/>
    <w:lvl w:ilvl="0" w:tplc="F9C0E18C">
      <w:start w:val="6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B5C4EBB"/>
    <w:multiLevelType w:val="hybridMultilevel"/>
    <w:tmpl w:val="381E2908"/>
    <w:lvl w:ilvl="0" w:tplc="0A5A6ED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B2B5B10"/>
    <w:multiLevelType w:val="hybridMultilevel"/>
    <w:tmpl w:val="01FC62D4"/>
    <w:lvl w:ilvl="0" w:tplc="B39E69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B8E643D"/>
    <w:multiLevelType w:val="hybridMultilevel"/>
    <w:tmpl w:val="EEC0D9F6"/>
    <w:lvl w:ilvl="0" w:tplc="40DED474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FA72A06"/>
    <w:multiLevelType w:val="hybridMultilevel"/>
    <w:tmpl w:val="DD083A54"/>
    <w:lvl w:ilvl="0" w:tplc="3E9EC66E">
      <w:start w:val="1"/>
      <w:numFmt w:val="decimal"/>
      <w:lvlText w:val="%1)"/>
      <w:lvlJc w:val="left"/>
      <w:pPr>
        <w:ind w:left="1256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4FD27444"/>
    <w:multiLevelType w:val="hybridMultilevel"/>
    <w:tmpl w:val="97668826"/>
    <w:lvl w:ilvl="0" w:tplc="0C86E6C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53B05D28"/>
    <w:multiLevelType w:val="hybridMultilevel"/>
    <w:tmpl w:val="D1A67D82"/>
    <w:lvl w:ilvl="0" w:tplc="2BB2A9A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56774CDE"/>
    <w:multiLevelType w:val="hybridMultilevel"/>
    <w:tmpl w:val="0B867C06"/>
    <w:lvl w:ilvl="0" w:tplc="33DC0A72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65AF32CE"/>
    <w:multiLevelType w:val="hybridMultilevel"/>
    <w:tmpl w:val="D1FC3728"/>
    <w:lvl w:ilvl="0" w:tplc="490477A8">
      <w:start w:val="2"/>
      <w:numFmt w:val="decimal"/>
      <w:lvlText w:val="%1."/>
      <w:lvlJc w:val="left"/>
      <w:pPr>
        <w:ind w:left="2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12"/>
  </w:num>
  <w:num w:numId="9">
    <w:abstractNumId w:val="10"/>
  </w:num>
  <w:num w:numId="10">
    <w:abstractNumId w:val="5"/>
  </w:num>
  <w:num w:numId="11">
    <w:abstractNumId w:val="8"/>
  </w:num>
  <w:num w:numId="12">
    <w:abstractNumId w:val="4"/>
  </w:num>
  <w:num w:numId="13">
    <w:abstractNumId w:val="13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E9"/>
    <w:rsid w:val="000007FA"/>
    <w:rsid w:val="00001A23"/>
    <w:rsid w:val="00001F71"/>
    <w:rsid w:val="000056A1"/>
    <w:rsid w:val="000122BD"/>
    <w:rsid w:val="00013E9C"/>
    <w:rsid w:val="00015D96"/>
    <w:rsid w:val="000262DD"/>
    <w:rsid w:val="00027337"/>
    <w:rsid w:val="00034106"/>
    <w:rsid w:val="000508FA"/>
    <w:rsid w:val="0006192B"/>
    <w:rsid w:val="0007333B"/>
    <w:rsid w:val="00074B15"/>
    <w:rsid w:val="00076666"/>
    <w:rsid w:val="00085157"/>
    <w:rsid w:val="00091A04"/>
    <w:rsid w:val="00095A64"/>
    <w:rsid w:val="000A343E"/>
    <w:rsid w:val="000B0327"/>
    <w:rsid w:val="000D339F"/>
    <w:rsid w:val="000D3CD4"/>
    <w:rsid w:val="000E6289"/>
    <w:rsid w:val="00101F25"/>
    <w:rsid w:val="001026D4"/>
    <w:rsid w:val="001039C0"/>
    <w:rsid w:val="0010562D"/>
    <w:rsid w:val="001371FE"/>
    <w:rsid w:val="001379ED"/>
    <w:rsid w:val="00146A26"/>
    <w:rsid w:val="00153080"/>
    <w:rsid w:val="001674A5"/>
    <w:rsid w:val="00170765"/>
    <w:rsid w:val="0017238F"/>
    <w:rsid w:val="00183E73"/>
    <w:rsid w:val="001A511E"/>
    <w:rsid w:val="001B31CE"/>
    <w:rsid w:val="001B4B84"/>
    <w:rsid w:val="001D11D3"/>
    <w:rsid w:val="001D6636"/>
    <w:rsid w:val="001E0B93"/>
    <w:rsid w:val="001E1E59"/>
    <w:rsid w:val="001F0D66"/>
    <w:rsid w:val="001F64E5"/>
    <w:rsid w:val="00201EB0"/>
    <w:rsid w:val="002036AF"/>
    <w:rsid w:val="00212CA5"/>
    <w:rsid w:val="00217F29"/>
    <w:rsid w:val="00231896"/>
    <w:rsid w:val="00233ECC"/>
    <w:rsid w:val="00244BAB"/>
    <w:rsid w:val="00251760"/>
    <w:rsid w:val="002620A2"/>
    <w:rsid w:val="002623C4"/>
    <w:rsid w:val="002657D5"/>
    <w:rsid w:val="00272F1C"/>
    <w:rsid w:val="00274A69"/>
    <w:rsid w:val="00282270"/>
    <w:rsid w:val="00294875"/>
    <w:rsid w:val="002950BE"/>
    <w:rsid w:val="002A3E06"/>
    <w:rsid w:val="002A42EE"/>
    <w:rsid w:val="002A4EAD"/>
    <w:rsid w:val="002B52BB"/>
    <w:rsid w:val="002B60D8"/>
    <w:rsid w:val="002C2BE8"/>
    <w:rsid w:val="002C3CF8"/>
    <w:rsid w:val="002D32EF"/>
    <w:rsid w:val="002F1C05"/>
    <w:rsid w:val="002F7ACD"/>
    <w:rsid w:val="00300FEB"/>
    <w:rsid w:val="0030124F"/>
    <w:rsid w:val="00303AC2"/>
    <w:rsid w:val="0030766D"/>
    <w:rsid w:val="00312A7A"/>
    <w:rsid w:val="00321224"/>
    <w:rsid w:val="00341FD8"/>
    <w:rsid w:val="00346227"/>
    <w:rsid w:val="0036205E"/>
    <w:rsid w:val="00364EA1"/>
    <w:rsid w:val="003714AE"/>
    <w:rsid w:val="00373E05"/>
    <w:rsid w:val="003743FD"/>
    <w:rsid w:val="00375DF8"/>
    <w:rsid w:val="003B1316"/>
    <w:rsid w:val="003B6D9F"/>
    <w:rsid w:val="003C018C"/>
    <w:rsid w:val="003E0537"/>
    <w:rsid w:val="003F1C5B"/>
    <w:rsid w:val="004134A5"/>
    <w:rsid w:val="004205BE"/>
    <w:rsid w:val="00423246"/>
    <w:rsid w:val="0042380D"/>
    <w:rsid w:val="00427994"/>
    <w:rsid w:val="00433E7B"/>
    <w:rsid w:val="00442EEE"/>
    <w:rsid w:val="00450DA1"/>
    <w:rsid w:val="004554EF"/>
    <w:rsid w:val="004614A1"/>
    <w:rsid w:val="00467DE9"/>
    <w:rsid w:val="0047682B"/>
    <w:rsid w:val="00477A27"/>
    <w:rsid w:val="00483496"/>
    <w:rsid w:val="00490D70"/>
    <w:rsid w:val="004934D3"/>
    <w:rsid w:val="004A1C8C"/>
    <w:rsid w:val="004B6C82"/>
    <w:rsid w:val="004D08D9"/>
    <w:rsid w:val="004D3606"/>
    <w:rsid w:val="004D644F"/>
    <w:rsid w:val="004E34AA"/>
    <w:rsid w:val="004E5F8C"/>
    <w:rsid w:val="004E663D"/>
    <w:rsid w:val="004F4BDF"/>
    <w:rsid w:val="0050360F"/>
    <w:rsid w:val="00504858"/>
    <w:rsid w:val="005071E0"/>
    <w:rsid w:val="0051499D"/>
    <w:rsid w:val="00526E6E"/>
    <w:rsid w:val="005307D0"/>
    <w:rsid w:val="00530C7A"/>
    <w:rsid w:val="00533380"/>
    <w:rsid w:val="00535A9F"/>
    <w:rsid w:val="00540B89"/>
    <w:rsid w:val="00544EED"/>
    <w:rsid w:val="005504E2"/>
    <w:rsid w:val="00563673"/>
    <w:rsid w:val="00576429"/>
    <w:rsid w:val="00577ADC"/>
    <w:rsid w:val="005A0266"/>
    <w:rsid w:val="005A586C"/>
    <w:rsid w:val="005A7E2A"/>
    <w:rsid w:val="005D3E52"/>
    <w:rsid w:val="005F061E"/>
    <w:rsid w:val="00603797"/>
    <w:rsid w:val="00612A02"/>
    <w:rsid w:val="00613A3D"/>
    <w:rsid w:val="00614F2E"/>
    <w:rsid w:val="00620C5A"/>
    <w:rsid w:val="006302C4"/>
    <w:rsid w:val="00632CEB"/>
    <w:rsid w:val="0063647F"/>
    <w:rsid w:val="00643ABD"/>
    <w:rsid w:val="00647346"/>
    <w:rsid w:val="00651B37"/>
    <w:rsid w:val="00670D3F"/>
    <w:rsid w:val="00672D76"/>
    <w:rsid w:val="0067615D"/>
    <w:rsid w:val="00681E6F"/>
    <w:rsid w:val="00686193"/>
    <w:rsid w:val="006A55CA"/>
    <w:rsid w:val="006A5BD1"/>
    <w:rsid w:val="006A61C2"/>
    <w:rsid w:val="006D02A8"/>
    <w:rsid w:val="006D26DB"/>
    <w:rsid w:val="006D5D40"/>
    <w:rsid w:val="006E6A94"/>
    <w:rsid w:val="006F3AF6"/>
    <w:rsid w:val="006F4056"/>
    <w:rsid w:val="006F44CA"/>
    <w:rsid w:val="006F4C1D"/>
    <w:rsid w:val="00704CE4"/>
    <w:rsid w:val="007051FF"/>
    <w:rsid w:val="00721870"/>
    <w:rsid w:val="00731D23"/>
    <w:rsid w:val="00733AF2"/>
    <w:rsid w:val="00746329"/>
    <w:rsid w:val="007564CC"/>
    <w:rsid w:val="00756FCB"/>
    <w:rsid w:val="0077222A"/>
    <w:rsid w:val="0077308B"/>
    <w:rsid w:val="00785E46"/>
    <w:rsid w:val="00792419"/>
    <w:rsid w:val="007A1A3A"/>
    <w:rsid w:val="007A3EBF"/>
    <w:rsid w:val="007A46F8"/>
    <w:rsid w:val="007B1FFA"/>
    <w:rsid w:val="007B24EA"/>
    <w:rsid w:val="007B5067"/>
    <w:rsid w:val="007C1C62"/>
    <w:rsid w:val="007D5585"/>
    <w:rsid w:val="007E1DF6"/>
    <w:rsid w:val="007F7399"/>
    <w:rsid w:val="00807CCA"/>
    <w:rsid w:val="008113DB"/>
    <w:rsid w:val="00817D59"/>
    <w:rsid w:val="00827143"/>
    <w:rsid w:val="008373F5"/>
    <w:rsid w:val="008424F5"/>
    <w:rsid w:val="0084571B"/>
    <w:rsid w:val="00850E54"/>
    <w:rsid w:val="0085573D"/>
    <w:rsid w:val="00867A1E"/>
    <w:rsid w:val="00870F8C"/>
    <w:rsid w:val="008746DD"/>
    <w:rsid w:val="00876D61"/>
    <w:rsid w:val="00881070"/>
    <w:rsid w:val="00885836"/>
    <w:rsid w:val="0088591C"/>
    <w:rsid w:val="00886182"/>
    <w:rsid w:val="008865F6"/>
    <w:rsid w:val="00887428"/>
    <w:rsid w:val="00887FBE"/>
    <w:rsid w:val="008B1A74"/>
    <w:rsid w:val="008B60E9"/>
    <w:rsid w:val="008C4228"/>
    <w:rsid w:val="008D2DE5"/>
    <w:rsid w:val="008E0A79"/>
    <w:rsid w:val="008E11C9"/>
    <w:rsid w:val="008F02DC"/>
    <w:rsid w:val="0091293F"/>
    <w:rsid w:val="00916F6C"/>
    <w:rsid w:val="0093262C"/>
    <w:rsid w:val="00935BE8"/>
    <w:rsid w:val="00940C5B"/>
    <w:rsid w:val="009525DB"/>
    <w:rsid w:val="009562E4"/>
    <w:rsid w:val="00973EDB"/>
    <w:rsid w:val="00980527"/>
    <w:rsid w:val="0099689C"/>
    <w:rsid w:val="00997B4C"/>
    <w:rsid w:val="009A0F1D"/>
    <w:rsid w:val="009A2EB7"/>
    <w:rsid w:val="009B2184"/>
    <w:rsid w:val="009B2270"/>
    <w:rsid w:val="009B5844"/>
    <w:rsid w:val="009C783F"/>
    <w:rsid w:val="009D656E"/>
    <w:rsid w:val="009E7E38"/>
    <w:rsid w:val="00A0317E"/>
    <w:rsid w:val="00A06871"/>
    <w:rsid w:val="00A06BB7"/>
    <w:rsid w:val="00A070C9"/>
    <w:rsid w:val="00A11E08"/>
    <w:rsid w:val="00A12F86"/>
    <w:rsid w:val="00A16B30"/>
    <w:rsid w:val="00A24E74"/>
    <w:rsid w:val="00A264E5"/>
    <w:rsid w:val="00A65741"/>
    <w:rsid w:val="00A75F46"/>
    <w:rsid w:val="00A83F3B"/>
    <w:rsid w:val="00A867B8"/>
    <w:rsid w:val="00A92812"/>
    <w:rsid w:val="00A92FD0"/>
    <w:rsid w:val="00A93D0F"/>
    <w:rsid w:val="00A956C7"/>
    <w:rsid w:val="00AA029D"/>
    <w:rsid w:val="00AA2CF8"/>
    <w:rsid w:val="00AB0C30"/>
    <w:rsid w:val="00AB1A86"/>
    <w:rsid w:val="00AB27E3"/>
    <w:rsid w:val="00AB5E28"/>
    <w:rsid w:val="00AD5377"/>
    <w:rsid w:val="00AD61D2"/>
    <w:rsid w:val="00AE1349"/>
    <w:rsid w:val="00B02E79"/>
    <w:rsid w:val="00B103BD"/>
    <w:rsid w:val="00B126E8"/>
    <w:rsid w:val="00B21A97"/>
    <w:rsid w:val="00B23976"/>
    <w:rsid w:val="00B2582B"/>
    <w:rsid w:val="00B373DF"/>
    <w:rsid w:val="00B461E0"/>
    <w:rsid w:val="00B70A12"/>
    <w:rsid w:val="00B71E05"/>
    <w:rsid w:val="00B77605"/>
    <w:rsid w:val="00B97310"/>
    <w:rsid w:val="00BC1EE5"/>
    <w:rsid w:val="00BC5781"/>
    <w:rsid w:val="00BC6854"/>
    <w:rsid w:val="00BD3188"/>
    <w:rsid w:val="00BE109E"/>
    <w:rsid w:val="00BE1938"/>
    <w:rsid w:val="00BE686C"/>
    <w:rsid w:val="00C0618D"/>
    <w:rsid w:val="00C06BCD"/>
    <w:rsid w:val="00C1192D"/>
    <w:rsid w:val="00C121AD"/>
    <w:rsid w:val="00C1409B"/>
    <w:rsid w:val="00C1464F"/>
    <w:rsid w:val="00C216D0"/>
    <w:rsid w:val="00C25313"/>
    <w:rsid w:val="00C26244"/>
    <w:rsid w:val="00C36DE5"/>
    <w:rsid w:val="00C50050"/>
    <w:rsid w:val="00C51552"/>
    <w:rsid w:val="00C600E1"/>
    <w:rsid w:val="00C76AE8"/>
    <w:rsid w:val="00C91BF2"/>
    <w:rsid w:val="00C96F19"/>
    <w:rsid w:val="00CA1455"/>
    <w:rsid w:val="00CA323C"/>
    <w:rsid w:val="00CA535E"/>
    <w:rsid w:val="00CC13DD"/>
    <w:rsid w:val="00CC3734"/>
    <w:rsid w:val="00CC5C7E"/>
    <w:rsid w:val="00CE1FC8"/>
    <w:rsid w:val="00CE751E"/>
    <w:rsid w:val="00CF3CD7"/>
    <w:rsid w:val="00CF66CD"/>
    <w:rsid w:val="00D00546"/>
    <w:rsid w:val="00D00B5F"/>
    <w:rsid w:val="00D00E86"/>
    <w:rsid w:val="00D20861"/>
    <w:rsid w:val="00D222D7"/>
    <w:rsid w:val="00D33FFC"/>
    <w:rsid w:val="00D4133D"/>
    <w:rsid w:val="00D4656B"/>
    <w:rsid w:val="00D472AC"/>
    <w:rsid w:val="00D64322"/>
    <w:rsid w:val="00D67856"/>
    <w:rsid w:val="00D67907"/>
    <w:rsid w:val="00D71EDB"/>
    <w:rsid w:val="00D75AFD"/>
    <w:rsid w:val="00D8472D"/>
    <w:rsid w:val="00D85AFE"/>
    <w:rsid w:val="00D8754C"/>
    <w:rsid w:val="00DA44AB"/>
    <w:rsid w:val="00DA635E"/>
    <w:rsid w:val="00DA7860"/>
    <w:rsid w:val="00DC5537"/>
    <w:rsid w:val="00DC631D"/>
    <w:rsid w:val="00DC66EC"/>
    <w:rsid w:val="00DC6DAA"/>
    <w:rsid w:val="00DE31C6"/>
    <w:rsid w:val="00DF3A2E"/>
    <w:rsid w:val="00DF5DFE"/>
    <w:rsid w:val="00E01554"/>
    <w:rsid w:val="00E0796C"/>
    <w:rsid w:val="00E143ED"/>
    <w:rsid w:val="00E21991"/>
    <w:rsid w:val="00E320A9"/>
    <w:rsid w:val="00E4251A"/>
    <w:rsid w:val="00E51FD0"/>
    <w:rsid w:val="00E63494"/>
    <w:rsid w:val="00E67456"/>
    <w:rsid w:val="00E7531B"/>
    <w:rsid w:val="00E76484"/>
    <w:rsid w:val="00E80CB8"/>
    <w:rsid w:val="00E90FCE"/>
    <w:rsid w:val="00E96811"/>
    <w:rsid w:val="00EA03D0"/>
    <w:rsid w:val="00EA19BF"/>
    <w:rsid w:val="00EB4A9F"/>
    <w:rsid w:val="00EC19CB"/>
    <w:rsid w:val="00EC5260"/>
    <w:rsid w:val="00EC531F"/>
    <w:rsid w:val="00EC641D"/>
    <w:rsid w:val="00EE2BAF"/>
    <w:rsid w:val="00EE3CC2"/>
    <w:rsid w:val="00EE4CC2"/>
    <w:rsid w:val="00EE6305"/>
    <w:rsid w:val="00EF0DF1"/>
    <w:rsid w:val="00EF48A1"/>
    <w:rsid w:val="00F032EC"/>
    <w:rsid w:val="00F13799"/>
    <w:rsid w:val="00F342E5"/>
    <w:rsid w:val="00F51508"/>
    <w:rsid w:val="00F668E7"/>
    <w:rsid w:val="00F76D83"/>
    <w:rsid w:val="00F80EC5"/>
    <w:rsid w:val="00F82055"/>
    <w:rsid w:val="00F91658"/>
    <w:rsid w:val="00F96624"/>
    <w:rsid w:val="00F96A3E"/>
    <w:rsid w:val="00FA04BF"/>
    <w:rsid w:val="00FA2027"/>
    <w:rsid w:val="00FB1F28"/>
    <w:rsid w:val="00FC1153"/>
    <w:rsid w:val="00FC4EE6"/>
    <w:rsid w:val="00FD0771"/>
    <w:rsid w:val="00FD3273"/>
    <w:rsid w:val="00FD5411"/>
    <w:rsid w:val="00FF0FE5"/>
    <w:rsid w:val="00FF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60E9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8B60E9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1A86"/>
    <w:pPr>
      <w:ind w:left="720"/>
      <w:contextualSpacing/>
    </w:pPr>
  </w:style>
  <w:style w:type="paragraph" w:customStyle="1" w:styleId="ConsPlusCell">
    <w:name w:val="ConsPlusCell"/>
    <w:uiPriority w:val="99"/>
    <w:rsid w:val="00CA535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373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73DF"/>
    <w:rPr>
      <w:rFonts w:ascii="Tahoma" w:hAnsi="Tahoma" w:cs="Times New Roman"/>
      <w:sz w:val="16"/>
      <w:lang w:eastAsia="en-US"/>
    </w:rPr>
  </w:style>
  <w:style w:type="character" w:customStyle="1" w:styleId="apple-converted-space">
    <w:name w:val="apple-converted-space"/>
    <w:uiPriority w:val="99"/>
    <w:rsid w:val="00272F1C"/>
  </w:style>
  <w:style w:type="paragraph" w:customStyle="1" w:styleId="a">
    <w:name w:val="Знак Знак Знак Знак"/>
    <w:basedOn w:val="Normal"/>
    <w:uiPriority w:val="99"/>
    <w:rsid w:val="00FF1FD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7333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6745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C50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50050"/>
    <w:rPr>
      <w:rFonts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DA1B00C9878B16B80B056B672DBBA79520884BE2531F5D4368EFC155D1769F22045ADB8AF48D767DAD17qFtBM" TargetMode="External"/><Relationship Id="rId13" Type="http://schemas.openxmlformats.org/officeDocument/2006/relationships/hyperlink" Target="consultantplus://offline/ref=374702CE0096B83D5BE3D5E07410916E1DE1EDD301C2B4C94A013611EDDAFE0553D6427716ECEFEBDE366550q8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DA1B00C9878B16B80B056B672DBBA79520884BE2531F5D4368EFC155D1769F22045ADB8AF48D767DAD14qFt2M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9DD739508FDCB16971E5839FCD60A874411EC692EE24B6BD8A43809DB9CDFC621C9F8B3FA8F404BC1312WFh3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E824F5CC5EE73AF3F3C1342BE8BF8836BF8C0F9EE4C8480254813D896C865F595BA0050F0475C78b9G4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824F5CC5EE73AF3F3C1342BE8BF8836BF8C0F9EE4C8480254813D896C865F595BA0050F0475C79b9G4M" TargetMode="External"/><Relationship Id="rId14" Type="http://schemas.openxmlformats.org/officeDocument/2006/relationships/hyperlink" Target="consultantplus://offline/ref=43CB32CB1B09EBEA45B2BA8BB2D8D1089F95FC3C3A1FAE0915DFC92C2373B3FF45167E6C0C77DF5D7CC9FBL0tC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14</Pages>
  <Words>3659</Words>
  <Characters>20860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                                              «О регулировании земельных отношений в Ульяновской области»</dc:title>
  <dc:subject/>
  <dc:creator>GOS-23</dc:creator>
  <cp:keywords/>
  <dc:description/>
  <cp:lastModifiedBy>Пользователь</cp:lastModifiedBy>
  <cp:revision>10</cp:revision>
  <cp:lastPrinted>2016-01-28T13:28:00Z</cp:lastPrinted>
  <dcterms:created xsi:type="dcterms:W3CDTF">2015-12-21T13:23:00Z</dcterms:created>
  <dcterms:modified xsi:type="dcterms:W3CDTF">2016-02-04T06:15:00Z</dcterms:modified>
</cp:coreProperties>
</file>