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A16" w:rsidRDefault="009D0A1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9D0A16" w:rsidRDefault="009D0A1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0A16" w:rsidRDefault="009D0A1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0A16" w:rsidRDefault="009D0A1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0A16" w:rsidRDefault="009D0A1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0A16" w:rsidRDefault="009D0A16" w:rsidP="00A501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внесении изменений</w:t>
      </w:r>
    </w:p>
    <w:p w:rsidR="009D0A16" w:rsidRDefault="009D0A1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 отдельные законодательные акты Ульяновской области</w:t>
      </w:r>
    </w:p>
    <w:p w:rsidR="009D0A16" w:rsidRDefault="009D0A1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D0A16" w:rsidRDefault="009D0A1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D0A16" w:rsidRDefault="009D0A1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D0A16" w:rsidRDefault="009D0A1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D0A16" w:rsidRDefault="009D0A1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D0A16" w:rsidRDefault="009D0A1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D0A16" w:rsidRPr="0004446B" w:rsidRDefault="009D0A16" w:rsidP="00843A0B">
      <w:pPr>
        <w:ind w:firstLine="709"/>
        <w:rPr>
          <w:rFonts w:ascii="Times New Roman" w:hAnsi="Times New Roman"/>
          <w:b/>
          <w:sz w:val="40"/>
          <w:szCs w:val="28"/>
          <w:lang w:eastAsia="ru-RU"/>
        </w:rPr>
      </w:pPr>
    </w:p>
    <w:p w:rsidR="009D0A16" w:rsidRDefault="009D0A16" w:rsidP="00AC0CE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843A0B">
        <w:rPr>
          <w:rFonts w:ascii="Times New Roman" w:hAnsi="Times New Roman"/>
          <w:b/>
          <w:sz w:val="28"/>
          <w:szCs w:val="28"/>
          <w:lang w:eastAsia="ru-RU"/>
        </w:rPr>
        <w:t>Статья 1</w:t>
      </w:r>
    </w:p>
    <w:p w:rsidR="009D0A16" w:rsidRDefault="009D0A16" w:rsidP="00AC0C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D0A16" w:rsidRDefault="009D0A16" w:rsidP="00AC0C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D0A16" w:rsidRDefault="009D0A16" w:rsidP="00846297">
      <w:pPr>
        <w:pStyle w:val="ConsPlusNormal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A501D5">
        <w:rPr>
          <w:rFonts w:ascii="Times New Roman" w:hAnsi="Times New Roman" w:cs="Times New Roman"/>
          <w:sz w:val="28"/>
          <w:szCs w:val="28"/>
        </w:rPr>
        <w:t>Закон Ульяновской области от 6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A501D5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A501D5">
        <w:rPr>
          <w:rFonts w:ascii="Times New Roman" w:hAnsi="Times New Roman" w:cs="Times New Roman"/>
          <w:sz w:val="28"/>
          <w:szCs w:val="28"/>
        </w:rPr>
        <w:t xml:space="preserve"> 175-ЗО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A501D5">
        <w:rPr>
          <w:rFonts w:ascii="Times New Roman" w:hAnsi="Times New Roman" w:cs="Times New Roman"/>
          <w:sz w:val="28"/>
          <w:szCs w:val="28"/>
        </w:rPr>
        <w:t xml:space="preserve">О перечне должностных лиц органов местного самоуправления муниципальных образований Ульяновской области, уполномоченных составлять протоколы </w:t>
      </w:r>
      <w:r>
        <w:rPr>
          <w:rFonts w:ascii="Times New Roman" w:hAnsi="Times New Roman" w:cs="Times New Roman"/>
          <w:sz w:val="28"/>
          <w:szCs w:val="28"/>
        </w:rPr>
        <w:br/>
      </w:r>
      <w:r w:rsidRPr="00A501D5">
        <w:rPr>
          <w:rFonts w:ascii="Times New Roman" w:hAnsi="Times New Roman" w:cs="Times New Roman"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501D5">
        <w:rPr>
          <w:rFonts w:ascii="Times New Roman" w:hAnsi="Times New Roman"/>
          <w:bCs/>
          <w:sz w:val="28"/>
          <w:szCs w:val="28"/>
        </w:rPr>
        <w:t xml:space="preserve">(«Ульяновская правда» от </w:t>
      </w:r>
      <w:r>
        <w:rPr>
          <w:rFonts w:ascii="Times New Roman" w:hAnsi="Times New Roman"/>
          <w:bCs/>
          <w:sz w:val="28"/>
          <w:szCs w:val="28"/>
        </w:rPr>
        <w:t>10</w:t>
      </w:r>
      <w:r w:rsidRPr="00A501D5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>1</w:t>
      </w:r>
      <w:r w:rsidRPr="00A501D5">
        <w:rPr>
          <w:rFonts w:ascii="Times New Roman" w:hAnsi="Times New Roman"/>
          <w:bCs/>
          <w:sz w:val="28"/>
          <w:szCs w:val="28"/>
        </w:rPr>
        <w:t>.201</w:t>
      </w:r>
      <w:r>
        <w:rPr>
          <w:rFonts w:ascii="Times New Roman" w:hAnsi="Times New Roman"/>
          <w:bCs/>
          <w:sz w:val="28"/>
          <w:szCs w:val="28"/>
        </w:rPr>
        <w:t>4</w:t>
      </w:r>
      <w:r w:rsidRPr="00715EA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№ 163-164</w:t>
      </w:r>
      <w:r w:rsidRPr="00715EA0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9D0A16" w:rsidRDefault="009D0A16" w:rsidP="00E12504">
      <w:pPr>
        <w:pStyle w:val="ConsPlusNormal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статью 1 изложить в следующей редакции: </w:t>
      </w:r>
    </w:p>
    <w:p w:rsidR="009D0A16" w:rsidRDefault="009D0A16" w:rsidP="00AC0CE6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F21F43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9D0A16" w:rsidRDefault="009D0A16" w:rsidP="00AC0CE6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9D0A16" w:rsidRDefault="009D0A16" w:rsidP="00AC0CE6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9D0A16" w:rsidRDefault="009D0A16" w:rsidP="00A55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43A0B">
        <w:rPr>
          <w:rFonts w:ascii="Times New Roman" w:hAnsi="Times New Roman"/>
          <w:sz w:val="28"/>
          <w:szCs w:val="28"/>
        </w:rPr>
        <w:t xml:space="preserve">Настоящий Закон в </w:t>
      </w:r>
      <w:r w:rsidRPr="00843A0B">
        <w:rPr>
          <w:rFonts w:ascii="Times New Roman" w:hAnsi="Times New Roman"/>
          <w:color w:val="000000"/>
          <w:sz w:val="28"/>
          <w:szCs w:val="28"/>
        </w:rPr>
        <w:t xml:space="preserve">соответствии с </w:t>
      </w:r>
      <w:hyperlink r:id="rId7" w:history="1">
        <w:r w:rsidRPr="00843A0B">
          <w:rPr>
            <w:rFonts w:ascii="Times New Roman" w:hAnsi="Times New Roman"/>
            <w:color w:val="000000"/>
            <w:sz w:val="28"/>
            <w:szCs w:val="28"/>
          </w:rPr>
          <w:t>частью 7 статьи 28</w:t>
        </w:r>
      </w:hyperlink>
      <w:r>
        <w:rPr>
          <w:rFonts w:ascii="Times New Roman" w:hAnsi="Times New Roman"/>
          <w:color w:val="000000"/>
          <w:sz w:val="28"/>
          <w:szCs w:val="28"/>
        </w:rPr>
        <w:t>.3</w:t>
      </w:r>
      <w:r w:rsidRPr="00843A0B">
        <w:rPr>
          <w:rFonts w:ascii="Times New Roman" w:hAnsi="Times New Roman"/>
          <w:color w:val="000000"/>
          <w:sz w:val="28"/>
          <w:szCs w:val="28"/>
        </w:rPr>
        <w:t xml:space="preserve"> Кодекса Российской Федерации об административных правонарушениях устанавливает перечень должностных лиц органов местного самоуправления муниципальных образований Ульяновской области (далее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43A0B">
        <w:rPr>
          <w:rFonts w:ascii="Times New Roman" w:hAnsi="Times New Roman"/>
          <w:color w:val="000000"/>
          <w:sz w:val="28"/>
          <w:szCs w:val="28"/>
        </w:rPr>
        <w:t xml:space="preserve"> органы местного самоуправления), </w:t>
      </w:r>
      <w:r>
        <w:rPr>
          <w:rFonts w:ascii="Times New Roman" w:hAnsi="Times New Roman"/>
          <w:color w:val="000000"/>
          <w:sz w:val="28"/>
          <w:szCs w:val="28"/>
        </w:rPr>
        <w:t>которые вправе</w:t>
      </w:r>
      <w:r w:rsidRPr="00843A0B">
        <w:rPr>
          <w:rFonts w:ascii="Times New Roman" w:hAnsi="Times New Roman"/>
          <w:color w:val="000000"/>
          <w:sz w:val="28"/>
          <w:szCs w:val="28"/>
        </w:rPr>
        <w:t xml:space="preserve"> составлять протоколы об административных правонарушениях, предусмотренных </w:t>
      </w:r>
      <w:hyperlink r:id="rId8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частью 1 статьи 19</w:t>
        </w:r>
      </w:hyperlink>
      <w:r>
        <w:rPr>
          <w:rFonts w:ascii="Times New Roman" w:hAnsi="Times New Roman"/>
          <w:color w:val="000000"/>
          <w:sz w:val="28"/>
          <w:szCs w:val="28"/>
        </w:rPr>
        <w:t>.4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9" w:history="1">
        <w:r>
          <w:rPr>
            <w:rFonts w:ascii="Times New Roman" w:hAnsi="Times New Roman"/>
            <w:color w:val="000000"/>
            <w:sz w:val="28"/>
            <w:szCs w:val="28"/>
          </w:rPr>
          <w:t>статьё</w:t>
        </w:r>
        <w:r w:rsidRPr="00220651">
          <w:rPr>
            <w:rFonts w:ascii="Times New Roman" w:hAnsi="Times New Roman"/>
            <w:color w:val="000000"/>
            <w:sz w:val="28"/>
            <w:szCs w:val="28"/>
          </w:rPr>
          <w:t>й 19</w:t>
        </w:r>
      </w:hyperlink>
      <w:r>
        <w:rPr>
          <w:rFonts w:ascii="Times New Roman" w:hAnsi="Times New Roman"/>
          <w:color w:val="000000"/>
          <w:sz w:val="28"/>
          <w:szCs w:val="28"/>
        </w:rPr>
        <w:t>.4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0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частью 1 статьи 19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.5 и </w:t>
      </w:r>
      <w:hyperlink r:id="rId11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стать</w:t>
        </w:r>
        <w:r>
          <w:rPr>
            <w:rFonts w:ascii="Times New Roman" w:hAnsi="Times New Roman"/>
            <w:color w:val="000000"/>
            <w:sz w:val="28"/>
            <w:szCs w:val="28"/>
          </w:rPr>
          <w:t>ё</w:t>
        </w:r>
        <w:r w:rsidRPr="00220651">
          <w:rPr>
            <w:rFonts w:ascii="Times New Roman" w:hAnsi="Times New Roman"/>
            <w:color w:val="000000"/>
            <w:sz w:val="28"/>
            <w:szCs w:val="28"/>
          </w:rPr>
          <w:t>й 19</w:t>
        </w:r>
      </w:hyperlink>
      <w:r>
        <w:rPr>
          <w:rFonts w:ascii="Times New Roman" w:hAnsi="Times New Roman"/>
          <w:color w:val="000000"/>
          <w:sz w:val="28"/>
          <w:szCs w:val="28"/>
        </w:rPr>
        <w:t>.7</w:t>
      </w:r>
      <w:r w:rsidRPr="00843A0B">
        <w:rPr>
          <w:rFonts w:ascii="Times New Roman" w:hAnsi="Times New Roman"/>
          <w:color w:val="000000"/>
          <w:sz w:val="28"/>
          <w:szCs w:val="28"/>
        </w:rPr>
        <w:t xml:space="preserve"> Кодекса Российской Федерации об административных</w:t>
      </w:r>
      <w:r>
        <w:rPr>
          <w:rFonts w:ascii="Times New Roman" w:hAnsi="Times New Roman"/>
          <w:color w:val="000000"/>
          <w:sz w:val="28"/>
          <w:szCs w:val="28"/>
        </w:rPr>
        <w:t xml:space="preserve"> правонарушениях</w:t>
      </w:r>
      <w:r w:rsidRPr="00843A0B">
        <w:rPr>
          <w:rFonts w:ascii="Times New Roman" w:hAnsi="Times New Roman"/>
          <w:color w:val="000000"/>
          <w:sz w:val="28"/>
          <w:szCs w:val="28"/>
        </w:rPr>
        <w:t>, при осуществлении</w:t>
      </w:r>
      <w:r w:rsidRPr="00843A0B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A0B">
        <w:rPr>
          <w:rFonts w:ascii="Times New Roman" w:hAnsi="Times New Roman"/>
          <w:sz w:val="28"/>
          <w:szCs w:val="28"/>
        </w:rPr>
        <w:t xml:space="preserve">контроля, </w:t>
      </w:r>
      <w:r w:rsidRPr="00220651">
        <w:rPr>
          <w:rFonts w:ascii="Times New Roman" w:hAnsi="Times New Roman"/>
          <w:sz w:val="28"/>
          <w:szCs w:val="28"/>
        </w:rPr>
        <w:t xml:space="preserve">а об административных правонарушениях, 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предусмотренных </w:t>
      </w:r>
      <w:hyperlink r:id="rId12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статьями 5</w:t>
        </w:r>
      </w:hyperlink>
      <w:r>
        <w:rPr>
          <w:rFonts w:ascii="Times New Roman" w:hAnsi="Times New Roman"/>
          <w:color w:val="000000"/>
          <w:sz w:val="28"/>
          <w:szCs w:val="28"/>
        </w:rPr>
        <w:t>.21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3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15</w:t>
        </w:r>
      </w:hyperlink>
      <w:r>
        <w:rPr>
          <w:rFonts w:ascii="Times New Roman" w:hAnsi="Times New Roman"/>
          <w:color w:val="000000"/>
          <w:sz w:val="28"/>
          <w:szCs w:val="28"/>
        </w:rPr>
        <w:t>.1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4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15</w:t>
        </w:r>
      </w:hyperlink>
      <w:r>
        <w:rPr>
          <w:rFonts w:ascii="Times New Roman" w:hAnsi="Times New Roman"/>
          <w:color w:val="000000"/>
          <w:sz w:val="28"/>
          <w:szCs w:val="28"/>
        </w:rPr>
        <w:t>.11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5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15</w:t>
        </w:r>
      </w:hyperlink>
      <w:r>
        <w:rPr>
          <w:rFonts w:ascii="Times New Roman" w:hAnsi="Times New Roman"/>
          <w:color w:val="000000"/>
          <w:sz w:val="28"/>
          <w:szCs w:val="28"/>
        </w:rPr>
        <w:t>.14</w:t>
      </w:r>
      <w:r w:rsidRPr="00220651">
        <w:rPr>
          <w:rFonts w:ascii="Times New Roman" w:hAnsi="Times New Roman"/>
          <w:color w:val="000000"/>
          <w:sz w:val="28"/>
          <w:szCs w:val="28"/>
        </w:rPr>
        <w:t>-</w:t>
      </w:r>
      <w:hyperlink r:id="rId16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15</w:t>
        </w:r>
      </w:hyperlink>
      <w:r>
        <w:rPr>
          <w:rFonts w:ascii="Times New Roman" w:hAnsi="Times New Roman"/>
          <w:color w:val="000000"/>
          <w:sz w:val="28"/>
          <w:szCs w:val="28"/>
        </w:rPr>
        <w:t>.15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16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7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частью 1 статьи 19</w:t>
        </w:r>
      </w:hyperlink>
      <w:r>
        <w:rPr>
          <w:rFonts w:ascii="Times New Roman" w:hAnsi="Times New Roman"/>
          <w:color w:val="000000"/>
          <w:sz w:val="28"/>
          <w:szCs w:val="28"/>
        </w:rPr>
        <w:t>.4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8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стать</w:t>
        </w:r>
        <w:r>
          <w:rPr>
            <w:rFonts w:ascii="Times New Roman" w:hAnsi="Times New Roman"/>
            <w:color w:val="000000"/>
            <w:sz w:val="28"/>
            <w:szCs w:val="28"/>
          </w:rPr>
          <w:t>ё</w:t>
        </w:r>
        <w:r w:rsidRPr="00220651">
          <w:rPr>
            <w:rFonts w:ascii="Times New Roman" w:hAnsi="Times New Roman"/>
            <w:color w:val="000000"/>
            <w:sz w:val="28"/>
            <w:szCs w:val="28"/>
          </w:rPr>
          <w:t>й 19</w:t>
        </w:r>
      </w:hyperlink>
      <w:r>
        <w:rPr>
          <w:rFonts w:ascii="Times New Roman" w:hAnsi="Times New Roman"/>
          <w:color w:val="000000"/>
          <w:sz w:val="28"/>
          <w:szCs w:val="28"/>
        </w:rPr>
        <w:t>.4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9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частью 20 статьи 19</w:t>
        </w:r>
      </w:hyperlink>
      <w:r>
        <w:rPr>
          <w:rFonts w:ascii="Times New Roman" w:hAnsi="Times New Roman"/>
          <w:color w:val="000000"/>
          <w:sz w:val="28"/>
          <w:szCs w:val="28"/>
        </w:rPr>
        <w:t>.5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20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статьями 19</w:t>
        </w:r>
      </w:hyperlink>
      <w:r>
        <w:rPr>
          <w:rFonts w:ascii="Times New Roman" w:hAnsi="Times New Roman"/>
          <w:color w:val="000000"/>
          <w:sz w:val="28"/>
          <w:szCs w:val="28"/>
        </w:rPr>
        <w:t>.6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и </w:t>
      </w:r>
      <w:hyperlink r:id="rId21" w:history="1">
        <w:r w:rsidRPr="00220651">
          <w:rPr>
            <w:rFonts w:ascii="Times New Roman" w:hAnsi="Times New Roman"/>
            <w:color w:val="000000"/>
            <w:sz w:val="28"/>
            <w:szCs w:val="28"/>
          </w:rPr>
          <w:t>19</w:t>
        </w:r>
      </w:hyperlink>
      <w:r>
        <w:rPr>
          <w:rFonts w:ascii="Times New Roman" w:hAnsi="Times New Roman"/>
          <w:color w:val="000000"/>
          <w:sz w:val="28"/>
          <w:szCs w:val="28"/>
        </w:rPr>
        <w:t>.7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43A0B">
        <w:rPr>
          <w:rFonts w:ascii="Times New Roman" w:hAnsi="Times New Roman"/>
          <w:color w:val="000000"/>
          <w:sz w:val="28"/>
          <w:szCs w:val="28"/>
        </w:rPr>
        <w:t>Кодекса Российской Федерации об административных правонарушениях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220651">
        <w:rPr>
          <w:rFonts w:ascii="Times New Roman" w:hAnsi="Times New Roman"/>
          <w:color w:val="000000"/>
          <w:sz w:val="28"/>
          <w:szCs w:val="28"/>
        </w:rPr>
        <w:t xml:space="preserve"> при осуществлении муниципального финансового контроля</w:t>
      </w:r>
      <w:r>
        <w:rPr>
          <w:rFonts w:ascii="Times New Roman" w:hAnsi="Times New Roman"/>
          <w:color w:val="000000"/>
          <w:sz w:val="28"/>
          <w:szCs w:val="28"/>
        </w:rPr>
        <w:t>.»;</w:t>
      </w:r>
    </w:p>
    <w:p w:rsidR="009D0A16" w:rsidRDefault="009D0A16" w:rsidP="002855C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 статье 2:</w:t>
      </w:r>
    </w:p>
    <w:p w:rsidR="009D0A16" w:rsidRDefault="009D0A16" w:rsidP="00A55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в части 1 слова «(за исключением муниципального финансового контроля)» исключить, после слов «административных правонарушениях» дополнить словами «, предусмотренных частью 1 статьи 19.4, статьёй 19.4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CE4AD1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184B6D">
        <w:rPr>
          <w:rFonts w:ascii="Times New Roman" w:hAnsi="Times New Roman"/>
          <w:color w:val="000000"/>
          <w:sz w:val="28"/>
          <w:szCs w:val="28"/>
        </w:rPr>
        <w:t>частью 1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статьи 19.5 и статьёй 19.7 Кодекса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br/>
        <w:t>об административных правонарушениях,»;</w:t>
      </w:r>
    </w:p>
    <w:p w:rsidR="009D0A16" w:rsidRDefault="009D0A16" w:rsidP="00A55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абзац первый части 2 после слов «административных правонарушениях» дополнить словами «, предусмотренных статьями 5.21, 15.1, 15.11, 15.14-15.15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16</w:t>
      </w:r>
      <w:r>
        <w:rPr>
          <w:rFonts w:ascii="Times New Roman" w:hAnsi="Times New Roman"/>
          <w:color w:val="000000"/>
          <w:sz w:val="28"/>
          <w:szCs w:val="28"/>
        </w:rPr>
        <w:t>, частью 1 статьи 19.4, статьёй 19.4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, частью 20 статьи 19.5, статьями 19.6 </w:t>
      </w:r>
      <w:r>
        <w:rPr>
          <w:rFonts w:ascii="Times New Roman" w:hAnsi="Times New Roman"/>
          <w:color w:val="000000"/>
          <w:sz w:val="28"/>
          <w:szCs w:val="28"/>
        </w:rPr>
        <w:br/>
        <w:t>и 19.7 Кодекса Российской Федерации об административных правонарушениях,».</w:t>
      </w:r>
    </w:p>
    <w:p w:rsidR="009D0A16" w:rsidRDefault="009D0A16" w:rsidP="00FD1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D0A16" w:rsidRDefault="009D0A16" w:rsidP="00FD1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A470A">
        <w:rPr>
          <w:rFonts w:ascii="Times New Roman" w:hAnsi="Times New Roman"/>
          <w:b/>
          <w:color w:val="000000"/>
          <w:sz w:val="28"/>
          <w:szCs w:val="28"/>
        </w:rPr>
        <w:t>Статья 2</w:t>
      </w:r>
    </w:p>
    <w:p w:rsidR="009D0A16" w:rsidRDefault="009D0A16" w:rsidP="00FD156E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A16" w:rsidRPr="0025487B" w:rsidRDefault="009D0A16" w:rsidP="00A55EB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D2946">
        <w:rPr>
          <w:rFonts w:ascii="Times New Roman" w:hAnsi="Times New Roman"/>
          <w:color w:val="000000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Закон Ульяновской области от 1 апреля </w:t>
      </w:r>
      <w:r w:rsidRPr="00AD2946">
        <w:rPr>
          <w:rFonts w:ascii="Times New Roman" w:hAnsi="Times New Roman" w:cs="Times New Roman"/>
          <w:bCs/>
          <w:sz w:val="28"/>
          <w:szCs w:val="28"/>
        </w:rPr>
        <w:t>2015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AD294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AD2946">
        <w:rPr>
          <w:rFonts w:ascii="Times New Roman" w:hAnsi="Times New Roman" w:cs="Times New Roman"/>
          <w:bCs/>
          <w:sz w:val="28"/>
          <w:szCs w:val="28"/>
        </w:rPr>
        <w:t xml:space="preserve"> 26-ЗО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  <w:t>«</w:t>
      </w:r>
      <w:r w:rsidRPr="00AD2946">
        <w:rPr>
          <w:rFonts w:ascii="Times New Roman" w:hAnsi="Times New Roman"/>
          <w:bCs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>
        <w:rPr>
          <w:rFonts w:ascii="Times New Roman" w:hAnsi="Times New Roman"/>
          <w:bCs/>
          <w:sz w:val="28"/>
          <w:szCs w:val="28"/>
        </w:rPr>
        <w:t>К</w:t>
      </w:r>
      <w:r w:rsidRPr="00AD2946">
        <w:rPr>
          <w:rFonts w:ascii="Times New Roman" w:hAnsi="Times New Roman"/>
          <w:bCs/>
          <w:sz w:val="28"/>
          <w:szCs w:val="28"/>
        </w:rPr>
        <w:t xml:space="preserve">одексом Российской Федерации об административных правонарушениях, при осуществлении регионального государственного </w:t>
      </w:r>
      <w:r w:rsidRPr="0025487B">
        <w:rPr>
          <w:rFonts w:ascii="Times New Roman" w:hAnsi="Times New Roman"/>
          <w:bCs/>
          <w:sz w:val="28"/>
          <w:szCs w:val="28"/>
        </w:rPr>
        <w:t>контроля (надзора), а также переданных им полномочий в области федерального государственного надзора» («Ульяновск</w:t>
      </w:r>
      <w:r>
        <w:rPr>
          <w:rFonts w:ascii="Times New Roman" w:hAnsi="Times New Roman"/>
          <w:bCs/>
          <w:sz w:val="28"/>
          <w:szCs w:val="28"/>
        </w:rPr>
        <w:t xml:space="preserve">ая правда» от 06.04.2015 </w:t>
      </w:r>
      <w:r w:rsidRPr="0025487B">
        <w:rPr>
          <w:rFonts w:ascii="Times New Roman" w:hAnsi="Times New Roman"/>
          <w:bCs/>
          <w:sz w:val="28"/>
          <w:szCs w:val="28"/>
        </w:rPr>
        <w:t>№ 44; от 07.09.2015 № 124; от 09.11.2015 № 156) следующие изменения:</w:t>
      </w:r>
    </w:p>
    <w:p w:rsidR="009D0A16" w:rsidRDefault="009D0A16" w:rsidP="00A55EB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487B">
        <w:rPr>
          <w:rFonts w:ascii="Times New Roman" w:hAnsi="Times New Roman"/>
          <w:color w:val="000000"/>
          <w:sz w:val="28"/>
          <w:szCs w:val="28"/>
        </w:rPr>
        <w:t xml:space="preserve">наименование </w:t>
      </w:r>
      <w:r>
        <w:rPr>
          <w:rFonts w:ascii="Times New Roman" w:hAnsi="Times New Roman"/>
          <w:color w:val="000000"/>
          <w:sz w:val="28"/>
          <w:szCs w:val="28"/>
        </w:rPr>
        <w:t>после слов «контроля (надзора),» дополнить словами «государственного финансового контроля,»;</w:t>
      </w:r>
    </w:p>
    <w:p w:rsidR="009D0A16" w:rsidRDefault="009D0A16" w:rsidP="0054692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статье 1 слова «а также переданных им полномочий в области федерального государственного надзора (далее – государственный контроль (надзор)» заменить словами «государственного финансового контроля, а также переданных им полномочий в области федерального государственного надзора»;</w:t>
      </w:r>
    </w:p>
    <w:p w:rsidR="009D0A16" w:rsidRDefault="009D0A16" w:rsidP="0054692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статье 2: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абзац первый изложить в следующей редакции: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«1. При осуществлении регионального государственного контроля (надзора), а также переданных исполнительным органам государственной власти Ульяновской области полномочий в области федерального государственного надзора протоколы об административных правонарушениях составляют:»;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дополнить частью 2 следующего содержания: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«2. При осуществлении Департаментом внутреннего государственного финансового контроля Ульяновской области государственного финансового контроля протоколы об административных правонарушениях составляют следующие должностные лица указанного департамента:</w:t>
      </w:r>
    </w:p>
    <w:p w:rsidR="009D0A16" w:rsidRDefault="009D0A16" w:rsidP="0054692F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отделе контроля за полнотой и достоверностью отчётности </w:t>
      </w:r>
      <w:r>
        <w:rPr>
          <w:rFonts w:ascii="Times New Roman" w:hAnsi="Times New Roman"/>
          <w:color w:val="000000"/>
          <w:sz w:val="28"/>
          <w:szCs w:val="28"/>
        </w:rPr>
        <w:br/>
        <w:t>о реализации государственных программ Ульяновской области: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заместитель директора Департамента внутреннего государственного финансового контроля Ульяновской области – начальник отдела;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главный консультант;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ведущий консультант;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в отделе контроля за соблюдением бюджетного законодательства Российской Федерации: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начальник отдела;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референт;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ведущий консультант;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в отделе контроля в сфере закупок: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начальник отдела;</w:t>
      </w:r>
    </w:p>
    <w:p w:rsidR="009D0A16" w:rsidRDefault="009D0A16" w:rsidP="0054692F">
      <w:pPr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ведущий консультант;</w:t>
      </w:r>
    </w:p>
    <w:p w:rsidR="009D0A16" w:rsidRDefault="009D0A16" w:rsidP="005469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консультант;</w:t>
      </w:r>
    </w:p>
    <w:p w:rsidR="009D0A16" w:rsidRDefault="009D0A16" w:rsidP="005469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в отделе контроля за составлением и исполнением областного бюджета Ульяновской области в отношении расходов, связанных с осуществлением закупок:</w:t>
      </w:r>
    </w:p>
    <w:p w:rsidR="009D0A16" w:rsidRDefault="009D0A16" w:rsidP="00CE16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начальник отдела;</w:t>
      </w:r>
    </w:p>
    <w:p w:rsidR="009D0A16" w:rsidRDefault="009D0A16" w:rsidP="00CE16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главный консультант;</w:t>
      </w:r>
    </w:p>
    <w:p w:rsidR="009D0A16" w:rsidRDefault="009D0A16" w:rsidP="00CE16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ведущий консультант;</w:t>
      </w:r>
    </w:p>
    <w:p w:rsidR="009D0A16" w:rsidRDefault="009D0A16" w:rsidP="008F67C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ведущий консультант отдела административно-хозяйственного и правового обеспечения.».</w:t>
      </w:r>
    </w:p>
    <w:p w:rsidR="009D0A16" w:rsidRDefault="009D0A16" w:rsidP="000B1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0A16" w:rsidRDefault="009D0A16" w:rsidP="000B137D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D0A16" w:rsidRPr="007B6C00" w:rsidRDefault="009D0A16" w:rsidP="000120FB">
      <w:pPr>
        <w:tabs>
          <w:tab w:val="left" w:pos="825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9D0A16" w:rsidRDefault="009D0A16" w:rsidP="000B137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D0A16" w:rsidRDefault="009D0A16" w:rsidP="000B137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D0A16" w:rsidRDefault="009D0A16" w:rsidP="000B137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D0A16" w:rsidRPr="007B6C00" w:rsidRDefault="009D0A16" w:rsidP="00E542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9D0A16" w:rsidRPr="007B6C00" w:rsidRDefault="009D0A16" w:rsidP="00E542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09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марта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6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D0A16" w:rsidRDefault="009D0A16" w:rsidP="00E542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32</w:t>
      </w:r>
      <w:r w:rsidRPr="007B6C00">
        <w:rPr>
          <w:rFonts w:ascii="Times New Roman" w:hAnsi="Times New Roman"/>
          <w:sz w:val="28"/>
          <w:szCs w:val="28"/>
          <w:lang w:eastAsia="ru-RU"/>
        </w:rPr>
        <w:t>-ЗО</w:t>
      </w:r>
    </w:p>
    <w:sectPr w:rsidR="009D0A16" w:rsidSect="00AC0CE6">
      <w:headerReference w:type="even" r:id="rId22"/>
      <w:headerReference w:type="default" r:id="rId23"/>
      <w:footerReference w:type="first" r:id="rId24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A16" w:rsidRDefault="009D0A16" w:rsidP="003E4759">
      <w:pPr>
        <w:spacing w:after="0" w:line="240" w:lineRule="auto"/>
      </w:pPr>
      <w:r>
        <w:separator/>
      </w:r>
    </w:p>
  </w:endnote>
  <w:endnote w:type="continuationSeparator" w:id="0">
    <w:p w:rsidR="009D0A16" w:rsidRDefault="009D0A16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A16" w:rsidRPr="00D96556" w:rsidRDefault="009D0A16" w:rsidP="00D96556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2512км1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A16" w:rsidRDefault="009D0A16" w:rsidP="003E4759">
      <w:pPr>
        <w:spacing w:after="0" w:line="240" w:lineRule="auto"/>
      </w:pPr>
      <w:r>
        <w:separator/>
      </w:r>
    </w:p>
  </w:footnote>
  <w:footnote w:type="continuationSeparator" w:id="0">
    <w:p w:rsidR="009D0A16" w:rsidRDefault="009D0A16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A16" w:rsidRDefault="009D0A16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0A16" w:rsidRDefault="009D0A16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A16" w:rsidRPr="00190E29" w:rsidRDefault="009D0A16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4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339BD"/>
    <w:multiLevelType w:val="hybridMultilevel"/>
    <w:tmpl w:val="207477E4"/>
    <w:lvl w:ilvl="0" w:tplc="15D26C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3143CA0"/>
    <w:multiLevelType w:val="hybridMultilevel"/>
    <w:tmpl w:val="143485F8"/>
    <w:lvl w:ilvl="0" w:tplc="88E8BED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9DA0301"/>
    <w:multiLevelType w:val="hybridMultilevel"/>
    <w:tmpl w:val="E26247A6"/>
    <w:lvl w:ilvl="0" w:tplc="D3F880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0A2A"/>
    <w:rsid w:val="00001228"/>
    <w:rsid w:val="000012B3"/>
    <w:rsid w:val="00001FBC"/>
    <w:rsid w:val="00002170"/>
    <w:rsid w:val="000025C2"/>
    <w:rsid w:val="00005DEE"/>
    <w:rsid w:val="000060AB"/>
    <w:rsid w:val="0000725C"/>
    <w:rsid w:val="000120FB"/>
    <w:rsid w:val="0001794E"/>
    <w:rsid w:val="00017A69"/>
    <w:rsid w:val="000229A0"/>
    <w:rsid w:val="00025259"/>
    <w:rsid w:val="0002771A"/>
    <w:rsid w:val="000278EB"/>
    <w:rsid w:val="00031BD5"/>
    <w:rsid w:val="0003397A"/>
    <w:rsid w:val="00036F54"/>
    <w:rsid w:val="0004446B"/>
    <w:rsid w:val="000474A7"/>
    <w:rsid w:val="00051017"/>
    <w:rsid w:val="00052A84"/>
    <w:rsid w:val="00055EF5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874B9"/>
    <w:rsid w:val="00090050"/>
    <w:rsid w:val="00091B42"/>
    <w:rsid w:val="00092086"/>
    <w:rsid w:val="0009337B"/>
    <w:rsid w:val="00093CD7"/>
    <w:rsid w:val="000960AB"/>
    <w:rsid w:val="000B137D"/>
    <w:rsid w:val="000B2975"/>
    <w:rsid w:val="000B3509"/>
    <w:rsid w:val="000B4770"/>
    <w:rsid w:val="000B5332"/>
    <w:rsid w:val="000B72A7"/>
    <w:rsid w:val="000C20A7"/>
    <w:rsid w:val="000C27B5"/>
    <w:rsid w:val="000C357B"/>
    <w:rsid w:val="000D0F13"/>
    <w:rsid w:val="000D5DDE"/>
    <w:rsid w:val="000D63D6"/>
    <w:rsid w:val="000E1225"/>
    <w:rsid w:val="000E2915"/>
    <w:rsid w:val="000E3978"/>
    <w:rsid w:val="000E40B4"/>
    <w:rsid w:val="000E438D"/>
    <w:rsid w:val="000F5B1F"/>
    <w:rsid w:val="000F6889"/>
    <w:rsid w:val="000F6FFC"/>
    <w:rsid w:val="00103AD9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4B6D"/>
    <w:rsid w:val="00186E51"/>
    <w:rsid w:val="00190E29"/>
    <w:rsid w:val="00192E0D"/>
    <w:rsid w:val="0019651D"/>
    <w:rsid w:val="001979C7"/>
    <w:rsid w:val="001A0810"/>
    <w:rsid w:val="001A1F27"/>
    <w:rsid w:val="001A51CB"/>
    <w:rsid w:val="001B31F8"/>
    <w:rsid w:val="001B3851"/>
    <w:rsid w:val="001B537C"/>
    <w:rsid w:val="001B57B0"/>
    <w:rsid w:val="001B5C74"/>
    <w:rsid w:val="001B70A8"/>
    <w:rsid w:val="001C1259"/>
    <w:rsid w:val="001C390A"/>
    <w:rsid w:val="001C49A4"/>
    <w:rsid w:val="001C5992"/>
    <w:rsid w:val="001C7B62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388C"/>
    <w:rsid w:val="0020389C"/>
    <w:rsid w:val="00203F7D"/>
    <w:rsid w:val="00207DFD"/>
    <w:rsid w:val="002101C2"/>
    <w:rsid w:val="00211110"/>
    <w:rsid w:val="002115A7"/>
    <w:rsid w:val="002136DA"/>
    <w:rsid w:val="00220651"/>
    <w:rsid w:val="00220B54"/>
    <w:rsid w:val="00222EB6"/>
    <w:rsid w:val="00223959"/>
    <w:rsid w:val="0022549A"/>
    <w:rsid w:val="00227E18"/>
    <w:rsid w:val="00227F13"/>
    <w:rsid w:val="00230FC3"/>
    <w:rsid w:val="00232F3A"/>
    <w:rsid w:val="00233986"/>
    <w:rsid w:val="00234513"/>
    <w:rsid w:val="00243E20"/>
    <w:rsid w:val="002500A1"/>
    <w:rsid w:val="002526BE"/>
    <w:rsid w:val="0025487B"/>
    <w:rsid w:val="00255376"/>
    <w:rsid w:val="002554A7"/>
    <w:rsid w:val="00255AE3"/>
    <w:rsid w:val="002568F1"/>
    <w:rsid w:val="00260C91"/>
    <w:rsid w:val="002624F5"/>
    <w:rsid w:val="0026371F"/>
    <w:rsid w:val="00263C17"/>
    <w:rsid w:val="002653AB"/>
    <w:rsid w:val="00270A59"/>
    <w:rsid w:val="00271DD7"/>
    <w:rsid w:val="0027289E"/>
    <w:rsid w:val="00273352"/>
    <w:rsid w:val="00276364"/>
    <w:rsid w:val="002830DA"/>
    <w:rsid w:val="002855C8"/>
    <w:rsid w:val="00292A91"/>
    <w:rsid w:val="0029318A"/>
    <w:rsid w:val="00296556"/>
    <w:rsid w:val="00296A86"/>
    <w:rsid w:val="002A0265"/>
    <w:rsid w:val="002A1046"/>
    <w:rsid w:val="002A1423"/>
    <w:rsid w:val="002A37B7"/>
    <w:rsid w:val="002A4009"/>
    <w:rsid w:val="002A4868"/>
    <w:rsid w:val="002A6BDC"/>
    <w:rsid w:val="002A6F8D"/>
    <w:rsid w:val="002B06B1"/>
    <w:rsid w:val="002B3CB5"/>
    <w:rsid w:val="002B5996"/>
    <w:rsid w:val="002B5B8B"/>
    <w:rsid w:val="002B6578"/>
    <w:rsid w:val="002B735D"/>
    <w:rsid w:val="002C1A25"/>
    <w:rsid w:val="002C2D7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0511D"/>
    <w:rsid w:val="0030682B"/>
    <w:rsid w:val="00310370"/>
    <w:rsid w:val="003104C3"/>
    <w:rsid w:val="00312BB4"/>
    <w:rsid w:val="00313A22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453F7"/>
    <w:rsid w:val="0035124D"/>
    <w:rsid w:val="00357C6B"/>
    <w:rsid w:val="003604FB"/>
    <w:rsid w:val="00367AE3"/>
    <w:rsid w:val="00372921"/>
    <w:rsid w:val="003756D7"/>
    <w:rsid w:val="00377951"/>
    <w:rsid w:val="00383104"/>
    <w:rsid w:val="00387241"/>
    <w:rsid w:val="003903A8"/>
    <w:rsid w:val="0039066A"/>
    <w:rsid w:val="00390750"/>
    <w:rsid w:val="003945EE"/>
    <w:rsid w:val="00397831"/>
    <w:rsid w:val="003A2CF2"/>
    <w:rsid w:val="003A434A"/>
    <w:rsid w:val="003A43DB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963"/>
    <w:rsid w:val="003B6D15"/>
    <w:rsid w:val="003B7721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E52D2"/>
    <w:rsid w:val="003F16FD"/>
    <w:rsid w:val="003F6A89"/>
    <w:rsid w:val="00403C4C"/>
    <w:rsid w:val="00404392"/>
    <w:rsid w:val="004049B0"/>
    <w:rsid w:val="00405F06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0138"/>
    <w:rsid w:val="0042240C"/>
    <w:rsid w:val="00425549"/>
    <w:rsid w:val="00425C8F"/>
    <w:rsid w:val="00431E0E"/>
    <w:rsid w:val="00432DCB"/>
    <w:rsid w:val="00433A56"/>
    <w:rsid w:val="00434203"/>
    <w:rsid w:val="004359E0"/>
    <w:rsid w:val="00441CD9"/>
    <w:rsid w:val="00444FD8"/>
    <w:rsid w:val="00445337"/>
    <w:rsid w:val="004505F5"/>
    <w:rsid w:val="00451C3F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2D1B"/>
    <w:rsid w:val="004964A5"/>
    <w:rsid w:val="00496CA6"/>
    <w:rsid w:val="004A42CA"/>
    <w:rsid w:val="004A44AF"/>
    <w:rsid w:val="004A5BD3"/>
    <w:rsid w:val="004B5303"/>
    <w:rsid w:val="004B79CA"/>
    <w:rsid w:val="004C0BAD"/>
    <w:rsid w:val="004C334E"/>
    <w:rsid w:val="004C3995"/>
    <w:rsid w:val="004C5E0D"/>
    <w:rsid w:val="004C79AC"/>
    <w:rsid w:val="004C7FEE"/>
    <w:rsid w:val="004D0164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40FA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313FC"/>
    <w:rsid w:val="00534DC7"/>
    <w:rsid w:val="005410FF"/>
    <w:rsid w:val="00541476"/>
    <w:rsid w:val="00541586"/>
    <w:rsid w:val="005432EE"/>
    <w:rsid w:val="0054692F"/>
    <w:rsid w:val="00546F6D"/>
    <w:rsid w:val="005528A7"/>
    <w:rsid w:val="005534DA"/>
    <w:rsid w:val="0055504C"/>
    <w:rsid w:val="00556640"/>
    <w:rsid w:val="00560DEA"/>
    <w:rsid w:val="00560FCD"/>
    <w:rsid w:val="00565C22"/>
    <w:rsid w:val="00573AC9"/>
    <w:rsid w:val="0057746E"/>
    <w:rsid w:val="00581D55"/>
    <w:rsid w:val="00587009"/>
    <w:rsid w:val="00590770"/>
    <w:rsid w:val="005934B0"/>
    <w:rsid w:val="005968AF"/>
    <w:rsid w:val="005A18C6"/>
    <w:rsid w:val="005A2E5D"/>
    <w:rsid w:val="005A34CD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D7CF2"/>
    <w:rsid w:val="005E0789"/>
    <w:rsid w:val="005E29A0"/>
    <w:rsid w:val="005E3AB6"/>
    <w:rsid w:val="005E6E98"/>
    <w:rsid w:val="005E71E2"/>
    <w:rsid w:val="005E7311"/>
    <w:rsid w:val="005E786F"/>
    <w:rsid w:val="005F17B1"/>
    <w:rsid w:val="005F279B"/>
    <w:rsid w:val="005F2BF4"/>
    <w:rsid w:val="005F2E25"/>
    <w:rsid w:val="005F4346"/>
    <w:rsid w:val="005F4DD9"/>
    <w:rsid w:val="006008A9"/>
    <w:rsid w:val="00601F2C"/>
    <w:rsid w:val="006038F8"/>
    <w:rsid w:val="00610372"/>
    <w:rsid w:val="00611268"/>
    <w:rsid w:val="00611FC0"/>
    <w:rsid w:val="0061213D"/>
    <w:rsid w:val="0061484F"/>
    <w:rsid w:val="00617371"/>
    <w:rsid w:val="00621477"/>
    <w:rsid w:val="006215C5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63"/>
    <w:rsid w:val="00644A92"/>
    <w:rsid w:val="00645432"/>
    <w:rsid w:val="006463CB"/>
    <w:rsid w:val="00646BF4"/>
    <w:rsid w:val="00657515"/>
    <w:rsid w:val="00664A58"/>
    <w:rsid w:val="00667DC1"/>
    <w:rsid w:val="00670190"/>
    <w:rsid w:val="00670D78"/>
    <w:rsid w:val="00674630"/>
    <w:rsid w:val="006751DC"/>
    <w:rsid w:val="00676C08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2B73"/>
    <w:rsid w:val="006D6554"/>
    <w:rsid w:val="006E21D1"/>
    <w:rsid w:val="006E2344"/>
    <w:rsid w:val="006E672E"/>
    <w:rsid w:val="006F0EC4"/>
    <w:rsid w:val="006F3CAD"/>
    <w:rsid w:val="006F58A0"/>
    <w:rsid w:val="006F6EDA"/>
    <w:rsid w:val="0070066C"/>
    <w:rsid w:val="00702B36"/>
    <w:rsid w:val="00714954"/>
    <w:rsid w:val="00715EA0"/>
    <w:rsid w:val="00727A1E"/>
    <w:rsid w:val="0073441E"/>
    <w:rsid w:val="00744BF2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87722"/>
    <w:rsid w:val="00790F5B"/>
    <w:rsid w:val="007920EF"/>
    <w:rsid w:val="0079224D"/>
    <w:rsid w:val="00792E84"/>
    <w:rsid w:val="00793B5C"/>
    <w:rsid w:val="007962AA"/>
    <w:rsid w:val="00796F7D"/>
    <w:rsid w:val="007970E9"/>
    <w:rsid w:val="007A163B"/>
    <w:rsid w:val="007A1734"/>
    <w:rsid w:val="007A516B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3C45"/>
    <w:rsid w:val="007E4B0C"/>
    <w:rsid w:val="007E66E0"/>
    <w:rsid w:val="007E7BD7"/>
    <w:rsid w:val="007F4FF9"/>
    <w:rsid w:val="007F6693"/>
    <w:rsid w:val="007F7983"/>
    <w:rsid w:val="0080151B"/>
    <w:rsid w:val="00801591"/>
    <w:rsid w:val="00801FF0"/>
    <w:rsid w:val="00805B3B"/>
    <w:rsid w:val="0080728B"/>
    <w:rsid w:val="00812BA8"/>
    <w:rsid w:val="00813707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4004B"/>
    <w:rsid w:val="00841169"/>
    <w:rsid w:val="00843A0B"/>
    <w:rsid w:val="00843DF6"/>
    <w:rsid w:val="00844E1E"/>
    <w:rsid w:val="00845062"/>
    <w:rsid w:val="008452F2"/>
    <w:rsid w:val="00846297"/>
    <w:rsid w:val="008472D5"/>
    <w:rsid w:val="008508EB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4EE6"/>
    <w:rsid w:val="00875BBE"/>
    <w:rsid w:val="00877592"/>
    <w:rsid w:val="00877F12"/>
    <w:rsid w:val="00880FD7"/>
    <w:rsid w:val="008811C8"/>
    <w:rsid w:val="008817FE"/>
    <w:rsid w:val="00884338"/>
    <w:rsid w:val="00884886"/>
    <w:rsid w:val="0088624F"/>
    <w:rsid w:val="00887569"/>
    <w:rsid w:val="008911C0"/>
    <w:rsid w:val="008918F2"/>
    <w:rsid w:val="0089412C"/>
    <w:rsid w:val="00897173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AE3"/>
    <w:rsid w:val="008C1F59"/>
    <w:rsid w:val="008C2087"/>
    <w:rsid w:val="008C57B5"/>
    <w:rsid w:val="008C7D83"/>
    <w:rsid w:val="008D043C"/>
    <w:rsid w:val="008D05EA"/>
    <w:rsid w:val="008D1603"/>
    <w:rsid w:val="008D263C"/>
    <w:rsid w:val="008D650A"/>
    <w:rsid w:val="008D6E6D"/>
    <w:rsid w:val="008D7518"/>
    <w:rsid w:val="008D7A3D"/>
    <w:rsid w:val="008E0F37"/>
    <w:rsid w:val="008F0680"/>
    <w:rsid w:val="008F1454"/>
    <w:rsid w:val="008F188D"/>
    <w:rsid w:val="008F6034"/>
    <w:rsid w:val="008F67CB"/>
    <w:rsid w:val="00901311"/>
    <w:rsid w:val="00902D44"/>
    <w:rsid w:val="00904B83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3498"/>
    <w:rsid w:val="00973D9A"/>
    <w:rsid w:val="009747D2"/>
    <w:rsid w:val="00974B2D"/>
    <w:rsid w:val="00976CCE"/>
    <w:rsid w:val="00976F6C"/>
    <w:rsid w:val="0098064A"/>
    <w:rsid w:val="009843D6"/>
    <w:rsid w:val="00984614"/>
    <w:rsid w:val="00987247"/>
    <w:rsid w:val="00987835"/>
    <w:rsid w:val="00987E66"/>
    <w:rsid w:val="00990E60"/>
    <w:rsid w:val="00991703"/>
    <w:rsid w:val="00991707"/>
    <w:rsid w:val="00992B97"/>
    <w:rsid w:val="00992C5F"/>
    <w:rsid w:val="00992E04"/>
    <w:rsid w:val="009951CE"/>
    <w:rsid w:val="00995D32"/>
    <w:rsid w:val="0099616B"/>
    <w:rsid w:val="009961E4"/>
    <w:rsid w:val="00997013"/>
    <w:rsid w:val="00997181"/>
    <w:rsid w:val="009A06CA"/>
    <w:rsid w:val="009A470A"/>
    <w:rsid w:val="009A4BB4"/>
    <w:rsid w:val="009A5ECB"/>
    <w:rsid w:val="009A6204"/>
    <w:rsid w:val="009A7327"/>
    <w:rsid w:val="009B1102"/>
    <w:rsid w:val="009B1D5B"/>
    <w:rsid w:val="009B5D65"/>
    <w:rsid w:val="009B6778"/>
    <w:rsid w:val="009C0BC4"/>
    <w:rsid w:val="009C1839"/>
    <w:rsid w:val="009C21B3"/>
    <w:rsid w:val="009D0A16"/>
    <w:rsid w:val="009D1E8E"/>
    <w:rsid w:val="009D5486"/>
    <w:rsid w:val="009D617A"/>
    <w:rsid w:val="009E0A54"/>
    <w:rsid w:val="009E7A70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3187"/>
    <w:rsid w:val="00A0479A"/>
    <w:rsid w:val="00A0481B"/>
    <w:rsid w:val="00A05C4E"/>
    <w:rsid w:val="00A065DD"/>
    <w:rsid w:val="00A14DBE"/>
    <w:rsid w:val="00A153F6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4D32"/>
    <w:rsid w:val="00A4542A"/>
    <w:rsid w:val="00A47030"/>
    <w:rsid w:val="00A47C61"/>
    <w:rsid w:val="00A501D5"/>
    <w:rsid w:val="00A514BB"/>
    <w:rsid w:val="00A529A4"/>
    <w:rsid w:val="00A52D1E"/>
    <w:rsid w:val="00A52ED6"/>
    <w:rsid w:val="00A54C14"/>
    <w:rsid w:val="00A54F48"/>
    <w:rsid w:val="00A553F3"/>
    <w:rsid w:val="00A5595F"/>
    <w:rsid w:val="00A55B9F"/>
    <w:rsid w:val="00A55E1A"/>
    <w:rsid w:val="00A55EB6"/>
    <w:rsid w:val="00A57584"/>
    <w:rsid w:val="00A61A99"/>
    <w:rsid w:val="00A61E9E"/>
    <w:rsid w:val="00A62088"/>
    <w:rsid w:val="00A64F61"/>
    <w:rsid w:val="00A676F8"/>
    <w:rsid w:val="00A67917"/>
    <w:rsid w:val="00A7054C"/>
    <w:rsid w:val="00A7076A"/>
    <w:rsid w:val="00A709E1"/>
    <w:rsid w:val="00A71548"/>
    <w:rsid w:val="00A72B79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2E4A"/>
    <w:rsid w:val="00AB590F"/>
    <w:rsid w:val="00AB5A11"/>
    <w:rsid w:val="00AC0CE6"/>
    <w:rsid w:val="00AC14C1"/>
    <w:rsid w:val="00AC1890"/>
    <w:rsid w:val="00AC21F6"/>
    <w:rsid w:val="00AC602D"/>
    <w:rsid w:val="00AC651F"/>
    <w:rsid w:val="00AC6D72"/>
    <w:rsid w:val="00AD063E"/>
    <w:rsid w:val="00AD1558"/>
    <w:rsid w:val="00AD17D5"/>
    <w:rsid w:val="00AD2946"/>
    <w:rsid w:val="00AD2CB1"/>
    <w:rsid w:val="00AD3CEA"/>
    <w:rsid w:val="00AE26FD"/>
    <w:rsid w:val="00AE44A3"/>
    <w:rsid w:val="00AE57FE"/>
    <w:rsid w:val="00AF0220"/>
    <w:rsid w:val="00AF23A1"/>
    <w:rsid w:val="00AF3607"/>
    <w:rsid w:val="00AF5CBD"/>
    <w:rsid w:val="00B01085"/>
    <w:rsid w:val="00B0197E"/>
    <w:rsid w:val="00B0637D"/>
    <w:rsid w:val="00B06C3F"/>
    <w:rsid w:val="00B12077"/>
    <w:rsid w:val="00B14FB3"/>
    <w:rsid w:val="00B15075"/>
    <w:rsid w:val="00B200D4"/>
    <w:rsid w:val="00B273FE"/>
    <w:rsid w:val="00B27DA1"/>
    <w:rsid w:val="00B30CBB"/>
    <w:rsid w:val="00B32548"/>
    <w:rsid w:val="00B351CF"/>
    <w:rsid w:val="00B41718"/>
    <w:rsid w:val="00B426C1"/>
    <w:rsid w:val="00B433B1"/>
    <w:rsid w:val="00B445FA"/>
    <w:rsid w:val="00B447D0"/>
    <w:rsid w:val="00B50042"/>
    <w:rsid w:val="00B51A13"/>
    <w:rsid w:val="00B54900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544C"/>
    <w:rsid w:val="00B872FA"/>
    <w:rsid w:val="00B875EF"/>
    <w:rsid w:val="00B87EEB"/>
    <w:rsid w:val="00B87F34"/>
    <w:rsid w:val="00B90638"/>
    <w:rsid w:val="00B929FE"/>
    <w:rsid w:val="00B934F0"/>
    <w:rsid w:val="00B960FB"/>
    <w:rsid w:val="00B96C61"/>
    <w:rsid w:val="00B9774B"/>
    <w:rsid w:val="00B97F79"/>
    <w:rsid w:val="00BA3B88"/>
    <w:rsid w:val="00BA6C6E"/>
    <w:rsid w:val="00BB1818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6F7"/>
    <w:rsid w:val="00BF0FBD"/>
    <w:rsid w:val="00BF5630"/>
    <w:rsid w:val="00BF5ED2"/>
    <w:rsid w:val="00BF7257"/>
    <w:rsid w:val="00C00AD4"/>
    <w:rsid w:val="00C06050"/>
    <w:rsid w:val="00C16338"/>
    <w:rsid w:val="00C1708E"/>
    <w:rsid w:val="00C2591D"/>
    <w:rsid w:val="00C2712F"/>
    <w:rsid w:val="00C30CE9"/>
    <w:rsid w:val="00C31893"/>
    <w:rsid w:val="00C31AFE"/>
    <w:rsid w:val="00C3267A"/>
    <w:rsid w:val="00C3390B"/>
    <w:rsid w:val="00C35F51"/>
    <w:rsid w:val="00C37D28"/>
    <w:rsid w:val="00C41014"/>
    <w:rsid w:val="00C419C3"/>
    <w:rsid w:val="00C4241F"/>
    <w:rsid w:val="00C4458D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0BA9"/>
    <w:rsid w:val="00C61544"/>
    <w:rsid w:val="00C615B1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2039"/>
    <w:rsid w:val="00C83743"/>
    <w:rsid w:val="00C8416A"/>
    <w:rsid w:val="00C845B5"/>
    <w:rsid w:val="00C856DF"/>
    <w:rsid w:val="00C9295D"/>
    <w:rsid w:val="00C94E07"/>
    <w:rsid w:val="00C97665"/>
    <w:rsid w:val="00C97B2B"/>
    <w:rsid w:val="00CA24B2"/>
    <w:rsid w:val="00CA3632"/>
    <w:rsid w:val="00CA3BBA"/>
    <w:rsid w:val="00CA62CE"/>
    <w:rsid w:val="00CA7030"/>
    <w:rsid w:val="00CA70E7"/>
    <w:rsid w:val="00CA7235"/>
    <w:rsid w:val="00CA7787"/>
    <w:rsid w:val="00CB04F6"/>
    <w:rsid w:val="00CB7186"/>
    <w:rsid w:val="00CC02F4"/>
    <w:rsid w:val="00CD0842"/>
    <w:rsid w:val="00CD0E9D"/>
    <w:rsid w:val="00CD1C59"/>
    <w:rsid w:val="00CD4726"/>
    <w:rsid w:val="00CD5193"/>
    <w:rsid w:val="00CD7007"/>
    <w:rsid w:val="00CE1631"/>
    <w:rsid w:val="00CE19F3"/>
    <w:rsid w:val="00CE1DEF"/>
    <w:rsid w:val="00CE206A"/>
    <w:rsid w:val="00CE4AD1"/>
    <w:rsid w:val="00CE57F6"/>
    <w:rsid w:val="00CF1071"/>
    <w:rsid w:val="00CF2512"/>
    <w:rsid w:val="00CF3608"/>
    <w:rsid w:val="00CF4BA5"/>
    <w:rsid w:val="00CF63C4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3118B"/>
    <w:rsid w:val="00D3182A"/>
    <w:rsid w:val="00D32B23"/>
    <w:rsid w:val="00D334EA"/>
    <w:rsid w:val="00D4267C"/>
    <w:rsid w:val="00D42C89"/>
    <w:rsid w:val="00D4376F"/>
    <w:rsid w:val="00D43937"/>
    <w:rsid w:val="00D4633F"/>
    <w:rsid w:val="00D46CE7"/>
    <w:rsid w:val="00D50995"/>
    <w:rsid w:val="00D50ABC"/>
    <w:rsid w:val="00D5292A"/>
    <w:rsid w:val="00D5323E"/>
    <w:rsid w:val="00D53377"/>
    <w:rsid w:val="00D53857"/>
    <w:rsid w:val="00D64D27"/>
    <w:rsid w:val="00D65CCD"/>
    <w:rsid w:val="00D673F6"/>
    <w:rsid w:val="00D67B12"/>
    <w:rsid w:val="00D70726"/>
    <w:rsid w:val="00D708C0"/>
    <w:rsid w:val="00D713E0"/>
    <w:rsid w:val="00D75E7A"/>
    <w:rsid w:val="00D763D3"/>
    <w:rsid w:val="00D77316"/>
    <w:rsid w:val="00D80520"/>
    <w:rsid w:val="00D80FB4"/>
    <w:rsid w:val="00D82845"/>
    <w:rsid w:val="00D82C01"/>
    <w:rsid w:val="00D84BBF"/>
    <w:rsid w:val="00D86CE4"/>
    <w:rsid w:val="00D911EB"/>
    <w:rsid w:val="00D91703"/>
    <w:rsid w:val="00D96556"/>
    <w:rsid w:val="00D96CCC"/>
    <w:rsid w:val="00DA23A7"/>
    <w:rsid w:val="00DA277C"/>
    <w:rsid w:val="00DA324C"/>
    <w:rsid w:val="00DB109A"/>
    <w:rsid w:val="00DB5851"/>
    <w:rsid w:val="00DB7DC2"/>
    <w:rsid w:val="00DC19D0"/>
    <w:rsid w:val="00DC2230"/>
    <w:rsid w:val="00DC4384"/>
    <w:rsid w:val="00DD1324"/>
    <w:rsid w:val="00DD218D"/>
    <w:rsid w:val="00DE4EC6"/>
    <w:rsid w:val="00DF00CD"/>
    <w:rsid w:val="00DF05DD"/>
    <w:rsid w:val="00DF08BB"/>
    <w:rsid w:val="00DF12F2"/>
    <w:rsid w:val="00DF4E6C"/>
    <w:rsid w:val="00DF53FA"/>
    <w:rsid w:val="00DF559D"/>
    <w:rsid w:val="00DF5920"/>
    <w:rsid w:val="00DF657E"/>
    <w:rsid w:val="00DF7A51"/>
    <w:rsid w:val="00E000A8"/>
    <w:rsid w:val="00E00D1B"/>
    <w:rsid w:val="00E030CA"/>
    <w:rsid w:val="00E03BF1"/>
    <w:rsid w:val="00E03CC1"/>
    <w:rsid w:val="00E12504"/>
    <w:rsid w:val="00E12BEE"/>
    <w:rsid w:val="00E15B5F"/>
    <w:rsid w:val="00E15C17"/>
    <w:rsid w:val="00E168C3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16C0"/>
    <w:rsid w:val="00E51F9C"/>
    <w:rsid w:val="00E54283"/>
    <w:rsid w:val="00E57F65"/>
    <w:rsid w:val="00E612AB"/>
    <w:rsid w:val="00E612DD"/>
    <w:rsid w:val="00E61E96"/>
    <w:rsid w:val="00E6537A"/>
    <w:rsid w:val="00E664BB"/>
    <w:rsid w:val="00E6670A"/>
    <w:rsid w:val="00E66889"/>
    <w:rsid w:val="00E701F3"/>
    <w:rsid w:val="00E74427"/>
    <w:rsid w:val="00E806AB"/>
    <w:rsid w:val="00E81404"/>
    <w:rsid w:val="00E86165"/>
    <w:rsid w:val="00E930A8"/>
    <w:rsid w:val="00E948EA"/>
    <w:rsid w:val="00E95532"/>
    <w:rsid w:val="00EA74F5"/>
    <w:rsid w:val="00EA78B3"/>
    <w:rsid w:val="00EB0389"/>
    <w:rsid w:val="00EB33B3"/>
    <w:rsid w:val="00EB4376"/>
    <w:rsid w:val="00EB6B29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1F43"/>
    <w:rsid w:val="00F24025"/>
    <w:rsid w:val="00F24DC8"/>
    <w:rsid w:val="00F26CB1"/>
    <w:rsid w:val="00F3038C"/>
    <w:rsid w:val="00F31B6A"/>
    <w:rsid w:val="00F3265D"/>
    <w:rsid w:val="00F37775"/>
    <w:rsid w:val="00F4178B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704AB"/>
    <w:rsid w:val="00F727D3"/>
    <w:rsid w:val="00F73992"/>
    <w:rsid w:val="00F7648E"/>
    <w:rsid w:val="00F7731F"/>
    <w:rsid w:val="00F8022C"/>
    <w:rsid w:val="00F84053"/>
    <w:rsid w:val="00F84B7A"/>
    <w:rsid w:val="00F90A77"/>
    <w:rsid w:val="00F91796"/>
    <w:rsid w:val="00F92462"/>
    <w:rsid w:val="00F928A7"/>
    <w:rsid w:val="00F92B3B"/>
    <w:rsid w:val="00F9347D"/>
    <w:rsid w:val="00F95524"/>
    <w:rsid w:val="00F955FD"/>
    <w:rsid w:val="00F9738A"/>
    <w:rsid w:val="00FA2DD7"/>
    <w:rsid w:val="00FA309A"/>
    <w:rsid w:val="00FB1E0F"/>
    <w:rsid w:val="00FB4E54"/>
    <w:rsid w:val="00FB5043"/>
    <w:rsid w:val="00FB6DDA"/>
    <w:rsid w:val="00FC189B"/>
    <w:rsid w:val="00FC23A3"/>
    <w:rsid w:val="00FC3992"/>
    <w:rsid w:val="00FC57C9"/>
    <w:rsid w:val="00FC7584"/>
    <w:rsid w:val="00FD156E"/>
    <w:rsid w:val="00FD1DA0"/>
    <w:rsid w:val="00FD4D65"/>
    <w:rsid w:val="00FE0FFB"/>
    <w:rsid w:val="00FE130A"/>
    <w:rsid w:val="00FF019A"/>
    <w:rsid w:val="00FF1008"/>
    <w:rsid w:val="00FF48E9"/>
    <w:rsid w:val="00FF4B72"/>
    <w:rsid w:val="00FF5413"/>
    <w:rsid w:val="00FF5D06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sz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uiPriority w:val="99"/>
    <w:rsid w:val="00645432"/>
    <w:rPr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AB59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590F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CA4D7AF70FF7C9E04F26B00B7D3081C71BF74E993FEEA1F73E689383D704C7EE96461701E4k8i7H" TargetMode="External"/><Relationship Id="rId13" Type="http://schemas.openxmlformats.org/officeDocument/2006/relationships/hyperlink" Target="consultantplus://offline/ref=ABCA4D7AF70FF7C9E04F26B00B7D3081C71BF74E993FEEA1F73E689383D704C7EE96461004E2k8iCH" TargetMode="External"/><Relationship Id="rId18" Type="http://schemas.openxmlformats.org/officeDocument/2006/relationships/hyperlink" Target="consultantplus://offline/ref=ABCA4D7AF70FF7C9E04F26B00B7D3081C71BF74E993FEEA1F73E689383D704C7EE96461701E4k8i0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BCA4D7AF70FF7C9E04F26B00B7D3081C71BF74E993FEEA1F73E689383D704C7EE96461303E3828Ck4i5H" TargetMode="External"/><Relationship Id="rId7" Type="http://schemas.openxmlformats.org/officeDocument/2006/relationships/hyperlink" Target="consultantplus://offline/ref=56B1E811C1B3BEE18C8994677044584F6734BA901951B0DBE119E7928229A2AB6C4B16D2D4376Af8H" TargetMode="External"/><Relationship Id="rId12" Type="http://schemas.openxmlformats.org/officeDocument/2006/relationships/hyperlink" Target="consultantplus://offline/ref=ABCA4D7AF70FF7C9E04F26B00B7D3081C71BF74E993FEEA1F73E689383D704C7EE96461303E18686k4i3H" TargetMode="External"/><Relationship Id="rId17" Type="http://schemas.openxmlformats.org/officeDocument/2006/relationships/hyperlink" Target="consultantplus://offline/ref=ABCA4D7AF70FF7C9E04F26B00B7D3081C71BF74E993FEEA1F73E689383D704C7EE96461701E4k8i7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BCA4D7AF70FF7C9E04F26B00B7D3081C71BF74E993FEEA1F73E689383D704C7EE96461607E7k8i0H" TargetMode="External"/><Relationship Id="rId20" Type="http://schemas.openxmlformats.org/officeDocument/2006/relationships/hyperlink" Target="consultantplus://offline/ref=ABCA4D7AF70FF7C9E04F26B00B7D3081C71BF74E993FEEA1F73E689383D704C7EE96461303E3828Ck4i0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BCA4D7AF70FF7C9E04F26B00B7D3081C71BF74E993FEEA1F73E689383D704C7EE96461303E3828Ck4i5H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BCA4D7AF70FF7C9E04F26B00B7D3081C71BF74E993FEEA1F73E689383D704C7EE96461600EAk8i7H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ABCA4D7AF70FF7C9E04F26B00B7D3081C71BF74E993FEEA1F73E689383D704C7EE96461701E4k8i3H" TargetMode="External"/><Relationship Id="rId19" Type="http://schemas.openxmlformats.org/officeDocument/2006/relationships/hyperlink" Target="consultantplus://offline/ref=ABCA4D7AF70FF7C9E04F26B00B7D3081C71BF74E993FEEA1F73E689383D704C7EE96461607E4k8i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CA4D7AF70FF7C9E04F26B00B7D3081C71BF74E993FEEA1F73E689383D704C7EE96461701E4k8i0H" TargetMode="External"/><Relationship Id="rId14" Type="http://schemas.openxmlformats.org/officeDocument/2006/relationships/hyperlink" Target="consultantplus://offline/ref=ABCA4D7AF70FF7C9E04F26B00B7D3081C71BF74E993FEEA1F73E689383D704C7EE96461303E3878Ak4i0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4</Pages>
  <Words>978</Words>
  <Characters>5580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18</cp:revision>
  <cp:lastPrinted>2015-12-25T08:23:00Z</cp:lastPrinted>
  <dcterms:created xsi:type="dcterms:W3CDTF">2015-12-25T07:15:00Z</dcterms:created>
  <dcterms:modified xsi:type="dcterms:W3CDTF">2016-03-14T09:10:00Z</dcterms:modified>
</cp:coreProperties>
</file>