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553" w:rsidRDefault="003B0553" w:rsidP="007E1D1C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B0553" w:rsidRDefault="003B0553" w:rsidP="00A01138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Закон Ульяновской области</w:t>
      </w:r>
    </w:p>
    <w:p w:rsidR="003B0553" w:rsidRDefault="003B0553" w:rsidP="007E1D1C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B0553" w:rsidRDefault="003B0553" w:rsidP="007E1D1C">
      <w:pPr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B0553" w:rsidRPr="007E1D1C" w:rsidRDefault="003B0553" w:rsidP="007E1D1C">
      <w:pPr>
        <w:rPr>
          <w:rFonts w:ascii="Times New Roman" w:hAnsi="Times New Roman"/>
          <w:b/>
          <w:bCs/>
          <w:sz w:val="32"/>
          <w:szCs w:val="32"/>
        </w:rPr>
      </w:pPr>
      <w:bookmarkStart w:id="0" w:name="_GoBack"/>
    </w:p>
    <w:p w:rsidR="003B0553" w:rsidRPr="007E1D1C" w:rsidRDefault="003B0553" w:rsidP="007E1D1C">
      <w:pPr>
        <w:jc w:val="center"/>
        <w:rPr>
          <w:rFonts w:ascii="Times New Roman" w:hAnsi="Times New Roman"/>
          <w:b/>
          <w:sz w:val="28"/>
          <w:szCs w:val="28"/>
        </w:rPr>
      </w:pPr>
      <w:r w:rsidRPr="007E1D1C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 w:rsidRPr="007E1D1C">
        <w:rPr>
          <w:rFonts w:ascii="Times New Roman" w:hAnsi="Times New Roman"/>
          <w:b/>
          <w:sz w:val="28"/>
          <w:szCs w:val="28"/>
        </w:rPr>
        <w:t xml:space="preserve">Закон Ульяновской области </w:t>
      </w:r>
    </w:p>
    <w:p w:rsidR="003B0553" w:rsidRDefault="003B0553" w:rsidP="007E1D1C">
      <w:pPr>
        <w:autoSpaceDE w:val="0"/>
        <w:autoSpaceDN w:val="0"/>
        <w:adjustRightInd w:val="0"/>
        <w:jc w:val="center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7E1D1C">
        <w:rPr>
          <w:rFonts w:ascii="Times New Roman" w:hAnsi="Times New Roman"/>
          <w:b/>
          <w:sz w:val="28"/>
          <w:szCs w:val="28"/>
        </w:rPr>
        <w:t>«</w:t>
      </w:r>
      <w:r w:rsidRPr="007E1D1C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О развитии инвестиционной деятельности на территории </w:t>
      </w:r>
    </w:p>
    <w:p w:rsidR="003B0553" w:rsidRPr="007E1D1C" w:rsidRDefault="003B0553" w:rsidP="007E1D1C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E1D1C">
        <w:rPr>
          <w:rFonts w:ascii="Times New Roman" w:hAnsi="Times New Roman"/>
          <w:b/>
          <w:kern w:val="0"/>
          <w:sz w:val="28"/>
          <w:szCs w:val="28"/>
          <w:lang w:eastAsia="en-US"/>
        </w:rPr>
        <w:t>Ульяновской области</w:t>
      </w:r>
      <w:r w:rsidRPr="007E1D1C">
        <w:rPr>
          <w:rFonts w:ascii="Times New Roman" w:hAnsi="Times New Roman"/>
          <w:b/>
          <w:sz w:val="28"/>
          <w:szCs w:val="28"/>
        </w:rPr>
        <w:t>»</w:t>
      </w:r>
    </w:p>
    <w:p w:rsidR="003B0553" w:rsidRPr="00A4760F" w:rsidRDefault="003B0553" w:rsidP="00A476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B0553" w:rsidRDefault="003B0553" w:rsidP="00A4760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553" w:rsidRPr="00A4760F" w:rsidRDefault="003B0553" w:rsidP="00A4760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0553" w:rsidRPr="007B39CB" w:rsidRDefault="003B0553" w:rsidP="00A4760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9CB">
        <w:rPr>
          <w:rFonts w:ascii="Times New Roman" w:hAnsi="Times New Roman"/>
          <w:sz w:val="28"/>
          <w:szCs w:val="28"/>
        </w:rPr>
        <w:t xml:space="preserve">Внести в Закон Ульяновской области от 15 марта 2005 года № 019-ЗО </w:t>
      </w:r>
      <w:r w:rsidRPr="007B39CB">
        <w:rPr>
          <w:rFonts w:ascii="Times New Roman" w:hAnsi="Times New Roman"/>
          <w:sz w:val="28"/>
          <w:szCs w:val="28"/>
        </w:rPr>
        <w:br/>
        <w:t>«О развитии инвестиционной деятельности на т</w:t>
      </w:r>
      <w:r>
        <w:rPr>
          <w:rFonts w:ascii="Times New Roman" w:hAnsi="Times New Roman"/>
          <w:sz w:val="28"/>
          <w:szCs w:val="28"/>
        </w:rPr>
        <w:t xml:space="preserve">ерритории Ульяновской области» </w:t>
      </w:r>
      <w:r w:rsidRPr="007B39CB">
        <w:rPr>
          <w:rFonts w:ascii="Times New Roman" w:hAnsi="Times New Roman"/>
          <w:sz w:val="28"/>
          <w:szCs w:val="28"/>
        </w:rPr>
        <w:t xml:space="preserve">(«Ульяновская правда» от 18.03.2005 № 27; от 06.12.2005 № 112-113; </w:t>
      </w:r>
      <w:r w:rsidRPr="007B39CB">
        <w:rPr>
          <w:rFonts w:ascii="Times New Roman" w:hAnsi="Times New Roman"/>
          <w:sz w:val="28"/>
          <w:szCs w:val="28"/>
        </w:rPr>
        <w:br/>
        <w:t xml:space="preserve">от 06.06.2007 № 45; от 16.01.2008 № 3; от 02.07.2008 № 54; от 07.11.2008 № 91; </w:t>
      </w:r>
      <w:r w:rsidRPr="007B39CB">
        <w:rPr>
          <w:rFonts w:ascii="Times New Roman" w:hAnsi="Times New Roman"/>
          <w:sz w:val="28"/>
          <w:szCs w:val="28"/>
        </w:rPr>
        <w:br/>
        <w:t xml:space="preserve">от 11.11.2009 № 90; от 06.10.2010 № 81; от 02.11.2012 № 121; от 07.12.2012 </w:t>
      </w:r>
      <w:r>
        <w:rPr>
          <w:rFonts w:ascii="Times New Roman" w:hAnsi="Times New Roman"/>
          <w:sz w:val="28"/>
          <w:szCs w:val="28"/>
        </w:rPr>
        <w:br/>
      </w:r>
      <w:r w:rsidRPr="007B39CB">
        <w:rPr>
          <w:rFonts w:ascii="Times New Roman" w:hAnsi="Times New Roman"/>
          <w:sz w:val="28"/>
          <w:szCs w:val="28"/>
        </w:rPr>
        <w:t xml:space="preserve">№ 136; от 08.05.2013 № 48; от 07.09.2013 № 109; от 28.12.2013 № 173; </w:t>
      </w:r>
      <w:r>
        <w:rPr>
          <w:rFonts w:ascii="Times New Roman" w:hAnsi="Times New Roman"/>
          <w:sz w:val="28"/>
          <w:szCs w:val="28"/>
        </w:rPr>
        <w:br/>
      </w:r>
      <w:r w:rsidRPr="007B39CB">
        <w:rPr>
          <w:rFonts w:ascii="Times New Roman" w:hAnsi="Times New Roman"/>
          <w:sz w:val="28"/>
          <w:szCs w:val="28"/>
        </w:rPr>
        <w:t xml:space="preserve">от 24.04.2014 № 59; от 10.07.2014 № 98; от 07.08.2014 № 114; от 10.11.2014 </w:t>
      </w:r>
      <w:r>
        <w:rPr>
          <w:rFonts w:ascii="Times New Roman" w:hAnsi="Times New Roman"/>
          <w:sz w:val="28"/>
          <w:szCs w:val="28"/>
        </w:rPr>
        <w:br/>
      </w:r>
      <w:r w:rsidRPr="007B39CB">
        <w:rPr>
          <w:rFonts w:ascii="Times New Roman" w:hAnsi="Times New Roman"/>
          <w:sz w:val="28"/>
          <w:szCs w:val="28"/>
        </w:rPr>
        <w:t>№ 163-164</w:t>
      </w:r>
      <w:r>
        <w:rPr>
          <w:rFonts w:ascii="Times New Roman" w:hAnsi="Times New Roman"/>
          <w:sz w:val="28"/>
          <w:szCs w:val="28"/>
        </w:rPr>
        <w:t>; от 31.12.2014 № 196; от 07.09.2015 № 124; от 29.10.2015 № 151</w:t>
      </w:r>
      <w:r w:rsidRPr="007B39CB">
        <w:rPr>
          <w:rFonts w:ascii="Times New Roman" w:hAnsi="Times New Roman"/>
          <w:sz w:val="28"/>
          <w:szCs w:val="28"/>
        </w:rPr>
        <w:t>) следующие изменения:</w:t>
      </w:r>
    </w:p>
    <w:p w:rsidR="003B0553" w:rsidRPr="00B85F31" w:rsidRDefault="003B0553" w:rsidP="00A4760F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 w:rsidRPr="00B85F31">
        <w:rPr>
          <w:rFonts w:ascii="Times New Roman" w:hAnsi="Times New Roman"/>
          <w:kern w:val="0"/>
          <w:sz w:val="28"/>
          <w:szCs w:val="28"/>
          <w:lang w:eastAsia="en-US"/>
        </w:rPr>
        <w:t xml:space="preserve">1) </w:t>
      </w:r>
      <w:r w:rsidRPr="003C706E">
        <w:rPr>
          <w:rFonts w:ascii="Times New Roman" w:hAnsi="Times New Roman"/>
          <w:kern w:val="0"/>
          <w:sz w:val="28"/>
          <w:szCs w:val="28"/>
          <w:lang w:eastAsia="en-US"/>
        </w:rPr>
        <w:t xml:space="preserve">в абзаце девятом </w:t>
      </w:r>
      <w:r w:rsidRPr="00B85F31">
        <w:rPr>
          <w:rFonts w:ascii="Times New Roman" w:hAnsi="Times New Roman"/>
          <w:kern w:val="0"/>
          <w:sz w:val="28"/>
          <w:szCs w:val="28"/>
          <w:lang w:eastAsia="en-US"/>
        </w:rPr>
        <w:t>части 1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 </w:t>
      </w:r>
      <w:r w:rsidRPr="00B85F31">
        <w:rPr>
          <w:rFonts w:ascii="Times New Roman" w:hAnsi="Times New Roman"/>
          <w:kern w:val="0"/>
          <w:sz w:val="28"/>
          <w:szCs w:val="28"/>
          <w:lang w:eastAsia="en-US"/>
        </w:rPr>
        <w:t>стать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>и</w:t>
      </w:r>
      <w:r w:rsidRPr="00B85F31">
        <w:rPr>
          <w:rFonts w:ascii="Times New Roman" w:hAnsi="Times New Roman"/>
          <w:kern w:val="0"/>
          <w:sz w:val="28"/>
          <w:szCs w:val="28"/>
          <w:lang w:eastAsia="en-US"/>
        </w:rPr>
        <w:t xml:space="preserve"> 2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 </w:t>
      </w:r>
      <w:r w:rsidRPr="003C706E">
        <w:rPr>
          <w:rFonts w:ascii="Times New Roman" w:hAnsi="Times New Roman"/>
          <w:kern w:val="0"/>
          <w:sz w:val="28"/>
          <w:szCs w:val="28"/>
          <w:lang w:eastAsia="en-US"/>
        </w:rPr>
        <w:t>цифры «2017» заменить цифрами «2020»;</w:t>
      </w:r>
    </w:p>
    <w:p w:rsidR="003B0553" w:rsidRPr="00AD62D8" w:rsidRDefault="003B0553" w:rsidP="00A4760F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</w:pPr>
      <w:r w:rsidRPr="00AD62D8">
        <w:rPr>
          <w:rFonts w:ascii="Times New Roman" w:hAnsi="Times New Roman"/>
          <w:kern w:val="0"/>
          <w:sz w:val="28"/>
          <w:szCs w:val="28"/>
          <w:lang w:eastAsia="en-US"/>
        </w:rPr>
        <w:t xml:space="preserve">2) </w:t>
      </w:r>
      <w:r w:rsidRPr="00AD62D8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пункты 1 и 2 части 6 статьи 7 изложить в следующей редакции:</w:t>
      </w:r>
    </w:p>
    <w:p w:rsidR="003B0553" w:rsidRPr="00AD62D8" w:rsidRDefault="003B0553" w:rsidP="00A4760F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«</w:t>
      </w:r>
      <w:r w:rsidRPr="00AD62D8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1) наступления обстоятельств, указанных в части 3 настоящей статьи;</w:t>
      </w:r>
    </w:p>
    <w:p w:rsidR="003B0553" w:rsidRPr="00AD62D8" w:rsidRDefault="003B0553" w:rsidP="00A4760F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</w:pPr>
      <w:r w:rsidRPr="00AD62D8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2) неустранения обстоятельств, послуживших основанием для приостановки применения к инвестиционному проекту статуса приоритетного инвестиционного проекта, по истечении срока, на который применение к инвестиционному проекту статуса приоритетного инвестиционного проекта было приостановлено, либо наступлени</w:t>
      </w: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я</w:t>
      </w:r>
      <w:r w:rsidRPr="00AD62D8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 xml:space="preserve"> в пределах или по истечении </w:t>
      </w: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 xml:space="preserve">указанного </w:t>
      </w:r>
      <w:r w:rsidRPr="00AD62D8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срока таких же или иных обстоятельств, являющихся в соответствии с частью 7 настоящей статьи основани</w:t>
      </w: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ями</w:t>
      </w:r>
      <w:r w:rsidRPr="00AD62D8"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 xml:space="preserve"> для такой приостановки</w:t>
      </w:r>
      <w:r>
        <w:rPr>
          <w:rFonts w:ascii="Times New Roman" w:hAnsi="Times New Roman"/>
          <w:color w:val="000000"/>
          <w:kern w:val="0"/>
          <w:sz w:val="28"/>
          <w:szCs w:val="28"/>
          <w:lang w:eastAsia="ru-RU"/>
        </w:rPr>
        <w:t>.»;</w:t>
      </w:r>
    </w:p>
    <w:p w:rsidR="003B0553" w:rsidRPr="001E4CA3" w:rsidRDefault="003B0553" w:rsidP="00A4760F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3) в </w:t>
      </w: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>стать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>е</w:t>
      </w: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 xml:space="preserve"> 8:</w:t>
      </w:r>
    </w:p>
    <w:p w:rsidR="003B0553" w:rsidRPr="00A104C5" w:rsidRDefault="003B0553" w:rsidP="00A476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4C5">
        <w:rPr>
          <w:rFonts w:ascii="Times New Roman" w:hAnsi="Times New Roman"/>
          <w:sz w:val="28"/>
          <w:szCs w:val="28"/>
          <w:lang w:eastAsia="en-US"/>
        </w:rPr>
        <w:t xml:space="preserve">а) </w:t>
      </w:r>
      <w:r w:rsidRPr="00A104C5">
        <w:rPr>
          <w:rFonts w:ascii="Times New Roman" w:hAnsi="Times New Roman" w:cs="Times New Roman"/>
          <w:sz w:val="28"/>
          <w:szCs w:val="28"/>
        </w:rPr>
        <w:t xml:space="preserve">в </w:t>
      </w:r>
      <w:hyperlink r:id="rId7" w:history="1">
        <w:r w:rsidRPr="00A104C5">
          <w:rPr>
            <w:rFonts w:ascii="Times New Roman" w:hAnsi="Times New Roman" w:cs="Times New Roman"/>
            <w:sz w:val="28"/>
            <w:szCs w:val="28"/>
          </w:rPr>
          <w:t>пункте 3 части 2</w:t>
        </w:r>
      </w:hyperlink>
      <w:r w:rsidRPr="00A104C5">
        <w:rPr>
          <w:rFonts w:ascii="Times New Roman" w:hAnsi="Times New Roman" w:cs="Times New Roman"/>
          <w:sz w:val="28"/>
          <w:szCs w:val="28"/>
        </w:rPr>
        <w:t xml:space="preserve"> цифры «2017» заменить цифрами «2020»;</w:t>
      </w:r>
    </w:p>
    <w:bookmarkEnd w:id="0"/>
    <w:p w:rsidR="003B0553" w:rsidRPr="001E4CA3" w:rsidRDefault="003B0553" w:rsidP="00A4760F">
      <w:pPr>
        <w:widowControl/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б) </w:t>
      </w: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>в части 5</w:t>
      </w:r>
      <w:r w:rsidRPr="001E4CA3">
        <w:rPr>
          <w:rFonts w:ascii="Times New Roman" w:hAnsi="Times New Roman"/>
          <w:kern w:val="0"/>
          <w:sz w:val="28"/>
          <w:szCs w:val="28"/>
          <w:vertAlign w:val="superscript"/>
          <w:lang w:eastAsia="en-US"/>
        </w:rPr>
        <w:t>2</w:t>
      </w: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>:</w:t>
      </w:r>
    </w:p>
    <w:p w:rsidR="003B0553" w:rsidRDefault="003B0553" w:rsidP="00A4760F">
      <w:pPr>
        <w:widowControl/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>абзац первый дополнить словами «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, </w:t>
      </w: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 xml:space="preserve">и (или) о внесении изменения </w:t>
      </w:r>
      <w:r>
        <w:rPr>
          <w:rFonts w:ascii="Times New Roman" w:hAnsi="Times New Roman"/>
          <w:kern w:val="0"/>
          <w:sz w:val="28"/>
          <w:szCs w:val="28"/>
          <w:lang w:eastAsia="en-US"/>
        </w:rPr>
        <w:br/>
      </w: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>в распоряжение Правительства Ульяновской области о подтверждении факта завершения реализации инвестиционного проекта, которому присвоен статус особо значимого инвестиционного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 проекта, в части наименования юридического лица, реализовавшего особо значимый инвестиционный проект»;</w:t>
      </w:r>
    </w:p>
    <w:p w:rsidR="003B0553" w:rsidRDefault="003B0553" w:rsidP="00A4760F">
      <w:pPr>
        <w:widowControl/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абзац третий после слов «о присвоении инвестиционному проекту статуса особо значимого инвестиционного проекта» дополнить словами «и (или) решение о внесении изменения в распоряжение Правительства Ульяновской области </w:t>
      </w:r>
      <w:r>
        <w:rPr>
          <w:rFonts w:ascii="Times New Roman" w:hAnsi="Times New Roman"/>
          <w:kern w:val="0"/>
          <w:sz w:val="28"/>
          <w:szCs w:val="28"/>
          <w:lang w:eastAsia="en-US"/>
        </w:rPr>
        <w:br/>
        <w:t>о подтверждении факта завершения реализации инвестиционного проекта, которому присвоен статус особо значимого инвестиционного проекта,»;</w:t>
      </w:r>
    </w:p>
    <w:p w:rsidR="003B0553" w:rsidRPr="001E4CA3" w:rsidRDefault="003B0553" w:rsidP="00A4760F">
      <w:pPr>
        <w:widowControl/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>в</w:t>
      </w: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>) в части 5</w:t>
      </w:r>
      <w:r w:rsidRPr="001E4CA3">
        <w:rPr>
          <w:rFonts w:ascii="Times New Roman" w:hAnsi="Times New Roman"/>
          <w:kern w:val="0"/>
          <w:sz w:val="28"/>
          <w:szCs w:val="28"/>
          <w:vertAlign w:val="superscript"/>
          <w:lang w:eastAsia="en-US"/>
        </w:rPr>
        <w:t>3</w:t>
      </w: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>:</w:t>
      </w:r>
    </w:p>
    <w:p w:rsidR="003B0553" w:rsidRDefault="003B0553" w:rsidP="00A4760F">
      <w:pPr>
        <w:widowControl/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>абзац первый дополнить словами «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, </w:t>
      </w: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 xml:space="preserve">и (или) о внесении изменения </w:t>
      </w:r>
      <w:r>
        <w:rPr>
          <w:rFonts w:ascii="Times New Roman" w:hAnsi="Times New Roman"/>
          <w:kern w:val="0"/>
          <w:sz w:val="28"/>
          <w:szCs w:val="28"/>
          <w:lang w:eastAsia="en-US"/>
        </w:rPr>
        <w:br/>
      </w:r>
      <w:r w:rsidRPr="001E4CA3">
        <w:rPr>
          <w:rFonts w:ascii="Times New Roman" w:hAnsi="Times New Roman"/>
          <w:kern w:val="0"/>
          <w:sz w:val="28"/>
          <w:szCs w:val="28"/>
          <w:lang w:eastAsia="en-US"/>
        </w:rPr>
        <w:t>в распоряжение Правительства Ульяновской области о подтверждении факта завершения реализации инвестиционного проекта, которому присвоен статус особо значимого инвестиционного</w:t>
      </w: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 проекта, в части наименования юридического лица, реализовавшего особо значимый инвестиционный проект»;</w:t>
      </w:r>
    </w:p>
    <w:p w:rsidR="003B0553" w:rsidRDefault="003B0553" w:rsidP="00A4760F">
      <w:pPr>
        <w:widowControl/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 xml:space="preserve">абзац второй после слов «инвестиционного проекта» дополнить словами </w:t>
      </w:r>
      <w:r>
        <w:rPr>
          <w:rFonts w:ascii="Times New Roman" w:hAnsi="Times New Roman"/>
          <w:kern w:val="0"/>
          <w:sz w:val="28"/>
          <w:szCs w:val="28"/>
          <w:lang w:eastAsia="en-US"/>
        </w:rPr>
        <w:br/>
        <w:t>«и (или) решение о внесении изменения в распоряжение Правительства Ульяновской области о подтверждении факта завершения реализации инвестиционного проекта, которому присвоен статус особо значимого инвестиционного проекта,»;</w:t>
      </w:r>
    </w:p>
    <w:p w:rsidR="003B0553" w:rsidRPr="003C1406" w:rsidRDefault="003B0553" w:rsidP="00A4760F">
      <w:pPr>
        <w:widowControl/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en-US"/>
        </w:rPr>
      </w:pPr>
      <w:r>
        <w:rPr>
          <w:rFonts w:ascii="Times New Roman" w:hAnsi="Times New Roman"/>
          <w:kern w:val="0"/>
          <w:sz w:val="28"/>
          <w:szCs w:val="28"/>
          <w:lang w:eastAsia="en-US"/>
        </w:rPr>
        <w:t>г</w:t>
      </w:r>
      <w:r w:rsidRPr="003C1406">
        <w:rPr>
          <w:rFonts w:ascii="Times New Roman" w:hAnsi="Times New Roman"/>
          <w:kern w:val="0"/>
          <w:sz w:val="28"/>
          <w:szCs w:val="28"/>
          <w:lang w:eastAsia="en-US"/>
        </w:rPr>
        <w:t>) в части 9:</w:t>
      </w:r>
    </w:p>
    <w:p w:rsidR="003B0553" w:rsidRPr="003C1406" w:rsidRDefault="003B0553" w:rsidP="00A4760F">
      <w:pPr>
        <w:widowControl/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 w:rsidRPr="003C1406">
        <w:rPr>
          <w:rFonts w:ascii="Times New Roman" w:hAnsi="Times New Roman"/>
          <w:kern w:val="0"/>
          <w:sz w:val="28"/>
          <w:szCs w:val="28"/>
          <w:lang w:eastAsia="ru-RU"/>
        </w:rPr>
        <w:t xml:space="preserve">в </w:t>
      </w:r>
      <w:hyperlink r:id="rId8" w:history="1">
        <w:r w:rsidRPr="003C1406">
          <w:rPr>
            <w:rFonts w:ascii="Times New Roman" w:hAnsi="Times New Roman"/>
            <w:kern w:val="0"/>
            <w:sz w:val="28"/>
            <w:szCs w:val="28"/>
            <w:lang w:eastAsia="ru-RU"/>
          </w:rPr>
          <w:t>пункте 1</w:t>
        </w:r>
      </w:hyperlink>
      <w:r w:rsidRPr="003C1406">
        <w:rPr>
          <w:rFonts w:ascii="Times New Roman" w:hAnsi="Times New Roman"/>
          <w:kern w:val="0"/>
          <w:sz w:val="28"/>
          <w:szCs w:val="28"/>
          <w:lang w:eastAsia="ru-RU"/>
        </w:rPr>
        <w:t xml:space="preserve"> цифры «2017» заменить цифрами «2020»;</w:t>
      </w:r>
    </w:p>
    <w:p w:rsidR="003B0553" w:rsidRPr="003C1406" w:rsidRDefault="003B0553" w:rsidP="00A4760F">
      <w:pPr>
        <w:widowControl/>
        <w:suppressAutoHyphens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 w:rsidRPr="003C1406">
        <w:rPr>
          <w:rFonts w:ascii="Times New Roman" w:hAnsi="Times New Roman"/>
          <w:kern w:val="0"/>
          <w:sz w:val="28"/>
          <w:szCs w:val="28"/>
          <w:lang w:eastAsia="ru-RU"/>
        </w:rPr>
        <w:t xml:space="preserve">в </w:t>
      </w:r>
      <w:hyperlink r:id="rId9" w:history="1">
        <w:r>
          <w:rPr>
            <w:rFonts w:ascii="Times New Roman" w:hAnsi="Times New Roman"/>
            <w:kern w:val="0"/>
            <w:sz w:val="28"/>
            <w:szCs w:val="28"/>
            <w:lang w:eastAsia="ru-RU"/>
          </w:rPr>
          <w:t>абзаце пятом</w:t>
        </w:r>
      </w:hyperlink>
      <w:r w:rsidRPr="003C1406">
        <w:rPr>
          <w:rFonts w:ascii="Times New Roman" w:hAnsi="Times New Roman"/>
          <w:kern w:val="0"/>
          <w:sz w:val="28"/>
          <w:szCs w:val="28"/>
          <w:lang w:eastAsia="ru-RU"/>
        </w:rPr>
        <w:t xml:space="preserve"> цифры «2017» заменить цифрами «2020»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.</w:t>
      </w:r>
    </w:p>
    <w:p w:rsidR="003B0553" w:rsidRPr="00A4760F" w:rsidRDefault="003B0553" w:rsidP="0013082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16"/>
          <w:szCs w:val="28"/>
        </w:rPr>
      </w:pPr>
    </w:p>
    <w:p w:rsidR="003B0553" w:rsidRPr="00780B08" w:rsidRDefault="003B0553" w:rsidP="0013082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B0553" w:rsidRPr="0013082B" w:rsidRDefault="003B0553" w:rsidP="0013082B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3B0553" w:rsidRPr="0013082B" w:rsidRDefault="003B0553" w:rsidP="00A4760F">
      <w:pPr>
        <w:pStyle w:val="ConsPlusNormal"/>
        <w:tabs>
          <w:tab w:val="right" w:pos="9923"/>
        </w:tabs>
        <w:spacing w:line="204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13082B">
        <w:rPr>
          <w:rFonts w:ascii="Times New Roman" w:hAnsi="Times New Roman" w:cs="Times New Roman"/>
          <w:b/>
          <w:sz w:val="28"/>
          <w:szCs w:val="28"/>
        </w:rPr>
        <w:t>Губернатор Ульяновской области</w:t>
      </w:r>
      <w:r w:rsidRPr="0013082B">
        <w:rPr>
          <w:rFonts w:ascii="Times New Roman" w:hAnsi="Times New Roman" w:cs="Times New Roman"/>
          <w:b/>
          <w:sz w:val="28"/>
          <w:szCs w:val="28"/>
        </w:rPr>
        <w:tab/>
        <w:t>С.И.Морозов</w:t>
      </w:r>
    </w:p>
    <w:p w:rsidR="003B0553" w:rsidRPr="00780B08" w:rsidRDefault="003B0553" w:rsidP="00A4760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2"/>
          <w:szCs w:val="28"/>
        </w:rPr>
      </w:pPr>
    </w:p>
    <w:p w:rsidR="003B0553" w:rsidRPr="00780B08" w:rsidRDefault="003B0553" w:rsidP="00A4760F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B0553" w:rsidRPr="0013082B" w:rsidRDefault="003B0553" w:rsidP="00780B0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082B">
        <w:rPr>
          <w:rFonts w:ascii="Times New Roman" w:hAnsi="Times New Roman" w:cs="Times New Roman"/>
          <w:bCs/>
          <w:sz w:val="28"/>
          <w:szCs w:val="28"/>
        </w:rPr>
        <w:t>г. Ульяновск</w:t>
      </w:r>
    </w:p>
    <w:p w:rsidR="003B0553" w:rsidRPr="0013082B" w:rsidRDefault="003B0553" w:rsidP="00780B08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09</w:t>
      </w:r>
      <w:r w:rsidRPr="0013082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марта </w:t>
      </w:r>
      <w:r w:rsidRPr="0013082B">
        <w:rPr>
          <w:rFonts w:ascii="Times New Roman" w:hAnsi="Times New Roman" w:cs="Times New Roman"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13082B">
          <w:rPr>
            <w:rFonts w:ascii="Times New Roman" w:hAnsi="Times New Roman" w:cs="Times New Roman"/>
            <w:bCs/>
            <w:sz w:val="28"/>
            <w:szCs w:val="28"/>
          </w:rPr>
          <w:t>201</w:t>
        </w:r>
        <w:r>
          <w:rPr>
            <w:rFonts w:ascii="Times New Roman" w:hAnsi="Times New Roman" w:cs="Times New Roman"/>
            <w:bCs/>
            <w:sz w:val="28"/>
            <w:szCs w:val="28"/>
          </w:rPr>
          <w:t>6</w:t>
        </w:r>
        <w:r w:rsidRPr="0013082B">
          <w:rPr>
            <w:rFonts w:ascii="Times New Roman" w:hAnsi="Times New Roman" w:cs="Times New Roman"/>
            <w:bCs/>
            <w:sz w:val="28"/>
            <w:szCs w:val="28"/>
          </w:rPr>
          <w:t xml:space="preserve"> г</w:t>
        </w:r>
      </w:smartTag>
      <w:r w:rsidRPr="0013082B">
        <w:rPr>
          <w:rFonts w:ascii="Times New Roman" w:hAnsi="Times New Roman" w:cs="Times New Roman"/>
          <w:bCs/>
          <w:sz w:val="28"/>
          <w:szCs w:val="28"/>
        </w:rPr>
        <w:t>.</w:t>
      </w:r>
    </w:p>
    <w:p w:rsidR="003B0553" w:rsidRPr="004D2CF0" w:rsidRDefault="003B0553" w:rsidP="00780B08">
      <w:pPr>
        <w:pStyle w:val="ConsPlusNormal"/>
        <w:ind w:firstLine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4D2CF0">
        <w:rPr>
          <w:rFonts w:ascii="Times New Roman" w:hAnsi="Times New Roman" w:cs="Times New Roman"/>
          <w:sz w:val="28"/>
          <w:szCs w:val="28"/>
        </w:rPr>
        <w:t xml:space="preserve">№ 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4D2CF0">
        <w:rPr>
          <w:rFonts w:ascii="Times New Roman" w:hAnsi="Times New Roman" w:cs="Times New Roman"/>
          <w:sz w:val="28"/>
          <w:szCs w:val="28"/>
        </w:rPr>
        <w:t>-ЗО</w:t>
      </w:r>
    </w:p>
    <w:sectPr w:rsidR="003B0553" w:rsidRPr="004D2CF0" w:rsidSect="00A4760F">
      <w:headerReference w:type="even" r:id="rId10"/>
      <w:headerReference w:type="defaul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553" w:rsidRDefault="003B0553">
      <w:r>
        <w:separator/>
      </w:r>
    </w:p>
  </w:endnote>
  <w:endnote w:type="continuationSeparator" w:id="0">
    <w:p w:rsidR="003B0553" w:rsidRDefault="003B05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553" w:rsidRDefault="003B0553">
      <w:r>
        <w:separator/>
      </w:r>
    </w:p>
  </w:footnote>
  <w:footnote w:type="continuationSeparator" w:id="0">
    <w:p w:rsidR="003B0553" w:rsidRDefault="003B05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553" w:rsidRDefault="003B0553" w:rsidP="00A8187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0553" w:rsidRDefault="003B055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553" w:rsidRDefault="003B0553" w:rsidP="00A4760F">
    <w:pPr>
      <w:pStyle w:val="Header"/>
      <w:jc w:val="center"/>
    </w:pPr>
    <w:r w:rsidRPr="007B39CB">
      <w:rPr>
        <w:rStyle w:val="PageNumber"/>
        <w:rFonts w:ascii="Times New Roman" w:hAnsi="Times New Roman"/>
        <w:sz w:val="28"/>
        <w:szCs w:val="28"/>
      </w:rPr>
      <w:fldChar w:fldCharType="begin"/>
    </w:r>
    <w:r w:rsidRPr="007B39CB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7B39CB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7B39CB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B75EF"/>
    <w:multiLevelType w:val="hybridMultilevel"/>
    <w:tmpl w:val="5DEC806E"/>
    <w:lvl w:ilvl="0" w:tplc="4BA42BD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47E1447D"/>
    <w:multiLevelType w:val="hybridMultilevel"/>
    <w:tmpl w:val="6C58E91C"/>
    <w:lvl w:ilvl="0" w:tplc="CA48C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85C4137"/>
    <w:multiLevelType w:val="hybridMultilevel"/>
    <w:tmpl w:val="BC9415F8"/>
    <w:lvl w:ilvl="0" w:tplc="42DA297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7B9F"/>
    <w:rsid w:val="00000396"/>
    <w:rsid w:val="00034BAA"/>
    <w:rsid w:val="00055EE4"/>
    <w:rsid w:val="000670D5"/>
    <w:rsid w:val="00086A44"/>
    <w:rsid w:val="0009735C"/>
    <w:rsid w:val="000A2842"/>
    <w:rsid w:val="000C586B"/>
    <w:rsid w:val="000E592B"/>
    <w:rsid w:val="00102D4C"/>
    <w:rsid w:val="00122CB7"/>
    <w:rsid w:val="0013082B"/>
    <w:rsid w:val="0014248A"/>
    <w:rsid w:val="0016268D"/>
    <w:rsid w:val="00184B5B"/>
    <w:rsid w:val="00192E8D"/>
    <w:rsid w:val="001A5A05"/>
    <w:rsid w:val="001B05B9"/>
    <w:rsid w:val="001C1D52"/>
    <w:rsid w:val="001D2315"/>
    <w:rsid w:val="001E4C34"/>
    <w:rsid w:val="001E4CA3"/>
    <w:rsid w:val="002332E4"/>
    <w:rsid w:val="00243934"/>
    <w:rsid w:val="002656DC"/>
    <w:rsid w:val="00283B18"/>
    <w:rsid w:val="00294793"/>
    <w:rsid w:val="002A2DE2"/>
    <w:rsid w:val="002A7AE8"/>
    <w:rsid w:val="002B45C3"/>
    <w:rsid w:val="002D7CD6"/>
    <w:rsid w:val="002E004D"/>
    <w:rsid w:val="002F6E30"/>
    <w:rsid w:val="00312F3E"/>
    <w:rsid w:val="00317318"/>
    <w:rsid w:val="00317B9F"/>
    <w:rsid w:val="0032686C"/>
    <w:rsid w:val="0033430E"/>
    <w:rsid w:val="00364B52"/>
    <w:rsid w:val="00372C4B"/>
    <w:rsid w:val="00377B24"/>
    <w:rsid w:val="00392AF8"/>
    <w:rsid w:val="003A2715"/>
    <w:rsid w:val="003B0553"/>
    <w:rsid w:val="003B2CC9"/>
    <w:rsid w:val="003B65B1"/>
    <w:rsid w:val="003C1406"/>
    <w:rsid w:val="003C706E"/>
    <w:rsid w:val="003D565C"/>
    <w:rsid w:val="003E31E3"/>
    <w:rsid w:val="00443B59"/>
    <w:rsid w:val="004548AE"/>
    <w:rsid w:val="00492770"/>
    <w:rsid w:val="004955FD"/>
    <w:rsid w:val="004A3DC2"/>
    <w:rsid w:val="004B3016"/>
    <w:rsid w:val="004D2CF0"/>
    <w:rsid w:val="004E34BA"/>
    <w:rsid w:val="0051002C"/>
    <w:rsid w:val="0052155D"/>
    <w:rsid w:val="00523401"/>
    <w:rsid w:val="00590069"/>
    <w:rsid w:val="00593B80"/>
    <w:rsid w:val="005B6476"/>
    <w:rsid w:val="005C0F9B"/>
    <w:rsid w:val="005E7847"/>
    <w:rsid w:val="00604BD0"/>
    <w:rsid w:val="00616477"/>
    <w:rsid w:val="00621764"/>
    <w:rsid w:val="006373D1"/>
    <w:rsid w:val="0069238F"/>
    <w:rsid w:val="006A3F5E"/>
    <w:rsid w:val="006C2434"/>
    <w:rsid w:val="006D19E9"/>
    <w:rsid w:val="006E0FAA"/>
    <w:rsid w:val="007276CE"/>
    <w:rsid w:val="00730363"/>
    <w:rsid w:val="0074708C"/>
    <w:rsid w:val="00747556"/>
    <w:rsid w:val="00780B08"/>
    <w:rsid w:val="007B39CB"/>
    <w:rsid w:val="007E1D1C"/>
    <w:rsid w:val="007E3FF5"/>
    <w:rsid w:val="00812504"/>
    <w:rsid w:val="008153F7"/>
    <w:rsid w:val="00817E66"/>
    <w:rsid w:val="00830195"/>
    <w:rsid w:val="008545B9"/>
    <w:rsid w:val="00856AF3"/>
    <w:rsid w:val="00875A39"/>
    <w:rsid w:val="008775EF"/>
    <w:rsid w:val="008A1912"/>
    <w:rsid w:val="008A69A3"/>
    <w:rsid w:val="008C7C5F"/>
    <w:rsid w:val="009170C9"/>
    <w:rsid w:val="00921FAF"/>
    <w:rsid w:val="0094490C"/>
    <w:rsid w:val="00994BC7"/>
    <w:rsid w:val="009B4870"/>
    <w:rsid w:val="00A01138"/>
    <w:rsid w:val="00A02426"/>
    <w:rsid w:val="00A035EE"/>
    <w:rsid w:val="00A104C5"/>
    <w:rsid w:val="00A120AC"/>
    <w:rsid w:val="00A21BCE"/>
    <w:rsid w:val="00A4062A"/>
    <w:rsid w:val="00A458B8"/>
    <w:rsid w:val="00A46528"/>
    <w:rsid w:val="00A4760F"/>
    <w:rsid w:val="00A5241C"/>
    <w:rsid w:val="00A5400B"/>
    <w:rsid w:val="00A64C18"/>
    <w:rsid w:val="00A76164"/>
    <w:rsid w:val="00A76234"/>
    <w:rsid w:val="00A76E23"/>
    <w:rsid w:val="00A8187F"/>
    <w:rsid w:val="00AC4823"/>
    <w:rsid w:val="00AC5312"/>
    <w:rsid w:val="00AD62D8"/>
    <w:rsid w:val="00AE1CAA"/>
    <w:rsid w:val="00AF70B0"/>
    <w:rsid w:val="00B22D53"/>
    <w:rsid w:val="00B34258"/>
    <w:rsid w:val="00B54323"/>
    <w:rsid w:val="00B6477B"/>
    <w:rsid w:val="00B648CF"/>
    <w:rsid w:val="00B7004F"/>
    <w:rsid w:val="00B71C3C"/>
    <w:rsid w:val="00B7280A"/>
    <w:rsid w:val="00B83EC9"/>
    <w:rsid w:val="00B85F31"/>
    <w:rsid w:val="00BB20F7"/>
    <w:rsid w:val="00C424D7"/>
    <w:rsid w:val="00C43261"/>
    <w:rsid w:val="00C50CAF"/>
    <w:rsid w:val="00C52C36"/>
    <w:rsid w:val="00C568E4"/>
    <w:rsid w:val="00C86BE4"/>
    <w:rsid w:val="00CA684F"/>
    <w:rsid w:val="00CB180A"/>
    <w:rsid w:val="00D15C96"/>
    <w:rsid w:val="00D35DDE"/>
    <w:rsid w:val="00D5236B"/>
    <w:rsid w:val="00D73A98"/>
    <w:rsid w:val="00DB2805"/>
    <w:rsid w:val="00E007DA"/>
    <w:rsid w:val="00E10D88"/>
    <w:rsid w:val="00E1454F"/>
    <w:rsid w:val="00E1770E"/>
    <w:rsid w:val="00E61BF2"/>
    <w:rsid w:val="00E81F28"/>
    <w:rsid w:val="00E82B93"/>
    <w:rsid w:val="00E97EE3"/>
    <w:rsid w:val="00EB35B6"/>
    <w:rsid w:val="00ED5391"/>
    <w:rsid w:val="00EE406E"/>
    <w:rsid w:val="00EF47C1"/>
    <w:rsid w:val="00F22A3A"/>
    <w:rsid w:val="00F33843"/>
    <w:rsid w:val="00F6229A"/>
    <w:rsid w:val="00F66DDA"/>
    <w:rsid w:val="00F863F5"/>
    <w:rsid w:val="00FA7CFE"/>
    <w:rsid w:val="00FB0531"/>
    <w:rsid w:val="00FB0A66"/>
    <w:rsid w:val="00FC3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069"/>
    <w:pPr>
      <w:widowControl w:val="0"/>
      <w:suppressAutoHyphens/>
    </w:pPr>
    <w:rPr>
      <w:rFonts w:ascii="Arial" w:eastAsia="Times New Roman" w:hAnsi="Arial"/>
      <w:kern w:val="1"/>
      <w:sz w:val="20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Абзац списка1"/>
    <w:basedOn w:val="Normal"/>
    <w:uiPriority w:val="99"/>
    <w:rsid w:val="000003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A7A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7AE8"/>
    <w:rPr>
      <w:rFonts w:ascii="Tahoma" w:hAnsi="Tahoma" w:cs="Tahoma"/>
      <w:kern w:val="1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7E1D1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3934"/>
    <w:rPr>
      <w:rFonts w:ascii="Arial" w:hAnsi="Arial" w:cs="Times New Roman"/>
      <w:kern w:val="1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7E1D1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E1D1C"/>
    <w:rPr>
      <w:rFonts w:ascii="Arial" w:hAnsi="Arial" w:cs="Times New Roman"/>
      <w:kern w:val="1"/>
      <w:sz w:val="24"/>
      <w:szCs w:val="24"/>
      <w:lang w:val="ru-RU" w:eastAsia="ar-SA" w:bidi="ar-SA"/>
    </w:rPr>
  </w:style>
  <w:style w:type="character" w:styleId="PageNumber">
    <w:name w:val="page number"/>
    <w:basedOn w:val="DefaultParagraphFont"/>
    <w:uiPriority w:val="99"/>
    <w:rsid w:val="007B39CB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13082B"/>
    <w:pPr>
      <w:widowControl/>
      <w:suppressAutoHyphens w:val="0"/>
      <w:autoSpaceDE w:val="0"/>
      <w:autoSpaceDN w:val="0"/>
      <w:adjustRightInd w:val="0"/>
    </w:pPr>
    <w:rPr>
      <w:kern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2220331043776B49A35E3BBFE1452AA2AD0E3AADD3F801580E77B7042A24BA99623543A08E981B9DFD65j4a5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A24801EB9B138FCEA77ABF95DD73A3B703A957DF2F521B7E9AE331FCDDE911F782E74569EF969A6F3C4ED45o0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42220331043776B49A35E3BBFE1452AA2AD0E3AADD3F801580E77B7042A24BA99623543A08E981B9DFD65j4a2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522</Words>
  <Characters>2977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Elena Timofeeva</dc:creator>
  <cp:keywords/>
  <dc:description/>
  <cp:lastModifiedBy>Пользователь</cp:lastModifiedBy>
  <cp:revision>9</cp:revision>
  <cp:lastPrinted>2016-02-25T12:07:00Z</cp:lastPrinted>
  <dcterms:created xsi:type="dcterms:W3CDTF">2016-01-13T11:33:00Z</dcterms:created>
  <dcterms:modified xsi:type="dcterms:W3CDTF">2016-03-14T08:55:00Z</dcterms:modified>
</cp:coreProperties>
</file>