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F5" w:rsidRDefault="003821F5" w:rsidP="00880EC2"/>
    <w:p w:rsidR="003821F5" w:rsidRDefault="003821F5" w:rsidP="00880EC2"/>
    <w:p w:rsidR="003821F5" w:rsidRPr="00856100" w:rsidRDefault="003821F5" w:rsidP="00856100">
      <w:pPr>
        <w:jc w:val="center"/>
        <w:rPr>
          <w:b/>
        </w:rPr>
      </w:pPr>
      <w:r w:rsidRPr="00856100">
        <w:rPr>
          <w:b/>
        </w:rPr>
        <w:t>Закон Ульяновской области</w:t>
      </w:r>
    </w:p>
    <w:p w:rsidR="003821F5" w:rsidRDefault="003821F5" w:rsidP="00880EC2"/>
    <w:p w:rsidR="003821F5" w:rsidRPr="008A3876" w:rsidRDefault="003821F5" w:rsidP="00880EC2"/>
    <w:p w:rsidR="003821F5" w:rsidRPr="008A3876" w:rsidRDefault="003821F5" w:rsidP="00880EC2"/>
    <w:p w:rsidR="003821F5" w:rsidRDefault="003821F5" w:rsidP="00880E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8A7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858A7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статью 5 Закона Ульяновской области</w:t>
      </w:r>
    </w:p>
    <w:p w:rsidR="003821F5" w:rsidRDefault="003821F5" w:rsidP="00880E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регулировании некоторых вопросов в сфере защиты населения и территорий Ульяновской области от чрезвычайных ситуаций природного </w:t>
      </w:r>
    </w:p>
    <w:p w:rsidR="003821F5" w:rsidRDefault="003821F5" w:rsidP="00880E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техногенного характера»</w:t>
      </w:r>
    </w:p>
    <w:p w:rsidR="003821F5" w:rsidRPr="00A858A7" w:rsidRDefault="003821F5" w:rsidP="00880E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1F5" w:rsidRDefault="003821F5" w:rsidP="00880E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Default="003821F5" w:rsidP="00880E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Default="003821F5" w:rsidP="00880E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Pr="00A858A7" w:rsidRDefault="003821F5" w:rsidP="00880E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Default="003821F5" w:rsidP="00880E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Pr="00A858A7" w:rsidRDefault="003821F5" w:rsidP="00880E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Default="003821F5" w:rsidP="00880EC2">
      <w:pPr>
        <w:spacing w:line="384" w:lineRule="auto"/>
        <w:ind w:firstLine="697"/>
        <w:jc w:val="both"/>
      </w:pPr>
      <w:r w:rsidRPr="008A3876">
        <w:t>Внести</w:t>
      </w:r>
      <w:r>
        <w:t xml:space="preserve">  </w:t>
      </w:r>
      <w:r w:rsidRPr="008A3876">
        <w:t>в</w:t>
      </w:r>
      <w:r>
        <w:t xml:space="preserve">  статью  5  </w:t>
      </w:r>
      <w:r w:rsidRPr="008A3876">
        <w:t>Закон</w:t>
      </w:r>
      <w:r>
        <w:t xml:space="preserve">а  </w:t>
      </w:r>
      <w:r w:rsidRPr="008A3876">
        <w:t>Ульяновской</w:t>
      </w:r>
      <w:r>
        <w:t xml:space="preserve">  </w:t>
      </w:r>
      <w:r w:rsidRPr="008A3876">
        <w:t>области</w:t>
      </w:r>
      <w:r>
        <w:t xml:space="preserve">  </w:t>
      </w:r>
      <w:r w:rsidRPr="008A3876">
        <w:t>от</w:t>
      </w:r>
      <w:r>
        <w:t xml:space="preserve">  20  июля </w:t>
      </w:r>
      <w:r w:rsidRPr="008A3876">
        <w:t xml:space="preserve"> 20</w:t>
      </w:r>
      <w:r>
        <w:t>1</w:t>
      </w:r>
      <w:r w:rsidRPr="008A3876">
        <w:t>2</w:t>
      </w:r>
      <w:r>
        <w:t xml:space="preserve">  </w:t>
      </w:r>
      <w:r w:rsidRPr="008A3876">
        <w:t xml:space="preserve">года № </w:t>
      </w:r>
      <w:r>
        <w:t>94</w:t>
      </w:r>
      <w:r w:rsidRPr="008A3876">
        <w:t xml:space="preserve">-ЗО «О </w:t>
      </w:r>
      <w:r>
        <w:t>регулировании некоторых вопросов в сфере защиты населения                  и территорий Ульяновской области от чрезвычайных ситуаций природного                   и  техногенного  характера</w:t>
      </w:r>
      <w:r w:rsidRPr="008A3876">
        <w:t xml:space="preserve">» </w:t>
      </w:r>
      <w:r>
        <w:t xml:space="preserve"> </w:t>
      </w:r>
      <w:r w:rsidRPr="008A3876">
        <w:t>(«Ульяновская</w:t>
      </w:r>
      <w:r>
        <w:t xml:space="preserve"> </w:t>
      </w:r>
      <w:r w:rsidRPr="008A3876">
        <w:t xml:space="preserve"> правда»</w:t>
      </w:r>
      <w:r>
        <w:t xml:space="preserve"> </w:t>
      </w:r>
      <w:r w:rsidRPr="008A3876">
        <w:t>от</w:t>
      </w:r>
      <w:r>
        <w:t xml:space="preserve"> 24</w:t>
      </w:r>
      <w:r w:rsidRPr="008A3876">
        <w:t>.</w:t>
      </w:r>
      <w:r>
        <w:t>07</w:t>
      </w:r>
      <w:r w:rsidRPr="008A3876">
        <w:t>.2012</w:t>
      </w:r>
      <w:r>
        <w:t xml:space="preserve"> </w:t>
      </w:r>
      <w:r w:rsidRPr="008A3876">
        <w:t xml:space="preserve">№ </w:t>
      </w:r>
      <w:r>
        <w:t>78</w:t>
      </w:r>
      <w:r w:rsidRPr="008A3876">
        <w:t xml:space="preserve">; </w:t>
      </w:r>
      <w:r>
        <w:t xml:space="preserve">                  </w:t>
      </w:r>
      <w:r w:rsidRPr="008A3876">
        <w:t>от</w:t>
      </w:r>
      <w:r>
        <w:t xml:space="preserve"> </w:t>
      </w:r>
      <w:r w:rsidRPr="008A3876">
        <w:t>0</w:t>
      </w:r>
      <w:r>
        <w:t>7</w:t>
      </w:r>
      <w:r w:rsidRPr="008A3876">
        <w:t>.0</w:t>
      </w:r>
      <w:r>
        <w:t>6</w:t>
      </w:r>
      <w:r w:rsidRPr="008A3876">
        <w:t>.2013 №</w:t>
      </w:r>
      <w:r>
        <w:t xml:space="preserve"> 60-61</w:t>
      </w:r>
      <w:r w:rsidRPr="008A3876">
        <w:t>;</w:t>
      </w:r>
      <w:r>
        <w:t xml:space="preserve"> </w:t>
      </w:r>
      <w:r w:rsidRPr="008A3876">
        <w:t xml:space="preserve">от </w:t>
      </w:r>
      <w:r>
        <w:t>11</w:t>
      </w:r>
      <w:r w:rsidRPr="008A3876">
        <w:t>.11.2013 №</w:t>
      </w:r>
      <w:r>
        <w:t xml:space="preserve"> 144; от 14.05.2015 № 62; от 07.09.2015                   № 124) изменение, заменив в ней слова «обучения населения способам защиты              и действиям в указанных ситуациях» словами «а также подготовки населения               в области защиты от чрезвычайных ситуаций».</w:t>
      </w:r>
    </w:p>
    <w:p w:rsidR="003821F5" w:rsidRDefault="003821F5" w:rsidP="00880EC2">
      <w:pPr>
        <w:pStyle w:val="ConsPlusNormal"/>
        <w:spacing w:line="360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21F5" w:rsidRPr="00A858A7" w:rsidRDefault="003821F5" w:rsidP="00880E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5210"/>
        <w:gridCol w:w="4690"/>
      </w:tblGrid>
      <w:tr w:rsidR="003821F5" w:rsidRPr="00A858A7" w:rsidTr="00361C78">
        <w:tc>
          <w:tcPr>
            <w:tcW w:w="5210" w:type="dxa"/>
          </w:tcPr>
          <w:p w:rsidR="003821F5" w:rsidRPr="00A858A7" w:rsidRDefault="003821F5" w:rsidP="007E76F1">
            <w:pPr>
              <w:pStyle w:val="BodyText2"/>
              <w:rPr>
                <w:i w:val="0"/>
                <w:sz w:val="28"/>
                <w:szCs w:val="28"/>
              </w:rPr>
            </w:pPr>
            <w:r w:rsidRPr="00A858A7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690" w:type="dxa"/>
          </w:tcPr>
          <w:p w:rsidR="003821F5" w:rsidRPr="00A858A7" w:rsidRDefault="003821F5" w:rsidP="007E76F1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A858A7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3821F5" w:rsidRDefault="003821F5" w:rsidP="00880EC2">
      <w:pPr>
        <w:pStyle w:val="ConsPlusNormal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Default="003821F5" w:rsidP="00880EC2">
      <w:pPr>
        <w:pStyle w:val="ConsPlusNormal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Pr="00A858A7" w:rsidRDefault="003821F5" w:rsidP="00880EC2">
      <w:pPr>
        <w:pStyle w:val="ConsPlusNormal"/>
        <w:ind w:firstLine="650"/>
        <w:jc w:val="both"/>
        <w:rPr>
          <w:rFonts w:ascii="Times New Roman" w:hAnsi="Times New Roman" w:cs="Times New Roman"/>
          <w:sz w:val="28"/>
          <w:szCs w:val="28"/>
        </w:rPr>
      </w:pPr>
    </w:p>
    <w:p w:rsidR="003821F5" w:rsidRPr="00A858A7" w:rsidRDefault="003821F5" w:rsidP="00880EC2">
      <w:pPr>
        <w:jc w:val="center"/>
      </w:pPr>
      <w:r w:rsidRPr="00A858A7">
        <w:t xml:space="preserve"> г. Ульяновск</w:t>
      </w:r>
    </w:p>
    <w:p w:rsidR="003821F5" w:rsidRPr="00A858A7" w:rsidRDefault="003821F5" w:rsidP="00880EC2">
      <w:pPr>
        <w:jc w:val="center"/>
      </w:pPr>
      <w:r>
        <w:t>09</w:t>
      </w:r>
      <w:r w:rsidRPr="00A858A7">
        <w:t xml:space="preserve">  </w:t>
      </w:r>
      <w:r>
        <w:t>марта</w:t>
      </w:r>
      <w:r w:rsidRPr="00A858A7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858A7">
          <w:t>201</w:t>
        </w:r>
        <w:r>
          <w:t>6</w:t>
        </w:r>
        <w:r w:rsidRPr="00A858A7">
          <w:t xml:space="preserve"> г</w:t>
        </w:r>
      </w:smartTag>
      <w:r w:rsidRPr="00A858A7">
        <w:t>.</w:t>
      </w:r>
    </w:p>
    <w:p w:rsidR="003821F5" w:rsidRDefault="003821F5" w:rsidP="00880EC2">
      <w:pPr>
        <w:jc w:val="center"/>
      </w:pPr>
      <w:r w:rsidRPr="00A858A7">
        <w:t xml:space="preserve">№ </w:t>
      </w:r>
      <w:r>
        <w:t>26</w:t>
      </w:r>
      <w:r w:rsidRPr="00A858A7">
        <w:t xml:space="preserve">-ЗО </w:t>
      </w:r>
    </w:p>
    <w:sectPr w:rsidR="003821F5" w:rsidSect="00361C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EC2"/>
    <w:rsid w:val="001A2D0A"/>
    <w:rsid w:val="00361C78"/>
    <w:rsid w:val="00366F32"/>
    <w:rsid w:val="003821F5"/>
    <w:rsid w:val="004F1DD1"/>
    <w:rsid w:val="00680EB8"/>
    <w:rsid w:val="006D41B8"/>
    <w:rsid w:val="00742A42"/>
    <w:rsid w:val="007D705A"/>
    <w:rsid w:val="007E76F1"/>
    <w:rsid w:val="00856100"/>
    <w:rsid w:val="00880EC2"/>
    <w:rsid w:val="008A3876"/>
    <w:rsid w:val="009C0FF8"/>
    <w:rsid w:val="00A622CC"/>
    <w:rsid w:val="00A858A7"/>
    <w:rsid w:val="00B86F28"/>
    <w:rsid w:val="00BC5453"/>
    <w:rsid w:val="00BF4FC2"/>
    <w:rsid w:val="00C67239"/>
    <w:rsid w:val="00DA05B6"/>
    <w:rsid w:val="00DA3C0A"/>
    <w:rsid w:val="00F2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EC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EC2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80EC2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80EC2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customStyle="1" w:styleId="ConsNormal">
    <w:name w:val="ConsNormal"/>
    <w:uiPriority w:val="99"/>
    <w:rsid w:val="00361C78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6D41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2C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149</Words>
  <Characters>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2016-02-25T13:51:00Z</cp:lastPrinted>
  <dcterms:created xsi:type="dcterms:W3CDTF">2016-01-14T06:31:00Z</dcterms:created>
  <dcterms:modified xsi:type="dcterms:W3CDTF">2016-03-14T08:46:00Z</dcterms:modified>
</cp:coreProperties>
</file>