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24" w:rsidRDefault="00C90524" w:rsidP="00814A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C90524" w:rsidRDefault="00C90524" w:rsidP="00814A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814A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814A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814A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Pr="00814A51" w:rsidRDefault="00C90524" w:rsidP="00B83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A51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наделении органов местного самоуправления муниципального образования «город Ульяновск» государственными полномочиями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 установлению регулируемых тарифов на регулярные перевозки пассажиров и багажа городским наземным электрическим транспортом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по муниципальным маршрутам таких перевозок в границах муниципального образования «город Ульяновск»</w:t>
      </w:r>
    </w:p>
    <w:p w:rsidR="00C90524" w:rsidRDefault="00C90524" w:rsidP="00B83E6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90524" w:rsidRDefault="00C90524" w:rsidP="00B83E6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90524" w:rsidRDefault="00C90524" w:rsidP="00B83E6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90524" w:rsidRDefault="00C90524" w:rsidP="00B83E6A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90524" w:rsidRDefault="00C90524" w:rsidP="00B83E6A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90524" w:rsidRDefault="00C90524" w:rsidP="00B83E6A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90524" w:rsidRPr="00B83E6A" w:rsidRDefault="00C90524" w:rsidP="00B83E6A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C90524" w:rsidRPr="003845CA" w:rsidRDefault="00C90524" w:rsidP="00B83E6A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962E3E">
        <w:rPr>
          <w:rFonts w:ascii="Times New Roman" w:hAnsi="Times New Roman" w:cs="Times New Roman"/>
          <w:bCs/>
          <w:sz w:val="28"/>
          <w:szCs w:val="28"/>
        </w:rPr>
        <w:t xml:space="preserve">Статья 1. </w:t>
      </w:r>
      <w:r w:rsidRPr="00962E3E">
        <w:rPr>
          <w:rFonts w:ascii="Times New Roman" w:hAnsi="Times New Roman" w:cs="Times New Roman"/>
          <w:b/>
          <w:bCs/>
          <w:iCs/>
          <w:sz w:val="28"/>
          <w:szCs w:val="28"/>
        </w:rPr>
        <w:t>Предмет регулирования настоящего Закона</w:t>
      </w:r>
    </w:p>
    <w:p w:rsidR="00C90524" w:rsidRDefault="00C90524" w:rsidP="00B83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B83E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90524" w:rsidRPr="000B436A" w:rsidRDefault="00C90524" w:rsidP="00B83E6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030A">
        <w:rPr>
          <w:rFonts w:ascii="Times New Roman" w:hAnsi="Times New Roman" w:cs="Times New Roman"/>
          <w:bCs/>
          <w:sz w:val="28"/>
          <w:szCs w:val="28"/>
        </w:rPr>
        <w:t xml:space="preserve">Настоящий Закон в соответствии с 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D7030A">
        <w:rPr>
          <w:rFonts w:ascii="Times New Roman" w:hAnsi="Times New Roman" w:cs="Times New Roman"/>
          <w:bCs/>
          <w:sz w:val="28"/>
          <w:szCs w:val="28"/>
        </w:rPr>
        <w:t xml:space="preserve">едеральными законами от 6 октября 1999 года </w:t>
      </w:r>
      <w:r>
        <w:rPr>
          <w:rFonts w:ascii="Times New Roman" w:hAnsi="Times New Roman" w:cs="Times New Roman"/>
          <w:bCs/>
          <w:sz w:val="28"/>
          <w:szCs w:val="28"/>
        </w:rPr>
        <w:t>№ 184-ФЗ</w:t>
      </w:r>
      <w:r w:rsidRPr="002F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D7030A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» и </w:t>
      </w:r>
      <w:r w:rsidRPr="00D7030A">
        <w:rPr>
          <w:rFonts w:ascii="Times New Roman" w:hAnsi="Times New Roman" w:cs="Times New Roman"/>
          <w:bCs/>
          <w:sz w:val="28"/>
          <w:szCs w:val="28"/>
        </w:rPr>
        <w:t>от 6 октября 2003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131-ФЗ</w:t>
      </w:r>
      <w:r w:rsidRPr="002F6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D7030A">
        <w:rPr>
          <w:rFonts w:ascii="Times New Roman" w:hAnsi="Times New Roman" w:cs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D7030A">
        <w:rPr>
          <w:rFonts w:ascii="Times New Roman" w:hAnsi="Times New Roman" w:cs="Times New Roman"/>
          <w:bCs/>
          <w:sz w:val="28"/>
          <w:szCs w:val="28"/>
        </w:rPr>
        <w:t xml:space="preserve"> регулирует отношения, связанные с наделением орган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D7030A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 муниципальн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7030A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D7030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«город </w:t>
      </w:r>
      <w:r w:rsidRPr="001F05C9">
        <w:rPr>
          <w:rFonts w:ascii="Times New Roman" w:hAnsi="Times New Roman" w:cs="Times New Roman"/>
          <w:bCs/>
          <w:sz w:val="28"/>
          <w:szCs w:val="28"/>
        </w:rPr>
        <w:t>Ульяновс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F05C9">
        <w:rPr>
          <w:rFonts w:ascii="Times New Roman" w:hAnsi="Times New Roman" w:cs="Times New Roman"/>
          <w:bCs/>
          <w:sz w:val="28"/>
          <w:szCs w:val="28"/>
        </w:rPr>
        <w:t>»</w:t>
      </w:r>
      <w:r w:rsidRPr="001F05C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1F05C9">
        <w:rPr>
          <w:rFonts w:ascii="Times New Roman" w:hAnsi="Times New Roman" w:cs="Times New Roman"/>
          <w:bCs/>
          <w:sz w:val="28"/>
          <w:szCs w:val="28"/>
        </w:rPr>
        <w:t>государственными полномочиями</w:t>
      </w:r>
      <w:r w:rsidRPr="00D80E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0E34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2F495C">
        <w:rPr>
          <w:rFonts w:ascii="Times New Roman" w:hAnsi="Times New Roman" w:cs="Times New Roman"/>
          <w:bCs/>
          <w:sz w:val="28"/>
          <w:szCs w:val="28"/>
        </w:rPr>
        <w:t>установлению регулируемых тарифов</w:t>
      </w:r>
      <w:r w:rsidRPr="00D80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  <w:t>на</w:t>
      </w:r>
      <w:r w:rsidRPr="00D80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регулярные </w:t>
      </w:r>
      <w:r w:rsidRPr="00D80E34">
        <w:rPr>
          <w:rFonts w:ascii="Times New Roman" w:hAnsi="Times New Roman" w:cs="Times New Roman"/>
          <w:bCs/>
          <w:sz w:val="28"/>
          <w:szCs w:val="28"/>
        </w:rPr>
        <w:t>перевозк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D80E34">
        <w:rPr>
          <w:rFonts w:ascii="Times New Roman" w:hAnsi="Times New Roman" w:cs="Times New Roman"/>
          <w:bCs/>
          <w:sz w:val="28"/>
          <w:szCs w:val="28"/>
        </w:rPr>
        <w:t xml:space="preserve"> пассажиров и багажа городским наземным электрическим транспортом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муниципальным маршрутам таких перевозок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в границах муниципального образования «город Ульяновск», предусмотренных Федеральным законом </w:t>
      </w:r>
      <w:r w:rsidRPr="00E74C95">
        <w:rPr>
          <w:rFonts w:ascii="Times New Roman" w:hAnsi="Times New Roman" w:cs="Times New Roman"/>
          <w:bCs/>
          <w:sz w:val="28"/>
          <w:szCs w:val="28"/>
        </w:rPr>
        <w:t xml:space="preserve">от 13 июля 2015 года № 220-ФЗ «Об организации регулярных перевозок пассажиров и багажа автомобильным транспортом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74C95">
        <w:rPr>
          <w:rFonts w:ascii="Times New Roman" w:hAnsi="Times New Roman" w:cs="Times New Roman"/>
          <w:bCs/>
          <w:sz w:val="28"/>
          <w:szCs w:val="28"/>
        </w:rPr>
        <w:t xml:space="preserve">и городским наземным электрическим транспортом в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74C95">
        <w:rPr>
          <w:rFonts w:ascii="Times New Roman" w:hAnsi="Times New Roman" w:cs="Times New Roman"/>
          <w:bCs/>
          <w:sz w:val="28"/>
          <w:szCs w:val="28"/>
        </w:rPr>
        <w:t>и о внесении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4C95">
        <w:rPr>
          <w:rFonts w:ascii="Times New Roman" w:hAnsi="Times New Roman" w:cs="Times New Roman"/>
          <w:bCs/>
          <w:sz w:val="28"/>
          <w:szCs w:val="28"/>
        </w:rPr>
        <w:t xml:space="preserve">изменений в отдельные законодательные акты Российской Федерации» (далее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E74C95">
        <w:rPr>
          <w:rFonts w:ascii="Times New Roman" w:hAnsi="Times New Roman" w:cs="Times New Roman"/>
          <w:bCs/>
          <w:sz w:val="28"/>
          <w:szCs w:val="28"/>
        </w:rPr>
        <w:t xml:space="preserve"> государственные полномочия).</w:t>
      </w:r>
    </w:p>
    <w:p w:rsidR="00C90524" w:rsidRDefault="00C90524" w:rsidP="001141F4">
      <w:pPr>
        <w:tabs>
          <w:tab w:val="left" w:pos="1985"/>
        </w:tabs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5F0E">
        <w:rPr>
          <w:rFonts w:ascii="Times New Roman" w:hAnsi="Times New Roman" w:cs="Times New Roman"/>
          <w:bCs/>
          <w:sz w:val="28"/>
          <w:szCs w:val="28"/>
        </w:rPr>
        <w:t>Статья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5F0E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9E314B">
        <w:rPr>
          <w:rFonts w:ascii="Times New Roman" w:hAnsi="Times New Roman" w:cs="Times New Roman"/>
          <w:b/>
          <w:sz w:val="28"/>
          <w:szCs w:val="28"/>
        </w:rPr>
        <w:t>Орган местного самоуправления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14B">
        <w:rPr>
          <w:rFonts w:ascii="Times New Roman" w:hAnsi="Times New Roman" w:cs="Times New Roman"/>
          <w:b/>
          <w:sz w:val="28"/>
          <w:szCs w:val="28"/>
        </w:rPr>
        <w:t>образо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E314B">
        <w:rPr>
          <w:rFonts w:ascii="Times New Roman" w:hAnsi="Times New Roman" w:cs="Times New Roman"/>
          <w:b/>
          <w:sz w:val="28"/>
          <w:szCs w:val="28"/>
        </w:rPr>
        <w:t>вания «город Ульяновск», наделяемый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14B">
        <w:rPr>
          <w:rFonts w:ascii="Times New Roman" w:hAnsi="Times New Roman" w:cs="Times New Roman"/>
          <w:b/>
          <w:sz w:val="28"/>
          <w:szCs w:val="28"/>
        </w:rPr>
        <w:t>государственным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E314B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Pr="009E31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90524" w:rsidRDefault="00C90524" w:rsidP="00B83E6A">
      <w:pPr>
        <w:spacing w:after="0" w:line="240" w:lineRule="auto"/>
        <w:ind w:left="2127" w:hanging="14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B83E6A">
      <w:pPr>
        <w:spacing w:after="0" w:line="240" w:lineRule="auto"/>
        <w:ind w:left="2127" w:hanging="14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Pr="000453E8" w:rsidRDefault="00C90524" w:rsidP="00B83E6A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3E8">
        <w:rPr>
          <w:rFonts w:ascii="Times New Roman" w:hAnsi="Times New Roman" w:cs="Times New Roman"/>
          <w:sz w:val="28"/>
          <w:szCs w:val="28"/>
        </w:rPr>
        <w:t>Государственным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453E8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453E8">
        <w:rPr>
          <w:rFonts w:ascii="Times New Roman" w:hAnsi="Times New Roman" w:cs="Times New Roman"/>
          <w:sz w:val="28"/>
          <w:szCs w:val="28"/>
        </w:rPr>
        <w:t xml:space="preserve"> наделя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53E8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местная администрация муниципального образования «город Ульяновск» </w:t>
      </w:r>
      <w:r w:rsidRPr="00506ADB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06ADB">
        <w:rPr>
          <w:rFonts w:ascii="Times New Roman" w:hAnsi="Times New Roman" w:cs="Times New Roman"/>
          <w:sz w:val="28"/>
          <w:szCs w:val="28"/>
        </w:rPr>
        <w:t xml:space="preserve"> администрация).</w:t>
      </w:r>
    </w:p>
    <w:p w:rsidR="00C90524" w:rsidRPr="00B83E6A" w:rsidRDefault="00C90524" w:rsidP="000B3C77">
      <w:pPr>
        <w:pStyle w:val="ListParagraph"/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C90524" w:rsidRDefault="00C90524" w:rsidP="000B3C77">
      <w:pPr>
        <w:pStyle w:val="ListParagraph"/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0524" w:rsidRPr="00D50A68" w:rsidRDefault="00C90524" w:rsidP="00B83E6A">
      <w:pPr>
        <w:pStyle w:val="ListParagraph"/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A68">
        <w:rPr>
          <w:rFonts w:ascii="Times New Roman" w:hAnsi="Times New Roman" w:cs="Times New Roman"/>
          <w:sz w:val="28"/>
          <w:szCs w:val="28"/>
        </w:rPr>
        <w:t>Статья 3.</w:t>
      </w:r>
      <w:r w:rsidRPr="000453E8">
        <w:rPr>
          <w:rFonts w:ascii="Times New Roman" w:hAnsi="Times New Roman" w:cs="Times New Roman"/>
          <w:sz w:val="28"/>
          <w:szCs w:val="28"/>
        </w:rPr>
        <w:t xml:space="preserve"> </w:t>
      </w:r>
      <w:r w:rsidRPr="00D50A68">
        <w:rPr>
          <w:rFonts w:ascii="Times New Roman" w:hAnsi="Times New Roman" w:cs="Times New Roman"/>
          <w:b/>
          <w:sz w:val="28"/>
          <w:szCs w:val="28"/>
        </w:rPr>
        <w:t>Срок наделения государственным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50A68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50A68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C90524" w:rsidRDefault="00C90524" w:rsidP="00B83E6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B83E6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B83E6A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24F19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Pr="000453E8">
        <w:rPr>
          <w:rFonts w:ascii="Times New Roman" w:hAnsi="Times New Roman" w:cs="Times New Roman"/>
          <w:sz w:val="28"/>
          <w:szCs w:val="28"/>
        </w:rPr>
        <w:t>наделя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53E8">
        <w:rPr>
          <w:rFonts w:ascii="Times New Roman" w:hAnsi="Times New Roman" w:cs="Times New Roman"/>
          <w:sz w:val="28"/>
          <w:szCs w:val="28"/>
        </w:rPr>
        <w:t>тся государственным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453E8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453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0453E8">
        <w:rPr>
          <w:rFonts w:ascii="Times New Roman" w:hAnsi="Times New Roman" w:cs="Times New Roman"/>
          <w:sz w:val="28"/>
          <w:szCs w:val="28"/>
        </w:rPr>
        <w:t>на неопредел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0453E8">
        <w:rPr>
          <w:rFonts w:ascii="Times New Roman" w:hAnsi="Times New Roman" w:cs="Times New Roman"/>
          <w:sz w:val="28"/>
          <w:szCs w:val="28"/>
        </w:rPr>
        <w:t>нный срок.</w:t>
      </w:r>
    </w:p>
    <w:p w:rsidR="00C90524" w:rsidRPr="00B83E6A" w:rsidRDefault="00C90524" w:rsidP="000B3C77">
      <w:pPr>
        <w:pStyle w:val="ListParagraph"/>
        <w:spacing w:after="0" w:line="240" w:lineRule="auto"/>
        <w:ind w:left="0" w:firstLine="698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C90524" w:rsidRDefault="00C90524" w:rsidP="000B3C77">
      <w:pPr>
        <w:pStyle w:val="ListParagraph"/>
        <w:spacing w:after="0" w:line="240" w:lineRule="auto"/>
        <w:ind w:left="0" w:firstLine="69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0524" w:rsidRPr="00D50A68" w:rsidRDefault="00C90524" w:rsidP="00B83E6A">
      <w:pPr>
        <w:pStyle w:val="ListParagraph"/>
        <w:tabs>
          <w:tab w:val="left" w:pos="1701"/>
          <w:tab w:val="left" w:pos="2127"/>
        </w:tabs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A68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A68">
        <w:rPr>
          <w:rFonts w:ascii="Times New Roman" w:hAnsi="Times New Roman" w:cs="Times New Roman"/>
          <w:sz w:val="28"/>
          <w:szCs w:val="28"/>
        </w:rPr>
        <w:t>4.</w:t>
      </w:r>
      <w:r w:rsidRPr="00B83E6A">
        <w:rPr>
          <w:rFonts w:ascii="Times New Roman" w:hAnsi="Times New Roman" w:cs="Times New Roman"/>
          <w:szCs w:val="28"/>
        </w:rPr>
        <w:t> </w:t>
      </w:r>
      <w:r w:rsidRPr="00D50A68">
        <w:rPr>
          <w:rFonts w:ascii="Times New Roman" w:hAnsi="Times New Roman" w:cs="Times New Roman"/>
          <w:b/>
          <w:sz w:val="28"/>
          <w:szCs w:val="28"/>
        </w:rPr>
        <w:t>Финансовое обеспечение осуществления государственных полномочий</w:t>
      </w:r>
    </w:p>
    <w:p w:rsidR="00C90524" w:rsidRDefault="00C90524" w:rsidP="00B83E6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B83E6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B83E6A">
      <w:pPr>
        <w:pStyle w:val="ListParagraph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38C">
        <w:rPr>
          <w:rFonts w:ascii="Times New Roman" w:hAnsi="Times New Roman" w:cs="Times New Roman"/>
          <w:sz w:val="28"/>
          <w:szCs w:val="28"/>
        </w:rPr>
        <w:t>Финансовые средства, необходимые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9438C">
        <w:rPr>
          <w:rFonts w:ascii="Times New Roman" w:hAnsi="Times New Roman" w:cs="Times New Roman"/>
          <w:sz w:val="28"/>
          <w:szCs w:val="28"/>
        </w:rPr>
        <w:t xml:space="preserve"> для осуществления государственных полномочий, ежегодно предусматриваются в законе Ульяновской области об областном бюджете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29438C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и плановый период в </w:t>
      </w:r>
      <w:r>
        <w:rPr>
          <w:rFonts w:ascii="Times New Roman" w:hAnsi="Times New Roman" w:cs="Times New Roman"/>
          <w:sz w:val="28"/>
          <w:szCs w:val="28"/>
        </w:rPr>
        <w:t>форме</w:t>
      </w:r>
      <w:r w:rsidRPr="0029438C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9438C">
        <w:rPr>
          <w:rFonts w:ascii="Times New Roman" w:hAnsi="Times New Roman" w:cs="Times New Roman"/>
          <w:sz w:val="28"/>
          <w:szCs w:val="28"/>
        </w:rPr>
        <w:t>, предоставляем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9438C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438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9438C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 «город Ульяновск» (далее также – субвенция)</w:t>
      </w:r>
      <w:r w:rsidRPr="0029438C">
        <w:rPr>
          <w:rFonts w:ascii="Times New Roman" w:hAnsi="Times New Roman" w:cs="Times New Roman"/>
          <w:sz w:val="28"/>
          <w:szCs w:val="28"/>
        </w:rPr>
        <w:t>.</w:t>
      </w:r>
    </w:p>
    <w:p w:rsidR="00C90524" w:rsidRPr="00506ADB" w:rsidRDefault="00C90524" w:rsidP="00B83E6A">
      <w:pPr>
        <w:pStyle w:val="ListParagraph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</w:t>
      </w:r>
      <w:r w:rsidRPr="00506ADB">
        <w:rPr>
          <w:rFonts w:ascii="Times New Roman" w:hAnsi="Times New Roman" w:cs="Times New Roman"/>
          <w:sz w:val="28"/>
          <w:szCs w:val="28"/>
        </w:rPr>
        <w:t xml:space="preserve"> субвенци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6A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определяется по следующей формуле</w:t>
      </w:r>
      <w:r w:rsidRPr="00506ADB">
        <w:rPr>
          <w:rFonts w:ascii="Times New Roman" w:hAnsi="Times New Roman" w:cs="Times New Roman"/>
          <w:sz w:val="28"/>
          <w:szCs w:val="28"/>
        </w:rPr>
        <w:t>:</w:t>
      </w:r>
    </w:p>
    <w:p w:rsidR="00C90524" w:rsidRPr="00506ADB" w:rsidRDefault="00C90524" w:rsidP="00B83E6A">
      <w:pPr>
        <w:pStyle w:val="ConsPlusNormal"/>
        <w:spacing w:line="360" w:lineRule="auto"/>
        <w:ind w:firstLine="709"/>
        <w:jc w:val="both"/>
      </w:pPr>
      <w:r>
        <w:t>О</w:t>
      </w:r>
      <w:r w:rsidRPr="00506ADB">
        <w:t>С = (ФОТ</w:t>
      </w:r>
      <w:r>
        <w:t xml:space="preserve"> </w:t>
      </w:r>
      <w:r w:rsidRPr="00506ADB">
        <w:t>+</w:t>
      </w:r>
      <w:r>
        <w:t xml:space="preserve"> </w:t>
      </w:r>
      <w:r w:rsidRPr="00506ADB">
        <w:t>ОТЧ</w:t>
      </w:r>
      <w:r>
        <w:t xml:space="preserve"> </w:t>
      </w:r>
      <w:r w:rsidRPr="00506ADB">
        <w:t>+</w:t>
      </w:r>
      <w:r>
        <w:t xml:space="preserve"> </w:t>
      </w:r>
      <w:r w:rsidRPr="00506ADB">
        <w:t>М/З) x К, где:</w:t>
      </w:r>
    </w:p>
    <w:p w:rsidR="00C90524" w:rsidRPr="00506ADB" w:rsidRDefault="00C90524" w:rsidP="00B83E6A">
      <w:pPr>
        <w:pStyle w:val="ConsPlusNormal"/>
        <w:spacing w:line="360" w:lineRule="auto"/>
        <w:ind w:firstLine="709"/>
        <w:jc w:val="both"/>
      </w:pPr>
      <w:r>
        <w:t>О</w:t>
      </w:r>
      <w:r w:rsidRPr="00506ADB">
        <w:t xml:space="preserve">С </w:t>
      </w:r>
      <w:r>
        <w:t>–</w:t>
      </w:r>
      <w:r w:rsidRPr="00506ADB">
        <w:t xml:space="preserve"> </w:t>
      </w:r>
      <w:r>
        <w:t>объём субвенции</w:t>
      </w:r>
      <w:r w:rsidRPr="00506ADB">
        <w:t>;</w:t>
      </w:r>
    </w:p>
    <w:p w:rsidR="00C90524" w:rsidRPr="009607D8" w:rsidRDefault="00C90524" w:rsidP="00B83E6A">
      <w:pPr>
        <w:pStyle w:val="ConsPlusNormal"/>
        <w:spacing w:line="360" w:lineRule="auto"/>
        <w:ind w:firstLine="709"/>
        <w:jc w:val="both"/>
      </w:pPr>
      <w:r w:rsidRPr="009607D8">
        <w:t>ФОТ – размер месячного фонда оплаты труда должностного лица администрации, непосредственно исполняющего обязанности по подготовке проектов муниципальных правовых актов администрации об установлении регулируемых тарифов на регулярные перевозки пассажиров и багажа городским наземным электрическим транспортом по муниципальным маршрутам таких перевозок в границах муниципального образования «город Ульяновск» (далее также – должностное лицо администрации), равный 31644 рублям;</w:t>
      </w:r>
    </w:p>
    <w:p w:rsidR="00C90524" w:rsidRPr="00506ADB" w:rsidRDefault="00C90524" w:rsidP="00B83E6A">
      <w:pPr>
        <w:pStyle w:val="ConsPlusNormal"/>
        <w:spacing w:line="360" w:lineRule="auto"/>
        <w:ind w:firstLine="709"/>
        <w:jc w:val="both"/>
      </w:pPr>
      <w:r w:rsidRPr="00506ADB">
        <w:t xml:space="preserve">ОТЧ </w:t>
      </w:r>
      <w:r>
        <w:t>–</w:t>
      </w:r>
      <w:r w:rsidRPr="00506ADB">
        <w:t xml:space="preserve"> размер начисляемых</w:t>
      </w:r>
      <w:r>
        <w:t xml:space="preserve"> в течение месяца</w:t>
      </w:r>
      <w:r w:rsidRPr="00506ADB">
        <w:t xml:space="preserve"> страховых взносов </w:t>
      </w:r>
      <w:r>
        <w:br/>
      </w:r>
      <w:r w:rsidRPr="00506ADB">
        <w:t xml:space="preserve">в Пенсионный фонд Российской Федерации на обязательное пенсионное страхование </w:t>
      </w:r>
      <w:r>
        <w:t>должностного лица администрации</w:t>
      </w:r>
      <w:r w:rsidRPr="00506ADB">
        <w:t>, Фонд социального страхования Российской Федерации</w:t>
      </w:r>
      <w:r>
        <w:t xml:space="preserve"> </w:t>
      </w:r>
      <w:r w:rsidRPr="00506ADB">
        <w:t xml:space="preserve">на обязательное социальное страхование </w:t>
      </w:r>
      <w:r>
        <w:t>должностного лица администрации</w:t>
      </w:r>
      <w:r w:rsidRPr="00506ADB">
        <w:t xml:space="preserve"> на случай временной нетрудоспособности и в связи </w:t>
      </w:r>
      <w:r>
        <w:br/>
      </w:r>
      <w:r w:rsidRPr="00506ADB">
        <w:t xml:space="preserve">с материнством, Федеральный фонд обязательного медицинского страхования </w:t>
      </w:r>
      <w:r>
        <w:br/>
      </w:r>
      <w:r w:rsidRPr="00506ADB">
        <w:t xml:space="preserve">и территориальные фонды обязательного медицинского страхования </w:t>
      </w:r>
      <w:r>
        <w:br/>
      </w:r>
      <w:r w:rsidRPr="00506ADB">
        <w:t xml:space="preserve">на обязательное медицинское страхование </w:t>
      </w:r>
      <w:r>
        <w:t>должностного лица администрации</w:t>
      </w:r>
      <w:r w:rsidRPr="00506ADB">
        <w:t xml:space="preserve">, </w:t>
      </w:r>
      <w:r>
        <w:br/>
      </w:r>
      <w:r w:rsidRPr="00506ADB">
        <w:t xml:space="preserve">а также в Фонд социального страхования Российской Федерации на обязательное социальное страхование </w:t>
      </w:r>
      <w:r>
        <w:t>должностного лица администрации</w:t>
      </w:r>
      <w:r w:rsidRPr="00506ADB">
        <w:t xml:space="preserve"> от несчастных случаев на производстве и профессиональных заболеваний;</w:t>
      </w:r>
    </w:p>
    <w:p w:rsidR="00C90524" w:rsidRPr="00EC3623" w:rsidRDefault="00C90524" w:rsidP="00B83E6A">
      <w:pPr>
        <w:pStyle w:val="ConsPlusNormal"/>
        <w:spacing w:line="360" w:lineRule="auto"/>
        <w:ind w:firstLine="709"/>
        <w:jc w:val="both"/>
      </w:pPr>
      <w:r w:rsidRPr="00EC3623">
        <w:t xml:space="preserve">М/З – размер месячных расходов, связанных с оплатой услуг связи </w:t>
      </w:r>
      <w:r w:rsidRPr="00EC3623">
        <w:br/>
        <w:t>(в том числе почтовой связи), коммунальных услуг, приобретаемых расходных материалов и канцелярских принадлежностей, равный 8800 рубл</w:t>
      </w:r>
      <w:r>
        <w:t>ям</w:t>
      </w:r>
      <w:r w:rsidRPr="00EC3623">
        <w:t>;</w:t>
      </w:r>
    </w:p>
    <w:p w:rsidR="00C90524" w:rsidRPr="00506ADB" w:rsidRDefault="00C90524" w:rsidP="00B83E6A">
      <w:pPr>
        <w:pStyle w:val="ConsPlusNormal"/>
        <w:spacing w:line="360" w:lineRule="auto"/>
        <w:ind w:firstLine="709"/>
        <w:jc w:val="both"/>
      </w:pPr>
      <w:r w:rsidRPr="00506ADB">
        <w:t>К – количество месяцев в году, в течение которых осуществля</w:t>
      </w:r>
      <w:r>
        <w:t>ю</w:t>
      </w:r>
      <w:r w:rsidRPr="00506ADB">
        <w:t xml:space="preserve">тся </w:t>
      </w:r>
      <w:r>
        <w:t>государственные полномочия. Количество таких месяцев признаётся равным двум</w:t>
      </w:r>
      <w:r w:rsidRPr="00506ADB">
        <w:t>.</w:t>
      </w:r>
    </w:p>
    <w:p w:rsidR="00C90524" w:rsidRPr="00D828DC" w:rsidRDefault="00C90524" w:rsidP="00B83E6A">
      <w:pPr>
        <w:pStyle w:val="ListParagraph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8DC">
        <w:rPr>
          <w:rFonts w:ascii="Times New Roman" w:hAnsi="Times New Roman" w:cs="Times New Roman"/>
          <w:sz w:val="28"/>
          <w:szCs w:val="28"/>
        </w:rPr>
        <w:t>Субвенции зачисляются в установленном для исполнения областного бюджета Ульяновской области порядке на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828DC">
        <w:rPr>
          <w:rFonts w:ascii="Times New Roman" w:hAnsi="Times New Roman" w:cs="Times New Roman"/>
          <w:sz w:val="28"/>
          <w:szCs w:val="28"/>
        </w:rPr>
        <w:t>т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28D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828DC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 «город Ульяновск»</w:t>
      </w:r>
      <w:r w:rsidRPr="00D828DC">
        <w:rPr>
          <w:rFonts w:ascii="Times New Roman" w:hAnsi="Times New Roman" w:cs="Times New Roman"/>
          <w:sz w:val="28"/>
          <w:szCs w:val="28"/>
        </w:rPr>
        <w:t>. Порядок расходования субвенций устанавливается Правительством Ульяновской области.</w:t>
      </w:r>
    </w:p>
    <w:p w:rsidR="00C90524" w:rsidRDefault="00C90524" w:rsidP="0071640E">
      <w:pPr>
        <w:pStyle w:val="ListParagraph"/>
        <w:spacing w:after="0" w:line="240" w:lineRule="auto"/>
        <w:ind w:left="1985" w:hanging="1276"/>
        <w:jc w:val="both"/>
        <w:rPr>
          <w:rFonts w:ascii="Times New Roman" w:hAnsi="Times New Roman" w:cs="Times New Roman"/>
          <w:sz w:val="16"/>
          <w:szCs w:val="28"/>
        </w:rPr>
      </w:pPr>
    </w:p>
    <w:p w:rsidR="00C90524" w:rsidRPr="00E32BFC" w:rsidRDefault="00C90524" w:rsidP="0071640E">
      <w:pPr>
        <w:pStyle w:val="ListParagraph"/>
        <w:spacing w:after="0" w:line="240" w:lineRule="auto"/>
        <w:ind w:left="1985" w:hanging="127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Look w:val="00A0"/>
      </w:tblPr>
      <w:tblGrid>
        <w:gridCol w:w="1985"/>
        <w:gridCol w:w="8080"/>
      </w:tblGrid>
      <w:tr w:rsidR="00C90524" w:rsidTr="007F33D8">
        <w:tc>
          <w:tcPr>
            <w:tcW w:w="1985" w:type="dxa"/>
          </w:tcPr>
          <w:p w:rsidR="00C90524" w:rsidRPr="007F33D8" w:rsidRDefault="00C90524" w:rsidP="007F33D8">
            <w:pPr>
              <w:pStyle w:val="ListParagraph"/>
              <w:spacing w:after="0" w:line="240" w:lineRule="auto"/>
              <w:ind w:left="0" w:righ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3D8">
              <w:rPr>
                <w:rFonts w:ascii="Times New Roman" w:hAnsi="Times New Roman" w:cs="Times New Roman"/>
                <w:sz w:val="28"/>
                <w:szCs w:val="28"/>
              </w:rPr>
              <w:t>Статья 5.</w:t>
            </w:r>
          </w:p>
        </w:tc>
        <w:tc>
          <w:tcPr>
            <w:tcW w:w="8080" w:type="dxa"/>
          </w:tcPr>
          <w:p w:rsidR="00C90524" w:rsidRPr="007F33D8" w:rsidRDefault="00C90524" w:rsidP="007F33D8">
            <w:pPr>
              <w:pStyle w:val="ListParagraph"/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33D8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Материальное обеспечение осуществления государственных полномочий</w:t>
            </w:r>
          </w:p>
        </w:tc>
      </w:tr>
    </w:tbl>
    <w:p w:rsidR="00C90524" w:rsidRDefault="00C90524" w:rsidP="0071640E">
      <w:pPr>
        <w:pStyle w:val="ListParagraph"/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0524" w:rsidRDefault="00C90524" w:rsidP="0071640E">
      <w:pPr>
        <w:pStyle w:val="ListParagraph"/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0524" w:rsidRDefault="00C90524" w:rsidP="0071640E">
      <w:pPr>
        <w:pStyle w:val="ListParagraph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ABC">
        <w:rPr>
          <w:rFonts w:ascii="Times New Roman" w:hAnsi="Times New Roman" w:cs="Times New Roman"/>
          <w:sz w:val="28"/>
          <w:szCs w:val="28"/>
        </w:rPr>
        <w:t xml:space="preserve">Определение и утверждение перечня подлежащих передаче </w:t>
      </w:r>
      <w:r>
        <w:rPr>
          <w:rFonts w:ascii="Times New Roman" w:hAnsi="Times New Roman" w:cs="Times New Roman"/>
          <w:sz w:val="28"/>
          <w:szCs w:val="28"/>
        </w:rPr>
        <w:br/>
      </w:r>
      <w:r w:rsidRPr="00BE2ABC">
        <w:rPr>
          <w:rFonts w:ascii="Times New Roman" w:hAnsi="Times New Roman" w:cs="Times New Roman"/>
          <w:sz w:val="28"/>
          <w:szCs w:val="28"/>
        </w:rPr>
        <w:t xml:space="preserve">в пользование и (или) управление </w:t>
      </w:r>
      <w:r w:rsidRPr="00D8518B">
        <w:rPr>
          <w:rFonts w:ascii="Times New Roman" w:hAnsi="Times New Roman" w:cs="Times New Roman"/>
          <w:sz w:val="28"/>
          <w:szCs w:val="28"/>
        </w:rPr>
        <w:t>либо</w:t>
      </w:r>
      <w:r w:rsidRPr="00BE2ABC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2ABC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 «город Ульяновск»</w:t>
      </w:r>
      <w:r w:rsidRPr="00BE2ABC">
        <w:rPr>
          <w:rFonts w:ascii="Times New Roman" w:hAnsi="Times New Roman" w:cs="Times New Roman"/>
          <w:sz w:val="28"/>
          <w:szCs w:val="28"/>
        </w:rPr>
        <w:t xml:space="preserve"> находящ</w:t>
      </w:r>
      <w:r>
        <w:rPr>
          <w:rFonts w:ascii="Times New Roman" w:hAnsi="Times New Roman" w:cs="Times New Roman"/>
          <w:sz w:val="28"/>
          <w:szCs w:val="28"/>
        </w:rPr>
        <w:t>ихся</w:t>
      </w:r>
      <w:r w:rsidRPr="00BE2ABC">
        <w:rPr>
          <w:rFonts w:ascii="Times New Roman" w:hAnsi="Times New Roman" w:cs="Times New Roman"/>
          <w:sz w:val="28"/>
          <w:szCs w:val="28"/>
        </w:rPr>
        <w:t xml:space="preserve"> в собственности Ульяновской области материальных ресурсов, необходимых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E2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E2ABC">
        <w:rPr>
          <w:rFonts w:ascii="Times New Roman" w:hAnsi="Times New Roman" w:cs="Times New Roman"/>
          <w:sz w:val="28"/>
          <w:szCs w:val="28"/>
        </w:rPr>
        <w:t xml:space="preserve">для осуществления государственных полномочий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E2ABC">
        <w:rPr>
          <w:rFonts w:ascii="Times New Roman" w:hAnsi="Times New Roman" w:cs="Times New Roman"/>
          <w:sz w:val="28"/>
          <w:szCs w:val="28"/>
        </w:rPr>
        <w:t xml:space="preserve"> материальные ресурсы), производ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E2ABC">
        <w:rPr>
          <w:rFonts w:ascii="Times New Roman" w:hAnsi="Times New Roman" w:cs="Times New Roman"/>
          <w:sz w:val="28"/>
          <w:szCs w:val="28"/>
        </w:rPr>
        <w:t xml:space="preserve">тся в порядке, установленном Законом Ульяновской области от 6 мая 2002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E2ABC">
        <w:rPr>
          <w:rFonts w:ascii="Times New Roman" w:hAnsi="Times New Roman" w:cs="Times New Roman"/>
          <w:sz w:val="28"/>
          <w:szCs w:val="28"/>
        </w:rPr>
        <w:t xml:space="preserve">020-ЗО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2ABC">
        <w:rPr>
          <w:rFonts w:ascii="Times New Roman" w:hAnsi="Times New Roman" w:cs="Times New Roman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2ABC">
        <w:rPr>
          <w:rFonts w:ascii="Times New Roman" w:hAnsi="Times New Roman" w:cs="Times New Roman"/>
          <w:sz w:val="28"/>
          <w:szCs w:val="28"/>
        </w:rPr>
        <w:t>.</w:t>
      </w:r>
    </w:p>
    <w:p w:rsidR="00C90524" w:rsidRPr="00D73FB3" w:rsidRDefault="00C90524" w:rsidP="0071640E">
      <w:pPr>
        <w:pStyle w:val="ListParagraph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FB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73FB3">
        <w:rPr>
          <w:rFonts w:ascii="Times New Roman" w:hAnsi="Times New Roman" w:cs="Times New Roman"/>
          <w:sz w:val="28"/>
          <w:szCs w:val="28"/>
        </w:rPr>
        <w:t xml:space="preserve"> запрещается использование материальных ресурсов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D73FB3">
        <w:rPr>
          <w:rFonts w:ascii="Times New Roman" w:hAnsi="Times New Roman" w:cs="Times New Roman"/>
          <w:sz w:val="28"/>
          <w:szCs w:val="28"/>
        </w:rPr>
        <w:t>на цели, не связанные с осуществлением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73FB3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73FB3">
        <w:rPr>
          <w:rFonts w:ascii="Times New Roman" w:hAnsi="Times New Roman" w:cs="Times New Roman"/>
          <w:sz w:val="28"/>
          <w:szCs w:val="28"/>
        </w:rPr>
        <w:t>.</w:t>
      </w:r>
    </w:p>
    <w:p w:rsidR="00C90524" w:rsidRPr="0071640E" w:rsidRDefault="00C90524" w:rsidP="0071640E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28"/>
        </w:rPr>
      </w:pPr>
    </w:p>
    <w:p w:rsidR="00C90524" w:rsidRDefault="00C90524" w:rsidP="0071640E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Pr="00D50A68" w:rsidRDefault="00C90524" w:rsidP="0071640E">
      <w:pPr>
        <w:pStyle w:val="ListParagraph"/>
        <w:tabs>
          <w:tab w:val="left" w:pos="1985"/>
        </w:tabs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A68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50A6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D50A68">
        <w:rPr>
          <w:rFonts w:ascii="Times New Roman" w:hAnsi="Times New Roman" w:cs="Times New Roman"/>
          <w:b/>
          <w:sz w:val="28"/>
          <w:szCs w:val="28"/>
        </w:rPr>
        <w:t>Права и обязанности органов государственной власти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A68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при осуществлении администрацией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50A68">
        <w:rPr>
          <w:rFonts w:ascii="Times New Roman" w:hAnsi="Times New Roman" w:cs="Times New Roman"/>
          <w:b/>
          <w:sz w:val="28"/>
          <w:szCs w:val="28"/>
        </w:rPr>
        <w:t>осударственн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D50A68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:rsidR="00C90524" w:rsidRDefault="00C90524" w:rsidP="0071640E">
      <w:pPr>
        <w:pStyle w:val="ListParagraph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71640E">
      <w:pPr>
        <w:pStyle w:val="ListParagraph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90524" w:rsidRPr="007F10A0" w:rsidRDefault="00C90524" w:rsidP="0071640E">
      <w:pPr>
        <w:pStyle w:val="ListParagraph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0A0">
        <w:rPr>
          <w:rFonts w:ascii="Times New Roman" w:hAnsi="Times New Roman" w:cs="Times New Roman"/>
          <w:sz w:val="28"/>
          <w:szCs w:val="28"/>
        </w:rPr>
        <w:t>При осуществлении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10A0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F10A0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F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исполнительный орган государственной власти</w:t>
      </w:r>
      <w:r w:rsidRPr="007F10A0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>
        <w:rPr>
          <w:rFonts w:ascii="Times New Roman" w:hAnsi="Times New Roman" w:cs="Times New Roman"/>
          <w:sz w:val="28"/>
          <w:szCs w:val="28"/>
        </w:rPr>
        <w:t>, уполномоченный</w:t>
      </w:r>
      <w:r w:rsidRPr="007F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установления подлежащих государственному регулированию цен (тарифов) на товары (услуги)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законодательством Российской Федерации </w:t>
      </w:r>
      <w:r w:rsidRPr="007F10A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10A0">
        <w:rPr>
          <w:rFonts w:ascii="Times New Roman" w:hAnsi="Times New Roman" w:cs="Times New Roman"/>
          <w:sz w:val="28"/>
          <w:szCs w:val="28"/>
        </w:rPr>
        <w:t xml:space="preserve"> уполномоченный орган):</w:t>
      </w:r>
    </w:p>
    <w:p w:rsidR="00C90524" w:rsidRDefault="00C90524" w:rsidP="0071640E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6212">
        <w:rPr>
          <w:rFonts w:ascii="Times New Roman" w:hAnsi="Times New Roman" w:cs="Times New Roman"/>
          <w:bCs/>
          <w:sz w:val="28"/>
          <w:szCs w:val="28"/>
        </w:rPr>
        <w:t>исполня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96212">
        <w:rPr>
          <w:rFonts w:ascii="Times New Roman" w:hAnsi="Times New Roman" w:cs="Times New Roman"/>
          <w:bCs/>
          <w:sz w:val="28"/>
          <w:szCs w:val="28"/>
        </w:rPr>
        <w:t>т полномочия главного распорядителя средств областного бюджета Ульяновской области, предоставляемых муниципальн</w:t>
      </w:r>
      <w:r>
        <w:rPr>
          <w:rFonts w:ascii="Times New Roman" w:hAnsi="Times New Roman" w:cs="Times New Roman"/>
          <w:bCs/>
          <w:sz w:val="28"/>
          <w:szCs w:val="28"/>
        </w:rPr>
        <w:t>ому</w:t>
      </w:r>
      <w:r w:rsidRPr="00E96212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Cs/>
          <w:sz w:val="28"/>
          <w:szCs w:val="28"/>
        </w:rPr>
        <w:t>ю «город</w:t>
      </w:r>
      <w:r w:rsidRPr="00E96212">
        <w:rPr>
          <w:rFonts w:ascii="Times New Roman" w:hAnsi="Times New Roman" w:cs="Times New Roman"/>
          <w:bCs/>
          <w:sz w:val="28"/>
          <w:szCs w:val="28"/>
        </w:rPr>
        <w:t xml:space="preserve"> Ульяновск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E96212">
        <w:rPr>
          <w:rFonts w:ascii="Times New Roman" w:hAnsi="Times New Roman" w:cs="Times New Roman"/>
          <w:bCs/>
          <w:sz w:val="28"/>
          <w:szCs w:val="28"/>
        </w:rPr>
        <w:t xml:space="preserve"> в форме субвенци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E96212">
        <w:rPr>
          <w:rFonts w:ascii="Times New Roman" w:hAnsi="Times New Roman" w:cs="Times New Roman"/>
          <w:bCs/>
          <w:sz w:val="28"/>
          <w:szCs w:val="28"/>
        </w:rPr>
        <w:t>, и осуществля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96212">
        <w:rPr>
          <w:rFonts w:ascii="Times New Roman" w:hAnsi="Times New Roman" w:cs="Times New Roman"/>
          <w:bCs/>
          <w:sz w:val="28"/>
          <w:szCs w:val="28"/>
        </w:rPr>
        <w:t xml:space="preserve">т контроль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Pr="00E96212">
        <w:rPr>
          <w:rFonts w:ascii="Times New Roman" w:hAnsi="Times New Roman" w:cs="Times New Roman"/>
          <w:bCs/>
          <w:sz w:val="28"/>
          <w:szCs w:val="28"/>
        </w:rPr>
        <w:t>их расходовани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  <w:r w:rsidRPr="00E96212">
        <w:rPr>
          <w:rFonts w:ascii="Times New Roman" w:hAnsi="Times New Roman" w:cs="Times New Roman"/>
          <w:bCs/>
          <w:sz w:val="28"/>
          <w:szCs w:val="28"/>
        </w:rPr>
        <w:t xml:space="preserve"> в порядке, установленном бюджетным законодательством;</w:t>
      </w:r>
    </w:p>
    <w:p w:rsidR="00C90524" w:rsidRDefault="00C90524" w:rsidP="0071640E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издаёт нормативные правовые акты, а также обязательные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для исполнения администрацией методические указания и инструкции </w:t>
      </w:r>
      <w:r>
        <w:rPr>
          <w:rFonts w:ascii="Times New Roman" w:hAnsi="Times New Roman" w:cs="Times New Roman"/>
          <w:bCs/>
          <w:sz w:val="28"/>
          <w:szCs w:val="28"/>
        </w:rPr>
        <w:br/>
        <w:t>по вопросам осуществления государственных полномочий;</w:t>
      </w:r>
    </w:p>
    <w:p w:rsidR="00C90524" w:rsidRDefault="00C90524" w:rsidP="0071640E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287">
        <w:rPr>
          <w:rFonts w:ascii="Times New Roman" w:hAnsi="Times New Roman" w:cs="Times New Roman"/>
          <w:bCs/>
          <w:sz w:val="28"/>
          <w:szCs w:val="28"/>
        </w:rPr>
        <w:t>координиру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652287">
        <w:rPr>
          <w:rFonts w:ascii="Times New Roman" w:hAnsi="Times New Roman" w:cs="Times New Roman"/>
          <w:bCs/>
          <w:sz w:val="28"/>
          <w:szCs w:val="28"/>
        </w:rPr>
        <w:t xml:space="preserve">т деятельность администрации по вопросам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652287">
        <w:rPr>
          <w:rFonts w:ascii="Times New Roman" w:hAnsi="Times New Roman" w:cs="Times New Roman"/>
          <w:bCs/>
          <w:sz w:val="28"/>
          <w:szCs w:val="28"/>
        </w:rPr>
        <w:t>существления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652287">
        <w:rPr>
          <w:rFonts w:ascii="Times New Roman" w:hAnsi="Times New Roman" w:cs="Times New Roman"/>
          <w:bCs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652287">
        <w:rPr>
          <w:rFonts w:ascii="Times New Roman" w:hAnsi="Times New Roman" w:cs="Times New Roman"/>
          <w:bCs/>
          <w:sz w:val="28"/>
          <w:szCs w:val="28"/>
        </w:rPr>
        <w:t xml:space="preserve"> и оказыва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652287">
        <w:rPr>
          <w:rFonts w:ascii="Times New Roman" w:hAnsi="Times New Roman" w:cs="Times New Roman"/>
          <w:bCs/>
          <w:sz w:val="28"/>
          <w:szCs w:val="28"/>
        </w:rPr>
        <w:t>т ей соответствующую методическую помощь;</w:t>
      </w:r>
    </w:p>
    <w:p w:rsidR="00C90524" w:rsidRDefault="00C90524" w:rsidP="0071640E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407">
        <w:rPr>
          <w:rFonts w:ascii="Times New Roman" w:hAnsi="Times New Roman" w:cs="Times New Roman"/>
          <w:bCs/>
          <w:sz w:val="28"/>
          <w:szCs w:val="28"/>
        </w:rPr>
        <w:t>устанавлива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E1407">
        <w:rPr>
          <w:rFonts w:ascii="Times New Roman" w:hAnsi="Times New Roman" w:cs="Times New Roman"/>
          <w:bCs/>
          <w:sz w:val="28"/>
          <w:szCs w:val="28"/>
        </w:rPr>
        <w:t>т требования к порядку представления, содержанию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CE1407">
        <w:rPr>
          <w:rFonts w:ascii="Times New Roman" w:hAnsi="Times New Roman" w:cs="Times New Roman"/>
          <w:bCs/>
          <w:sz w:val="28"/>
          <w:szCs w:val="28"/>
        </w:rPr>
        <w:t>и формам отч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Pr="00CE1407">
        <w:rPr>
          <w:rFonts w:ascii="Times New Roman" w:hAnsi="Times New Roman" w:cs="Times New Roman"/>
          <w:bCs/>
          <w:sz w:val="28"/>
          <w:szCs w:val="28"/>
        </w:rPr>
        <w:t>тности администраци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CE1407">
        <w:rPr>
          <w:rFonts w:ascii="Times New Roman" w:hAnsi="Times New Roman" w:cs="Times New Roman"/>
          <w:bCs/>
          <w:sz w:val="28"/>
          <w:szCs w:val="28"/>
        </w:rPr>
        <w:t xml:space="preserve"> о расходовании субвенций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CE1407">
        <w:rPr>
          <w:rFonts w:ascii="Times New Roman" w:hAnsi="Times New Roman" w:cs="Times New Roman"/>
          <w:bCs/>
          <w:sz w:val="28"/>
          <w:szCs w:val="28"/>
        </w:rPr>
        <w:t>и об осуществлении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CE1407">
        <w:rPr>
          <w:rFonts w:ascii="Times New Roman" w:hAnsi="Times New Roman" w:cs="Times New Roman"/>
          <w:bCs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CE1407">
        <w:rPr>
          <w:rFonts w:ascii="Times New Roman" w:hAnsi="Times New Roman" w:cs="Times New Roman"/>
          <w:bCs/>
          <w:sz w:val="28"/>
          <w:szCs w:val="28"/>
        </w:rPr>
        <w:t>;</w:t>
      </w:r>
    </w:p>
    <w:p w:rsidR="00C90524" w:rsidRPr="0071640E" w:rsidRDefault="00C90524" w:rsidP="0071640E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640E">
        <w:rPr>
          <w:rFonts w:ascii="Times New Roman" w:hAnsi="Times New Roman" w:cs="Times New Roman"/>
          <w:bCs/>
          <w:sz w:val="28"/>
          <w:szCs w:val="28"/>
        </w:rPr>
        <w:t>запрашивает у администрации информацию, документы и материалы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1640E">
        <w:rPr>
          <w:rFonts w:ascii="Times New Roman" w:hAnsi="Times New Roman" w:cs="Times New Roman"/>
          <w:bCs/>
          <w:sz w:val="28"/>
          <w:szCs w:val="28"/>
        </w:rPr>
        <w:t>по вопросам осуществления государственных полномочий;</w:t>
      </w:r>
    </w:p>
    <w:p w:rsidR="00C90524" w:rsidRDefault="00C90524" w:rsidP="0071640E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0C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F080C">
        <w:rPr>
          <w:rFonts w:ascii="Times New Roman" w:hAnsi="Times New Roman" w:cs="Times New Roman"/>
          <w:sz w:val="28"/>
          <w:szCs w:val="28"/>
        </w:rPr>
        <w:t xml:space="preserve">т контроль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FF080C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F080C">
        <w:rPr>
          <w:rFonts w:ascii="Times New Roman" w:hAnsi="Times New Roman" w:cs="Times New Roman"/>
          <w:sz w:val="28"/>
          <w:szCs w:val="28"/>
        </w:rPr>
        <w:t xml:space="preserve"> и качеств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F080C">
        <w:rPr>
          <w:rFonts w:ascii="Times New Roman" w:hAnsi="Times New Roman" w:cs="Times New Roman"/>
          <w:sz w:val="28"/>
          <w:szCs w:val="28"/>
        </w:rPr>
        <w:t xml:space="preserve"> осуществления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F080C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F080C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 xml:space="preserve">й, направляет предписания </w:t>
      </w:r>
      <w:r>
        <w:rPr>
          <w:rFonts w:ascii="Times New Roman" w:hAnsi="Times New Roman" w:cs="Times New Roman"/>
          <w:sz w:val="28"/>
          <w:szCs w:val="28"/>
        </w:rPr>
        <w:br/>
        <w:t>об устранении выявленных по результатам выездных и иных проверок нарушений и привлечении к ответственности должностных лиц администрации;</w:t>
      </w:r>
    </w:p>
    <w:p w:rsidR="00C90524" w:rsidRDefault="00C90524" w:rsidP="0071640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FAC">
        <w:rPr>
          <w:rFonts w:ascii="Times New Roman" w:hAnsi="Times New Roman" w:cs="Times New Roman"/>
          <w:bCs/>
          <w:sz w:val="28"/>
          <w:szCs w:val="28"/>
        </w:rPr>
        <w:t>рассматрива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171FAC">
        <w:rPr>
          <w:rFonts w:ascii="Times New Roman" w:hAnsi="Times New Roman" w:cs="Times New Roman"/>
          <w:bCs/>
          <w:sz w:val="28"/>
          <w:szCs w:val="28"/>
        </w:rPr>
        <w:t>т предложения администрации по вопросам осуществления 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171FAC">
        <w:rPr>
          <w:rFonts w:ascii="Times New Roman" w:hAnsi="Times New Roman" w:cs="Times New Roman"/>
          <w:bCs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171FAC">
        <w:rPr>
          <w:rFonts w:ascii="Times New Roman" w:hAnsi="Times New Roman" w:cs="Times New Roman"/>
          <w:bCs/>
          <w:sz w:val="28"/>
          <w:szCs w:val="28"/>
        </w:rPr>
        <w:t>;</w:t>
      </w:r>
    </w:p>
    <w:p w:rsidR="00C90524" w:rsidRPr="00171FAC" w:rsidRDefault="00C90524" w:rsidP="0071640E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отменяет муниципальные правовые акты, изданные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по вопросам осуществления ею государственных полномочий, </w:t>
      </w:r>
      <w:r>
        <w:rPr>
          <w:rFonts w:ascii="Times New Roman" w:hAnsi="Times New Roman" w:cs="Times New Roman"/>
          <w:bCs/>
          <w:sz w:val="28"/>
          <w:szCs w:val="28"/>
        </w:rPr>
        <w:br/>
        <w:t>или приостанавливает их действие в части, регулирующей осуществление администрацией государственных полномочий;</w:t>
      </w:r>
    </w:p>
    <w:p w:rsidR="00C90524" w:rsidRPr="00B92B72" w:rsidRDefault="00C90524" w:rsidP="0071640E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B72">
        <w:rPr>
          <w:rFonts w:ascii="Times New Roman" w:hAnsi="Times New Roman" w:cs="Times New Roman"/>
          <w:bCs/>
          <w:sz w:val="28"/>
          <w:szCs w:val="28"/>
        </w:rPr>
        <w:t>подготавлива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B92B72">
        <w:rPr>
          <w:rFonts w:ascii="Times New Roman" w:hAnsi="Times New Roman" w:cs="Times New Roman"/>
          <w:bCs/>
          <w:sz w:val="28"/>
          <w:szCs w:val="28"/>
        </w:rPr>
        <w:t xml:space="preserve">т при наличии к тому необходимых оснований проект закона Ульяновской области, указанного в части 2 статьи 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B92B72">
        <w:rPr>
          <w:rFonts w:ascii="Times New Roman" w:hAnsi="Times New Roman" w:cs="Times New Roman"/>
          <w:bCs/>
          <w:sz w:val="28"/>
          <w:szCs w:val="28"/>
        </w:rPr>
        <w:t xml:space="preserve"> настоящего Закона.</w:t>
      </w:r>
    </w:p>
    <w:p w:rsidR="00C90524" w:rsidRPr="00BE49C1" w:rsidRDefault="00C90524" w:rsidP="0071640E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BE49C1">
        <w:rPr>
          <w:rFonts w:ascii="Times New Roman" w:hAnsi="Times New Roman" w:cs="Times New Roman"/>
          <w:sz w:val="28"/>
          <w:szCs w:val="28"/>
        </w:rPr>
        <w:t xml:space="preserve">ри осуществлении </w:t>
      </w:r>
      <w:r w:rsidRPr="00B455A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BE49C1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E49C1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 исполнительный орган государственной власти Ульяновской области, уполномоченный в сфере управления и распоряжения государственной собственностью Ульяновской области</w:t>
      </w:r>
      <w:r w:rsidRPr="00BE49C1">
        <w:rPr>
          <w:rFonts w:ascii="Times New Roman" w:hAnsi="Times New Roman" w:cs="Times New Roman"/>
          <w:sz w:val="28"/>
          <w:szCs w:val="28"/>
        </w:rPr>
        <w:t>:</w:t>
      </w:r>
    </w:p>
    <w:p w:rsidR="00C90524" w:rsidRDefault="00C90524" w:rsidP="0071640E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E26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передаёт в установленном порядке в пользование и (или) управление либо в муниципальную собственность муниципального образования «город Ульяновск» материальные ресурсы; </w:t>
      </w:r>
    </w:p>
    <w:p w:rsidR="00C90524" w:rsidRPr="006A2E26" w:rsidRDefault="00C90524" w:rsidP="0071640E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E26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устанавливает требования к порядку представления, содержанию </w:t>
      </w:r>
      <w:r>
        <w:rPr>
          <w:rFonts w:ascii="Times New Roman" w:hAnsi="Times New Roman" w:cs="Times New Roman"/>
          <w:sz w:val="28"/>
          <w:szCs w:val="28"/>
        </w:rPr>
        <w:br/>
        <w:t>и формам отчётности администрации об использовании материальных ресурсов</w:t>
      </w:r>
      <w:r w:rsidRPr="006A2E26">
        <w:rPr>
          <w:rFonts w:ascii="Times New Roman" w:hAnsi="Times New Roman" w:cs="Times New Roman"/>
          <w:sz w:val="28"/>
          <w:szCs w:val="28"/>
        </w:rPr>
        <w:t>;</w:t>
      </w:r>
    </w:p>
    <w:p w:rsidR="00C90524" w:rsidRPr="0025025C" w:rsidRDefault="00C90524" w:rsidP="0071640E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E26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контроль за использованием материальных ресурсов </w:t>
      </w:r>
      <w:r>
        <w:rPr>
          <w:rFonts w:ascii="Times New Roman" w:hAnsi="Times New Roman" w:cs="Times New Roman"/>
          <w:sz w:val="28"/>
          <w:szCs w:val="28"/>
        </w:rPr>
        <w:br/>
        <w:t xml:space="preserve">по целевому назначению, направляет предписания об устранении выявленных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по результатам выездных и иных проверок нарушений и привлечении </w:t>
      </w:r>
      <w:r>
        <w:rPr>
          <w:rFonts w:ascii="Times New Roman" w:hAnsi="Times New Roman" w:cs="Times New Roman"/>
          <w:sz w:val="28"/>
          <w:szCs w:val="28"/>
        </w:rPr>
        <w:br/>
        <w:t xml:space="preserve">к ответственности должностных лиц администрации. </w:t>
      </w:r>
    </w:p>
    <w:p w:rsidR="00C90524" w:rsidRPr="0071640E" w:rsidRDefault="00C90524" w:rsidP="007164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C90524" w:rsidRDefault="00C90524" w:rsidP="007164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Pr="00B32C4B" w:rsidRDefault="00C90524" w:rsidP="0071640E">
      <w:pPr>
        <w:pStyle w:val="ListParagraph"/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</w:t>
      </w:r>
      <w:r w:rsidRPr="0071640E">
        <w:rPr>
          <w:rFonts w:ascii="Times New Roman" w:hAnsi="Times New Roman" w:cs="Times New Roman"/>
          <w:sz w:val="24"/>
          <w:szCs w:val="28"/>
        </w:rPr>
        <w:t> </w:t>
      </w:r>
      <w:r w:rsidRPr="00B32C4B">
        <w:rPr>
          <w:rFonts w:ascii="Times New Roman" w:hAnsi="Times New Roman" w:cs="Times New Roman"/>
          <w:b/>
          <w:sz w:val="28"/>
          <w:szCs w:val="28"/>
        </w:rPr>
        <w:t>Права и обязанности администрации при осуществлении государственных полномочий</w:t>
      </w:r>
    </w:p>
    <w:p w:rsidR="00C90524" w:rsidRDefault="00C90524" w:rsidP="007164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71640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Default="00C90524" w:rsidP="00AA7DE7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государственных полномочий администрация:</w:t>
      </w:r>
    </w:p>
    <w:p w:rsidR="00C90524" w:rsidRDefault="00C90524" w:rsidP="00290EAE">
      <w:pPr>
        <w:pStyle w:val="ListParagraph"/>
        <w:numPr>
          <w:ilvl w:val="0"/>
          <w:numId w:val="8"/>
        </w:numPr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деятельность по осуществлению государственных полномочий в соответствии с федеральными законами и иными нормативными правовыми актами Российской Федерации, настоящим Законом, а также нормативными правовыми актами и иными документами, предусмотренными пунктом 2 части 1 статьи 6 настоящего Закона, в том числе определяет должностное лицо администрации, указанное в части 2 статьи 4 настоящего Закона;</w:t>
      </w:r>
    </w:p>
    <w:p w:rsidR="00C90524" w:rsidRDefault="00C90524" w:rsidP="00290EAE">
      <w:pPr>
        <w:pStyle w:val="ListParagraph"/>
        <w:numPr>
          <w:ilvl w:val="0"/>
          <w:numId w:val="8"/>
        </w:numPr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издаёт муниципальные правовые акты по вопросам осуществления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ею государственных полномочий и обеспечивает представление их экземпляров </w:t>
      </w:r>
      <w:r>
        <w:rPr>
          <w:rFonts w:ascii="Times New Roman" w:hAnsi="Times New Roman" w:cs="Times New Roman"/>
          <w:sz w:val="28"/>
          <w:szCs w:val="28"/>
        </w:rPr>
        <w:br/>
        <w:t>в уполномоченный орган в сроки, установленные нормативным правовым актом уполномоченного органа;</w:t>
      </w:r>
    </w:p>
    <w:p w:rsidR="00C90524" w:rsidRDefault="00C90524" w:rsidP="00290EAE">
      <w:pPr>
        <w:pStyle w:val="ListParagraph"/>
        <w:numPr>
          <w:ilvl w:val="0"/>
          <w:numId w:val="8"/>
        </w:numPr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по запросам уполномоченного органа информацию, документы и материалы по вопросам осуществления государственных полномочий;</w:t>
      </w:r>
    </w:p>
    <w:p w:rsidR="00C90524" w:rsidRDefault="00C90524" w:rsidP="00290EAE">
      <w:pPr>
        <w:pStyle w:val="ListParagraph"/>
        <w:numPr>
          <w:ilvl w:val="0"/>
          <w:numId w:val="8"/>
        </w:numPr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целевое, эффективное и результативное расходование субвенций, а также использование материальных ресурсов по целевому назначению;</w:t>
      </w:r>
    </w:p>
    <w:p w:rsidR="00C90524" w:rsidRDefault="00C90524" w:rsidP="00290EAE">
      <w:pPr>
        <w:pStyle w:val="ListParagraph"/>
        <w:numPr>
          <w:ilvl w:val="0"/>
          <w:numId w:val="8"/>
        </w:numPr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представление в уполномоченный орган в установленные сроки и форме отчётов о расходовании субвенций, а также отчётов </w:t>
      </w:r>
      <w:r>
        <w:rPr>
          <w:rFonts w:ascii="Times New Roman" w:hAnsi="Times New Roman" w:cs="Times New Roman"/>
          <w:sz w:val="28"/>
          <w:szCs w:val="28"/>
        </w:rPr>
        <w:br/>
        <w:t>об осуществлении государственных полномочий;</w:t>
      </w:r>
    </w:p>
    <w:p w:rsidR="00C90524" w:rsidRDefault="00C90524" w:rsidP="00290EAE">
      <w:pPr>
        <w:pStyle w:val="ListParagraph"/>
        <w:numPr>
          <w:ilvl w:val="0"/>
          <w:numId w:val="8"/>
        </w:numPr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представление в исполнительный орган государственной власти Ульяновской области, уполномоченный в сфере управления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распоряжения государственной собственностью Ульяновской области, </w:t>
      </w:r>
      <w:r>
        <w:rPr>
          <w:rFonts w:ascii="Times New Roman" w:hAnsi="Times New Roman" w:cs="Times New Roman"/>
          <w:sz w:val="28"/>
          <w:szCs w:val="28"/>
        </w:rPr>
        <w:br/>
        <w:t>в установленные сроки и форме отчётов об использовании материальных ресурсов;</w:t>
      </w:r>
    </w:p>
    <w:p w:rsidR="00C90524" w:rsidRDefault="00C90524" w:rsidP="00290EAE">
      <w:pPr>
        <w:pStyle w:val="ListParagraph"/>
        <w:numPr>
          <w:ilvl w:val="0"/>
          <w:numId w:val="8"/>
        </w:numPr>
        <w:spacing w:after="0" w:line="37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перечисляет в случае прекращения осуществления ею государственных полномочий неизрасходованные субвенции в областной бюджет Ульяновской области и возвращает в казну Ульяновской области неиспользованные материальные ресурсы, а также передаёт связанные с осуществлением государственных полномочий документы и материалы.</w:t>
      </w:r>
    </w:p>
    <w:p w:rsidR="00C90524" w:rsidRPr="00290EAE" w:rsidRDefault="00C90524" w:rsidP="00290EAE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12"/>
          <w:szCs w:val="28"/>
        </w:rPr>
      </w:pPr>
    </w:p>
    <w:p w:rsidR="00C90524" w:rsidRDefault="00C90524" w:rsidP="00290EAE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90524" w:rsidRPr="00380936" w:rsidRDefault="00C90524" w:rsidP="006E1DB7">
      <w:pPr>
        <w:pStyle w:val="ListParagraph"/>
        <w:tabs>
          <w:tab w:val="left" w:pos="1701"/>
          <w:tab w:val="left" w:pos="1985"/>
        </w:tabs>
        <w:spacing w:after="0" w:line="240" w:lineRule="auto"/>
        <w:ind w:left="2127" w:hanging="14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936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ab/>
        <w:t>8</w:t>
      </w:r>
      <w:r w:rsidRPr="003809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80936">
        <w:rPr>
          <w:rFonts w:ascii="Times New Roman" w:hAnsi="Times New Roman" w:cs="Times New Roman"/>
          <w:b/>
          <w:sz w:val="28"/>
          <w:szCs w:val="28"/>
        </w:rPr>
        <w:t>Условия и по</w:t>
      </w:r>
      <w:r>
        <w:rPr>
          <w:rFonts w:ascii="Times New Roman" w:hAnsi="Times New Roman" w:cs="Times New Roman"/>
          <w:b/>
          <w:sz w:val="28"/>
          <w:szCs w:val="28"/>
        </w:rPr>
        <w:t xml:space="preserve">рядок прекращения осуществления </w:t>
      </w:r>
      <w:r w:rsidRPr="00380936">
        <w:rPr>
          <w:rFonts w:ascii="Times New Roman" w:hAnsi="Times New Roman" w:cs="Times New Roman"/>
          <w:b/>
          <w:sz w:val="28"/>
          <w:szCs w:val="28"/>
        </w:rPr>
        <w:t>администрацией государственн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80936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:rsidR="00C90524" w:rsidRDefault="00C90524" w:rsidP="00290EA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</w:p>
    <w:p w:rsidR="00C90524" w:rsidRPr="00290EAE" w:rsidRDefault="00C90524" w:rsidP="00290EA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Cs w:val="28"/>
        </w:rPr>
      </w:pP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D13C94">
        <w:rPr>
          <w:rFonts w:ascii="Times New Roman" w:hAnsi="Times New Roman" w:cs="Times New Roman"/>
          <w:sz w:val="28"/>
          <w:szCs w:val="28"/>
        </w:rPr>
        <w:t>Осуществление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государственных полномочий прекращается вследстви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3C94">
        <w:rPr>
          <w:rFonts w:ascii="Times New Roman" w:hAnsi="Times New Roman" w:cs="Times New Roman"/>
          <w:sz w:val="28"/>
          <w:szCs w:val="28"/>
        </w:rPr>
        <w:t>: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13C94">
        <w:rPr>
          <w:rFonts w:ascii="Times New Roman" w:hAnsi="Times New Roman" w:cs="Times New Roman"/>
          <w:sz w:val="28"/>
          <w:szCs w:val="28"/>
        </w:rPr>
        <w:t xml:space="preserve">) нецелесообразности дальнейшего осуществления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13C94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3C94">
        <w:rPr>
          <w:rFonts w:ascii="Times New Roman" w:hAnsi="Times New Roman" w:cs="Times New Roman"/>
          <w:sz w:val="28"/>
          <w:szCs w:val="28"/>
        </w:rPr>
        <w:t>;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13C94">
        <w:rPr>
          <w:rFonts w:ascii="Times New Roman" w:hAnsi="Times New Roman" w:cs="Times New Roman"/>
          <w:sz w:val="28"/>
          <w:szCs w:val="28"/>
        </w:rPr>
        <w:t>) взаимного соглашения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3C94">
        <w:rPr>
          <w:rFonts w:ascii="Times New Roman" w:hAnsi="Times New Roman" w:cs="Times New Roman"/>
          <w:sz w:val="28"/>
          <w:szCs w:val="28"/>
        </w:rPr>
        <w:t xml:space="preserve"> и Правительства Ульяновской области о необходимости отзыва государственных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"/>
      <w:bookmarkEnd w:id="2"/>
      <w:r>
        <w:rPr>
          <w:rFonts w:ascii="Times New Roman" w:hAnsi="Times New Roman" w:cs="Times New Roman"/>
          <w:sz w:val="28"/>
          <w:szCs w:val="28"/>
        </w:rPr>
        <w:t>2. </w:t>
      </w:r>
      <w:r w:rsidRPr="00D13C94">
        <w:rPr>
          <w:rFonts w:ascii="Times New Roman" w:hAnsi="Times New Roman" w:cs="Times New Roman"/>
          <w:sz w:val="28"/>
          <w:szCs w:val="28"/>
        </w:rPr>
        <w:t>Осуществление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13C94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прекращается законом Ульяновской области.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C94">
        <w:rPr>
          <w:rFonts w:ascii="Times New Roman" w:hAnsi="Times New Roman" w:cs="Times New Roman"/>
          <w:sz w:val="28"/>
          <w:szCs w:val="28"/>
        </w:rPr>
        <w:t xml:space="preserve">3. Закон Ульяновской области, указанный </w:t>
      </w:r>
      <w:r w:rsidRPr="00B92B7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7" w:history="1">
        <w:r w:rsidRPr="00B92B7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части 2</w:t>
        </w:r>
      </w:hyperlink>
      <w:r w:rsidRPr="00D13C94">
        <w:rPr>
          <w:rFonts w:ascii="Times New Roman" w:hAnsi="Times New Roman" w:cs="Times New Roman"/>
          <w:sz w:val="28"/>
          <w:szCs w:val="28"/>
        </w:rPr>
        <w:t xml:space="preserve"> настоящей статьи, должен содержать: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13C94">
        <w:rPr>
          <w:rFonts w:ascii="Times New Roman" w:hAnsi="Times New Roman" w:cs="Times New Roman"/>
          <w:sz w:val="28"/>
          <w:szCs w:val="28"/>
        </w:rPr>
        <w:t>основания прекращения осуществления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13C94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ar2" w:history="1">
        <w:r w:rsidRPr="00B92B7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частью 1</w:t>
        </w:r>
      </w:hyperlink>
      <w:r w:rsidRPr="00D13C94">
        <w:rPr>
          <w:rFonts w:ascii="Times New Roman" w:hAnsi="Times New Roman" w:cs="Times New Roman"/>
          <w:sz w:val="28"/>
          <w:szCs w:val="28"/>
        </w:rPr>
        <w:t xml:space="preserve"> настоящей статьи;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C94">
        <w:rPr>
          <w:rFonts w:ascii="Times New Roman" w:hAnsi="Times New Roman" w:cs="Times New Roman"/>
          <w:sz w:val="28"/>
          <w:szCs w:val="28"/>
        </w:rPr>
        <w:t>2) сроки перечисления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в областной бюджет Ульяновской области неизрасходованных субвенций, а также возврата </w:t>
      </w:r>
      <w:r>
        <w:rPr>
          <w:rFonts w:ascii="Times New Roman" w:hAnsi="Times New Roman" w:cs="Times New Roman"/>
          <w:sz w:val="28"/>
          <w:szCs w:val="28"/>
        </w:rPr>
        <w:t>ею</w:t>
      </w:r>
      <w:r w:rsidRPr="00D13C94">
        <w:rPr>
          <w:rFonts w:ascii="Times New Roman" w:hAnsi="Times New Roman" w:cs="Times New Roman"/>
          <w:sz w:val="28"/>
          <w:szCs w:val="28"/>
        </w:rPr>
        <w:t xml:space="preserve"> в казну Ульяновской области неиспользованных материальных ресурсов;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C94">
        <w:rPr>
          <w:rFonts w:ascii="Times New Roman" w:hAnsi="Times New Roman" w:cs="Times New Roman"/>
          <w:sz w:val="28"/>
          <w:szCs w:val="28"/>
        </w:rPr>
        <w:t>3) дату прекращения осуществления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D13C94">
        <w:rPr>
          <w:rFonts w:ascii="Times New Roman" w:hAnsi="Times New Roman" w:cs="Times New Roman"/>
          <w:sz w:val="28"/>
          <w:szCs w:val="28"/>
        </w:rPr>
        <w:t>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3C94">
        <w:rPr>
          <w:rFonts w:ascii="Times New Roman" w:hAnsi="Times New Roman" w:cs="Times New Roman"/>
          <w:sz w:val="28"/>
          <w:szCs w:val="28"/>
        </w:rPr>
        <w:t>;</w:t>
      </w:r>
    </w:p>
    <w:p w:rsidR="00C90524" w:rsidRPr="00D13C94" w:rsidRDefault="00C90524" w:rsidP="00290EAE">
      <w:pPr>
        <w:pStyle w:val="ListParagraph"/>
        <w:spacing w:after="0" w:line="35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C94">
        <w:rPr>
          <w:rFonts w:ascii="Times New Roman" w:hAnsi="Times New Roman" w:cs="Times New Roman"/>
          <w:sz w:val="28"/>
          <w:szCs w:val="28"/>
        </w:rPr>
        <w:t>4) сроки и порядок передачи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документов и материалов</w:t>
      </w:r>
      <w:r>
        <w:rPr>
          <w:rFonts w:ascii="Times New Roman" w:hAnsi="Times New Roman" w:cs="Times New Roman"/>
          <w:sz w:val="28"/>
          <w:szCs w:val="28"/>
        </w:rPr>
        <w:br/>
      </w:r>
      <w:r w:rsidRPr="00D13C94">
        <w:rPr>
          <w:rFonts w:ascii="Times New Roman" w:hAnsi="Times New Roman" w:cs="Times New Roman"/>
          <w:sz w:val="28"/>
          <w:szCs w:val="28"/>
        </w:rPr>
        <w:t>по вопросам осуществления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13C94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13C94">
        <w:rPr>
          <w:rFonts w:ascii="Times New Roman" w:hAnsi="Times New Roman" w:cs="Times New Roman"/>
          <w:sz w:val="28"/>
          <w:szCs w:val="28"/>
        </w:rPr>
        <w:t xml:space="preserve"> и наименование органа, которому они передаются.</w:t>
      </w:r>
    </w:p>
    <w:p w:rsidR="00C90524" w:rsidRPr="00290EAE" w:rsidRDefault="00C90524" w:rsidP="00E045F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8"/>
          <w:szCs w:val="28"/>
        </w:rPr>
      </w:pPr>
    </w:p>
    <w:p w:rsidR="00C90524" w:rsidRDefault="00C90524" w:rsidP="00E045F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Pr="000B3C77" w:rsidRDefault="00C90524" w:rsidP="000B3C77">
      <w:pPr>
        <w:pStyle w:val="ListParagraph"/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3C77">
        <w:rPr>
          <w:rFonts w:ascii="Times New Roman" w:hAnsi="Times New Roman" w:cs="Times New Roman"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0B3C7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3C77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0B3C77">
        <w:rPr>
          <w:rFonts w:ascii="Times New Roman" w:hAnsi="Times New Roman" w:cs="Times New Roman"/>
          <w:b/>
          <w:bCs/>
          <w:sz w:val="28"/>
          <w:szCs w:val="28"/>
        </w:rPr>
        <w:t>с исполнением настоящего Закона</w:t>
      </w:r>
    </w:p>
    <w:p w:rsidR="00C90524" w:rsidRDefault="00C90524" w:rsidP="00290EA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0524" w:rsidRPr="00290EAE" w:rsidRDefault="00C90524" w:rsidP="00290EA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18"/>
          <w:szCs w:val="28"/>
        </w:rPr>
      </w:pPr>
    </w:p>
    <w:p w:rsidR="00C90524" w:rsidRDefault="00C90524" w:rsidP="00290EAE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C77">
        <w:rPr>
          <w:rFonts w:ascii="Times New Roman" w:hAnsi="Times New Roman" w:cs="Times New Roman"/>
          <w:bCs/>
          <w:sz w:val="28"/>
          <w:szCs w:val="28"/>
        </w:rPr>
        <w:t xml:space="preserve">Финансовое обеспечение расходных обязательств, связанных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B3C77">
        <w:rPr>
          <w:rFonts w:ascii="Times New Roman" w:hAnsi="Times New Roman" w:cs="Times New Roman"/>
          <w:bCs/>
          <w:sz w:val="28"/>
          <w:szCs w:val="28"/>
        </w:rPr>
        <w:t xml:space="preserve">с исполнением настоящего Закона, осуществляется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установленном Правительством Ульяновской области порядке за счёт </w:t>
      </w:r>
      <w:r w:rsidRPr="000B3C77">
        <w:rPr>
          <w:rFonts w:ascii="Times New Roman" w:hAnsi="Times New Roman" w:cs="Times New Roman"/>
          <w:bCs/>
          <w:sz w:val="28"/>
          <w:szCs w:val="28"/>
        </w:rPr>
        <w:t xml:space="preserve">бюджетных ассигнований, предусмотренных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уполномоченному органу </w:t>
      </w:r>
      <w:r w:rsidRPr="000B3C77">
        <w:rPr>
          <w:rFonts w:ascii="Times New Roman" w:hAnsi="Times New Roman" w:cs="Times New Roman"/>
          <w:bCs/>
          <w:sz w:val="28"/>
          <w:szCs w:val="28"/>
        </w:rPr>
        <w:t>на соответствующие цели в законе Ульяновской области об областном бюджете Ульяновской области.</w:t>
      </w:r>
    </w:p>
    <w:p w:rsidR="00C90524" w:rsidRPr="00290EAE" w:rsidRDefault="00C90524" w:rsidP="00290EA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8"/>
        </w:rPr>
      </w:pPr>
    </w:p>
    <w:p w:rsidR="00C90524" w:rsidRPr="007F6F00" w:rsidRDefault="00C90524" w:rsidP="00290EA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Pr="007F6F00" w:rsidRDefault="00C90524" w:rsidP="00290EA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290EA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7CD0">
        <w:rPr>
          <w:rFonts w:ascii="Times New Roman" w:hAnsi="Times New Roman" w:cs="Times New Roman"/>
          <w:b/>
          <w:bCs/>
          <w:sz w:val="28"/>
          <w:szCs w:val="28"/>
        </w:rPr>
        <w:t>Губернатор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7CD0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С.И.Морозов</w:t>
      </w:r>
    </w:p>
    <w:p w:rsidR="00C90524" w:rsidRPr="00290EAE" w:rsidRDefault="00C90524" w:rsidP="00290EA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290EA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290EA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0524" w:rsidRDefault="00C90524" w:rsidP="00290EA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C90524" w:rsidRDefault="00C90524" w:rsidP="00290EA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  марта  2016 г.</w:t>
      </w:r>
    </w:p>
    <w:p w:rsidR="00C90524" w:rsidRPr="009D7CD0" w:rsidRDefault="00C90524" w:rsidP="00290EAE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25-ЗО</w:t>
      </w:r>
    </w:p>
    <w:sectPr w:rsidR="00C90524" w:rsidRPr="009D7CD0" w:rsidSect="00B83E6A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524" w:rsidRDefault="00C90524" w:rsidP="00360854">
      <w:pPr>
        <w:spacing w:after="0" w:line="240" w:lineRule="auto"/>
      </w:pPr>
      <w:r>
        <w:separator/>
      </w:r>
    </w:p>
  </w:endnote>
  <w:endnote w:type="continuationSeparator" w:id="0">
    <w:p w:rsidR="00C90524" w:rsidRDefault="00C90524" w:rsidP="0036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24" w:rsidRPr="00994171" w:rsidRDefault="00C90524" w:rsidP="00994171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994171">
      <w:rPr>
        <w:rFonts w:ascii="Times New Roman" w:hAnsi="Times New Roman" w:cs="Times New Roman"/>
        <w:sz w:val="16"/>
        <w:szCs w:val="16"/>
      </w:rPr>
      <w:t>0502чл1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524" w:rsidRDefault="00C90524" w:rsidP="00360854">
      <w:pPr>
        <w:spacing w:after="0" w:line="240" w:lineRule="auto"/>
      </w:pPr>
      <w:r>
        <w:separator/>
      </w:r>
    </w:p>
  </w:footnote>
  <w:footnote w:type="continuationSeparator" w:id="0">
    <w:p w:rsidR="00C90524" w:rsidRDefault="00C90524" w:rsidP="0036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24" w:rsidRPr="00360854" w:rsidRDefault="00C90524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8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B7238"/>
    <w:multiLevelType w:val="hybridMultilevel"/>
    <w:tmpl w:val="3094166E"/>
    <w:lvl w:ilvl="0" w:tplc="6B086878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B96553D"/>
    <w:multiLevelType w:val="hybridMultilevel"/>
    <w:tmpl w:val="F912CF0C"/>
    <w:lvl w:ilvl="0" w:tplc="A9F81C3E">
      <w:start w:val="1"/>
      <w:numFmt w:val="decimal"/>
      <w:suff w:val="space"/>
      <w:lvlText w:val="%1)"/>
      <w:lvlJc w:val="left"/>
      <w:pPr>
        <w:ind w:left="1774" w:hanging="106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9BB0C7F"/>
    <w:multiLevelType w:val="hybridMultilevel"/>
    <w:tmpl w:val="E8FC9BCE"/>
    <w:lvl w:ilvl="0" w:tplc="9F9C96E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91330AD"/>
    <w:multiLevelType w:val="hybridMultilevel"/>
    <w:tmpl w:val="8D1CF788"/>
    <w:lvl w:ilvl="0" w:tplc="74289C08">
      <w:start w:val="1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BE51C38"/>
    <w:multiLevelType w:val="hybridMultilevel"/>
    <w:tmpl w:val="CDB29A4E"/>
    <w:lvl w:ilvl="0" w:tplc="5C12AE7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604B5D08"/>
    <w:multiLevelType w:val="hybridMultilevel"/>
    <w:tmpl w:val="D13ED060"/>
    <w:lvl w:ilvl="0" w:tplc="5B22B874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58371E5"/>
    <w:multiLevelType w:val="hybridMultilevel"/>
    <w:tmpl w:val="A524EB20"/>
    <w:lvl w:ilvl="0" w:tplc="A2029542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9E80B90"/>
    <w:multiLevelType w:val="hybridMultilevel"/>
    <w:tmpl w:val="5744324C"/>
    <w:lvl w:ilvl="0" w:tplc="1EFAA7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539"/>
    <w:rsid w:val="000002F7"/>
    <w:rsid w:val="00014882"/>
    <w:rsid w:val="000453E8"/>
    <w:rsid w:val="00050CE0"/>
    <w:rsid w:val="00057EF9"/>
    <w:rsid w:val="0006118D"/>
    <w:rsid w:val="0007367F"/>
    <w:rsid w:val="000917F6"/>
    <w:rsid w:val="000927B7"/>
    <w:rsid w:val="00097676"/>
    <w:rsid w:val="000A1D8F"/>
    <w:rsid w:val="000B3C77"/>
    <w:rsid w:val="000B436A"/>
    <w:rsid w:val="000D1688"/>
    <w:rsid w:val="000D2A4B"/>
    <w:rsid w:val="000E2B99"/>
    <w:rsid w:val="000E43A7"/>
    <w:rsid w:val="000F359A"/>
    <w:rsid w:val="001141F4"/>
    <w:rsid w:val="00114668"/>
    <w:rsid w:val="00117522"/>
    <w:rsid w:val="0012560A"/>
    <w:rsid w:val="00132896"/>
    <w:rsid w:val="00134654"/>
    <w:rsid w:val="00134715"/>
    <w:rsid w:val="00135E83"/>
    <w:rsid w:val="001420D2"/>
    <w:rsid w:val="00142D27"/>
    <w:rsid w:val="0015142A"/>
    <w:rsid w:val="001617E1"/>
    <w:rsid w:val="00163EA8"/>
    <w:rsid w:val="00164A6C"/>
    <w:rsid w:val="00171FAC"/>
    <w:rsid w:val="00172AA4"/>
    <w:rsid w:val="00173731"/>
    <w:rsid w:val="001844BF"/>
    <w:rsid w:val="00185191"/>
    <w:rsid w:val="001901E9"/>
    <w:rsid w:val="001934A9"/>
    <w:rsid w:val="001A254E"/>
    <w:rsid w:val="001B719C"/>
    <w:rsid w:val="001C503E"/>
    <w:rsid w:val="001D17C0"/>
    <w:rsid w:val="001D339A"/>
    <w:rsid w:val="001E3F3F"/>
    <w:rsid w:val="001F0520"/>
    <w:rsid w:val="001F05C9"/>
    <w:rsid w:val="00205979"/>
    <w:rsid w:val="002153B4"/>
    <w:rsid w:val="0022141E"/>
    <w:rsid w:val="002448F3"/>
    <w:rsid w:val="002471D8"/>
    <w:rsid w:val="0025025C"/>
    <w:rsid w:val="00251A52"/>
    <w:rsid w:val="0026048E"/>
    <w:rsid w:val="0028100F"/>
    <w:rsid w:val="0028244A"/>
    <w:rsid w:val="00290EAE"/>
    <w:rsid w:val="0029438C"/>
    <w:rsid w:val="00295D43"/>
    <w:rsid w:val="002A7083"/>
    <w:rsid w:val="002B1C34"/>
    <w:rsid w:val="002B1FC7"/>
    <w:rsid w:val="002C0329"/>
    <w:rsid w:val="002C0ABC"/>
    <w:rsid w:val="002C0FD8"/>
    <w:rsid w:val="002C1823"/>
    <w:rsid w:val="002F2447"/>
    <w:rsid w:val="002F3DF7"/>
    <w:rsid w:val="002F495C"/>
    <w:rsid w:val="002F687C"/>
    <w:rsid w:val="003014DC"/>
    <w:rsid w:val="00307BE7"/>
    <w:rsid w:val="00336A13"/>
    <w:rsid w:val="00342664"/>
    <w:rsid w:val="00346AE1"/>
    <w:rsid w:val="00354B2A"/>
    <w:rsid w:val="00360854"/>
    <w:rsid w:val="00372585"/>
    <w:rsid w:val="00380936"/>
    <w:rsid w:val="00381C42"/>
    <w:rsid w:val="00384240"/>
    <w:rsid w:val="003845CA"/>
    <w:rsid w:val="003A0080"/>
    <w:rsid w:val="003E429D"/>
    <w:rsid w:val="003F2D19"/>
    <w:rsid w:val="00400549"/>
    <w:rsid w:val="004458B4"/>
    <w:rsid w:val="00445DEB"/>
    <w:rsid w:val="00463E59"/>
    <w:rsid w:val="004650F1"/>
    <w:rsid w:val="004658E6"/>
    <w:rsid w:val="0047618C"/>
    <w:rsid w:val="0048005B"/>
    <w:rsid w:val="00490CC1"/>
    <w:rsid w:val="00495040"/>
    <w:rsid w:val="004958DD"/>
    <w:rsid w:val="004C1B19"/>
    <w:rsid w:val="004D32AF"/>
    <w:rsid w:val="00506ADB"/>
    <w:rsid w:val="00513D22"/>
    <w:rsid w:val="00515B8A"/>
    <w:rsid w:val="0052104A"/>
    <w:rsid w:val="00532BA8"/>
    <w:rsid w:val="00533830"/>
    <w:rsid w:val="0053457D"/>
    <w:rsid w:val="00534AD5"/>
    <w:rsid w:val="00541C88"/>
    <w:rsid w:val="005479F2"/>
    <w:rsid w:val="00557B1C"/>
    <w:rsid w:val="005614BF"/>
    <w:rsid w:val="00562ACC"/>
    <w:rsid w:val="0056576D"/>
    <w:rsid w:val="005679C9"/>
    <w:rsid w:val="00585C4A"/>
    <w:rsid w:val="00593686"/>
    <w:rsid w:val="005B1620"/>
    <w:rsid w:val="005D5037"/>
    <w:rsid w:val="005D59A4"/>
    <w:rsid w:val="005E4C67"/>
    <w:rsid w:val="005E5BE3"/>
    <w:rsid w:val="00603DA8"/>
    <w:rsid w:val="00605C4F"/>
    <w:rsid w:val="006127F9"/>
    <w:rsid w:val="0061787F"/>
    <w:rsid w:val="00632C64"/>
    <w:rsid w:val="00647579"/>
    <w:rsid w:val="00652287"/>
    <w:rsid w:val="006603D5"/>
    <w:rsid w:val="006626D4"/>
    <w:rsid w:val="00682687"/>
    <w:rsid w:val="0068356D"/>
    <w:rsid w:val="00691B04"/>
    <w:rsid w:val="00695ACE"/>
    <w:rsid w:val="006A2E26"/>
    <w:rsid w:val="006A5574"/>
    <w:rsid w:val="006A5E88"/>
    <w:rsid w:val="006B1F31"/>
    <w:rsid w:val="006B514A"/>
    <w:rsid w:val="006C2652"/>
    <w:rsid w:val="006D20F2"/>
    <w:rsid w:val="006D4217"/>
    <w:rsid w:val="006E1DB7"/>
    <w:rsid w:val="006E31F6"/>
    <w:rsid w:val="006E690E"/>
    <w:rsid w:val="006F5D35"/>
    <w:rsid w:val="006F61A1"/>
    <w:rsid w:val="0071640E"/>
    <w:rsid w:val="00724157"/>
    <w:rsid w:val="00725EA0"/>
    <w:rsid w:val="0074155F"/>
    <w:rsid w:val="00744F8A"/>
    <w:rsid w:val="00757F61"/>
    <w:rsid w:val="00760BE8"/>
    <w:rsid w:val="007612AD"/>
    <w:rsid w:val="00784C6B"/>
    <w:rsid w:val="0079516A"/>
    <w:rsid w:val="007C31EE"/>
    <w:rsid w:val="007C5278"/>
    <w:rsid w:val="007D55CC"/>
    <w:rsid w:val="007D6D6C"/>
    <w:rsid w:val="007E1D97"/>
    <w:rsid w:val="007E53D0"/>
    <w:rsid w:val="007F037C"/>
    <w:rsid w:val="007F10A0"/>
    <w:rsid w:val="007F2ED5"/>
    <w:rsid w:val="007F33D8"/>
    <w:rsid w:val="007F3CE2"/>
    <w:rsid w:val="007F6F00"/>
    <w:rsid w:val="00806F84"/>
    <w:rsid w:val="00814A51"/>
    <w:rsid w:val="00826C0D"/>
    <w:rsid w:val="00827423"/>
    <w:rsid w:val="008327DE"/>
    <w:rsid w:val="00862F24"/>
    <w:rsid w:val="008676FE"/>
    <w:rsid w:val="00867F07"/>
    <w:rsid w:val="008861D8"/>
    <w:rsid w:val="008A62A5"/>
    <w:rsid w:val="008B111F"/>
    <w:rsid w:val="008B2795"/>
    <w:rsid w:val="008B718C"/>
    <w:rsid w:val="008C76C8"/>
    <w:rsid w:val="008D5DCC"/>
    <w:rsid w:val="008E26DD"/>
    <w:rsid w:val="008E3704"/>
    <w:rsid w:val="008E5022"/>
    <w:rsid w:val="00906536"/>
    <w:rsid w:val="00912100"/>
    <w:rsid w:val="009136B3"/>
    <w:rsid w:val="00924F19"/>
    <w:rsid w:val="00927F6B"/>
    <w:rsid w:val="009327DA"/>
    <w:rsid w:val="0093371C"/>
    <w:rsid w:val="009368A9"/>
    <w:rsid w:val="00955495"/>
    <w:rsid w:val="009607D8"/>
    <w:rsid w:val="00962E3E"/>
    <w:rsid w:val="009709BA"/>
    <w:rsid w:val="009764AA"/>
    <w:rsid w:val="009924D3"/>
    <w:rsid w:val="00994171"/>
    <w:rsid w:val="009C1879"/>
    <w:rsid w:val="009C56B2"/>
    <w:rsid w:val="009D4307"/>
    <w:rsid w:val="009D7710"/>
    <w:rsid w:val="009D7CD0"/>
    <w:rsid w:val="009E0463"/>
    <w:rsid w:val="009E314B"/>
    <w:rsid w:val="009E6748"/>
    <w:rsid w:val="009F0747"/>
    <w:rsid w:val="009F79D5"/>
    <w:rsid w:val="009F7A05"/>
    <w:rsid w:val="00A04D15"/>
    <w:rsid w:val="00A117C3"/>
    <w:rsid w:val="00A120D2"/>
    <w:rsid w:val="00A37846"/>
    <w:rsid w:val="00A41086"/>
    <w:rsid w:val="00A6477F"/>
    <w:rsid w:val="00A7361D"/>
    <w:rsid w:val="00A75C19"/>
    <w:rsid w:val="00A823D3"/>
    <w:rsid w:val="00A87D30"/>
    <w:rsid w:val="00AA3B20"/>
    <w:rsid w:val="00AA7DE7"/>
    <w:rsid w:val="00AC680C"/>
    <w:rsid w:val="00AD2A62"/>
    <w:rsid w:val="00AE1C3D"/>
    <w:rsid w:val="00B10635"/>
    <w:rsid w:val="00B17981"/>
    <w:rsid w:val="00B207BF"/>
    <w:rsid w:val="00B2389D"/>
    <w:rsid w:val="00B246D6"/>
    <w:rsid w:val="00B32C4B"/>
    <w:rsid w:val="00B455AF"/>
    <w:rsid w:val="00B6125A"/>
    <w:rsid w:val="00B67DD2"/>
    <w:rsid w:val="00B72C0A"/>
    <w:rsid w:val="00B83E6A"/>
    <w:rsid w:val="00B92B72"/>
    <w:rsid w:val="00B93A3B"/>
    <w:rsid w:val="00B93F62"/>
    <w:rsid w:val="00B94B3F"/>
    <w:rsid w:val="00BC394E"/>
    <w:rsid w:val="00BD51F9"/>
    <w:rsid w:val="00BD7923"/>
    <w:rsid w:val="00BE2ABC"/>
    <w:rsid w:val="00BE49C1"/>
    <w:rsid w:val="00C131E4"/>
    <w:rsid w:val="00C17160"/>
    <w:rsid w:val="00C1777C"/>
    <w:rsid w:val="00C179E9"/>
    <w:rsid w:val="00C2148F"/>
    <w:rsid w:val="00C305D8"/>
    <w:rsid w:val="00C454D9"/>
    <w:rsid w:val="00C6666E"/>
    <w:rsid w:val="00C70422"/>
    <w:rsid w:val="00C777C1"/>
    <w:rsid w:val="00C80C7D"/>
    <w:rsid w:val="00C83456"/>
    <w:rsid w:val="00C84A21"/>
    <w:rsid w:val="00C90524"/>
    <w:rsid w:val="00CB7597"/>
    <w:rsid w:val="00CD5563"/>
    <w:rsid w:val="00CE1407"/>
    <w:rsid w:val="00CF5EB2"/>
    <w:rsid w:val="00D051A2"/>
    <w:rsid w:val="00D12BC2"/>
    <w:rsid w:val="00D13C94"/>
    <w:rsid w:val="00D348C2"/>
    <w:rsid w:val="00D43FD9"/>
    <w:rsid w:val="00D50A68"/>
    <w:rsid w:val="00D55925"/>
    <w:rsid w:val="00D7030A"/>
    <w:rsid w:val="00D73FB3"/>
    <w:rsid w:val="00D76161"/>
    <w:rsid w:val="00D80539"/>
    <w:rsid w:val="00D80E34"/>
    <w:rsid w:val="00D828DC"/>
    <w:rsid w:val="00D8518B"/>
    <w:rsid w:val="00D902A8"/>
    <w:rsid w:val="00D9176E"/>
    <w:rsid w:val="00D9474A"/>
    <w:rsid w:val="00DA16AC"/>
    <w:rsid w:val="00DB2A75"/>
    <w:rsid w:val="00DD499D"/>
    <w:rsid w:val="00DE6D3F"/>
    <w:rsid w:val="00DF72B7"/>
    <w:rsid w:val="00E02C82"/>
    <w:rsid w:val="00E045F0"/>
    <w:rsid w:val="00E06006"/>
    <w:rsid w:val="00E10F6D"/>
    <w:rsid w:val="00E179AF"/>
    <w:rsid w:val="00E32BFC"/>
    <w:rsid w:val="00E4074F"/>
    <w:rsid w:val="00E42F66"/>
    <w:rsid w:val="00E54364"/>
    <w:rsid w:val="00E6021B"/>
    <w:rsid w:val="00E61F37"/>
    <w:rsid w:val="00E63C10"/>
    <w:rsid w:val="00E66E2C"/>
    <w:rsid w:val="00E71752"/>
    <w:rsid w:val="00E74C95"/>
    <w:rsid w:val="00E93DEE"/>
    <w:rsid w:val="00E96212"/>
    <w:rsid w:val="00E97FE1"/>
    <w:rsid w:val="00EC3623"/>
    <w:rsid w:val="00ED14FA"/>
    <w:rsid w:val="00EE1B33"/>
    <w:rsid w:val="00EE6583"/>
    <w:rsid w:val="00EF5D1E"/>
    <w:rsid w:val="00F0315B"/>
    <w:rsid w:val="00F049E5"/>
    <w:rsid w:val="00F04A44"/>
    <w:rsid w:val="00F165A2"/>
    <w:rsid w:val="00F16787"/>
    <w:rsid w:val="00F1706F"/>
    <w:rsid w:val="00F25F0E"/>
    <w:rsid w:val="00F309E7"/>
    <w:rsid w:val="00F339C6"/>
    <w:rsid w:val="00F525DF"/>
    <w:rsid w:val="00F555B8"/>
    <w:rsid w:val="00F56D84"/>
    <w:rsid w:val="00F71AE0"/>
    <w:rsid w:val="00F77F68"/>
    <w:rsid w:val="00F81874"/>
    <w:rsid w:val="00F91EB2"/>
    <w:rsid w:val="00FA403A"/>
    <w:rsid w:val="00FB014E"/>
    <w:rsid w:val="00FB2014"/>
    <w:rsid w:val="00FF0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4B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D499D"/>
    <w:pPr>
      <w:ind w:left="720"/>
    </w:pPr>
  </w:style>
  <w:style w:type="paragraph" w:styleId="Header">
    <w:name w:val="header"/>
    <w:basedOn w:val="Normal"/>
    <w:link w:val="HeaderChar"/>
    <w:uiPriority w:val="99"/>
    <w:rsid w:val="0036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085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085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7CD0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7CD0"/>
    <w:rPr>
      <w:rFonts w:ascii="Tahoma" w:hAnsi="Tahoma"/>
      <w:sz w:val="16"/>
    </w:rPr>
  </w:style>
  <w:style w:type="paragraph" w:styleId="NormalWeb">
    <w:name w:val="Normal (Web)"/>
    <w:basedOn w:val="Normal"/>
    <w:uiPriority w:val="99"/>
    <w:rsid w:val="00760BE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760BE8"/>
    <w:rPr>
      <w:rFonts w:cs="Times New Roman"/>
      <w:b/>
    </w:rPr>
  </w:style>
  <w:style w:type="paragraph" w:customStyle="1" w:styleId="ConsNormal">
    <w:name w:val="ConsNormal"/>
    <w:uiPriority w:val="99"/>
    <w:rsid w:val="00760B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D7030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8244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locked/>
    <w:rsid w:val="00E32B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8</Pages>
  <Words>1715</Words>
  <Characters>9781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Клюкина Светлана Викторовна</dc:creator>
  <cp:keywords/>
  <dc:description/>
  <cp:lastModifiedBy>Пользователь</cp:lastModifiedBy>
  <cp:revision>3</cp:revision>
  <cp:lastPrinted>2016-02-08T07:53:00Z</cp:lastPrinted>
  <dcterms:created xsi:type="dcterms:W3CDTF">2016-02-16T11:01:00Z</dcterms:created>
  <dcterms:modified xsi:type="dcterms:W3CDTF">2016-03-14T08:43:00Z</dcterms:modified>
</cp:coreProperties>
</file>