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FF0" w:rsidRPr="00D239EC" w:rsidRDefault="006E2FF0" w:rsidP="00840C1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239EC">
        <w:rPr>
          <w:rFonts w:ascii="Times New Roman" w:hAnsi="Times New Roman" w:cs="Times New Roman"/>
          <w:sz w:val="28"/>
          <w:szCs w:val="28"/>
        </w:rPr>
        <w:t xml:space="preserve">Закон Ульяновской области </w:t>
      </w:r>
    </w:p>
    <w:p w:rsidR="006E2FF0" w:rsidRDefault="006E2FF0" w:rsidP="00840C1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2FF0" w:rsidRDefault="006E2FF0" w:rsidP="00840C1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2FF0" w:rsidRDefault="006E2FF0" w:rsidP="0059586A">
      <w:pPr>
        <w:pStyle w:val="Con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6E2FF0" w:rsidRPr="00840C1D" w:rsidRDefault="006E2FF0" w:rsidP="0059586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2FF0" w:rsidRDefault="006E2FF0" w:rsidP="00FD310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B108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внесении изменения в статью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3 Закона Ульяновской области </w:t>
      </w:r>
    </w:p>
    <w:p w:rsidR="006E2FF0" w:rsidRPr="00505075" w:rsidRDefault="006E2FF0" w:rsidP="008F3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0507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 порядке ведения органами местного самоуправления муниципальных образований Ульяновской области учёта граждан в качестве нуждающихся   в жилых помещениях, предоставляемых по договорам социального найма»</w:t>
      </w:r>
    </w:p>
    <w:p w:rsidR="006E2FF0" w:rsidRDefault="006E2FF0" w:rsidP="00A9622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2FF0" w:rsidRDefault="006E2FF0" w:rsidP="00A9622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2FF0" w:rsidRPr="00FD1E6C" w:rsidRDefault="006E2FF0" w:rsidP="001C50E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FD1E6C">
        <w:rPr>
          <w:rFonts w:ascii="Times New Roman" w:hAnsi="Times New Roman" w:cs="Times New Roman"/>
          <w:b w:val="0"/>
          <w:sz w:val="24"/>
          <w:szCs w:val="24"/>
        </w:rPr>
        <w:t>Принят Законодательным Собранием Ульяновской области 24 декабря 2015 года</w:t>
      </w:r>
    </w:p>
    <w:p w:rsidR="006E2FF0" w:rsidRDefault="006E2FF0" w:rsidP="00540EE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E2FF0" w:rsidRDefault="006E2FF0" w:rsidP="00C262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FF0" w:rsidRPr="00C26212" w:rsidRDefault="006E2FF0" w:rsidP="00C262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E2FF0" w:rsidRDefault="006E2FF0" w:rsidP="00553971">
      <w:pPr>
        <w:pStyle w:val="a1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часть</w:t>
      </w:r>
      <w:r w:rsidRPr="00C262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</w:t>
      </w:r>
      <w:r w:rsidRPr="00C26212">
        <w:rPr>
          <w:rFonts w:ascii="Times New Roman" w:hAnsi="Times New Roman"/>
          <w:sz w:val="28"/>
          <w:szCs w:val="28"/>
        </w:rPr>
        <w:t xml:space="preserve"> статьи 3 Закона Ульяновской области от 6 мая 2006 года   № 49-ЗО «О порядке ведения органами местного самоуправления муниципальных образований Ульяновской области учёта граждан в качестве нуждающихся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C26212">
        <w:rPr>
          <w:rFonts w:ascii="Times New Roman" w:hAnsi="Times New Roman"/>
          <w:sz w:val="28"/>
          <w:szCs w:val="28"/>
        </w:rPr>
        <w:t>в жилых помещениях, предоставляемых по договорам социального найма» («</w:t>
      </w:r>
      <w:r>
        <w:rPr>
          <w:rFonts w:ascii="Times New Roman" w:hAnsi="Times New Roman"/>
          <w:sz w:val="28"/>
          <w:szCs w:val="28"/>
        </w:rPr>
        <w:t>Ульяновская правда»</w:t>
      </w:r>
      <w:r w:rsidRPr="00C26212">
        <w:rPr>
          <w:rFonts w:ascii="Times New Roman" w:hAnsi="Times New Roman"/>
          <w:sz w:val="28"/>
          <w:szCs w:val="28"/>
        </w:rPr>
        <w:t xml:space="preserve"> от 17</w:t>
      </w:r>
      <w:r>
        <w:rPr>
          <w:rFonts w:ascii="Times New Roman" w:hAnsi="Times New Roman"/>
          <w:sz w:val="28"/>
          <w:szCs w:val="28"/>
        </w:rPr>
        <w:t>.05.</w:t>
      </w:r>
      <w:r w:rsidRPr="00C26212">
        <w:rPr>
          <w:rFonts w:ascii="Times New Roman" w:hAnsi="Times New Roman"/>
          <w:sz w:val="28"/>
          <w:szCs w:val="28"/>
        </w:rPr>
        <w:t>2006 № 35</w:t>
      </w:r>
      <w:r>
        <w:rPr>
          <w:rFonts w:ascii="Times New Roman" w:hAnsi="Times New Roman"/>
          <w:sz w:val="28"/>
          <w:szCs w:val="28"/>
        </w:rPr>
        <w:t>; от 07.11.2008 № 91; от 07.07.2010       № 51-52; от 02.03.2012 № 22; от 13.03.2013 № 27</w:t>
      </w:r>
      <w:r w:rsidRPr="00C26212">
        <w:rPr>
          <w:rFonts w:ascii="Times New Roman" w:hAnsi="Times New Roman"/>
          <w:sz w:val="28"/>
          <w:szCs w:val="28"/>
        </w:rPr>
        <w:t>)</w:t>
      </w:r>
      <w:r w:rsidRPr="00AB58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изменение, дополнив её после слов «социального найма,» словами «уведомлений о принятии гражданина           на учёт в качестве нуждающегося в жилом помещении, предоставляемом            по договору социального найма, или об отказе в принятии гражданина на такой учёт, расписки в получении документов, а также». </w:t>
      </w:r>
    </w:p>
    <w:p w:rsidR="006E2FF0" w:rsidRPr="00553971" w:rsidRDefault="006E2FF0" w:rsidP="00553971">
      <w:pPr>
        <w:rPr>
          <w:b/>
          <w:sz w:val="16"/>
          <w:szCs w:val="28"/>
        </w:rPr>
      </w:pPr>
    </w:p>
    <w:p w:rsidR="006E2FF0" w:rsidRDefault="006E2FF0" w:rsidP="00553971">
      <w:pPr>
        <w:rPr>
          <w:b/>
          <w:sz w:val="28"/>
          <w:szCs w:val="28"/>
        </w:rPr>
      </w:pPr>
    </w:p>
    <w:p w:rsidR="006E2FF0" w:rsidRDefault="006E2FF0" w:rsidP="00553971">
      <w:pPr>
        <w:rPr>
          <w:b/>
          <w:sz w:val="28"/>
          <w:szCs w:val="28"/>
        </w:rPr>
      </w:pPr>
    </w:p>
    <w:p w:rsidR="006E2FF0" w:rsidRDefault="006E2FF0" w:rsidP="00553971">
      <w:pPr>
        <w:rPr>
          <w:b/>
          <w:sz w:val="28"/>
          <w:szCs w:val="28"/>
        </w:rPr>
      </w:pPr>
      <w:r w:rsidRPr="00297ED8">
        <w:rPr>
          <w:b/>
          <w:sz w:val="28"/>
          <w:szCs w:val="28"/>
        </w:rPr>
        <w:t>Губернатор Ульяновской области</w:t>
      </w:r>
      <w:r>
        <w:rPr>
          <w:b/>
          <w:sz w:val="28"/>
          <w:szCs w:val="28"/>
        </w:rPr>
        <w:t xml:space="preserve">                                                        С.И.</w:t>
      </w:r>
      <w:r w:rsidRPr="00297ED8">
        <w:rPr>
          <w:b/>
          <w:sz w:val="28"/>
          <w:szCs w:val="28"/>
        </w:rPr>
        <w:t>Морозов</w:t>
      </w:r>
    </w:p>
    <w:p w:rsidR="006E2FF0" w:rsidRDefault="006E2FF0" w:rsidP="00553971">
      <w:pPr>
        <w:rPr>
          <w:b/>
          <w:sz w:val="28"/>
          <w:szCs w:val="28"/>
        </w:rPr>
      </w:pPr>
    </w:p>
    <w:p w:rsidR="006E2FF0" w:rsidRDefault="006E2FF0" w:rsidP="00553971">
      <w:pPr>
        <w:rPr>
          <w:b/>
          <w:sz w:val="28"/>
          <w:szCs w:val="28"/>
        </w:rPr>
      </w:pPr>
    </w:p>
    <w:p w:rsidR="006E2FF0" w:rsidRDefault="006E2FF0" w:rsidP="00553971">
      <w:pPr>
        <w:rPr>
          <w:b/>
          <w:sz w:val="28"/>
          <w:szCs w:val="28"/>
        </w:rPr>
      </w:pPr>
    </w:p>
    <w:p w:rsidR="006E2FF0" w:rsidRPr="00CC5EED" w:rsidRDefault="006E2FF0" w:rsidP="00553971">
      <w:pPr>
        <w:widowControl w:val="0"/>
        <w:jc w:val="center"/>
        <w:textAlignment w:val="top"/>
        <w:rPr>
          <w:sz w:val="28"/>
          <w:szCs w:val="28"/>
        </w:rPr>
      </w:pPr>
      <w:r w:rsidRPr="00CC5EED">
        <w:rPr>
          <w:sz w:val="28"/>
          <w:szCs w:val="28"/>
        </w:rPr>
        <w:t>г. Ульяновск</w:t>
      </w:r>
    </w:p>
    <w:p w:rsidR="006E2FF0" w:rsidRPr="00CC5EED" w:rsidRDefault="006E2FF0" w:rsidP="00553971">
      <w:pPr>
        <w:widowControl w:val="0"/>
        <w:jc w:val="center"/>
        <w:textAlignment w:val="top"/>
        <w:rPr>
          <w:sz w:val="28"/>
          <w:szCs w:val="28"/>
        </w:rPr>
      </w:pPr>
      <w:r>
        <w:rPr>
          <w:sz w:val="28"/>
          <w:szCs w:val="28"/>
        </w:rPr>
        <w:t>28</w:t>
      </w:r>
      <w:r w:rsidRPr="00CC5EE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декабря </w:t>
      </w:r>
      <w:r w:rsidRPr="00CC5EED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CC5EED">
        <w:rPr>
          <w:sz w:val="28"/>
          <w:szCs w:val="28"/>
        </w:rPr>
        <w:t xml:space="preserve"> г.</w:t>
      </w:r>
    </w:p>
    <w:p w:rsidR="006E2FF0" w:rsidRPr="00CC5EED" w:rsidRDefault="006E2FF0" w:rsidP="00553971">
      <w:pPr>
        <w:widowControl w:val="0"/>
        <w:jc w:val="center"/>
        <w:textAlignment w:val="top"/>
        <w:rPr>
          <w:sz w:val="28"/>
          <w:szCs w:val="28"/>
        </w:rPr>
      </w:pPr>
      <w:r w:rsidRPr="00CC5EED">
        <w:rPr>
          <w:sz w:val="28"/>
          <w:szCs w:val="28"/>
        </w:rPr>
        <w:t>№</w:t>
      </w:r>
      <w:r>
        <w:rPr>
          <w:sz w:val="28"/>
          <w:szCs w:val="28"/>
        </w:rPr>
        <w:t xml:space="preserve"> 220</w:t>
      </w:r>
      <w:r w:rsidRPr="00CC5EED">
        <w:rPr>
          <w:sz w:val="28"/>
          <w:szCs w:val="28"/>
        </w:rPr>
        <w:t>-ЗО</w:t>
      </w:r>
    </w:p>
    <w:p w:rsidR="006E2FF0" w:rsidRDefault="006E2FF0" w:rsidP="00336408">
      <w:pPr>
        <w:jc w:val="center"/>
        <w:rPr>
          <w:b/>
          <w:sz w:val="28"/>
          <w:szCs w:val="28"/>
        </w:rPr>
      </w:pPr>
    </w:p>
    <w:sectPr w:rsidR="006E2FF0" w:rsidSect="00F234A6">
      <w:headerReference w:type="even" r:id="rId7"/>
      <w:headerReference w:type="default" r:id="rId8"/>
      <w:footerReference w:type="first" r:id="rId9"/>
      <w:pgSz w:w="11906" w:h="16838"/>
      <w:pgMar w:top="1134" w:right="567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FF0" w:rsidRDefault="006E2FF0" w:rsidP="00A22681">
      <w:r>
        <w:separator/>
      </w:r>
    </w:p>
  </w:endnote>
  <w:endnote w:type="continuationSeparator" w:id="0">
    <w:p w:rsidR="006E2FF0" w:rsidRDefault="006E2FF0" w:rsidP="00A2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FF0" w:rsidRPr="004B088F" w:rsidRDefault="006E2FF0" w:rsidP="004B088F">
    <w:pPr>
      <w:pStyle w:val="Footer"/>
      <w:jc w:val="right"/>
      <w:rPr>
        <w:sz w:val="16"/>
      </w:rPr>
    </w:pPr>
    <w:r w:rsidRPr="004B088F">
      <w:rPr>
        <w:sz w:val="16"/>
      </w:rPr>
      <w:t>1811ка1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FF0" w:rsidRDefault="006E2FF0" w:rsidP="00A22681">
      <w:r>
        <w:separator/>
      </w:r>
    </w:p>
  </w:footnote>
  <w:footnote w:type="continuationSeparator" w:id="0">
    <w:p w:rsidR="006E2FF0" w:rsidRDefault="006E2FF0" w:rsidP="00A226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FF0" w:rsidRDefault="006E2FF0" w:rsidP="009A598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E2FF0" w:rsidRDefault="006E2F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2FF0" w:rsidRPr="00184C0C" w:rsidRDefault="006E2FF0" w:rsidP="009A598F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184C0C">
      <w:rPr>
        <w:rStyle w:val="PageNumber"/>
        <w:sz w:val="28"/>
        <w:szCs w:val="28"/>
      </w:rPr>
      <w:fldChar w:fldCharType="begin"/>
    </w:r>
    <w:r w:rsidRPr="00184C0C">
      <w:rPr>
        <w:rStyle w:val="PageNumber"/>
        <w:sz w:val="28"/>
        <w:szCs w:val="28"/>
      </w:rPr>
      <w:instrText xml:space="preserve">PAGE  </w:instrText>
    </w:r>
    <w:r w:rsidRPr="00184C0C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84C0C">
      <w:rPr>
        <w:rStyle w:val="PageNumber"/>
        <w:sz w:val="28"/>
        <w:szCs w:val="28"/>
      </w:rPr>
      <w:fldChar w:fldCharType="end"/>
    </w:r>
  </w:p>
  <w:p w:rsidR="006E2FF0" w:rsidRDefault="006E2F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B98F9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72B6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6A41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7462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7183A7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D8E68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7CB3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5E3C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624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B2851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55ABC"/>
    <w:multiLevelType w:val="hybridMultilevel"/>
    <w:tmpl w:val="E84AF5F2"/>
    <w:lvl w:ilvl="0" w:tplc="6222424C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11">
    <w:nsid w:val="0D423F68"/>
    <w:multiLevelType w:val="hybridMultilevel"/>
    <w:tmpl w:val="83724222"/>
    <w:lvl w:ilvl="0" w:tplc="98BE586C">
      <w:start w:val="1"/>
      <w:numFmt w:val="decimal"/>
      <w:lvlText w:val="%1.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2">
    <w:nsid w:val="0D6335BB"/>
    <w:multiLevelType w:val="hybridMultilevel"/>
    <w:tmpl w:val="060C34A4"/>
    <w:lvl w:ilvl="0" w:tplc="1A5A43C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nsid w:val="0E396465"/>
    <w:multiLevelType w:val="hybridMultilevel"/>
    <w:tmpl w:val="6BBEEE2A"/>
    <w:lvl w:ilvl="0" w:tplc="5E5E9BC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4696D5A"/>
    <w:multiLevelType w:val="hybridMultilevel"/>
    <w:tmpl w:val="C17A0C80"/>
    <w:lvl w:ilvl="0" w:tplc="30325F7E">
      <w:start w:val="1"/>
      <w:numFmt w:val="decimal"/>
      <w:lvlText w:val="%1)"/>
      <w:lvlJc w:val="left"/>
      <w:pPr>
        <w:ind w:left="10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15">
    <w:nsid w:val="3D2C0938"/>
    <w:multiLevelType w:val="hybridMultilevel"/>
    <w:tmpl w:val="39E2E4B2"/>
    <w:lvl w:ilvl="0" w:tplc="B90ED1C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4"/>
  </w:num>
  <w:num w:numId="4">
    <w:abstractNumId w:val="11"/>
  </w:num>
  <w:num w:numId="5">
    <w:abstractNumId w:val="15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2681"/>
    <w:rsid w:val="00001A00"/>
    <w:rsid w:val="0003438C"/>
    <w:rsid w:val="000450E0"/>
    <w:rsid w:val="000472AA"/>
    <w:rsid w:val="00051938"/>
    <w:rsid w:val="00052D19"/>
    <w:rsid w:val="000532C6"/>
    <w:rsid w:val="00066C78"/>
    <w:rsid w:val="00070C1D"/>
    <w:rsid w:val="00071274"/>
    <w:rsid w:val="00073D8D"/>
    <w:rsid w:val="000B1B2C"/>
    <w:rsid w:val="000B66E8"/>
    <w:rsid w:val="000C7992"/>
    <w:rsid w:val="000D1664"/>
    <w:rsid w:val="000D18C2"/>
    <w:rsid w:val="000D2106"/>
    <w:rsid w:val="000E1EAB"/>
    <w:rsid w:val="000E6718"/>
    <w:rsid w:val="000F0FD4"/>
    <w:rsid w:val="0010014F"/>
    <w:rsid w:val="00100326"/>
    <w:rsid w:val="00104D22"/>
    <w:rsid w:val="001306C7"/>
    <w:rsid w:val="00135743"/>
    <w:rsid w:val="00140634"/>
    <w:rsid w:val="00144627"/>
    <w:rsid w:val="00146AB0"/>
    <w:rsid w:val="00147C30"/>
    <w:rsid w:val="00154137"/>
    <w:rsid w:val="00154F4B"/>
    <w:rsid w:val="00160ABA"/>
    <w:rsid w:val="001721B1"/>
    <w:rsid w:val="00182426"/>
    <w:rsid w:val="001841BD"/>
    <w:rsid w:val="00184C0C"/>
    <w:rsid w:val="001C50EC"/>
    <w:rsid w:val="001D38DD"/>
    <w:rsid w:val="001E126D"/>
    <w:rsid w:val="002116F6"/>
    <w:rsid w:val="00216FC5"/>
    <w:rsid w:val="002240FF"/>
    <w:rsid w:val="002313B5"/>
    <w:rsid w:val="0024433F"/>
    <w:rsid w:val="00251066"/>
    <w:rsid w:val="00251C17"/>
    <w:rsid w:val="002537B8"/>
    <w:rsid w:val="00264CCB"/>
    <w:rsid w:val="002651C3"/>
    <w:rsid w:val="00284FD6"/>
    <w:rsid w:val="00290DEB"/>
    <w:rsid w:val="00297ED8"/>
    <w:rsid w:val="002A2270"/>
    <w:rsid w:val="002A2FFA"/>
    <w:rsid w:val="002C0301"/>
    <w:rsid w:val="002D1B87"/>
    <w:rsid w:val="002D6B71"/>
    <w:rsid w:val="002E5B0C"/>
    <w:rsid w:val="002F4408"/>
    <w:rsid w:val="00307740"/>
    <w:rsid w:val="0031150D"/>
    <w:rsid w:val="00315F83"/>
    <w:rsid w:val="00320F21"/>
    <w:rsid w:val="003307D6"/>
    <w:rsid w:val="00333EDF"/>
    <w:rsid w:val="00335BD5"/>
    <w:rsid w:val="00336408"/>
    <w:rsid w:val="00337FC0"/>
    <w:rsid w:val="003410E6"/>
    <w:rsid w:val="00344523"/>
    <w:rsid w:val="003500B5"/>
    <w:rsid w:val="003511D7"/>
    <w:rsid w:val="00362735"/>
    <w:rsid w:val="00362E10"/>
    <w:rsid w:val="00363B89"/>
    <w:rsid w:val="003644B4"/>
    <w:rsid w:val="0038115A"/>
    <w:rsid w:val="003825F2"/>
    <w:rsid w:val="003848DE"/>
    <w:rsid w:val="003A1577"/>
    <w:rsid w:val="003B0EBA"/>
    <w:rsid w:val="003B2A7C"/>
    <w:rsid w:val="003C7DBA"/>
    <w:rsid w:val="003D1B63"/>
    <w:rsid w:val="003D2683"/>
    <w:rsid w:val="00401CD9"/>
    <w:rsid w:val="00417400"/>
    <w:rsid w:val="0041757D"/>
    <w:rsid w:val="00431939"/>
    <w:rsid w:val="00443021"/>
    <w:rsid w:val="004606CA"/>
    <w:rsid w:val="00462151"/>
    <w:rsid w:val="00464AC2"/>
    <w:rsid w:val="004927D6"/>
    <w:rsid w:val="004A3597"/>
    <w:rsid w:val="004B088F"/>
    <w:rsid w:val="004B2558"/>
    <w:rsid w:val="004B6305"/>
    <w:rsid w:val="004C5A26"/>
    <w:rsid w:val="004D5BCE"/>
    <w:rsid w:val="004E090E"/>
    <w:rsid w:val="004F4E2E"/>
    <w:rsid w:val="005018FC"/>
    <w:rsid w:val="00505075"/>
    <w:rsid w:val="00522EBB"/>
    <w:rsid w:val="0052489B"/>
    <w:rsid w:val="00530656"/>
    <w:rsid w:val="00540EE8"/>
    <w:rsid w:val="00543487"/>
    <w:rsid w:val="00547954"/>
    <w:rsid w:val="00553971"/>
    <w:rsid w:val="00553B01"/>
    <w:rsid w:val="0055423E"/>
    <w:rsid w:val="00557A97"/>
    <w:rsid w:val="005627EF"/>
    <w:rsid w:val="00562838"/>
    <w:rsid w:val="00566CA2"/>
    <w:rsid w:val="00566D06"/>
    <w:rsid w:val="00581763"/>
    <w:rsid w:val="0059586A"/>
    <w:rsid w:val="005968AC"/>
    <w:rsid w:val="005A1653"/>
    <w:rsid w:val="005A7AA8"/>
    <w:rsid w:val="005B0DBC"/>
    <w:rsid w:val="005B108C"/>
    <w:rsid w:val="005C09B9"/>
    <w:rsid w:val="005C2601"/>
    <w:rsid w:val="005C7FF3"/>
    <w:rsid w:val="005D24C5"/>
    <w:rsid w:val="005D7557"/>
    <w:rsid w:val="005E221B"/>
    <w:rsid w:val="00611467"/>
    <w:rsid w:val="00613DF4"/>
    <w:rsid w:val="00617AFA"/>
    <w:rsid w:val="00647996"/>
    <w:rsid w:val="00650BEE"/>
    <w:rsid w:val="006565E6"/>
    <w:rsid w:val="006712B6"/>
    <w:rsid w:val="00676BE3"/>
    <w:rsid w:val="006817C8"/>
    <w:rsid w:val="006830AA"/>
    <w:rsid w:val="00694393"/>
    <w:rsid w:val="0069787B"/>
    <w:rsid w:val="006A077A"/>
    <w:rsid w:val="006A26B0"/>
    <w:rsid w:val="006A3399"/>
    <w:rsid w:val="006E2FF0"/>
    <w:rsid w:val="006E3686"/>
    <w:rsid w:val="006E5B6D"/>
    <w:rsid w:val="00701624"/>
    <w:rsid w:val="00742A48"/>
    <w:rsid w:val="00772626"/>
    <w:rsid w:val="00775E6A"/>
    <w:rsid w:val="00780A03"/>
    <w:rsid w:val="00787030"/>
    <w:rsid w:val="007A306E"/>
    <w:rsid w:val="007B5472"/>
    <w:rsid w:val="007C0D50"/>
    <w:rsid w:val="007C676F"/>
    <w:rsid w:val="007E0ACC"/>
    <w:rsid w:val="007E1432"/>
    <w:rsid w:val="007F3076"/>
    <w:rsid w:val="00803E8A"/>
    <w:rsid w:val="008125F0"/>
    <w:rsid w:val="00813863"/>
    <w:rsid w:val="0081710B"/>
    <w:rsid w:val="00823471"/>
    <w:rsid w:val="00836840"/>
    <w:rsid w:val="00840C1D"/>
    <w:rsid w:val="00855D74"/>
    <w:rsid w:val="00864135"/>
    <w:rsid w:val="00866185"/>
    <w:rsid w:val="00866B40"/>
    <w:rsid w:val="008768EF"/>
    <w:rsid w:val="008A37E5"/>
    <w:rsid w:val="008A4849"/>
    <w:rsid w:val="008B48BA"/>
    <w:rsid w:val="008D06DD"/>
    <w:rsid w:val="008D1975"/>
    <w:rsid w:val="008E4008"/>
    <w:rsid w:val="008E44D6"/>
    <w:rsid w:val="008E7B57"/>
    <w:rsid w:val="008E7B92"/>
    <w:rsid w:val="008F0433"/>
    <w:rsid w:val="008F069E"/>
    <w:rsid w:val="008F0F60"/>
    <w:rsid w:val="008F1379"/>
    <w:rsid w:val="008F3AF7"/>
    <w:rsid w:val="00900B95"/>
    <w:rsid w:val="009178E4"/>
    <w:rsid w:val="0092207B"/>
    <w:rsid w:val="0093773F"/>
    <w:rsid w:val="0094173E"/>
    <w:rsid w:val="009429E4"/>
    <w:rsid w:val="00944A1F"/>
    <w:rsid w:val="00947554"/>
    <w:rsid w:val="0095012B"/>
    <w:rsid w:val="00957711"/>
    <w:rsid w:val="00967D75"/>
    <w:rsid w:val="0098087D"/>
    <w:rsid w:val="00987A4D"/>
    <w:rsid w:val="009915B0"/>
    <w:rsid w:val="0099160C"/>
    <w:rsid w:val="009937C7"/>
    <w:rsid w:val="00996408"/>
    <w:rsid w:val="009A425D"/>
    <w:rsid w:val="009A598F"/>
    <w:rsid w:val="009A625E"/>
    <w:rsid w:val="009C519A"/>
    <w:rsid w:val="009C6095"/>
    <w:rsid w:val="009D23A9"/>
    <w:rsid w:val="009D433E"/>
    <w:rsid w:val="009E025F"/>
    <w:rsid w:val="009F635D"/>
    <w:rsid w:val="00A010A3"/>
    <w:rsid w:val="00A04AA5"/>
    <w:rsid w:val="00A22681"/>
    <w:rsid w:val="00A355D7"/>
    <w:rsid w:val="00A35E1A"/>
    <w:rsid w:val="00A40C5A"/>
    <w:rsid w:val="00A43E2B"/>
    <w:rsid w:val="00A604E6"/>
    <w:rsid w:val="00A62AAD"/>
    <w:rsid w:val="00A62D32"/>
    <w:rsid w:val="00A66FEA"/>
    <w:rsid w:val="00A71BFD"/>
    <w:rsid w:val="00A7350F"/>
    <w:rsid w:val="00A805DE"/>
    <w:rsid w:val="00A82E2B"/>
    <w:rsid w:val="00A85C03"/>
    <w:rsid w:val="00A91595"/>
    <w:rsid w:val="00A91ADA"/>
    <w:rsid w:val="00A96227"/>
    <w:rsid w:val="00AA0239"/>
    <w:rsid w:val="00AA1748"/>
    <w:rsid w:val="00AA38C0"/>
    <w:rsid w:val="00AA4BF0"/>
    <w:rsid w:val="00AA710B"/>
    <w:rsid w:val="00AB5847"/>
    <w:rsid w:val="00AE1829"/>
    <w:rsid w:val="00AF249C"/>
    <w:rsid w:val="00B127E1"/>
    <w:rsid w:val="00B26610"/>
    <w:rsid w:val="00B3031E"/>
    <w:rsid w:val="00B35FDB"/>
    <w:rsid w:val="00B374E8"/>
    <w:rsid w:val="00B566E6"/>
    <w:rsid w:val="00B576D2"/>
    <w:rsid w:val="00B653BB"/>
    <w:rsid w:val="00B9099C"/>
    <w:rsid w:val="00B96352"/>
    <w:rsid w:val="00BA2E01"/>
    <w:rsid w:val="00BA717A"/>
    <w:rsid w:val="00BB0D64"/>
    <w:rsid w:val="00BB564C"/>
    <w:rsid w:val="00BC19E0"/>
    <w:rsid w:val="00BC604F"/>
    <w:rsid w:val="00BC7F88"/>
    <w:rsid w:val="00BD0455"/>
    <w:rsid w:val="00BD16DC"/>
    <w:rsid w:val="00BF7012"/>
    <w:rsid w:val="00C17E4B"/>
    <w:rsid w:val="00C2376C"/>
    <w:rsid w:val="00C26212"/>
    <w:rsid w:val="00C35648"/>
    <w:rsid w:val="00C434EF"/>
    <w:rsid w:val="00C506FD"/>
    <w:rsid w:val="00C530F8"/>
    <w:rsid w:val="00C57B96"/>
    <w:rsid w:val="00C73F69"/>
    <w:rsid w:val="00C81321"/>
    <w:rsid w:val="00C909EF"/>
    <w:rsid w:val="00C96AD9"/>
    <w:rsid w:val="00CA3FB0"/>
    <w:rsid w:val="00CC5EED"/>
    <w:rsid w:val="00CC783A"/>
    <w:rsid w:val="00CD345A"/>
    <w:rsid w:val="00CE1CF5"/>
    <w:rsid w:val="00CE3C78"/>
    <w:rsid w:val="00D16EDD"/>
    <w:rsid w:val="00D239EC"/>
    <w:rsid w:val="00D32633"/>
    <w:rsid w:val="00D375C2"/>
    <w:rsid w:val="00D47D87"/>
    <w:rsid w:val="00D52B65"/>
    <w:rsid w:val="00D553AB"/>
    <w:rsid w:val="00D55C8B"/>
    <w:rsid w:val="00D612D1"/>
    <w:rsid w:val="00D662B6"/>
    <w:rsid w:val="00D677D4"/>
    <w:rsid w:val="00D80362"/>
    <w:rsid w:val="00D82C27"/>
    <w:rsid w:val="00D8303E"/>
    <w:rsid w:val="00D927D1"/>
    <w:rsid w:val="00DA0666"/>
    <w:rsid w:val="00DA725C"/>
    <w:rsid w:val="00DB3441"/>
    <w:rsid w:val="00DB5E4C"/>
    <w:rsid w:val="00DD78ED"/>
    <w:rsid w:val="00DE128D"/>
    <w:rsid w:val="00DE4693"/>
    <w:rsid w:val="00DF4569"/>
    <w:rsid w:val="00DF7092"/>
    <w:rsid w:val="00E012DE"/>
    <w:rsid w:val="00E04BFF"/>
    <w:rsid w:val="00E276BE"/>
    <w:rsid w:val="00E276FB"/>
    <w:rsid w:val="00E31180"/>
    <w:rsid w:val="00E331EF"/>
    <w:rsid w:val="00E52D27"/>
    <w:rsid w:val="00E561C7"/>
    <w:rsid w:val="00E6075E"/>
    <w:rsid w:val="00E6214E"/>
    <w:rsid w:val="00E630D2"/>
    <w:rsid w:val="00E64FD2"/>
    <w:rsid w:val="00E84C5C"/>
    <w:rsid w:val="00E87100"/>
    <w:rsid w:val="00E87CD4"/>
    <w:rsid w:val="00E926EB"/>
    <w:rsid w:val="00EA1D95"/>
    <w:rsid w:val="00EA408E"/>
    <w:rsid w:val="00EB1C78"/>
    <w:rsid w:val="00EB2F92"/>
    <w:rsid w:val="00EB524D"/>
    <w:rsid w:val="00EB66A5"/>
    <w:rsid w:val="00EC628B"/>
    <w:rsid w:val="00ED02DC"/>
    <w:rsid w:val="00ED4982"/>
    <w:rsid w:val="00F0680C"/>
    <w:rsid w:val="00F07411"/>
    <w:rsid w:val="00F234A6"/>
    <w:rsid w:val="00F3282D"/>
    <w:rsid w:val="00F33028"/>
    <w:rsid w:val="00F41065"/>
    <w:rsid w:val="00F51C1F"/>
    <w:rsid w:val="00F52F59"/>
    <w:rsid w:val="00F54445"/>
    <w:rsid w:val="00F6420A"/>
    <w:rsid w:val="00F721AC"/>
    <w:rsid w:val="00F77EFF"/>
    <w:rsid w:val="00F86C1A"/>
    <w:rsid w:val="00FA5F62"/>
    <w:rsid w:val="00FA75BC"/>
    <w:rsid w:val="00FB5BB1"/>
    <w:rsid w:val="00FD1E6C"/>
    <w:rsid w:val="00FD310A"/>
    <w:rsid w:val="00FE40AF"/>
    <w:rsid w:val="00FF4A30"/>
    <w:rsid w:val="00FF74AF"/>
    <w:rsid w:val="00FF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6BE"/>
    <w:rPr>
      <w:rFonts w:ascii="Times New Roman" w:eastAsia="MS Mincho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Стиль"/>
    <w:uiPriority w:val="99"/>
    <w:rsid w:val="00A22681"/>
    <w:pPr>
      <w:widowControl w:val="0"/>
      <w:autoSpaceDE w:val="0"/>
      <w:autoSpaceDN w:val="0"/>
      <w:adjustRightInd w:val="0"/>
    </w:pPr>
    <w:rPr>
      <w:rFonts w:ascii="Times New Roman" w:eastAsia="MS Mincho" w:hAnsi="Times New Roman"/>
      <w:sz w:val="24"/>
      <w:szCs w:val="24"/>
      <w:lang w:eastAsia="ja-JP"/>
    </w:rPr>
  </w:style>
  <w:style w:type="paragraph" w:customStyle="1" w:styleId="ConsPlusNormal">
    <w:name w:val="ConsPlu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Normal">
    <w:name w:val="ConsNormal"/>
    <w:uiPriority w:val="99"/>
    <w:rsid w:val="00A2268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sz w:val="20"/>
      <w:szCs w:val="20"/>
    </w:rPr>
  </w:style>
  <w:style w:type="paragraph" w:customStyle="1" w:styleId="ConsTitle">
    <w:name w:val="ConsTitle"/>
    <w:uiPriority w:val="99"/>
    <w:rsid w:val="00A22681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Header">
    <w:name w:val="header"/>
    <w:basedOn w:val="Normal"/>
    <w:link w:val="HeaderChar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styleId="Footer">
    <w:name w:val="footer"/>
    <w:basedOn w:val="Normal"/>
    <w:link w:val="FooterChar"/>
    <w:uiPriority w:val="99"/>
    <w:rsid w:val="00A226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22681"/>
    <w:rPr>
      <w:rFonts w:ascii="Times New Roman" w:eastAsia="MS Mincho" w:hAnsi="Times New Roman" w:cs="Times New Roman"/>
      <w:sz w:val="24"/>
      <w:lang w:eastAsia="ja-JP"/>
    </w:rPr>
  </w:style>
  <w:style w:type="paragraph" w:customStyle="1" w:styleId="ConsPlusTitle">
    <w:name w:val="ConsPlusTitle"/>
    <w:uiPriority w:val="99"/>
    <w:rsid w:val="00135743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ListParagraph">
    <w:name w:val="List Paragraph"/>
    <w:basedOn w:val="Normal"/>
    <w:uiPriority w:val="99"/>
    <w:qFormat/>
    <w:rsid w:val="00B35FDB"/>
    <w:pPr>
      <w:ind w:left="708"/>
    </w:pPr>
  </w:style>
  <w:style w:type="paragraph" w:styleId="BalloonText">
    <w:name w:val="Balloon Text"/>
    <w:basedOn w:val="Normal"/>
    <w:link w:val="BalloonTextChar"/>
    <w:uiPriority w:val="99"/>
    <w:semiHidden/>
    <w:rsid w:val="0046215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2151"/>
    <w:rPr>
      <w:rFonts w:ascii="Tahoma" w:eastAsia="MS Mincho" w:hAnsi="Tahoma" w:cs="Times New Roman"/>
      <w:sz w:val="16"/>
      <w:lang w:eastAsia="ja-JP"/>
    </w:rPr>
  </w:style>
  <w:style w:type="character" w:styleId="PageNumber">
    <w:name w:val="page number"/>
    <w:basedOn w:val="DefaultParagraphFont"/>
    <w:uiPriority w:val="99"/>
    <w:rsid w:val="00FA5F62"/>
    <w:rPr>
      <w:rFonts w:cs="Times New Roman"/>
    </w:rPr>
  </w:style>
  <w:style w:type="character" w:customStyle="1" w:styleId="a0">
    <w:name w:val="Гипертекстовая ссылка"/>
    <w:basedOn w:val="DefaultParagraphFont"/>
    <w:uiPriority w:val="99"/>
    <w:rsid w:val="008F3AF7"/>
    <w:rPr>
      <w:rFonts w:cs="Times New Roman"/>
      <w:color w:val="106BBE"/>
    </w:rPr>
  </w:style>
  <w:style w:type="character" w:styleId="Hyperlink">
    <w:name w:val="Hyperlink"/>
    <w:basedOn w:val="DefaultParagraphFont"/>
    <w:uiPriority w:val="99"/>
    <w:rsid w:val="00FE40AF"/>
    <w:rPr>
      <w:rFonts w:cs="Times New Roman"/>
      <w:color w:val="0000FF"/>
      <w:u w:val="single"/>
    </w:rPr>
  </w:style>
  <w:style w:type="paragraph" w:customStyle="1" w:styleId="a1">
    <w:name w:val="Прижатый влево"/>
    <w:basedOn w:val="Normal"/>
    <w:next w:val="Normal"/>
    <w:uiPriority w:val="99"/>
    <w:rsid w:val="00FE40AF"/>
    <w:pPr>
      <w:autoSpaceDE w:val="0"/>
      <w:autoSpaceDN w:val="0"/>
      <w:adjustRightInd w:val="0"/>
    </w:pPr>
    <w:rPr>
      <w:rFonts w:ascii="Arial" w:eastAsia="Times New Roman" w:hAnsi="Arial"/>
      <w:lang w:eastAsia="ru-RU"/>
    </w:rPr>
  </w:style>
  <w:style w:type="paragraph" w:customStyle="1" w:styleId="a2">
    <w:name w:val="Знак Знак Знак"/>
    <w:basedOn w:val="Normal"/>
    <w:uiPriority w:val="99"/>
    <w:rsid w:val="0050507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1">
    <w:name w:val="Знак Знак Знак1"/>
    <w:basedOn w:val="Normal"/>
    <w:uiPriority w:val="99"/>
    <w:rsid w:val="00A71BFD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3">
    <w:name w:val="Комментарий"/>
    <w:basedOn w:val="Normal"/>
    <w:next w:val="Normal"/>
    <w:uiPriority w:val="99"/>
    <w:rsid w:val="000B1B2C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/>
      <w:color w:val="353842"/>
      <w:shd w:val="clear" w:color="auto" w:fill="F0F0F0"/>
      <w:lang w:eastAsia="ru-RU"/>
    </w:rPr>
  </w:style>
  <w:style w:type="paragraph" w:customStyle="1" w:styleId="a4">
    <w:name w:val="Информация об изменениях документа"/>
    <w:basedOn w:val="a3"/>
    <w:next w:val="Normal"/>
    <w:uiPriority w:val="99"/>
    <w:rsid w:val="000B1B2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69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188</Words>
  <Characters>1073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Admin</dc:creator>
  <cp:keywords/>
  <dc:description/>
  <cp:lastModifiedBy>Пользователь</cp:lastModifiedBy>
  <cp:revision>6</cp:revision>
  <cp:lastPrinted>2015-11-18T08:50:00Z</cp:lastPrinted>
  <dcterms:created xsi:type="dcterms:W3CDTF">2015-11-18T08:48:00Z</dcterms:created>
  <dcterms:modified xsi:type="dcterms:W3CDTF">2015-12-30T07:43:00Z</dcterms:modified>
</cp:coreProperties>
</file>