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FA1" w:rsidRPr="001F0241" w:rsidRDefault="007D5FA1" w:rsidP="00EA3D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241">
        <w:rPr>
          <w:rFonts w:ascii="Times New Roman" w:hAnsi="Times New Roman" w:cs="Times New Roman"/>
          <w:b/>
          <w:sz w:val="28"/>
          <w:szCs w:val="28"/>
        </w:rPr>
        <w:t>Закон Ульяновской области</w:t>
      </w:r>
    </w:p>
    <w:p w:rsidR="007D5FA1" w:rsidRDefault="007D5FA1" w:rsidP="00EA3D4B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D5FA1" w:rsidRDefault="007D5FA1" w:rsidP="00EA3D4B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D5FA1" w:rsidRDefault="007D5FA1" w:rsidP="00EA3D4B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D5FA1" w:rsidRPr="00526358" w:rsidRDefault="007D5FA1" w:rsidP="00EA3D4B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D5FA1" w:rsidRPr="00526358" w:rsidRDefault="007D5FA1" w:rsidP="00EA3D4B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D5FA1" w:rsidRPr="00086806" w:rsidRDefault="007D5FA1" w:rsidP="009648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sub_4"/>
      <w:r w:rsidRPr="00086806">
        <w:rPr>
          <w:rFonts w:ascii="Times New Roman" w:hAnsi="Times New Roman" w:cs="Times New Roman"/>
          <w:b/>
          <w:sz w:val="28"/>
          <w:szCs w:val="28"/>
        </w:rPr>
        <w:t>О внесении изменений в Закон Ульяновской области</w:t>
      </w:r>
    </w:p>
    <w:p w:rsidR="007D5FA1" w:rsidRPr="00086806" w:rsidRDefault="007D5FA1" w:rsidP="00F202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806">
        <w:rPr>
          <w:rFonts w:ascii="Times New Roman" w:hAnsi="Times New Roman" w:cs="Times New Roman"/>
          <w:b/>
          <w:sz w:val="28"/>
          <w:szCs w:val="28"/>
        </w:rPr>
        <w:t xml:space="preserve"> «О промышленной политике в Ульяновской области» </w:t>
      </w:r>
    </w:p>
    <w:p w:rsidR="007D5FA1" w:rsidRPr="006210B8" w:rsidRDefault="007D5FA1" w:rsidP="0048390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D5FA1" w:rsidRPr="006210B8" w:rsidRDefault="007D5FA1" w:rsidP="0048390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D5FA1" w:rsidRPr="006210B8" w:rsidRDefault="007D5FA1" w:rsidP="0048390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D5FA1" w:rsidRDefault="007D5FA1" w:rsidP="0048390C">
      <w:pPr>
        <w:pStyle w:val="ConsPlusNormal"/>
        <w:ind w:firstLine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D5FA1" w:rsidRDefault="007D5FA1" w:rsidP="0048390C">
      <w:pPr>
        <w:pStyle w:val="ConsPlusNormal"/>
        <w:ind w:firstLine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D5FA1" w:rsidRDefault="007D5FA1" w:rsidP="0048390C">
      <w:pPr>
        <w:pStyle w:val="ConsPlusNormal"/>
        <w:ind w:firstLine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D5FA1" w:rsidRDefault="007D5FA1" w:rsidP="0048390C">
      <w:pPr>
        <w:pStyle w:val="ConsPlusNormal"/>
        <w:ind w:firstLine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D5FA1" w:rsidRDefault="007D5FA1" w:rsidP="0048390C">
      <w:pPr>
        <w:pStyle w:val="ConsPlusNormal"/>
        <w:ind w:firstLine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D5FA1" w:rsidRDefault="007D5FA1" w:rsidP="0048390C">
      <w:pPr>
        <w:pStyle w:val="ConsPlusNormal"/>
        <w:ind w:firstLine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D5FA1" w:rsidRDefault="007D5FA1" w:rsidP="0048390C">
      <w:pPr>
        <w:pStyle w:val="ConsPlusNormal"/>
        <w:ind w:firstLine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D5FA1" w:rsidRDefault="007D5FA1" w:rsidP="0048390C">
      <w:pPr>
        <w:pStyle w:val="ConsPlusNormal"/>
        <w:ind w:firstLine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D5FA1" w:rsidRDefault="007D5FA1" w:rsidP="0048390C">
      <w:pPr>
        <w:pStyle w:val="ConsPlusNormal"/>
        <w:ind w:firstLine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D5FA1" w:rsidRDefault="007D5FA1" w:rsidP="0048390C">
      <w:pPr>
        <w:pStyle w:val="ConsPlusNormal"/>
        <w:ind w:firstLine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D5FA1" w:rsidRPr="00086806" w:rsidRDefault="007D5FA1" w:rsidP="007E149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806">
        <w:rPr>
          <w:rFonts w:ascii="Times New Roman" w:hAnsi="Times New Roman" w:cs="Times New Roman"/>
          <w:sz w:val="28"/>
          <w:szCs w:val="28"/>
        </w:rPr>
        <w:t xml:space="preserve">Внести в Закон Ульяновской области от 29 декабря 2014 года № 218-ЗО </w:t>
      </w:r>
      <w:r>
        <w:rPr>
          <w:rFonts w:ascii="Times New Roman" w:hAnsi="Times New Roman" w:cs="Times New Roman"/>
          <w:sz w:val="28"/>
          <w:szCs w:val="28"/>
        </w:rPr>
        <w:br/>
      </w:r>
      <w:r w:rsidRPr="00086806">
        <w:rPr>
          <w:rFonts w:ascii="Times New Roman" w:hAnsi="Times New Roman" w:cs="Times New Roman"/>
          <w:sz w:val="28"/>
          <w:szCs w:val="28"/>
        </w:rPr>
        <w:t xml:space="preserve">«О промышленной политике в Ульяновской области» («Ульяновская правда» </w:t>
      </w:r>
      <w:r>
        <w:rPr>
          <w:rFonts w:ascii="Times New Roman" w:hAnsi="Times New Roman" w:cs="Times New Roman"/>
          <w:sz w:val="28"/>
          <w:szCs w:val="28"/>
        </w:rPr>
        <w:br/>
      </w:r>
      <w:r w:rsidRPr="00086806">
        <w:rPr>
          <w:rFonts w:ascii="Times New Roman" w:hAnsi="Times New Roman" w:cs="Times New Roman"/>
          <w:sz w:val="28"/>
          <w:szCs w:val="28"/>
        </w:rPr>
        <w:t>от 31.12.2014 № 196; от 29.10.2015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6806">
        <w:rPr>
          <w:rFonts w:ascii="Times New Roman" w:hAnsi="Times New Roman" w:cs="Times New Roman"/>
          <w:sz w:val="28"/>
          <w:szCs w:val="28"/>
        </w:rPr>
        <w:t>151) следующие изменения:</w:t>
      </w:r>
    </w:p>
    <w:p w:rsidR="007D5FA1" w:rsidRPr="00086806" w:rsidRDefault="007D5FA1" w:rsidP="007E1491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086806">
        <w:rPr>
          <w:rFonts w:ascii="Times New Roman" w:hAnsi="Times New Roman" w:cs="Times New Roman"/>
          <w:sz w:val="28"/>
          <w:szCs w:val="28"/>
        </w:rPr>
        <w:t xml:space="preserve"> статью 1 изложить в следующей редакции:</w:t>
      </w:r>
    </w:p>
    <w:p w:rsidR="007D5FA1" w:rsidRPr="00086806" w:rsidRDefault="007D5FA1" w:rsidP="000C13ED">
      <w:pPr>
        <w:pStyle w:val="ConsPlusNormal"/>
        <w:tabs>
          <w:tab w:val="left" w:pos="2552"/>
        </w:tabs>
        <w:ind w:left="2127" w:hanging="141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«Статья 1. </w:t>
      </w:r>
      <w:r w:rsidRPr="00086806">
        <w:rPr>
          <w:rFonts w:ascii="Times New Roman" w:hAnsi="Times New Roman" w:cs="Times New Roman"/>
          <w:b/>
          <w:sz w:val="28"/>
          <w:szCs w:val="28"/>
        </w:rPr>
        <w:t xml:space="preserve">Предмет правового регулирования и сфера применения 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 xml:space="preserve">                                                                           </w:t>
      </w:r>
      <w:r w:rsidRPr="00086806">
        <w:rPr>
          <w:rFonts w:ascii="Times New Roman" w:hAnsi="Times New Roman" w:cs="Times New Roman"/>
          <w:b/>
          <w:sz w:val="28"/>
          <w:szCs w:val="28"/>
        </w:rPr>
        <w:t>настоящего Закона</w:t>
      </w:r>
    </w:p>
    <w:p w:rsidR="007D5FA1" w:rsidRDefault="007D5FA1" w:rsidP="000C13ED">
      <w:pPr>
        <w:pStyle w:val="ConsPlusNormal"/>
        <w:tabs>
          <w:tab w:val="left" w:pos="2127"/>
        </w:tabs>
        <w:ind w:left="2268" w:hanging="1559"/>
        <w:jc w:val="both"/>
        <w:rPr>
          <w:rFonts w:ascii="Times New Roman" w:hAnsi="Times New Roman" w:cs="Times New Roman"/>
          <w:sz w:val="28"/>
          <w:szCs w:val="28"/>
        </w:rPr>
      </w:pPr>
    </w:p>
    <w:p w:rsidR="007D5FA1" w:rsidRPr="00086806" w:rsidRDefault="007D5FA1" w:rsidP="0048390C">
      <w:pPr>
        <w:pStyle w:val="ConsPlusNormal"/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7D5FA1" w:rsidRPr="00086806" w:rsidRDefault="007D5FA1" w:rsidP="006D49E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086806">
        <w:rPr>
          <w:rFonts w:ascii="Times New Roman" w:hAnsi="Times New Roman" w:cs="Times New Roman"/>
          <w:sz w:val="28"/>
          <w:szCs w:val="28"/>
        </w:rPr>
        <w:t xml:space="preserve">Настоящий Закон в случаях и в пределах, предусмотренных Федеральным законом от 31 декабря 2014 года № 488-ФЗ «О промышленной политике </w:t>
      </w:r>
      <w:r>
        <w:rPr>
          <w:rFonts w:ascii="Times New Roman" w:hAnsi="Times New Roman" w:cs="Times New Roman"/>
          <w:sz w:val="28"/>
          <w:szCs w:val="28"/>
        </w:rPr>
        <w:br/>
      </w:r>
      <w:r w:rsidRPr="00086806">
        <w:rPr>
          <w:rFonts w:ascii="Times New Roman" w:hAnsi="Times New Roman" w:cs="Times New Roman"/>
          <w:sz w:val="28"/>
          <w:szCs w:val="28"/>
        </w:rPr>
        <w:t>в Российской Федерации» (далее – Федеральный закон «О промышленной политике в Российской Федерации»)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86806">
        <w:rPr>
          <w:rFonts w:ascii="Times New Roman" w:hAnsi="Times New Roman" w:cs="Times New Roman"/>
          <w:sz w:val="28"/>
          <w:szCs w:val="28"/>
        </w:rPr>
        <w:t xml:space="preserve"> регулирует отношения, возникающие между субъектами, осуществляющими деятельность в сфере промышленности, организациями, входящими в состав инфраструктуры поддержки указанной деятельности, и органами государственной власти Ульяновской области при реализации промышленной политики на территории Ульяновской области. </w:t>
      </w:r>
    </w:p>
    <w:p w:rsidR="007D5FA1" w:rsidRPr="00086806" w:rsidRDefault="007D5FA1" w:rsidP="006D49E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086806">
        <w:rPr>
          <w:rFonts w:ascii="Times New Roman" w:hAnsi="Times New Roman" w:cs="Times New Roman"/>
          <w:sz w:val="28"/>
          <w:szCs w:val="28"/>
        </w:rPr>
        <w:t xml:space="preserve">Настоящий Закон не применяется к отношениям, связанным </w:t>
      </w:r>
      <w:r>
        <w:rPr>
          <w:rFonts w:ascii="Times New Roman" w:hAnsi="Times New Roman" w:cs="Times New Roman"/>
          <w:sz w:val="28"/>
          <w:szCs w:val="28"/>
        </w:rPr>
        <w:br/>
      </w:r>
      <w:r w:rsidRPr="00086806">
        <w:rPr>
          <w:rFonts w:ascii="Times New Roman" w:hAnsi="Times New Roman" w:cs="Times New Roman"/>
          <w:sz w:val="28"/>
          <w:szCs w:val="28"/>
        </w:rPr>
        <w:t>с производством спиртосодержащей пищевой продукции, алкогольной продукции и производством табачных изделий.»;</w:t>
      </w:r>
    </w:p>
    <w:p w:rsidR="007D5FA1" w:rsidRPr="00086806" w:rsidRDefault="007D5FA1" w:rsidP="006D49E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806">
        <w:rPr>
          <w:rFonts w:ascii="Times New Roman" w:hAnsi="Times New Roman" w:cs="Times New Roman"/>
          <w:sz w:val="28"/>
          <w:szCs w:val="28"/>
        </w:rPr>
        <w:t>2) статьи 2 и 3 признать утратившими силу;</w:t>
      </w:r>
    </w:p>
    <w:p w:rsidR="007D5FA1" w:rsidRPr="00086806" w:rsidRDefault="007D5FA1" w:rsidP="006D49E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806">
        <w:rPr>
          <w:rFonts w:ascii="Times New Roman" w:hAnsi="Times New Roman" w:cs="Times New Roman"/>
          <w:sz w:val="28"/>
          <w:szCs w:val="28"/>
        </w:rPr>
        <w:t>3) в статье 4:</w:t>
      </w:r>
    </w:p>
    <w:p w:rsidR="007D5FA1" w:rsidRPr="00086806" w:rsidRDefault="007D5FA1" w:rsidP="006D49E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806">
        <w:rPr>
          <w:rFonts w:ascii="Times New Roman" w:hAnsi="Times New Roman" w:cs="Times New Roman"/>
          <w:sz w:val="28"/>
          <w:szCs w:val="28"/>
        </w:rPr>
        <w:t>а) наименование изложить в следующей редакции:</w:t>
      </w:r>
    </w:p>
    <w:p w:rsidR="007D5FA1" w:rsidRPr="00086806" w:rsidRDefault="007D5FA1" w:rsidP="00086806">
      <w:pPr>
        <w:pStyle w:val="ConsPlusNormal"/>
        <w:ind w:left="2127" w:hanging="141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6806">
        <w:rPr>
          <w:rFonts w:ascii="Times New Roman" w:hAnsi="Times New Roman" w:cs="Times New Roman"/>
          <w:sz w:val="28"/>
          <w:szCs w:val="28"/>
        </w:rPr>
        <w:t xml:space="preserve">«Статья 4. </w:t>
      </w:r>
      <w:r w:rsidRPr="00086806">
        <w:rPr>
          <w:rFonts w:ascii="Times New Roman" w:hAnsi="Times New Roman" w:cs="Times New Roman"/>
          <w:b/>
          <w:sz w:val="28"/>
          <w:szCs w:val="28"/>
        </w:rPr>
        <w:t xml:space="preserve">Приоритетные направления стимулирования деятельности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086806">
        <w:rPr>
          <w:rFonts w:ascii="Times New Roman" w:hAnsi="Times New Roman" w:cs="Times New Roman"/>
          <w:b/>
          <w:sz w:val="28"/>
          <w:szCs w:val="28"/>
        </w:rPr>
        <w:t>в сфере промышленности, осуществляемого органами государственной власти Ульяновской области</w:t>
      </w:r>
      <w:r w:rsidRPr="00086806">
        <w:rPr>
          <w:rFonts w:ascii="Times New Roman" w:hAnsi="Times New Roman" w:cs="Times New Roman"/>
          <w:sz w:val="28"/>
          <w:szCs w:val="28"/>
        </w:rPr>
        <w:t>»;</w:t>
      </w:r>
    </w:p>
    <w:p w:rsidR="007D5FA1" w:rsidRDefault="007D5FA1" w:rsidP="00C4106B">
      <w:pPr>
        <w:pStyle w:val="ConsPlusNormal"/>
        <w:ind w:left="2552" w:hanging="184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5FA1" w:rsidRPr="00086806" w:rsidRDefault="007D5FA1" w:rsidP="00C4106B">
      <w:pPr>
        <w:pStyle w:val="ConsPlusNormal"/>
        <w:ind w:left="2552" w:hanging="184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5FA1" w:rsidRPr="00086806" w:rsidRDefault="007D5FA1" w:rsidP="0048390C">
      <w:pPr>
        <w:pStyle w:val="ConsPlusNormal"/>
        <w:spacing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806">
        <w:rPr>
          <w:rFonts w:ascii="Times New Roman" w:hAnsi="Times New Roman" w:cs="Times New Roman"/>
          <w:sz w:val="28"/>
          <w:szCs w:val="28"/>
        </w:rPr>
        <w:t>б) абзац первый изложить в следующей редакции:</w:t>
      </w:r>
    </w:p>
    <w:p w:rsidR="007D5FA1" w:rsidRPr="00086806" w:rsidRDefault="007D5FA1" w:rsidP="0048390C">
      <w:pPr>
        <w:pStyle w:val="ConsPlusNormal"/>
        <w:spacing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806">
        <w:rPr>
          <w:rFonts w:ascii="Times New Roman" w:hAnsi="Times New Roman" w:cs="Times New Roman"/>
          <w:sz w:val="28"/>
          <w:szCs w:val="28"/>
        </w:rPr>
        <w:t>«Приоритетными направлениями стимулирования деятельности в сфере промышленности, осуществляемого органами государственной власти Ульяновской области, являются:»;</w:t>
      </w:r>
    </w:p>
    <w:p w:rsidR="007D5FA1" w:rsidRPr="00086806" w:rsidRDefault="007D5FA1" w:rsidP="0048390C">
      <w:pPr>
        <w:pStyle w:val="ConsPlusNormal"/>
        <w:spacing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806">
        <w:rPr>
          <w:rFonts w:ascii="Times New Roman" w:hAnsi="Times New Roman" w:cs="Times New Roman"/>
          <w:sz w:val="28"/>
          <w:szCs w:val="28"/>
        </w:rPr>
        <w:t>в) пункты 2 и 6 признать утратившими силу;</w:t>
      </w:r>
    </w:p>
    <w:p w:rsidR="007D5FA1" w:rsidRPr="00086806" w:rsidRDefault="007D5FA1" w:rsidP="0048390C">
      <w:pPr>
        <w:pStyle w:val="ConsPlusNormal"/>
        <w:spacing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806">
        <w:rPr>
          <w:rFonts w:ascii="Times New Roman" w:hAnsi="Times New Roman"/>
          <w:sz w:val="28"/>
          <w:szCs w:val="28"/>
        </w:rPr>
        <w:t xml:space="preserve">4) </w:t>
      </w:r>
      <w:r w:rsidRPr="00086806">
        <w:rPr>
          <w:rFonts w:ascii="Times New Roman" w:hAnsi="Times New Roman" w:cs="Times New Roman"/>
          <w:sz w:val="28"/>
          <w:szCs w:val="28"/>
        </w:rPr>
        <w:t>статью 6 дополнить пунктами 5</w:t>
      </w:r>
      <w:r w:rsidRPr="00086806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Pr="00086806">
        <w:rPr>
          <w:rFonts w:ascii="Times New Roman" w:hAnsi="Times New Roman" w:cs="Times New Roman"/>
          <w:sz w:val="28"/>
          <w:szCs w:val="28"/>
        </w:rPr>
        <w:t xml:space="preserve"> и 5</w:t>
      </w:r>
      <w:r w:rsidRPr="00086806"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 w:rsidRPr="00086806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7D5FA1" w:rsidRPr="00086806" w:rsidRDefault="007D5FA1" w:rsidP="0048390C">
      <w:pPr>
        <w:pStyle w:val="ConsPlusNormal"/>
        <w:spacing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806">
        <w:rPr>
          <w:rFonts w:ascii="Times New Roman" w:hAnsi="Times New Roman" w:cs="Times New Roman"/>
          <w:sz w:val="28"/>
          <w:szCs w:val="28"/>
        </w:rPr>
        <w:t>«5</w:t>
      </w:r>
      <w:r w:rsidRPr="00086806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086806">
        <w:rPr>
          <w:rFonts w:ascii="Times New Roman" w:hAnsi="Times New Roman" w:cs="Times New Roman"/>
          <w:sz w:val="28"/>
          <w:szCs w:val="28"/>
        </w:rPr>
        <w:t xml:space="preserve">) устанавливает порядок заключения Ульяновской областью специального инвестиционного контракта без участия Российской Федерации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086806">
        <w:rPr>
          <w:rFonts w:ascii="Times New Roman" w:hAnsi="Times New Roman" w:cs="Times New Roman"/>
          <w:sz w:val="28"/>
          <w:szCs w:val="28"/>
        </w:rPr>
        <w:t>с учётом порядка заключения специального инвестиционного контракта, установленного Правительством Российской Федерации, и типовых форм специального инвестиционного контракта применительно к отраслям промышленности, утверждённых Правительством Российской Федерации;</w:t>
      </w:r>
    </w:p>
    <w:p w:rsidR="007D5FA1" w:rsidRPr="00086806" w:rsidRDefault="007D5FA1" w:rsidP="0048390C">
      <w:pPr>
        <w:pStyle w:val="ConsPlusNormal"/>
        <w:spacing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806">
        <w:rPr>
          <w:rFonts w:ascii="Times New Roman" w:hAnsi="Times New Roman" w:cs="Times New Roman"/>
          <w:sz w:val="28"/>
          <w:szCs w:val="28"/>
        </w:rPr>
        <w:t>5</w:t>
      </w:r>
      <w:r w:rsidRPr="0008680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086806">
        <w:rPr>
          <w:rFonts w:ascii="Times New Roman" w:hAnsi="Times New Roman" w:cs="Times New Roman"/>
          <w:sz w:val="28"/>
          <w:szCs w:val="28"/>
        </w:rPr>
        <w:t xml:space="preserve">) устанавливает порядок применения мер стимулирования деятельности </w:t>
      </w:r>
      <w:r>
        <w:rPr>
          <w:rFonts w:ascii="Times New Roman" w:hAnsi="Times New Roman" w:cs="Times New Roman"/>
          <w:sz w:val="28"/>
          <w:szCs w:val="28"/>
        </w:rPr>
        <w:br/>
      </w:r>
      <w:r w:rsidRPr="00086806">
        <w:rPr>
          <w:rFonts w:ascii="Times New Roman" w:hAnsi="Times New Roman" w:cs="Times New Roman"/>
          <w:sz w:val="28"/>
          <w:szCs w:val="28"/>
        </w:rPr>
        <w:t xml:space="preserve">в сфере промышленности, установленных нормативными правовыми актами Ульяновской области, к управляющей компании индустриального (промышленного) парка и к субъектам деятельности в сфере промышленности, использующим объекты промышленной инфраструктуры, находящиеся в составе индустриального (промышленного) парка, в случае соответствия индустриального (промышленного) парка и управляющей компании индустриального (промышленного) парка требованиям, установленным в соответствии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086806">
        <w:rPr>
          <w:rFonts w:ascii="Times New Roman" w:hAnsi="Times New Roman" w:cs="Times New Roman"/>
          <w:sz w:val="28"/>
          <w:szCs w:val="28"/>
        </w:rPr>
        <w:t xml:space="preserve">с частью 1 статьи 19 Федерального закона «О промышленной политике </w:t>
      </w:r>
      <w:r>
        <w:rPr>
          <w:rFonts w:ascii="Times New Roman" w:hAnsi="Times New Roman" w:cs="Times New Roman"/>
          <w:sz w:val="28"/>
          <w:szCs w:val="28"/>
        </w:rPr>
        <w:br/>
      </w:r>
      <w:r w:rsidRPr="00086806">
        <w:rPr>
          <w:rFonts w:ascii="Times New Roman" w:hAnsi="Times New Roman" w:cs="Times New Roman"/>
          <w:sz w:val="28"/>
          <w:szCs w:val="28"/>
        </w:rPr>
        <w:t>в Российской Федерации», и дополнительным требованиям в случае их установления Правительством Ульяновской области;»;</w:t>
      </w:r>
    </w:p>
    <w:p w:rsidR="007D5FA1" w:rsidRPr="00086806" w:rsidRDefault="007D5FA1" w:rsidP="0048390C">
      <w:pPr>
        <w:pStyle w:val="ConsPlusNormal"/>
        <w:spacing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806">
        <w:rPr>
          <w:rFonts w:ascii="Times New Roman" w:hAnsi="Times New Roman" w:cs="Times New Roman"/>
          <w:sz w:val="28"/>
          <w:szCs w:val="28"/>
        </w:rPr>
        <w:t>5) в статье 7 слова «выработки и» исключить;</w:t>
      </w:r>
    </w:p>
    <w:p w:rsidR="007D5FA1" w:rsidRPr="00086806" w:rsidRDefault="007D5FA1" w:rsidP="0048390C">
      <w:pPr>
        <w:pStyle w:val="ConsPlusNormal"/>
        <w:spacing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806">
        <w:rPr>
          <w:rFonts w:ascii="Times New Roman" w:hAnsi="Times New Roman" w:cs="Times New Roman"/>
          <w:sz w:val="28"/>
          <w:szCs w:val="28"/>
        </w:rPr>
        <w:t>6) статьи 8-15 признать утратившими силу.</w:t>
      </w:r>
    </w:p>
    <w:p w:rsidR="007D5FA1" w:rsidRDefault="007D5FA1" w:rsidP="0048390C">
      <w:pPr>
        <w:widowControl/>
        <w:ind w:firstLine="720"/>
        <w:jc w:val="both"/>
        <w:rPr>
          <w:sz w:val="28"/>
          <w:szCs w:val="28"/>
        </w:rPr>
      </w:pPr>
    </w:p>
    <w:p w:rsidR="007D5FA1" w:rsidRDefault="007D5FA1" w:rsidP="0048390C">
      <w:pPr>
        <w:widowControl/>
        <w:ind w:firstLine="720"/>
        <w:jc w:val="both"/>
        <w:rPr>
          <w:sz w:val="28"/>
          <w:szCs w:val="28"/>
        </w:rPr>
      </w:pPr>
    </w:p>
    <w:p w:rsidR="007D5FA1" w:rsidRPr="00086806" w:rsidRDefault="007D5FA1" w:rsidP="0048390C">
      <w:pPr>
        <w:widowControl/>
        <w:ind w:firstLine="720"/>
        <w:jc w:val="both"/>
        <w:rPr>
          <w:sz w:val="28"/>
          <w:szCs w:val="28"/>
        </w:rPr>
      </w:pPr>
    </w:p>
    <w:bookmarkEnd w:id="0"/>
    <w:p w:rsidR="007D5FA1" w:rsidRPr="00086806" w:rsidRDefault="007D5FA1" w:rsidP="0048390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86806">
        <w:rPr>
          <w:rFonts w:ascii="Times New Roman" w:hAnsi="Times New Roman" w:cs="Times New Roman"/>
          <w:b/>
          <w:bCs/>
          <w:sz w:val="28"/>
          <w:szCs w:val="28"/>
        </w:rPr>
        <w:t>Губернатор Ульяновской области</w:t>
      </w:r>
      <w:r w:rsidRPr="00086806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86806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86806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86806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086806">
        <w:rPr>
          <w:rFonts w:ascii="Times New Roman" w:hAnsi="Times New Roman" w:cs="Times New Roman"/>
          <w:b/>
          <w:bCs/>
          <w:sz w:val="28"/>
          <w:szCs w:val="28"/>
        </w:rPr>
        <w:t xml:space="preserve">       С.И.Морозов</w:t>
      </w:r>
    </w:p>
    <w:p w:rsidR="007D5FA1" w:rsidRDefault="007D5FA1" w:rsidP="0048390C">
      <w:pPr>
        <w:jc w:val="center"/>
        <w:rPr>
          <w:sz w:val="28"/>
          <w:szCs w:val="28"/>
        </w:rPr>
      </w:pPr>
    </w:p>
    <w:p w:rsidR="007D5FA1" w:rsidRDefault="007D5FA1" w:rsidP="0048390C">
      <w:pPr>
        <w:jc w:val="center"/>
        <w:rPr>
          <w:sz w:val="28"/>
          <w:szCs w:val="28"/>
        </w:rPr>
      </w:pPr>
    </w:p>
    <w:p w:rsidR="007D5FA1" w:rsidRPr="00086806" w:rsidRDefault="007D5FA1" w:rsidP="0048390C">
      <w:pPr>
        <w:jc w:val="center"/>
        <w:rPr>
          <w:sz w:val="28"/>
          <w:szCs w:val="28"/>
        </w:rPr>
      </w:pPr>
    </w:p>
    <w:p w:rsidR="007D5FA1" w:rsidRPr="00086806" w:rsidRDefault="007D5FA1" w:rsidP="0048390C">
      <w:pPr>
        <w:jc w:val="center"/>
        <w:rPr>
          <w:rFonts w:ascii="Times New Roman" w:hAnsi="Times New Roman" w:cs="Times New Roman"/>
          <w:sz w:val="28"/>
          <w:szCs w:val="28"/>
        </w:rPr>
      </w:pPr>
      <w:r w:rsidRPr="00086806">
        <w:rPr>
          <w:rFonts w:ascii="Times New Roman" w:hAnsi="Times New Roman" w:cs="Times New Roman"/>
          <w:sz w:val="28"/>
          <w:szCs w:val="28"/>
        </w:rPr>
        <w:t>г. Ульяновск</w:t>
      </w:r>
    </w:p>
    <w:p w:rsidR="007D5FA1" w:rsidRPr="00086806" w:rsidRDefault="007D5FA1" w:rsidP="0048390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Pr="000868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декабря </w:t>
      </w:r>
      <w:smartTag w:uri="urn:schemas-microsoft-com:office:smarttags" w:element="metricconverter">
        <w:smartTagPr>
          <w:attr w:name="ProductID" w:val="2015 г"/>
        </w:smartTagPr>
        <w:r w:rsidRPr="00086806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086806">
        <w:rPr>
          <w:rFonts w:ascii="Times New Roman" w:hAnsi="Times New Roman" w:cs="Times New Roman"/>
          <w:sz w:val="28"/>
          <w:szCs w:val="28"/>
        </w:rPr>
        <w:t>.</w:t>
      </w:r>
    </w:p>
    <w:p w:rsidR="007D5FA1" w:rsidRPr="00086806" w:rsidRDefault="007D5FA1" w:rsidP="0048390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219</w:t>
      </w:r>
      <w:r w:rsidRPr="00086806">
        <w:rPr>
          <w:rFonts w:ascii="Times New Roman" w:hAnsi="Times New Roman" w:cs="Times New Roman"/>
          <w:sz w:val="28"/>
          <w:szCs w:val="28"/>
        </w:rPr>
        <w:t>-ЗО</w:t>
      </w:r>
    </w:p>
    <w:sectPr w:rsidR="007D5FA1" w:rsidRPr="00086806" w:rsidSect="00BF2E10">
      <w:headerReference w:type="default" r:id="rId7"/>
      <w:footerReference w:type="first" r:id="rId8"/>
      <w:pgSz w:w="11906" w:h="16838" w:code="9"/>
      <w:pgMar w:top="1134" w:right="567" w:bottom="1134" w:left="1418" w:header="709" w:footer="709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FA1" w:rsidRDefault="007D5FA1">
      <w:r>
        <w:separator/>
      </w:r>
    </w:p>
  </w:endnote>
  <w:endnote w:type="continuationSeparator" w:id="0">
    <w:p w:rsidR="007D5FA1" w:rsidRDefault="007D5F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FA1" w:rsidRPr="0039292E" w:rsidRDefault="007D5FA1" w:rsidP="0039292E">
    <w:pPr>
      <w:pStyle w:val="Footer"/>
      <w:jc w:val="right"/>
      <w:rPr>
        <w:rFonts w:ascii="Times New Roman" w:hAnsi="Times New Roman"/>
        <w:sz w:val="16"/>
        <w:szCs w:val="16"/>
      </w:rPr>
    </w:pPr>
    <w:r w:rsidRPr="0039292E">
      <w:rPr>
        <w:rFonts w:ascii="Times New Roman" w:hAnsi="Times New Roman"/>
        <w:sz w:val="16"/>
        <w:szCs w:val="16"/>
      </w:rPr>
      <w:t>1012яч1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FA1" w:rsidRDefault="007D5FA1">
      <w:r>
        <w:separator/>
      </w:r>
    </w:p>
  </w:footnote>
  <w:footnote w:type="continuationSeparator" w:id="0">
    <w:p w:rsidR="007D5FA1" w:rsidRDefault="007D5F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FA1" w:rsidRPr="00407ED8" w:rsidRDefault="007D5FA1" w:rsidP="00407ED8">
    <w:pPr>
      <w:pStyle w:val="Header"/>
      <w:jc w:val="center"/>
      <w:rPr>
        <w:rFonts w:ascii="Times New Roman" w:hAnsi="Times New Roman"/>
        <w:sz w:val="28"/>
        <w:szCs w:val="28"/>
      </w:rPr>
    </w:pPr>
    <w:r w:rsidRPr="00407ED8">
      <w:rPr>
        <w:rStyle w:val="PageNumber"/>
        <w:rFonts w:ascii="Times New Roman" w:hAnsi="Times New Roman"/>
        <w:sz w:val="28"/>
        <w:szCs w:val="28"/>
      </w:rPr>
      <w:fldChar w:fldCharType="begin"/>
    </w:r>
    <w:r w:rsidRPr="00407ED8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407ED8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3</w:t>
    </w:r>
    <w:r w:rsidRPr="00407ED8">
      <w:rPr>
        <w:rStyle w:val="PageNumber"/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35F74"/>
    <w:multiLevelType w:val="hybridMultilevel"/>
    <w:tmpl w:val="DAC2C33C"/>
    <w:lvl w:ilvl="0" w:tplc="DBDC445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47511F0C"/>
    <w:multiLevelType w:val="hybridMultilevel"/>
    <w:tmpl w:val="A2AC43C0"/>
    <w:lvl w:ilvl="0" w:tplc="7466CB7A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65A81EA8"/>
    <w:multiLevelType w:val="hybridMultilevel"/>
    <w:tmpl w:val="E048EC68"/>
    <w:lvl w:ilvl="0" w:tplc="DEA03890">
      <w:start w:val="1"/>
      <w:numFmt w:val="decimal"/>
      <w:suff w:val="space"/>
      <w:lvlText w:val="%1)"/>
      <w:lvlJc w:val="left"/>
      <w:pPr>
        <w:ind w:left="1080" w:hanging="360"/>
      </w:pPr>
      <w:rPr>
        <w:rFonts w:cs="Times New Roman" w:hint="default"/>
        <w:color w:val="0000FF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35F5"/>
    <w:rsid w:val="00002673"/>
    <w:rsid w:val="00007575"/>
    <w:rsid w:val="00013BF6"/>
    <w:rsid w:val="00021760"/>
    <w:rsid w:val="00021772"/>
    <w:rsid w:val="00024175"/>
    <w:rsid w:val="00025632"/>
    <w:rsid w:val="000329B2"/>
    <w:rsid w:val="0003577C"/>
    <w:rsid w:val="0003725D"/>
    <w:rsid w:val="00040678"/>
    <w:rsid w:val="00042B5E"/>
    <w:rsid w:val="000439DB"/>
    <w:rsid w:val="000543CB"/>
    <w:rsid w:val="0006562E"/>
    <w:rsid w:val="00072DDC"/>
    <w:rsid w:val="000829A5"/>
    <w:rsid w:val="00084A17"/>
    <w:rsid w:val="00085536"/>
    <w:rsid w:val="00086806"/>
    <w:rsid w:val="00087375"/>
    <w:rsid w:val="00097452"/>
    <w:rsid w:val="000A7BC3"/>
    <w:rsid w:val="000C13ED"/>
    <w:rsid w:val="000C505E"/>
    <w:rsid w:val="000D06B3"/>
    <w:rsid w:val="000D3B73"/>
    <w:rsid w:val="000D4E80"/>
    <w:rsid w:val="000E1935"/>
    <w:rsid w:val="000F0636"/>
    <w:rsid w:val="000F40D4"/>
    <w:rsid w:val="00107F65"/>
    <w:rsid w:val="00123F4C"/>
    <w:rsid w:val="00124150"/>
    <w:rsid w:val="00124EC8"/>
    <w:rsid w:val="0012583B"/>
    <w:rsid w:val="001375C1"/>
    <w:rsid w:val="00145B8B"/>
    <w:rsid w:val="0014617E"/>
    <w:rsid w:val="001501D3"/>
    <w:rsid w:val="00152657"/>
    <w:rsid w:val="001668D8"/>
    <w:rsid w:val="001725CC"/>
    <w:rsid w:val="00173A82"/>
    <w:rsid w:val="00192B88"/>
    <w:rsid w:val="00193423"/>
    <w:rsid w:val="00193853"/>
    <w:rsid w:val="00195ECB"/>
    <w:rsid w:val="00195F23"/>
    <w:rsid w:val="001B02C2"/>
    <w:rsid w:val="001B0A9D"/>
    <w:rsid w:val="001B0EB7"/>
    <w:rsid w:val="001B2BB6"/>
    <w:rsid w:val="001B4BF8"/>
    <w:rsid w:val="001C1557"/>
    <w:rsid w:val="001C6332"/>
    <w:rsid w:val="001D0A9A"/>
    <w:rsid w:val="001F0241"/>
    <w:rsid w:val="001F1F5B"/>
    <w:rsid w:val="00202246"/>
    <w:rsid w:val="00206865"/>
    <w:rsid w:val="00211A13"/>
    <w:rsid w:val="00222225"/>
    <w:rsid w:val="00235525"/>
    <w:rsid w:val="00237BA8"/>
    <w:rsid w:val="00241636"/>
    <w:rsid w:val="00243552"/>
    <w:rsid w:val="002517D9"/>
    <w:rsid w:val="00262E7B"/>
    <w:rsid w:val="00265B95"/>
    <w:rsid w:val="00276CB3"/>
    <w:rsid w:val="00281751"/>
    <w:rsid w:val="00295C5B"/>
    <w:rsid w:val="002A0393"/>
    <w:rsid w:val="002B0128"/>
    <w:rsid w:val="002B0F8D"/>
    <w:rsid w:val="002C4D9F"/>
    <w:rsid w:val="002C7222"/>
    <w:rsid w:val="002D17EB"/>
    <w:rsid w:val="002D2A12"/>
    <w:rsid w:val="002E14B4"/>
    <w:rsid w:val="002F296F"/>
    <w:rsid w:val="002F41EC"/>
    <w:rsid w:val="002F5CD5"/>
    <w:rsid w:val="0030249A"/>
    <w:rsid w:val="00302B5A"/>
    <w:rsid w:val="00304A6E"/>
    <w:rsid w:val="00305251"/>
    <w:rsid w:val="00307A0B"/>
    <w:rsid w:val="00310E66"/>
    <w:rsid w:val="00313D2F"/>
    <w:rsid w:val="00314C31"/>
    <w:rsid w:val="0032270E"/>
    <w:rsid w:val="003249E1"/>
    <w:rsid w:val="00325E48"/>
    <w:rsid w:val="00327253"/>
    <w:rsid w:val="00327D75"/>
    <w:rsid w:val="00342819"/>
    <w:rsid w:val="00353E28"/>
    <w:rsid w:val="003540AD"/>
    <w:rsid w:val="00355713"/>
    <w:rsid w:val="00360E60"/>
    <w:rsid w:val="00366F48"/>
    <w:rsid w:val="003678C7"/>
    <w:rsid w:val="00373088"/>
    <w:rsid w:val="00375EEC"/>
    <w:rsid w:val="00380070"/>
    <w:rsid w:val="00390B2C"/>
    <w:rsid w:val="00391A7C"/>
    <w:rsid w:val="0039292E"/>
    <w:rsid w:val="003B380C"/>
    <w:rsid w:val="003B5F33"/>
    <w:rsid w:val="003C1184"/>
    <w:rsid w:val="003C77B1"/>
    <w:rsid w:val="003D1F80"/>
    <w:rsid w:val="003D409E"/>
    <w:rsid w:val="003D7855"/>
    <w:rsid w:val="003E7F63"/>
    <w:rsid w:val="00404439"/>
    <w:rsid w:val="00407ED8"/>
    <w:rsid w:val="004216FC"/>
    <w:rsid w:val="004251F4"/>
    <w:rsid w:val="00430B6E"/>
    <w:rsid w:val="00434D77"/>
    <w:rsid w:val="0045380D"/>
    <w:rsid w:val="00465F56"/>
    <w:rsid w:val="00467CA0"/>
    <w:rsid w:val="00467D05"/>
    <w:rsid w:val="0048127E"/>
    <w:rsid w:val="00481C01"/>
    <w:rsid w:val="004826B7"/>
    <w:rsid w:val="0048390C"/>
    <w:rsid w:val="0048556E"/>
    <w:rsid w:val="004866E9"/>
    <w:rsid w:val="004A4B38"/>
    <w:rsid w:val="004A7706"/>
    <w:rsid w:val="004B0051"/>
    <w:rsid w:val="004B0408"/>
    <w:rsid w:val="004B5CD5"/>
    <w:rsid w:val="004D586A"/>
    <w:rsid w:val="004E0E5F"/>
    <w:rsid w:val="004E50F3"/>
    <w:rsid w:val="00500D6A"/>
    <w:rsid w:val="0050111A"/>
    <w:rsid w:val="005011E5"/>
    <w:rsid w:val="00504821"/>
    <w:rsid w:val="00504B80"/>
    <w:rsid w:val="00505DEE"/>
    <w:rsid w:val="00505F55"/>
    <w:rsid w:val="0050785B"/>
    <w:rsid w:val="00512757"/>
    <w:rsid w:val="00512B16"/>
    <w:rsid w:val="00512B85"/>
    <w:rsid w:val="00526358"/>
    <w:rsid w:val="00534082"/>
    <w:rsid w:val="00543BDD"/>
    <w:rsid w:val="00552C89"/>
    <w:rsid w:val="00577C9F"/>
    <w:rsid w:val="00581D95"/>
    <w:rsid w:val="00586437"/>
    <w:rsid w:val="005A73FF"/>
    <w:rsid w:val="005A78C1"/>
    <w:rsid w:val="005B56AE"/>
    <w:rsid w:val="005C195B"/>
    <w:rsid w:val="005C3919"/>
    <w:rsid w:val="005D7549"/>
    <w:rsid w:val="005D7CCE"/>
    <w:rsid w:val="005E45D0"/>
    <w:rsid w:val="005E7216"/>
    <w:rsid w:val="005F3CA5"/>
    <w:rsid w:val="00601F3C"/>
    <w:rsid w:val="006113CF"/>
    <w:rsid w:val="00614AAF"/>
    <w:rsid w:val="00614CCA"/>
    <w:rsid w:val="006210B8"/>
    <w:rsid w:val="00623DD9"/>
    <w:rsid w:val="00624E6D"/>
    <w:rsid w:val="00625FE6"/>
    <w:rsid w:val="00641DF1"/>
    <w:rsid w:val="00641F98"/>
    <w:rsid w:val="0064267E"/>
    <w:rsid w:val="00642A89"/>
    <w:rsid w:val="006437D7"/>
    <w:rsid w:val="00660290"/>
    <w:rsid w:val="006622A4"/>
    <w:rsid w:val="00662392"/>
    <w:rsid w:val="006640BF"/>
    <w:rsid w:val="00665838"/>
    <w:rsid w:val="00670FA4"/>
    <w:rsid w:val="006736C5"/>
    <w:rsid w:val="00677138"/>
    <w:rsid w:val="0068428A"/>
    <w:rsid w:val="00685E44"/>
    <w:rsid w:val="00686FC7"/>
    <w:rsid w:val="006914EE"/>
    <w:rsid w:val="006A48DE"/>
    <w:rsid w:val="006B2C5F"/>
    <w:rsid w:val="006B4A66"/>
    <w:rsid w:val="006C37C5"/>
    <w:rsid w:val="006C6C0B"/>
    <w:rsid w:val="006D49EF"/>
    <w:rsid w:val="006D5041"/>
    <w:rsid w:val="006D7AC2"/>
    <w:rsid w:val="006E10EF"/>
    <w:rsid w:val="006E5DFE"/>
    <w:rsid w:val="00706AC4"/>
    <w:rsid w:val="0072552F"/>
    <w:rsid w:val="00731747"/>
    <w:rsid w:val="0074026F"/>
    <w:rsid w:val="007423A0"/>
    <w:rsid w:val="00743DA0"/>
    <w:rsid w:val="00744B69"/>
    <w:rsid w:val="00746F94"/>
    <w:rsid w:val="00750695"/>
    <w:rsid w:val="00760FDC"/>
    <w:rsid w:val="00765273"/>
    <w:rsid w:val="007725C2"/>
    <w:rsid w:val="007768B5"/>
    <w:rsid w:val="00777325"/>
    <w:rsid w:val="00782A11"/>
    <w:rsid w:val="007A1F79"/>
    <w:rsid w:val="007A7126"/>
    <w:rsid w:val="007B230B"/>
    <w:rsid w:val="007B39AC"/>
    <w:rsid w:val="007C2BCD"/>
    <w:rsid w:val="007C6675"/>
    <w:rsid w:val="007C79E5"/>
    <w:rsid w:val="007D22DA"/>
    <w:rsid w:val="007D265D"/>
    <w:rsid w:val="007D43EB"/>
    <w:rsid w:val="007D5FA1"/>
    <w:rsid w:val="007E1491"/>
    <w:rsid w:val="007E3D1B"/>
    <w:rsid w:val="007F661E"/>
    <w:rsid w:val="007F7C11"/>
    <w:rsid w:val="008027D7"/>
    <w:rsid w:val="00805620"/>
    <w:rsid w:val="00815D59"/>
    <w:rsid w:val="00816080"/>
    <w:rsid w:val="00837AD6"/>
    <w:rsid w:val="00840386"/>
    <w:rsid w:val="00844330"/>
    <w:rsid w:val="0085582E"/>
    <w:rsid w:val="00857E7B"/>
    <w:rsid w:val="008620BE"/>
    <w:rsid w:val="00865F42"/>
    <w:rsid w:val="00866630"/>
    <w:rsid w:val="00867E52"/>
    <w:rsid w:val="00883C21"/>
    <w:rsid w:val="0089298D"/>
    <w:rsid w:val="008A0C61"/>
    <w:rsid w:val="008A20F2"/>
    <w:rsid w:val="008A70CA"/>
    <w:rsid w:val="008B0A04"/>
    <w:rsid w:val="008B1D3B"/>
    <w:rsid w:val="008B6AF2"/>
    <w:rsid w:val="008C33CA"/>
    <w:rsid w:val="008D3C6E"/>
    <w:rsid w:val="008D7F60"/>
    <w:rsid w:val="00903DCF"/>
    <w:rsid w:val="00930A5A"/>
    <w:rsid w:val="0093334E"/>
    <w:rsid w:val="0093430A"/>
    <w:rsid w:val="00942A61"/>
    <w:rsid w:val="00942D7A"/>
    <w:rsid w:val="009500C0"/>
    <w:rsid w:val="0095158E"/>
    <w:rsid w:val="0095230F"/>
    <w:rsid w:val="00957BB0"/>
    <w:rsid w:val="00960346"/>
    <w:rsid w:val="00964827"/>
    <w:rsid w:val="00966013"/>
    <w:rsid w:val="009775CE"/>
    <w:rsid w:val="00997F13"/>
    <w:rsid w:val="009A0339"/>
    <w:rsid w:val="009B0606"/>
    <w:rsid w:val="009C1845"/>
    <w:rsid w:val="009C2542"/>
    <w:rsid w:val="009C6030"/>
    <w:rsid w:val="009D264E"/>
    <w:rsid w:val="009D3D49"/>
    <w:rsid w:val="009E125F"/>
    <w:rsid w:val="009F5FB0"/>
    <w:rsid w:val="00A04038"/>
    <w:rsid w:val="00A0529A"/>
    <w:rsid w:val="00A055BD"/>
    <w:rsid w:val="00A122B9"/>
    <w:rsid w:val="00A1784E"/>
    <w:rsid w:val="00A2225B"/>
    <w:rsid w:val="00A33A41"/>
    <w:rsid w:val="00A35F84"/>
    <w:rsid w:val="00A566FF"/>
    <w:rsid w:val="00A620EB"/>
    <w:rsid w:val="00A633E0"/>
    <w:rsid w:val="00A63765"/>
    <w:rsid w:val="00A735F5"/>
    <w:rsid w:val="00A74C94"/>
    <w:rsid w:val="00A81C94"/>
    <w:rsid w:val="00A90411"/>
    <w:rsid w:val="00A90E45"/>
    <w:rsid w:val="00A964A0"/>
    <w:rsid w:val="00A97392"/>
    <w:rsid w:val="00AC1DA1"/>
    <w:rsid w:val="00AC228B"/>
    <w:rsid w:val="00AC57A4"/>
    <w:rsid w:val="00AD2F1F"/>
    <w:rsid w:val="00AD4DC6"/>
    <w:rsid w:val="00AE2304"/>
    <w:rsid w:val="00AE631A"/>
    <w:rsid w:val="00AE7496"/>
    <w:rsid w:val="00AF1447"/>
    <w:rsid w:val="00B055B0"/>
    <w:rsid w:val="00B074B4"/>
    <w:rsid w:val="00B101E1"/>
    <w:rsid w:val="00B129D6"/>
    <w:rsid w:val="00B14DAD"/>
    <w:rsid w:val="00B222AB"/>
    <w:rsid w:val="00B33880"/>
    <w:rsid w:val="00B352E4"/>
    <w:rsid w:val="00B43899"/>
    <w:rsid w:val="00B55E2E"/>
    <w:rsid w:val="00B576D7"/>
    <w:rsid w:val="00B82A7C"/>
    <w:rsid w:val="00B9259D"/>
    <w:rsid w:val="00B93107"/>
    <w:rsid w:val="00B931E2"/>
    <w:rsid w:val="00BA08B9"/>
    <w:rsid w:val="00BA1163"/>
    <w:rsid w:val="00BA55A8"/>
    <w:rsid w:val="00BB4DF4"/>
    <w:rsid w:val="00BB7E8E"/>
    <w:rsid w:val="00BC211E"/>
    <w:rsid w:val="00BF2E10"/>
    <w:rsid w:val="00C143A9"/>
    <w:rsid w:val="00C301A5"/>
    <w:rsid w:val="00C30581"/>
    <w:rsid w:val="00C30DAF"/>
    <w:rsid w:val="00C33B8A"/>
    <w:rsid w:val="00C4099E"/>
    <w:rsid w:val="00C4106B"/>
    <w:rsid w:val="00C72624"/>
    <w:rsid w:val="00C7282C"/>
    <w:rsid w:val="00C77231"/>
    <w:rsid w:val="00C83FB0"/>
    <w:rsid w:val="00C85DF9"/>
    <w:rsid w:val="00C9229B"/>
    <w:rsid w:val="00CA2AB4"/>
    <w:rsid w:val="00CA6A8D"/>
    <w:rsid w:val="00CB0151"/>
    <w:rsid w:val="00CB1A5A"/>
    <w:rsid w:val="00CB3264"/>
    <w:rsid w:val="00CB3C2B"/>
    <w:rsid w:val="00CC0DBA"/>
    <w:rsid w:val="00CC340C"/>
    <w:rsid w:val="00CD2F8B"/>
    <w:rsid w:val="00CD336C"/>
    <w:rsid w:val="00CD5852"/>
    <w:rsid w:val="00CE7645"/>
    <w:rsid w:val="00CF3503"/>
    <w:rsid w:val="00D1769B"/>
    <w:rsid w:val="00D23E29"/>
    <w:rsid w:val="00D2501C"/>
    <w:rsid w:val="00D30845"/>
    <w:rsid w:val="00D30B96"/>
    <w:rsid w:val="00D37828"/>
    <w:rsid w:val="00D457C2"/>
    <w:rsid w:val="00D62AAC"/>
    <w:rsid w:val="00D659AE"/>
    <w:rsid w:val="00D76641"/>
    <w:rsid w:val="00D771A3"/>
    <w:rsid w:val="00D84FBC"/>
    <w:rsid w:val="00D950AE"/>
    <w:rsid w:val="00D9736C"/>
    <w:rsid w:val="00DA3832"/>
    <w:rsid w:val="00DA52C8"/>
    <w:rsid w:val="00DB1B3D"/>
    <w:rsid w:val="00DC034A"/>
    <w:rsid w:val="00DD458D"/>
    <w:rsid w:val="00DD590C"/>
    <w:rsid w:val="00DD6F76"/>
    <w:rsid w:val="00DD7CA8"/>
    <w:rsid w:val="00DE31B3"/>
    <w:rsid w:val="00E0216B"/>
    <w:rsid w:val="00E13564"/>
    <w:rsid w:val="00E23553"/>
    <w:rsid w:val="00E25D10"/>
    <w:rsid w:val="00E52741"/>
    <w:rsid w:val="00E53EC3"/>
    <w:rsid w:val="00E56041"/>
    <w:rsid w:val="00E5778C"/>
    <w:rsid w:val="00E60DE7"/>
    <w:rsid w:val="00E64BD2"/>
    <w:rsid w:val="00E82F8B"/>
    <w:rsid w:val="00E926EC"/>
    <w:rsid w:val="00E92DC9"/>
    <w:rsid w:val="00EA2205"/>
    <w:rsid w:val="00EA3D4B"/>
    <w:rsid w:val="00EB0C21"/>
    <w:rsid w:val="00ED1753"/>
    <w:rsid w:val="00ED319D"/>
    <w:rsid w:val="00EE0E53"/>
    <w:rsid w:val="00EE7725"/>
    <w:rsid w:val="00F02155"/>
    <w:rsid w:val="00F10C76"/>
    <w:rsid w:val="00F112FB"/>
    <w:rsid w:val="00F2026F"/>
    <w:rsid w:val="00F26B90"/>
    <w:rsid w:val="00F661FB"/>
    <w:rsid w:val="00F800AF"/>
    <w:rsid w:val="00F81284"/>
    <w:rsid w:val="00F90737"/>
    <w:rsid w:val="00F90955"/>
    <w:rsid w:val="00F93755"/>
    <w:rsid w:val="00F97104"/>
    <w:rsid w:val="00FA2744"/>
    <w:rsid w:val="00FB1D4D"/>
    <w:rsid w:val="00FB4761"/>
    <w:rsid w:val="00FC26A6"/>
    <w:rsid w:val="00FD151C"/>
    <w:rsid w:val="00FE338D"/>
    <w:rsid w:val="00FF1356"/>
    <w:rsid w:val="00FF1C97"/>
    <w:rsid w:val="00FF4011"/>
    <w:rsid w:val="00FF4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4D7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34D77"/>
    <w:pPr>
      <w:spacing w:before="108" w:after="108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434D77"/>
    <w:pPr>
      <w:spacing w:before="0" w:after="0"/>
      <w:jc w:val="both"/>
      <w:outlineLvl w:val="1"/>
    </w:pPr>
    <w:rPr>
      <w:i/>
      <w:iCs/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434D77"/>
    <w:pPr>
      <w:outlineLvl w:val="2"/>
    </w:pPr>
    <w:rPr>
      <w:b w:val="0"/>
      <w:bCs w:val="0"/>
      <w:sz w:val="26"/>
      <w:szCs w:val="26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434D77"/>
    <w:pPr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34D77"/>
    <w:rPr>
      <w:rFonts w:ascii="Cambria" w:hAnsi="Cambria" w:cs="Times New Roman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34D77"/>
    <w:rPr>
      <w:rFonts w:ascii="Cambria" w:hAnsi="Cambria" w:cs="Times New Roman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34D77"/>
    <w:rPr>
      <w:rFonts w:ascii="Cambria" w:hAnsi="Cambria" w:cs="Times New Roman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34D77"/>
    <w:rPr>
      <w:rFonts w:ascii="Calibri" w:hAnsi="Calibri" w:cs="Times New Roman"/>
      <w:b/>
      <w:sz w:val="28"/>
    </w:rPr>
  </w:style>
  <w:style w:type="character" w:customStyle="1" w:styleId="a">
    <w:name w:val="Цветовое выделение"/>
    <w:uiPriority w:val="99"/>
    <w:rsid w:val="00434D77"/>
    <w:rPr>
      <w:b/>
      <w:color w:val="000080"/>
    </w:rPr>
  </w:style>
  <w:style w:type="character" w:customStyle="1" w:styleId="a0">
    <w:name w:val="Гипертекстовая ссылка"/>
    <w:uiPriority w:val="99"/>
    <w:rsid w:val="00434D77"/>
    <w:rPr>
      <w:b/>
      <w:color w:val="008000"/>
    </w:rPr>
  </w:style>
  <w:style w:type="character" w:customStyle="1" w:styleId="a1">
    <w:name w:val="Активная гипертекстовая ссылка"/>
    <w:uiPriority w:val="99"/>
    <w:rsid w:val="00434D77"/>
    <w:rPr>
      <w:b/>
      <w:color w:val="008000"/>
      <w:u w:val="single"/>
    </w:rPr>
  </w:style>
  <w:style w:type="paragraph" w:customStyle="1" w:styleId="a2">
    <w:name w:val="Основное меню (преемственное)"/>
    <w:basedOn w:val="Normal"/>
    <w:next w:val="Normal"/>
    <w:uiPriority w:val="99"/>
    <w:rsid w:val="00434D77"/>
    <w:pPr>
      <w:jc w:val="both"/>
    </w:pPr>
    <w:rPr>
      <w:rFonts w:ascii="Verdana" w:hAnsi="Verdana" w:cs="Verdana"/>
    </w:rPr>
  </w:style>
  <w:style w:type="paragraph" w:customStyle="1" w:styleId="a3">
    <w:name w:val="Заголовок"/>
    <w:basedOn w:val="a2"/>
    <w:next w:val="Normal"/>
    <w:uiPriority w:val="99"/>
    <w:rsid w:val="00434D77"/>
    <w:rPr>
      <w:rFonts w:ascii="Arial" w:hAnsi="Arial" w:cs="Arial"/>
      <w:b/>
      <w:bCs/>
      <w:color w:val="C0C0C0"/>
    </w:rPr>
  </w:style>
  <w:style w:type="character" w:customStyle="1" w:styleId="a4">
    <w:name w:val="Заголовок своего сообщения"/>
    <w:uiPriority w:val="99"/>
    <w:rsid w:val="00434D77"/>
    <w:rPr>
      <w:b/>
      <w:color w:val="000080"/>
    </w:rPr>
  </w:style>
  <w:style w:type="paragraph" w:customStyle="1" w:styleId="a5">
    <w:name w:val="Заголовок статьи"/>
    <w:basedOn w:val="Normal"/>
    <w:next w:val="Normal"/>
    <w:uiPriority w:val="99"/>
    <w:rsid w:val="00434D77"/>
    <w:pPr>
      <w:ind w:left="1612" w:hanging="892"/>
      <w:jc w:val="both"/>
    </w:pPr>
  </w:style>
  <w:style w:type="character" w:customStyle="1" w:styleId="a6">
    <w:name w:val="Заголовок чужого сообщения"/>
    <w:uiPriority w:val="99"/>
    <w:rsid w:val="00434D77"/>
    <w:rPr>
      <w:b/>
      <w:color w:val="FF0000"/>
    </w:rPr>
  </w:style>
  <w:style w:type="paragraph" w:customStyle="1" w:styleId="a7">
    <w:name w:val="Интерактивный заголовок"/>
    <w:basedOn w:val="a3"/>
    <w:next w:val="Normal"/>
    <w:uiPriority w:val="99"/>
    <w:rsid w:val="00434D77"/>
    <w:rPr>
      <w:b w:val="0"/>
      <w:bCs w:val="0"/>
      <w:color w:val="auto"/>
      <w:u w:val="single"/>
    </w:rPr>
  </w:style>
  <w:style w:type="paragraph" w:customStyle="1" w:styleId="a8">
    <w:name w:val="Интерфейс"/>
    <w:basedOn w:val="Normal"/>
    <w:next w:val="Normal"/>
    <w:uiPriority w:val="99"/>
    <w:rsid w:val="00434D77"/>
    <w:pPr>
      <w:jc w:val="both"/>
    </w:pPr>
    <w:rPr>
      <w:color w:val="ECE9D8"/>
      <w:sz w:val="22"/>
      <w:szCs w:val="22"/>
    </w:rPr>
  </w:style>
  <w:style w:type="paragraph" w:customStyle="1" w:styleId="a9">
    <w:name w:val="Комментарий"/>
    <w:basedOn w:val="Normal"/>
    <w:next w:val="Normal"/>
    <w:uiPriority w:val="99"/>
    <w:rsid w:val="00434D77"/>
    <w:pPr>
      <w:ind w:left="170"/>
      <w:jc w:val="both"/>
    </w:pPr>
    <w:rPr>
      <w:i/>
      <w:iCs/>
      <w:color w:val="800080"/>
    </w:rPr>
  </w:style>
  <w:style w:type="paragraph" w:customStyle="1" w:styleId="aa">
    <w:name w:val="Информация об изменениях документа"/>
    <w:basedOn w:val="a9"/>
    <w:next w:val="Normal"/>
    <w:uiPriority w:val="99"/>
    <w:rsid w:val="00434D77"/>
    <w:pPr>
      <w:ind w:left="0"/>
    </w:pPr>
  </w:style>
  <w:style w:type="paragraph" w:customStyle="1" w:styleId="ab">
    <w:name w:val="Текст (лев. подпись)"/>
    <w:basedOn w:val="Normal"/>
    <w:next w:val="Normal"/>
    <w:uiPriority w:val="99"/>
    <w:rsid w:val="00434D77"/>
  </w:style>
  <w:style w:type="paragraph" w:customStyle="1" w:styleId="ac">
    <w:name w:val="Колонтитул (левый)"/>
    <w:basedOn w:val="ab"/>
    <w:next w:val="Normal"/>
    <w:uiPriority w:val="99"/>
    <w:rsid w:val="00434D77"/>
    <w:pPr>
      <w:jc w:val="both"/>
    </w:pPr>
    <w:rPr>
      <w:sz w:val="16"/>
      <w:szCs w:val="16"/>
    </w:rPr>
  </w:style>
  <w:style w:type="paragraph" w:customStyle="1" w:styleId="ad">
    <w:name w:val="Текст (прав. подпись)"/>
    <w:basedOn w:val="Normal"/>
    <w:next w:val="Normal"/>
    <w:uiPriority w:val="99"/>
    <w:rsid w:val="00434D77"/>
    <w:pPr>
      <w:jc w:val="right"/>
    </w:pPr>
  </w:style>
  <w:style w:type="paragraph" w:customStyle="1" w:styleId="ae">
    <w:name w:val="Колонтитул (правый)"/>
    <w:basedOn w:val="ad"/>
    <w:next w:val="Normal"/>
    <w:uiPriority w:val="99"/>
    <w:rsid w:val="00434D77"/>
    <w:pPr>
      <w:jc w:val="both"/>
    </w:pPr>
    <w:rPr>
      <w:sz w:val="16"/>
      <w:szCs w:val="16"/>
    </w:rPr>
  </w:style>
  <w:style w:type="paragraph" w:customStyle="1" w:styleId="af">
    <w:name w:val="Комментарий пользователя"/>
    <w:basedOn w:val="a9"/>
    <w:next w:val="Normal"/>
    <w:uiPriority w:val="99"/>
    <w:rsid w:val="00434D77"/>
    <w:pPr>
      <w:ind w:left="0"/>
      <w:jc w:val="left"/>
    </w:pPr>
    <w:rPr>
      <w:i w:val="0"/>
      <w:iCs w:val="0"/>
      <w:color w:val="000080"/>
    </w:rPr>
  </w:style>
  <w:style w:type="paragraph" w:customStyle="1" w:styleId="af0">
    <w:name w:val="Моноширинный"/>
    <w:basedOn w:val="Normal"/>
    <w:next w:val="Normal"/>
    <w:uiPriority w:val="99"/>
    <w:rsid w:val="00434D77"/>
    <w:pPr>
      <w:jc w:val="both"/>
    </w:pPr>
    <w:rPr>
      <w:rFonts w:ascii="Courier New" w:hAnsi="Courier New" w:cs="Courier New"/>
    </w:rPr>
  </w:style>
  <w:style w:type="character" w:customStyle="1" w:styleId="af1">
    <w:name w:val="Найденные слова"/>
    <w:uiPriority w:val="99"/>
    <w:rsid w:val="00434D77"/>
    <w:rPr>
      <w:b/>
      <w:color w:val="000080"/>
    </w:rPr>
  </w:style>
  <w:style w:type="character" w:customStyle="1" w:styleId="af2">
    <w:name w:val="Не вступил в силу"/>
    <w:uiPriority w:val="99"/>
    <w:rsid w:val="00434D77"/>
    <w:rPr>
      <w:b/>
      <w:color w:val="008080"/>
    </w:rPr>
  </w:style>
  <w:style w:type="paragraph" w:customStyle="1" w:styleId="af3">
    <w:name w:val="Нормальный (таблица)"/>
    <w:basedOn w:val="Normal"/>
    <w:next w:val="Normal"/>
    <w:uiPriority w:val="99"/>
    <w:rsid w:val="00434D77"/>
    <w:pPr>
      <w:jc w:val="both"/>
    </w:pPr>
  </w:style>
  <w:style w:type="paragraph" w:customStyle="1" w:styleId="af4">
    <w:name w:val="Объект"/>
    <w:basedOn w:val="Normal"/>
    <w:next w:val="Normal"/>
    <w:uiPriority w:val="99"/>
    <w:rsid w:val="00434D77"/>
    <w:pPr>
      <w:jc w:val="both"/>
    </w:pPr>
    <w:rPr>
      <w:rFonts w:ascii="Times New Roman" w:hAnsi="Times New Roman" w:cs="Times New Roman"/>
    </w:rPr>
  </w:style>
  <w:style w:type="paragraph" w:customStyle="1" w:styleId="af5">
    <w:name w:val="Таблицы (моноширинный)"/>
    <w:basedOn w:val="Normal"/>
    <w:next w:val="Normal"/>
    <w:uiPriority w:val="99"/>
    <w:rsid w:val="00434D77"/>
    <w:pPr>
      <w:jc w:val="both"/>
    </w:pPr>
    <w:rPr>
      <w:rFonts w:ascii="Courier New" w:hAnsi="Courier New" w:cs="Courier New"/>
    </w:rPr>
  </w:style>
  <w:style w:type="paragraph" w:customStyle="1" w:styleId="af6">
    <w:name w:val="Оглавление"/>
    <w:basedOn w:val="af5"/>
    <w:next w:val="Normal"/>
    <w:uiPriority w:val="99"/>
    <w:rsid w:val="00434D77"/>
    <w:pPr>
      <w:ind w:left="140"/>
    </w:pPr>
    <w:rPr>
      <w:rFonts w:ascii="Arial" w:hAnsi="Arial" w:cs="Arial"/>
    </w:rPr>
  </w:style>
  <w:style w:type="character" w:customStyle="1" w:styleId="af7">
    <w:name w:val="Опечатки"/>
    <w:uiPriority w:val="99"/>
    <w:rsid w:val="00434D77"/>
    <w:rPr>
      <w:color w:val="FF0000"/>
    </w:rPr>
  </w:style>
  <w:style w:type="paragraph" w:customStyle="1" w:styleId="af8">
    <w:name w:val="Переменная часть"/>
    <w:basedOn w:val="a2"/>
    <w:next w:val="Normal"/>
    <w:uiPriority w:val="99"/>
    <w:rsid w:val="00434D77"/>
    <w:rPr>
      <w:rFonts w:ascii="Arial" w:hAnsi="Arial" w:cs="Arial"/>
      <w:sz w:val="20"/>
      <w:szCs w:val="20"/>
    </w:rPr>
  </w:style>
  <w:style w:type="paragraph" w:customStyle="1" w:styleId="af9">
    <w:name w:val="Постоянная часть"/>
    <w:basedOn w:val="a2"/>
    <w:next w:val="Normal"/>
    <w:uiPriority w:val="99"/>
    <w:rsid w:val="00434D77"/>
    <w:rPr>
      <w:rFonts w:ascii="Arial" w:hAnsi="Arial" w:cs="Arial"/>
      <w:sz w:val="22"/>
      <w:szCs w:val="22"/>
    </w:rPr>
  </w:style>
  <w:style w:type="paragraph" w:customStyle="1" w:styleId="afa">
    <w:name w:val="Прижатый влево"/>
    <w:basedOn w:val="Normal"/>
    <w:next w:val="Normal"/>
    <w:uiPriority w:val="99"/>
    <w:rsid w:val="00434D77"/>
  </w:style>
  <w:style w:type="character" w:customStyle="1" w:styleId="afb">
    <w:name w:val="Продолжение ссылки"/>
    <w:uiPriority w:val="99"/>
    <w:rsid w:val="00434D77"/>
    <w:rPr>
      <w:b/>
      <w:color w:val="008000"/>
    </w:rPr>
  </w:style>
  <w:style w:type="paragraph" w:customStyle="1" w:styleId="afc">
    <w:name w:val="Словарная статья"/>
    <w:basedOn w:val="Normal"/>
    <w:next w:val="Normal"/>
    <w:uiPriority w:val="99"/>
    <w:rsid w:val="00434D77"/>
    <w:pPr>
      <w:ind w:right="118"/>
      <w:jc w:val="both"/>
    </w:pPr>
  </w:style>
  <w:style w:type="character" w:customStyle="1" w:styleId="afd">
    <w:name w:val="Сравнение редакций"/>
    <w:uiPriority w:val="99"/>
    <w:rsid w:val="00434D77"/>
    <w:rPr>
      <w:b/>
      <w:color w:val="000080"/>
    </w:rPr>
  </w:style>
  <w:style w:type="character" w:customStyle="1" w:styleId="afe">
    <w:name w:val="Сравнение редакций. Добавленный фрагмент"/>
    <w:uiPriority w:val="99"/>
    <w:rsid w:val="00434D77"/>
    <w:rPr>
      <w:color w:val="0000FF"/>
    </w:rPr>
  </w:style>
  <w:style w:type="character" w:customStyle="1" w:styleId="aff">
    <w:name w:val="Сравнение редакций. Удаленный фрагмент"/>
    <w:uiPriority w:val="99"/>
    <w:rsid w:val="00434D77"/>
    <w:rPr>
      <w:strike/>
      <w:color w:val="808000"/>
    </w:rPr>
  </w:style>
  <w:style w:type="paragraph" w:customStyle="1" w:styleId="aff0">
    <w:name w:val="Текст (справка)"/>
    <w:basedOn w:val="Normal"/>
    <w:next w:val="Normal"/>
    <w:uiPriority w:val="99"/>
    <w:rsid w:val="00434D77"/>
    <w:pPr>
      <w:ind w:left="170" w:right="170"/>
    </w:pPr>
  </w:style>
  <w:style w:type="paragraph" w:customStyle="1" w:styleId="aff1">
    <w:name w:val="Текст в таблице"/>
    <w:basedOn w:val="af3"/>
    <w:next w:val="Normal"/>
    <w:uiPriority w:val="99"/>
    <w:rsid w:val="00434D77"/>
    <w:pPr>
      <w:ind w:firstLine="500"/>
    </w:pPr>
  </w:style>
  <w:style w:type="paragraph" w:customStyle="1" w:styleId="aff2">
    <w:name w:val="Технический комментарий"/>
    <w:basedOn w:val="Normal"/>
    <w:next w:val="Normal"/>
    <w:uiPriority w:val="99"/>
    <w:rsid w:val="00434D77"/>
  </w:style>
  <w:style w:type="character" w:customStyle="1" w:styleId="aff3">
    <w:name w:val="Утратил силу"/>
    <w:uiPriority w:val="99"/>
    <w:rsid w:val="00434D77"/>
    <w:rPr>
      <w:b/>
      <w:strike/>
      <w:color w:val="808000"/>
    </w:rPr>
  </w:style>
  <w:style w:type="paragraph" w:customStyle="1" w:styleId="aff4">
    <w:name w:val="Центрированный (таблица)"/>
    <w:basedOn w:val="af3"/>
    <w:next w:val="Normal"/>
    <w:uiPriority w:val="99"/>
    <w:rsid w:val="00434D77"/>
    <w:pPr>
      <w:jc w:val="center"/>
    </w:pPr>
  </w:style>
  <w:style w:type="paragraph" w:styleId="Header">
    <w:name w:val="header"/>
    <w:basedOn w:val="Normal"/>
    <w:link w:val="HeaderChar"/>
    <w:uiPriority w:val="99"/>
    <w:rsid w:val="001C633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34D77"/>
    <w:rPr>
      <w:rFonts w:ascii="Arial" w:hAnsi="Arial" w:cs="Times New Roman"/>
      <w:sz w:val="24"/>
    </w:rPr>
  </w:style>
  <w:style w:type="character" w:styleId="PageNumber">
    <w:name w:val="page number"/>
    <w:basedOn w:val="DefaultParagraphFont"/>
    <w:uiPriority w:val="99"/>
    <w:rsid w:val="001C633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07ED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65838"/>
    <w:rPr>
      <w:rFonts w:ascii="Arial" w:hAnsi="Arial" w:cs="Times New Roman"/>
      <w:sz w:val="24"/>
    </w:rPr>
  </w:style>
  <w:style w:type="paragraph" w:styleId="BodyText">
    <w:name w:val="Body Text"/>
    <w:basedOn w:val="Normal"/>
    <w:link w:val="BodyTextChar"/>
    <w:uiPriority w:val="99"/>
    <w:rsid w:val="00222225"/>
    <w:pPr>
      <w:widowControl/>
      <w:autoSpaceDE/>
      <w:autoSpaceDN/>
      <w:adjustRightInd/>
      <w:ind w:right="-2"/>
      <w:jc w:val="both"/>
    </w:pPr>
    <w:rPr>
      <w:rFonts w:ascii="Times New Roman" w:hAnsi="Times New Roman" w:cs="Times New Roman"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22225"/>
    <w:rPr>
      <w:rFonts w:cs="Times New Roman"/>
      <w:sz w:val="24"/>
    </w:rPr>
  </w:style>
  <w:style w:type="paragraph" w:customStyle="1" w:styleId="ConsPlusNormal">
    <w:name w:val="ConsPlusNormal"/>
    <w:uiPriority w:val="99"/>
    <w:rsid w:val="00222225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665838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665838"/>
    <w:rPr>
      <w:rFonts w:ascii="Tahoma" w:hAnsi="Tahoma" w:cs="Times New Roman"/>
      <w:sz w:val="16"/>
    </w:rPr>
  </w:style>
  <w:style w:type="paragraph" w:customStyle="1" w:styleId="ConsPlusTitle">
    <w:name w:val="ConsPlusTitle"/>
    <w:uiPriority w:val="99"/>
    <w:rsid w:val="00660290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03725D"/>
    <w:rPr>
      <w:rFonts w:ascii="Courier New" w:hAnsi="Courier New" w:cs="Times New Roman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03725D"/>
    <w:rPr>
      <w:rFonts w:ascii="Courier New" w:hAnsi="Courier New" w:cs="Times New Roman"/>
      <w:sz w:val="20"/>
    </w:rPr>
  </w:style>
  <w:style w:type="character" w:styleId="Hyperlink">
    <w:name w:val="Hyperlink"/>
    <w:basedOn w:val="DefaultParagraphFont"/>
    <w:uiPriority w:val="99"/>
    <w:rsid w:val="0003725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966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3</Pages>
  <Words>475</Words>
  <Characters>2708</Characters>
  <Application>Microsoft Office Outlook</Application>
  <DocSecurity>0</DocSecurity>
  <Lines>0</Lines>
  <Paragraphs>0</Paragraphs>
  <ScaleCrop>false</ScaleCrop>
  <Company>НПП "Гарант-Сервис"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</dc:title>
  <dc:subject/>
  <dc:creator>НПП "Гарант-Сервис"</dc:creator>
  <cp:keywords/>
  <dc:description>Документ экспортирован из системы ГАРАНТ</dc:description>
  <cp:lastModifiedBy>Пользователь</cp:lastModifiedBy>
  <cp:revision>8</cp:revision>
  <cp:lastPrinted>2015-12-10T14:46:00Z</cp:lastPrinted>
  <dcterms:created xsi:type="dcterms:W3CDTF">2015-12-10T12:21:00Z</dcterms:created>
  <dcterms:modified xsi:type="dcterms:W3CDTF">2015-12-30T07:33:00Z</dcterms:modified>
</cp:coreProperties>
</file>