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3A7" w:rsidRPr="00542191" w:rsidRDefault="00D973A7" w:rsidP="00571175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Закон Ульяновской области</w:t>
      </w:r>
    </w:p>
    <w:p w:rsidR="00D973A7" w:rsidRDefault="00D973A7" w:rsidP="00C014B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eastAsia="en-US"/>
        </w:rPr>
      </w:pPr>
    </w:p>
    <w:p w:rsidR="00D973A7" w:rsidRDefault="00D973A7" w:rsidP="00C014B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eastAsia="en-US"/>
        </w:rPr>
      </w:pPr>
    </w:p>
    <w:p w:rsidR="00D973A7" w:rsidRDefault="00D973A7" w:rsidP="00C014B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eastAsia="en-US"/>
        </w:rPr>
      </w:pPr>
    </w:p>
    <w:p w:rsidR="00D973A7" w:rsidRPr="00AF0912" w:rsidRDefault="00D973A7" w:rsidP="00C014B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eastAsia="en-US"/>
        </w:rPr>
      </w:pPr>
    </w:p>
    <w:p w:rsidR="00D973A7" w:rsidRDefault="00D973A7" w:rsidP="00154775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AF091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AF091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статью 1 </w:t>
      </w:r>
      <w:r w:rsidRPr="00127E5D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Закона Ульяновской области </w:t>
      </w:r>
    </w:p>
    <w:p w:rsidR="00D973A7" w:rsidRDefault="00D973A7" w:rsidP="00154775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127E5D">
        <w:rPr>
          <w:rFonts w:ascii="Times New Roman" w:hAnsi="Times New Roman" w:cs="Times New Roman"/>
          <w:b/>
          <w:sz w:val="28"/>
          <w:szCs w:val="28"/>
          <w:lang w:eastAsia="en-US"/>
        </w:rPr>
        <w:t>«О налоговых ставках налога, взимаемого в связи с применением упрощённой системы налогообложения,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127E5D">
        <w:rPr>
          <w:rFonts w:ascii="Times New Roman" w:hAnsi="Times New Roman" w:cs="Times New Roman"/>
          <w:b/>
          <w:sz w:val="28"/>
          <w:szCs w:val="28"/>
          <w:lang w:eastAsia="en-US"/>
        </w:rPr>
        <w:t>на территории</w:t>
      </w:r>
    </w:p>
    <w:p w:rsidR="00D973A7" w:rsidRDefault="00D973A7" w:rsidP="00E54F57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27E5D">
        <w:rPr>
          <w:rFonts w:ascii="Times New Roman" w:hAnsi="Times New Roman" w:cs="Times New Roman"/>
          <w:b/>
          <w:sz w:val="28"/>
          <w:szCs w:val="28"/>
          <w:lang w:eastAsia="en-US"/>
        </w:rPr>
        <w:t>Ульяновской области»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 об отмене законодательного акта </w:t>
      </w:r>
    </w:p>
    <w:p w:rsidR="00D973A7" w:rsidRPr="00C82B7A" w:rsidRDefault="00D973A7" w:rsidP="00E54F57">
      <w:pPr>
        <w:pStyle w:val="ConsNormal"/>
        <w:ind w:right="0" w:firstLine="0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Ульяновской области</w:t>
      </w:r>
    </w:p>
    <w:p w:rsidR="00D973A7" w:rsidRPr="00DA67E5" w:rsidRDefault="00D973A7" w:rsidP="0079252E">
      <w:pPr>
        <w:jc w:val="center"/>
        <w:rPr>
          <w:color w:val="000000"/>
          <w:sz w:val="28"/>
          <w:szCs w:val="28"/>
        </w:rPr>
      </w:pPr>
    </w:p>
    <w:p w:rsidR="00D973A7" w:rsidRDefault="00D973A7" w:rsidP="0079252E">
      <w:pPr>
        <w:jc w:val="center"/>
        <w:rPr>
          <w:color w:val="000000"/>
          <w:sz w:val="28"/>
          <w:szCs w:val="28"/>
        </w:rPr>
      </w:pPr>
    </w:p>
    <w:p w:rsidR="00D973A7" w:rsidRPr="007C1BB0" w:rsidRDefault="00D973A7" w:rsidP="0079252E">
      <w:pPr>
        <w:jc w:val="center"/>
        <w:rPr>
          <w:color w:val="000000"/>
        </w:rPr>
      </w:pPr>
      <w:r>
        <w:rPr>
          <w:color w:val="000000"/>
        </w:rPr>
        <w:t>Принят Законодательным Собранием Ульяновской области 24 декабря 2015 года</w:t>
      </w:r>
    </w:p>
    <w:p w:rsidR="00D973A7" w:rsidRDefault="00D973A7" w:rsidP="0079252E">
      <w:pPr>
        <w:jc w:val="center"/>
        <w:rPr>
          <w:color w:val="000000"/>
          <w:sz w:val="28"/>
          <w:szCs w:val="28"/>
        </w:rPr>
      </w:pPr>
    </w:p>
    <w:p w:rsidR="00D973A7" w:rsidRDefault="00D973A7" w:rsidP="0079252E">
      <w:pPr>
        <w:jc w:val="center"/>
        <w:rPr>
          <w:color w:val="000000"/>
          <w:sz w:val="28"/>
          <w:szCs w:val="28"/>
        </w:rPr>
      </w:pPr>
    </w:p>
    <w:p w:rsidR="00D973A7" w:rsidRDefault="00D973A7" w:rsidP="0079252E">
      <w:pPr>
        <w:jc w:val="center"/>
        <w:rPr>
          <w:color w:val="000000"/>
          <w:sz w:val="28"/>
          <w:szCs w:val="28"/>
        </w:rPr>
      </w:pPr>
    </w:p>
    <w:p w:rsidR="00D973A7" w:rsidRPr="000C59D9" w:rsidRDefault="00D973A7" w:rsidP="00A002B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en-US"/>
        </w:rPr>
      </w:pPr>
      <w:r w:rsidRPr="000C59D9">
        <w:rPr>
          <w:b/>
          <w:bCs/>
          <w:sz w:val="28"/>
          <w:szCs w:val="28"/>
          <w:lang w:eastAsia="en-US"/>
        </w:rPr>
        <w:t xml:space="preserve">Статья </w:t>
      </w:r>
      <w:r>
        <w:rPr>
          <w:b/>
          <w:bCs/>
          <w:sz w:val="28"/>
          <w:szCs w:val="28"/>
          <w:lang w:eastAsia="en-US"/>
        </w:rPr>
        <w:t>1</w:t>
      </w:r>
    </w:p>
    <w:p w:rsidR="00D973A7" w:rsidRDefault="00D973A7" w:rsidP="00A002B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</w:p>
    <w:p w:rsidR="00D973A7" w:rsidRPr="0039382D" w:rsidRDefault="00D973A7" w:rsidP="00A002B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</w:p>
    <w:p w:rsidR="00D973A7" w:rsidRPr="00863D19" w:rsidRDefault="00D973A7" w:rsidP="00D7621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45147D">
        <w:rPr>
          <w:sz w:val="28"/>
          <w:szCs w:val="28"/>
          <w:lang w:eastAsia="en-US"/>
        </w:rPr>
        <w:t>Внести в стать</w:t>
      </w:r>
      <w:r>
        <w:rPr>
          <w:sz w:val="28"/>
          <w:szCs w:val="28"/>
          <w:lang w:eastAsia="en-US"/>
        </w:rPr>
        <w:t xml:space="preserve">ю 1 </w:t>
      </w:r>
      <w:r w:rsidRPr="0045147D">
        <w:rPr>
          <w:sz w:val="28"/>
          <w:szCs w:val="28"/>
          <w:lang w:eastAsia="en-US"/>
        </w:rPr>
        <w:t xml:space="preserve">Закона Ульяновской области от 3 марта </w:t>
      </w:r>
      <w:r>
        <w:rPr>
          <w:sz w:val="28"/>
          <w:szCs w:val="28"/>
          <w:lang w:eastAsia="en-US"/>
        </w:rPr>
        <w:br/>
      </w:r>
      <w:r w:rsidRPr="0045147D">
        <w:rPr>
          <w:sz w:val="28"/>
          <w:szCs w:val="28"/>
          <w:lang w:eastAsia="en-US"/>
        </w:rPr>
        <w:t xml:space="preserve">2009 года № 13-ЗО «О налоговых ставках налога, взимаемого в связи </w:t>
      </w:r>
      <w:r>
        <w:rPr>
          <w:sz w:val="28"/>
          <w:szCs w:val="28"/>
          <w:lang w:eastAsia="en-US"/>
        </w:rPr>
        <w:br/>
      </w:r>
      <w:r w:rsidRPr="0045147D">
        <w:rPr>
          <w:sz w:val="28"/>
          <w:szCs w:val="28"/>
          <w:lang w:eastAsia="en-US"/>
        </w:rPr>
        <w:t>с применением упрощённой системы налогообложения, на территории Ульяновской области» («Ульяновская правда» от 06.0</w:t>
      </w:r>
      <w:bookmarkStart w:id="0" w:name="_GoBack"/>
      <w:bookmarkEnd w:id="0"/>
      <w:r w:rsidRPr="0045147D">
        <w:rPr>
          <w:sz w:val="28"/>
          <w:szCs w:val="28"/>
          <w:lang w:eastAsia="en-US"/>
        </w:rPr>
        <w:t>3.2009 № 17; от 06.08.2010 № 64; от 06.10.2010 № 81; от 07.10.2011 № 113; от 02.03.2012 № 22; от 08.12.2014 № 180;</w:t>
      </w:r>
      <w:r>
        <w:rPr>
          <w:sz w:val="28"/>
          <w:szCs w:val="28"/>
          <w:lang w:eastAsia="en-US"/>
        </w:rPr>
        <w:t xml:space="preserve"> </w:t>
      </w:r>
      <w:r w:rsidRPr="0045147D">
        <w:rPr>
          <w:sz w:val="28"/>
          <w:szCs w:val="28"/>
          <w:lang w:eastAsia="en-US"/>
        </w:rPr>
        <w:t>от 06.04.2015 № 44</w:t>
      </w:r>
      <w:r>
        <w:rPr>
          <w:sz w:val="28"/>
          <w:szCs w:val="28"/>
          <w:lang w:eastAsia="en-US"/>
        </w:rPr>
        <w:t xml:space="preserve">; </w:t>
      </w:r>
      <w:r w:rsidRPr="000329C8">
        <w:rPr>
          <w:sz w:val="28"/>
          <w:szCs w:val="28"/>
          <w:lang w:eastAsia="en-US"/>
        </w:rPr>
        <w:t>от 05.10.2015 № 139) изменение</w:t>
      </w:r>
      <w:r>
        <w:rPr>
          <w:sz w:val="28"/>
          <w:szCs w:val="28"/>
          <w:lang w:eastAsia="en-US"/>
        </w:rPr>
        <w:t xml:space="preserve">, изложив её                   в </w:t>
      </w:r>
      <w:r w:rsidRPr="00863D19">
        <w:rPr>
          <w:sz w:val="28"/>
          <w:szCs w:val="28"/>
          <w:lang w:eastAsia="en-US"/>
        </w:rPr>
        <w:t xml:space="preserve">следующей редакции: </w:t>
      </w:r>
    </w:p>
    <w:p w:rsidR="00D973A7" w:rsidRPr="00154775" w:rsidRDefault="00D973A7" w:rsidP="00D76218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«</w:t>
      </w:r>
      <w:r w:rsidRPr="00154775">
        <w:rPr>
          <w:b/>
          <w:color w:val="000000"/>
          <w:sz w:val="28"/>
          <w:szCs w:val="28"/>
          <w:lang w:eastAsia="en-US"/>
        </w:rPr>
        <w:t>Статья 1</w:t>
      </w:r>
    </w:p>
    <w:p w:rsidR="00D973A7" w:rsidRPr="00D76218" w:rsidRDefault="00D973A7" w:rsidP="00154775">
      <w:pPr>
        <w:autoSpaceDE w:val="0"/>
        <w:autoSpaceDN w:val="0"/>
        <w:adjustRightInd w:val="0"/>
        <w:ind w:firstLine="709"/>
        <w:jc w:val="both"/>
        <w:rPr>
          <w:color w:val="000000"/>
          <w:sz w:val="16"/>
          <w:szCs w:val="28"/>
          <w:lang w:eastAsia="en-US"/>
        </w:rPr>
      </w:pPr>
    </w:p>
    <w:p w:rsidR="00D973A7" w:rsidRPr="00D76218" w:rsidRDefault="00D973A7" w:rsidP="0015477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D973A7" w:rsidRPr="0045147D" w:rsidRDefault="00D973A7" w:rsidP="00D76218">
      <w:pPr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  <w:lang w:eastAsia="en-US"/>
        </w:rPr>
      </w:pPr>
      <w:r w:rsidRPr="0045147D">
        <w:rPr>
          <w:sz w:val="28"/>
          <w:szCs w:val="28"/>
          <w:lang w:eastAsia="en-US"/>
        </w:rPr>
        <w:t xml:space="preserve">В соответствии со </w:t>
      </w:r>
      <w:hyperlink r:id="rId7" w:history="1">
        <w:r w:rsidRPr="0045147D">
          <w:rPr>
            <w:sz w:val="28"/>
            <w:szCs w:val="28"/>
            <w:lang w:eastAsia="en-US"/>
          </w:rPr>
          <w:t>статьёй 346</w:t>
        </w:r>
      </w:hyperlink>
      <w:r w:rsidRPr="0045147D">
        <w:rPr>
          <w:sz w:val="28"/>
          <w:szCs w:val="28"/>
          <w:vertAlign w:val="superscript"/>
          <w:lang w:eastAsia="en-US"/>
        </w:rPr>
        <w:t>20</w:t>
      </w:r>
      <w:r w:rsidRPr="0045147D">
        <w:rPr>
          <w:sz w:val="28"/>
          <w:szCs w:val="28"/>
          <w:lang w:eastAsia="en-US"/>
        </w:rPr>
        <w:t xml:space="preserve"> Налогового кодекса Российской Федерации установить следующие дифференцированные в зависимости от категорий налогоплательщиков налоговые ставки налога, взимаемого в связи с применением упрощённой системы налогообложения:</w:t>
      </w:r>
    </w:p>
    <w:p w:rsidR="00D973A7" w:rsidRPr="0045147D" w:rsidRDefault="00D973A7" w:rsidP="00D76218">
      <w:pPr>
        <w:pStyle w:val="ListParagraph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line="367" w:lineRule="auto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45147D">
        <w:rPr>
          <w:sz w:val="28"/>
          <w:szCs w:val="28"/>
          <w:lang w:eastAsia="en-US"/>
        </w:rPr>
        <w:t xml:space="preserve">в случае, если объектом налогообложения являются доходы, – в размере 1 процента: </w:t>
      </w:r>
    </w:p>
    <w:p w:rsidR="00D973A7" w:rsidRPr="0045147D" w:rsidRDefault="00D973A7" w:rsidP="00D76218">
      <w:pPr>
        <w:pStyle w:val="ListParagraph"/>
        <w:tabs>
          <w:tab w:val="left" w:pos="1134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sz w:val="28"/>
          <w:szCs w:val="28"/>
          <w:lang w:eastAsia="en-US"/>
        </w:rPr>
      </w:pPr>
      <w:r w:rsidRPr="0045147D">
        <w:rPr>
          <w:sz w:val="28"/>
          <w:szCs w:val="28"/>
          <w:lang w:eastAsia="en-US"/>
        </w:rPr>
        <w:t>а) для налогоплательщиков, осуществляющих деятельность в области информационных технологий и получивших в установленном Правительством Российской Федерации порядке документ о государственной аккредитации, предусмотренный пунктом 6 статьи 259 Налогового кодекса Российской Федерации, при условии, что в доходе таких налогоплательщиков от реализации товаров (работ, услуг) в течение соответствующего отчётного (налогового) периода доля дохода от реализации товаров (работ, услуг), являющихся результатом осуществления вид</w:t>
      </w:r>
      <w:r>
        <w:rPr>
          <w:sz w:val="28"/>
          <w:szCs w:val="28"/>
          <w:lang w:eastAsia="en-US"/>
        </w:rPr>
        <w:t>а</w:t>
      </w:r>
      <w:r w:rsidRPr="0045147D">
        <w:rPr>
          <w:sz w:val="28"/>
          <w:szCs w:val="28"/>
          <w:lang w:eastAsia="en-US"/>
        </w:rPr>
        <w:t xml:space="preserve"> экономической деятельности, классифицируем</w:t>
      </w:r>
      <w:r>
        <w:rPr>
          <w:sz w:val="28"/>
          <w:szCs w:val="28"/>
          <w:lang w:eastAsia="en-US"/>
        </w:rPr>
        <w:t>ого</w:t>
      </w:r>
      <w:r w:rsidRPr="0045147D">
        <w:rPr>
          <w:sz w:val="28"/>
          <w:szCs w:val="28"/>
          <w:lang w:eastAsia="en-US"/>
        </w:rPr>
        <w:t xml:space="preserve"> в соответствии с группировк</w:t>
      </w:r>
      <w:r>
        <w:rPr>
          <w:sz w:val="28"/>
          <w:szCs w:val="28"/>
          <w:lang w:eastAsia="en-US"/>
        </w:rPr>
        <w:t>ой 72</w:t>
      </w:r>
      <w:r w:rsidRPr="0045147D">
        <w:rPr>
          <w:sz w:val="28"/>
          <w:szCs w:val="28"/>
          <w:lang w:eastAsia="en-US"/>
        </w:rPr>
        <w:t xml:space="preserve"> Общероссийского классификатора видов экономической деятельности ОК 029-20</w:t>
      </w:r>
      <w:r>
        <w:rPr>
          <w:sz w:val="28"/>
          <w:szCs w:val="28"/>
          <w:lang w:eastAsia="en-US"/>
        </w:rPr>
        <w:t>01 (КДЕС Ред. 1</w:t>
      </w:r>
      <w:r w:rsidRPr="0045147D">
        <w:rPr>
          <w:sz w:val="28"/>
          <w:szCs w:val="28"/>
          <w:lang w:eastAsia="en-US"/>
        </w:rPr>
        <w:t>) (далее</w:t>
      </w:r>
      <w:r>
        <w:rPr>
          <w:sz w:val="28"/>
          <w:szCs w:val="28"/>
          <w:lang w:eastAsia="en-US"/>
        </w:rPr>
        <w:t xml:space="preserve"> также</w:t>
      </w:r>
      <w:r w:rsidRPr="0045147D">
        <w:rPr>
          <w:sz w:val="28"/>
          <w:szCs w:val="28"/>
          <w:lang w:eastAsia="en-US"/>
        </w:rPr>
        <w:t xml:space="preserve"> – ОКВЭД), составила не менее 70 процентов;</w:t>
      </w:r>
    </w:p>
    <w:p w:rsidR="00D973A7" w:rsidRPr="0045147D" w:rsidRDefault="00D973A7" w:rsidP="00D76218">
      <w:pPr>
        <w:pStyle w:val="ListParagraph"/>
        <w:tabs>
          <w:tab w:val="left" w:pos="1134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sz w:val="28"/>
          <w:szCs w:val="28"/>
          <w:lang w:eastAsia="en-US"/>
        </w:rPr>
      </w:pPr>
      <w:r w:rsidRPr="0045147D">
        <w:rPr>
          <w:sz w:val="28"/>
          <w:szCs w:val="28"/>
          <w:lang w:eastAsia="en-US"/>
        </w:rPr>
        <w:t xml:space="preserve">б) для налогоплательщиков, впервые зарегистрированных в качестве юридических лиц или индивидуальных предпринимателей после вступления </w:t>
      </w:r>
      <w:r>
        <w:rPr>
          <w:sz w:val="28"/>
          <w:szCs w:val="28"/>
          <w:lang w:eastAsia="en-US"/>
        </w:rPr>
        <w:t xml:space="preserve">         </w:t>
      </w:r>
      <w:r w:rsidRPr="0045147D">
        <w:rPr>
          <w:sz w:val="28"/>
          <w:szCs w:val="28"/>
          <w:lang w:eastAsia="en-US"/>
        </w:rPr>
        <w:t>в силу настоящей статьи (за исключением индивидуальных предпринимателей, указанных в статье 1</w:t>
      </w:r>
      <w:r w:rsidRPr="0045147D">
        <w:rPr>
          <w:sz w:val="28"/>
          <w:szCs w:val="28"/>
          <w:vertAlign w:val="superscript"/>
          <w:lang w:eastAsia="en-US"/>
        </w:rPr>
        <w:t xml:space="preserve">1 </w:t>
      </w:r>
      <w:r w:rsidRPr="0045147D">
        <w:rPr>
          <w:sz w:val="28"/>
          <w:szCs w:val="28"/>
          <w:lang w:eastAsia="en-US"/>
        </w:rPr>
        <w:t xml:space="preserve">настоящего Закона), – в течение налогового периода, </w:t>
      </w:r>
      <w:r>
        <w:rPr>
          <w:sz w:val="28"/>
          <w:szCs w:val="28"/>
          <w:lang w:eastAsia="en-US"/>
        </w:rPr>
        <w:t xml:space="preserve">           </w:t>
      </w:r>
      <w:r w:rsidRPr="0045147D">
        <w:rPr>
          <w:sz w:val="28"/>
          <w:szCs w:val="28"/>
          <w:lang w:eastAsia="en-US"/>
        </w:rPr>
        <w:t>в котором была осуществлена их государственная регистрация в качестве юридических лиц или индивидуальных предпринимателей, и следующего за ним налогового периода</w:t>
      </w:r>
      <w:r>
        <w:rPr>
          <w:sz w:val="28"/>
          <w:szCs w:val="28"/>
          <w:lang w:eastAsia="en-US"/>
        </w:rPr>
        <w:t>;</w:t>
      </w:r>
    </w:p>
    <w:p w:rsidR="00D973A7" w:rsidRDefault="00D973A7" w:rsidP="00D76218">
      <w:pPr>
        <w:pStyle w:val="ListParagraph"/>
        <w:tabs>
          <w:tab w:val="left" w:pos="1134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bCs/>
          <w:sz w:val="28"/>
          <w:szCs w:val="28"/>
          <w:lang w:eastAsia="en-US"/>
        </w:rPr>
      </w:pPr>
      <w:r w:rsidRPr="00154775">
        <w:rPr>
          <w:bCs/>
          <w:sz w:val="28"/>
          <w:szCs w:val="28"/>
          <w:lang w:eastAsia="en-US"/>
        </w:rPr>
        <w:t xml:space="preserve">2) </w:t>
      </w:r>
      <w:r w:rsidRPr="0045147D">
        <w:rPr>
          <w:sz w:val="28"/>
          <w:szCs w:val="28"/>
          <w:lang w:eastAsia="en-US"/>
        </w:rPr>
        <w:t>в случае, если объектом налогообложения являются доходы, уменьшенные на величину расходов:</w:t>
      </w:r>
    </w:p>
    <w:p w:rsidR="00D973A7" w:rsidRPr="0045147D" w:rsidRDefault="00D973A7" w:rsidP="00D76218">
      <w:pPr>
        <w:pStyle w:val="ListParagraph"/>
        <w:tabs>
          <w:tab w:val="left" w:pos="1134"/>
        </w:tabs>
        <w:autoSpaceDE w:val="0"/>
        <w:autoSpaceDN w:val="0"/>
        <w:adjustRightInd w:val="0"/>
        <w:spacing w:line="365" w:lineRule="auto"/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а) </w:t>
      </w:r>
      <w:r w:rsidRPr="0045147D">
        <w:rPr>
          <w:sz w:val="28"/>
          <w:szCs w:val="28"/>
          <w:lang w:eastAsia="en-US"/>
        </w:rPr>
        <w:t>в размере 5 процентов:</w:t>
      </w:r>
    </w:p>
    <w:p w:rsidR="00D973A7" w:rsidRDefault="00D973A7" w:rsidP="00D76218">
      <w:pPr>
        <w:pStyle w:val="ConsPlusNormal"/>
        <w:spacing w:line="365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685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для налогоплательщиков, не менее 70 процентов дохода которых </w:t>
      </w:r>
      <w:r w:rsidRPr="0002685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br/>
        <w:t>от реализации товаров (работ, услуг) в течение соответствующего отчётного (налогового) периода составил доход от реализации товаров (работ, услуг), являющихся результатом осуществления видов экономической деятельности, классифицируемых в соответствии с группировками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hyperlink r:id="rId8" w:history="1">
        <w:r w:rsidRPr="0002685B">
          <w:rPr>
            <w:rFonts w:ascii="Times New Roman" w:hAnsi="Times New Roman" w:cs="Times New Roman"/>
            <w:color w:val="000000"/>
            <w:sz w:val="28"/>
            <w:szCs w:val="28"/>
          </w:rPr>
          <w:t>01</w:t>
        </w:r>
      </w:hyperlink>
      <w:r w:rsidRPr="0002685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9" w:history="1">
        <w:r w:rsidRPr="0002685B">
          <w:rPr>
            <w:rFonts w:ascii="Times New Roman" w:hAnsi="Times New Roman" w:cs="Times New Roman"/>
            <w:color w:val="000000"/>
            <w:sz w:val="28"/>
            <w:szCs w:val="28"/>
          </w:rPr>
          <w:t>02</w:t>
        </w:r>
      </w:hyperlink>
      <w:r w:rsidRPr="0002685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10" w:history="1">
        <w:r w:rsidRPr="0002685B">
          <w:rPr>
            <w:rFonts w:ascii="Times New Roman" w:hAnsi="Times New Roman" w:cs="Times New Roman"/>
            <w:color w:val="000000"/>
            <w:sz w:val="28"/>
            <w:szCs w:val="28"/>
          </w:rPr>
          <w:t>05</w:t>
        </w:r>
      </w:hyperlink>
      <w:r w:rsidRPr="0002685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11" w:history="1">
        <w:r w:rsidRPr="0002685B">
          <w:rPr>
            <w:rFonts w:ascii="Times New Roman" w:hAnsi="Times New Roman" w:cs="Times New Roman"/>
            <w:color w:val="000000"/>
            <w:sz w:val="28"/>
            <w:szCs w:val="28"/>
          </w:rPr>
          <w:t>10</w:t>
        </w:r>
      </w:hyperlink>
      <w:r w:rsidRPr="0002685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12" w:history="1">
        <w:r w:rsidRPr="0002685B">
          <w:rPr>
            <w:rFonts w:ascii="Times New Roman" w:hAnsi="Times New Roman" w:cs="Times New Roman"/>
            <w:color w:val="000000"/>
            <w:sz w:val="28"/>
            <w:szCs w:val="28"/>
          </w:rPr>
          <w:t>14</w:t>
        </w:r>
      </w:hyperlink>
      <w:r w:rsidRPr="0002685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13" w:history="1">
        <w:r w:rsidRPr="0002685B">
          <w:rPr>
            <w:rFonts w:ascii="Times New Roman" w:hAnsi="Times New Roman" w:cs="Times New Roman"/>
            <w:color w:val="000000"/>
            <w:sz w:val="28"/>
            <w:szCs w:val="28"/>
          </w:rPr>
          <w:t>15</w:t>
        </w:r>
      </w:hyperlink>
      <w:r w:rsidRPr="0002685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14" w:history="1">
        <w:r w:rsidRPr="0002685B">
          <w:rPr>
            <w:rFonts w:ascii="Times New Roman" w:hAnsi="Times New Roman" w:cs="Times New Roman"/>
            <w:color w:val="000000"/>
            <w:sz w:val="28"/>
            <w:szCs w:val="28"/>
          </w:rPr>
          <w:t>17</w:t>
        </w:r>
      </w:hyperlink>
      <w:r w:rsidRPr="0002685B">
        <w:rPr>
          <w:rFonts w:ascii="Times New Roman" w:hAnsi="Times New Roman" w:cs="Times New Roman"/>
          <w:color w:val="000000"/>
          <w:sz w:val="28"/>
          <w:szCs w:val="28"/>
        </w:rPr>
        <w:t>-</w:t>
      </w:r>
      <w:hyperlink r:id="rId15" w:history="1">
        <w:r w:rsidRPr="0002685B">
          <w:rPr>
            <w:rFonts w:ascii="Times New Roman" w:hAnsi="Times New Roman" w:cs="Times New Roman"/>
            <w:color w:val="000000"/>
            <w:sz w:val="28"/>
            <w:szCs w:val="28"/>
          </w:rPr>
          <w:t>19</w:t>
        </w:r>
      </w:hyperlink>
      <w:r>
        <w:t xml:space="preserve">  </w:t>
      </w:r>
      <w:r w:rsidRPr="0002685B">
        <w:rPr>
          <w:rFonts w:ascii="Times New Roman" w:hAnsi="Times New Roman" w:cs="Times New Roman"/>
          <w:color w:val="000000"/>
          <w:sz w:val="28"/>
          <w:szCs w:val="28"/>
        </w:rPr>
        <w:t xml:space="preserve"> (за исключением случаев, когда соответствующий вид экономической деятельности осуществляется на основании заказов граждан), </w:t>
      </w:r>
      <w:hyperlink r:id="rId16" w:history="1">
        <w:r w:rsidRPr="0002685B">
          <w:rPr>
            <w:rFonts w:ascii="Times New Roman" w:hAnsi="Times New Roman" w:cs="Times New Roman"/>
            <w:color w:val="000000"/>
            <w:sz w:val="28"/>
            <w:szCs w:val="28"/>
          </w:rPr>
          <w:t>20</w:t>
        </w:r>
      </w:hyperlink>
      <w:r w:rsidRPr="0002685B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17" w:history="1">
        <w:r w:rsidRPr="0002685B">
          <w:rPr>
            <w:rFonts w:ascii="Times New Roman" w:hAnsi="Times New Roman" w:cs="Times New Roman"/>
            <w:color w:val="000000"/>
            <w:sz w:val="28"/>
            <w:szCs w:val="28"/>
          </w:rPr>
          <w:t>21</w:t>
        </w:r>
      </w:hyperlink>
      <w:r w:rsidRPr="0002685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18" w:history="1">
        <w:r w:rsidRPr="0002685B">
          <w:rPr>
            <w:rFonts w:ascii="Times New Roman" w:hAnsi="Times New Roman" w:cs="Times New Roman"/>
            <w:color w:val="000000"/>
            <w:sz w:val="28"/>
            <w:szCs w:val="28"/>
          </w:rPr>
          <w:t>25</w:t>
        </w:r>
      </w:hyperlink>
      <w:r w:rsidRPr="0002685B">
        <w:rPr>
          <w:rFonts w:ascii="Times New Roman" w:hAnsi="Times New Roman" w:cs="Times New Roman"/>
          <w:color w:val="000000"/>
          <w:sz w:val="28"/>
          <w:szCs w:val="28"/>
        </w:rPr>
        <w:t>-</w:t>
      </w:r>
      <w:hyperlink r:id="rId19" w:history="1">
        <w:r w:rsidRPr="0002685B">
          <w:rPr>
            <w:rFonts w:ascii="Times New Roman" w:hAnsi="Times New Roman" w:cs="Times New Roman"/>
            <w:color w:val="000000"/>
            <w:sz w:val="28"/>
            <w:szCs w:val="28"/>
          </w:rPr>
          <w:t>28</w:t>
        </w:r>
      </w:hyperlink>
      <w:r w:rsidRPr="0002685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20" w:history="1">
        <w:r w:rsidRPr="0002685B">
          <w:rPr>
            <w:rFonts w:ascii="Times New Roman" w:hAnsi="Times New Roman" w:cs="Times New Roman"/>
            <w:color w:val="000000"/>
            <w:sz w:val="28"/>
            <w:szCs w:val="28"/>
          </w:rPr>
          <w:t>45</w:t>
        </w:r>
      </w:hyperlink>
      <w:r>
        <w:t xml:space="preserve">      </w:t>
      </w:r>
      <w:r w:rsidRPr="0002685B">
        <w:rPr>
          <w:rFonts w:ascii="Times New Roman" w:hAnsi="Times New Roman" w:cs="Times New Roman"/>
          <w:color w:val="000000"/>
          <w:sz w:val="28"/>
          <w:szCs w:val="28"/>
        </w:rPr>
        <w:t xml:space="preserve">(за исключением вида экономической деятельности, предусмотренного группировкой 45.11.2), </w:t>
      </w:r>
      <w:hyperlink r:id="rId21" w:history="1">
        <w:r w:rsidRPr="0002685B">
          <w:rPr>
            <w:rFonts w:ascii="Times New Roman" w:hAnsi="Times New Roman" w:cs="Times New Roman"/>
            <w:color w:val="000000"/>
            <w:sz w:val="28"/>
            <w:szCs w:val="28"/>
          </w:rPr>
          <w:t>73</w:t>
        </w:r>
      </w:hyperlink>
      <w:r w:rsidRPr="0002685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22" w:history="1">
        <w:r w:rsidRPr="0002685B">
          <w:rPr>
            <w:rFonts w:ascii="Times New Roman" w:hAnsi="Times New Roman" w:cs="Times New Roman"/>
            <w:color w:val="000000"/>
            <w:sz w:val="28"/>
            <w:szCs w:val="28"/>
          </w:rPr>
          <w:t>80.10.3</w:t>
        </w:r>
      </w:hyperlink>
      <w:r w:rsidRPr="0002685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23" w:history="1">
        <w:r w:rsidRPr="0002685B">
          <w:rPr>
            <w:rFonts w:ascii="Times New Roman" w:hAnsi="Times New Roman" w:cs="Times New Roman"/>
            <w:color w:val="000000"/>
            <w:sz w:val="28"/>
            <w:szCs w:val="28"/>
          </w:rPr>
          <w:t>85.11.1</w:t>
        </w:r>
      </w:hyperlink>
      <w:r w:rsidRPr="0002685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24" w:history="1">
        <w:r w:rsidRPr="0002685B">
          <w:rPr>
            <w:rFonts w:ascii="Times New Roman" w:hAnsi="Times New Roman" w:cs="Times New Roman"/>
            <w:color w:val="000000"/>
            <w:sz w:val="28"/>
            <w:szCs w:val="28"/>
          </w:rPr>
          <w:t>85.12</w:t>
        </w:r>
      </w:hyperlink>
      <w:r w:rsidRPr="0002685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25" w:history="1">
        <w:r w:rsidRPr="0002685B">
          <w:rPr>
            <w:rFonts w:ascii="Times New Roman" w:hAnsi="Times New Roman" w:cs="Times New Roman"/>
            <w:color w:val="000000"/>
            <w:sz w:val="28"/>
            <w:szCs w:val="28"/>
          </w:rPr>
          <w:t>85.14.1</w:t>
        </w:r>
      </w:hyperlink>
      <w:r w:rsidRPr="0002685B">
        <w:rPr>
          <w:rFonts w:ascii="Times New Roman" w:hAnsi="Times New Roman" w:cs="Times New Roman"/>
          <w:color w:val="000000"/>
          <w:sz w:val="28"/>
          <w:szCs w:val="28"/>
        </w:rPr>
        <w:t>-</w:t>
      </w:r>
      <w:hyperlink r:id="rId26" w:history="1">
        <w:r w:rsidRPr="0002685B">
          <w:rPr>
            <w:rFonts w:ascii="Times New Roman" w:hAnsi="Times New Roman" w:cs="Times New Roman"/>
            <w:color w:val="000000"/>
            <w:sz w:val="28"/>
            <w:szCs w:val="28"/>
          </w:rPr>
          <w:t>85.14.4</w:t>
        </w:r>
      </w:hyperlink>
      <w:r w:rsidRPr="0002685B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hyperlink r:id="rId27" w:history="1">
        <w:r w:rsidRPr="0002685B">
          <w:rPr>
            <w:rFonts w:ascii="Times New Roman" w:hAnsi="Times New Roman" w:cs="Times New Roman"/>
            <w:color w:val="000000"/>
            <w:sz w:val="28"/>
            <w:szCs w:val="28"/>
          </w:rPr>
          <w:t>85.32</w:t>
        </w:r>
      </w:hyperlink>
      <w:r w:rsidRPr="0002685B">
        <w:rPr>
          <w:rFonts w:ascii="Times New Roman" w:hAnsi="Times New Roman" w:cs="Times New Roman"/>
          <w:color w:val="000000"/>
          <w:sz w:val="28"/>
          <w:szCs w:val="28"/>
        </w:rPr>
        <w:t xml:space="preserve"> ОКВЭД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973A7" w:rsidRPr="0045147D" w:rsidRDefault="00D973A7" w:rsidP="00D76218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  <w:lang w:eastAsia="en-US"/>
        </w:rPr>
      </w:pPr>
      <w:r w:rsidRPr="0045147D">
        <w:rPr>
          <w:sz w:val="28"/>
          <w:szCs w:val="28"/>
          <w:lang w:eastAsia="en-US"/>
        </w:rPr>
        <w:t xml:space="preserve">для налогоплательщиков, являющихся в соответствии со </w:t>
      </w:r>
      <w:hyperlink r:id="rId28" w:history="1">
        <w:r w:rsidRPr="0045147D">
          <w:rPr>
            <w:sz w:val="28"/>
            <w:szCs w:val="28"/>
            <w:lang w:eastAsia="en-US"/>
          </w:rPr>
          <w:t>статьёй</w:t>
        </w:r>
        <w:r>
          <w:rPr>
            <w:sz w:val="28"/>
            <w:szCs w:val="28"/>
            <w:lang w:eastAsia="en-US"/>
          </w:rPr>
          <w:t xml:space="preserve"> </w:t>
        </w:r>
        <w:r w:rsidRPr="0045147D">
          <w:rPr>
            <w:sz w:val="28"/>
            <w:szCs w:val="28"/>
            <w:lang w:eastAsia="en-US"/>
          </w:rPr>
          <w:t>4</w:t>
        </w:r>
      </w:hyperlink>
      <w:r w:rsidRPr="0045147D">
        <w:rPr>
          <w:sz w:val="28"/>
          <w:szCs w:val="28"/>
          <w:lang w:eastAsia="en-US"/>
        </w:rPr>
        <w:t xml:space="preserve"> Федерального закона от 24 июля 2007 года № 209-ФЗ «О развитии малого </w:t>
      </w:r>
      <w:r>
        <w:rPr>
          <w:sz w:val="28"/>
          <w:szCs w:val="28"/>
          <w:lang w:eastAsia="en-US"/>
        </w:rPr>
        <w:br/>
      </w:r>
      <w:r w:rsidRPr="0045147D">
        <w:rPr>
          <w:sz w:val="28"/>
          <w:szCs w:val="28"/>
          <w:lang w:eastAsia="en-US"/>
        </w:rPr>
        <w:t>и среднего предпринимательства в Российской Федерации» субъектами малого или среднего предпринимательства (за исключением индивидуальных предпринимателей, указанных в статье 1</w:t>
      </w:r>
      <w:r w:rsidRPr="0045147D">
        <w:rPr>
          <w:sz w:val="28"/>
          <w:szCs w:val="28"/>
          <w:vertAlign w:val="superscript"/>
          <w:lang w:eastAsia="en-US"/>
        </w:rPr>
        <w:t>1</w:t>
      </w:r>
      <w:r w:rsidRPr="0045147D">
        <w:rPr>
          <w:sz w:val="28"/>
          <w:szCs w:val="28"/>
          <w:lang w:eastAsia="en-US"/>
        </w:rPr>
        <w:t xml:space="preserve"> настоящего Закона), – в течение налогового периода, в котором была осуществлена их государственная регистрация в качестве юридических лиц или индивидуальных предпринимателей, и следующего за ним налогового периода;</w:t>
      </w:r>
    </w:p>
    <w:p w:rsidR="00D973A7" w:rsidRPr="0002685B" w:rsidRDefault="00D973A7" w:rsidP="00D76218">
      <w:pPr>
        <w:pStyle w:val="ConsPlusNormal"/>
        <w:spacing w:line="372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685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б) в размере 10 процентов для налогоплательщиков, не менее 70 процентов дохода которых от реализации товаров (работ, услуг) в течение соответствующего отчётного (налогового) периода составил доход от реализации товаров (работ, услуг), являющихся результатом осуществления видов экономической деятельности, классифицируемых в соответствии</w:t>
      </w:r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02685B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с группировками </w:t>
      </w:r>
      <w:hyperlink r:id="rId29" w:history="1">
        <w:r w:rsidRPr="0002685B">
          <w:rPr>
            <w:rFonts w:ascii="Times New Roman" w:hAnsi="Times New Roman" w:cs="Times New Roman"/>
            <w:color w:val="000000"/>
            <w:sz w:val="28"/>
            <w:szCs w:val="28"/>
          </w:rPr>
          <w:t>22</w:t>
        </w:r>
      </w:hyperlink>
      <w:r w:rsidRPr="0002685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30" w:history="1">
        <w:r w:rsidRPr="0002685B">
          <w:rPr>
            <w:rFonts w:ascii="Times New Roman" w:hAnsi="Times New Roman" w:cs="Times New Roman"/>
            <w:color w:val="000000"/>
            <w:sz w:val="28"/>
            <w:szCs w:val="28"/>
          </w:rPr>
          <w:t>36</w:t>
        </w:r>
      </w:hyperlink>
      <w:r w:rsidRPr="0002685B">
        <w:rPr>
          <w:rFonts w:ascii="Times New Roman" w:hAnsi="Times New Roman" w:cs="Times New Roman"/>
          <w:color w:val="000000"/>
          <w:sz w:val="28"/>
          <w:szCs w:val="28"/>
        </w:rPr>
        <w:t>-</w:t>
      </w:r>
      <w:hyperlink r:id="rId31" w:history="1">
        <w:r w:rsidRPr="0002685B">
          <w:rPr>
            <w:rFonts w:ascii="Times New Roman" w:hAnsi="Times New Roman" w:cs="Times New Roman"/>
            <w:color w:val="000000"/>
            <w:sz w:val="28"/>
            <w:szCs w:val="28"/>
          </w:rPr>
          <w:t>37</w:t>
        </w:r>
      </w:hyperlink>
      <w:r w:rsidRPr="0002685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32" w:history="1">
        <w:r w:rsidRPr="0002685B">
          <w:rPr>
            <w:rFonts w:ascii="Times New Roman" w:hAnsi="Times New Roman" w:cs="Times New Roman"/>
            <w:color w:val="000000"/>
            <w:sz w:val="28"/>
            <w:szCs w:val="28"/>
          </w:rPr>
          <w:t>71</w:t>
        </w:r>
      </w:hyperlink>
      <w:r w:rsidRPr="0002685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33" w:history="1">
        <w:r w:rsidRPr="0002685B">
          <w:rPr>
            <w:rFonts w:ascii="Times New Roman" w:hAnsi="Times New Roman" w:cs="Times New Roman"/>
            <w:color w:val="000000"/>
            <w:sz w:val="28"/>
            <w:szCs w:val="28"/>
          </w:rPr>
          <w:t>72</w:t>
        </w:r>
      </w:hyperlink>
      <w:r w:rsidRPr="0002685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34" w:history="1">
        <w:r w:rsidRPr="0002685B">
          <w:rPr>
            <w:rFonts w:ascii="Times New Roman" w:hAnsi="Times New Roman" w:cs="Times New Roman"/>
            <w:color w:val="000000"/>
            <w:sz w:val="28"/>
            <w:szCs w:val="28"/>
          </w:rPr>
          <w:t>74.20.1</w:t>
        </w:r>
      </w:hyperlink>
      <w:r w:rsidRPr="0002685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35" w:history="1">
        <w:r w:rsidRPr="0002685B">
          <w:rPr>
            <w:rFonts w:ascii="Times New Roman" w:hAnsi="Times New Roman" w:cs="Times New Roman"/>
            <w:color w:val="000000"/>
            <w:sz w:val="28"/>
            <w:szCs w:val="28"/>
          </w:rPr>
          <w:t>74.30.7</w:t>
        </w:r>
      </w:hyperlink>
      <w:r w:rsidRPr="0002685B">
        <w:rPr>
          <w:rFonts w:ascii="Times New Roman" w:hAnsi="Times New Roman" w:cs="Times New Roman"/>
          <w:color w:val="000000"/>
          <w:sz w:val="28"/>
          <w:szCs w:val="28"/>
        </w:rPr>
        <w:t xml:space="preserve"> (за исключением случаев, когда соответствующий вид экономической деятельности осуществляется на станциях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2685B">
        <w:rPr>
          <w:rFonts w:ascii="Times New Roman" w:hAnsi="Times New Roman" w:cs="Times New Roman"/>
          <w:color w:val="000000"/>
          <w:sz w:val="28"/>
          <w:szCs w:val="28"/>
        </w:rPr>
        <w:t xml:space="preserve">технического обслуживания), </w:t>
      </w:r>
      <w:hyperlink r:id="rId36" w:history="1">
        <w:r w:rsidRPr="0002685B">
          <w:rPr>
            <w:rFonts w:ascii="Times New Roman" w:hAnsi="Times New Roman" w:cs="Times New Roman"/>
            <w:color w:val="000000"/>
            <w:sz w:val="28"/>
            <w:szCs w:val="28"/>
          </w:rPr>
          <w:t>74.4</w:t>
        </w:r>
      </w:hyperlink>
      <w:r w:rsidRPr="0002685B">
        <w:rPr>
          <w:rFonts w:ascii="Times New Roman" w:hAnsi="Times New Roman" w:cs="Times New Roman"/>
          <w:color w:val="000000"/>
          <w:sz w:val="28"/>
          <w:szCs w:val="28"/>
        </w:rPr>
        <w:t xml:space="preserve"> (за исключением случаев, когда соответствующий вид экономической деятельности связан с размещением и распространением наружной рекламы), </w:t>
      </w:r>
      <w:hyperlink r:id="rId37" w:history="1">
        <w:r w:rsidRPr="0002685B">
          <w:rPr>
            <w:rFonts w:ascii="Times New Roman" w:hAnsi="Times New Roman" w:cs="Times New Roman"/>
            <w:color w:val="000000"/>
            <w:sz w:val="28"/>
            <w:szCs w:val="28"/>
          </w:rPr>
          <w:t>74.5</w:t>
        </w:r>
      </w:hyperlink>
      <w:r w:rsidRPr="0002685B">
        <w:rPr>
          <w:rFonts w:ascii="Times New Roman" w:hAnsi="Times New Roman" w:cs="Times New Roman"/>
          <w:color w:val="000000"/>
          <w:sz w:val="28"/>
          <w:szCs w:val="28"/>
        </w:rPr>
        <w:t>-</w:t>
      </w:r>
      <w:hyperlink r:id="rId38" w:history="1">
        <w:r w:rsidRPr="0002685B">
          <w:rPr>
            <w:rFonts w:ascii="Times New Roman" w:hAnsi="Times New Roman" w:cs="Times New Roman"/>
            <w:color w:val="000000"/>
            <w:sz w:val="28"/>
            <w:szCs w:val="28"/>
          </w:rPr>
          <w:t>74.6</w:t>
        </w:r>
      </w:hyperlink>
      <w:r w:rsidRPr="0002685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39" w:history="1">
        <w:r w:rsidRPr="0002685B">
          <w:rPr>
            <w:rFonts w:ascii="Times New Roman" w:hAnsi="Times New Roman" w:cs="Times New Roman"/>
            <w:color w:val="000000"/>
            <w:sz w:val="28"/>
            <w:szCs w:val="28"/>
          </w:rPr>
          <w:t>74.70.1</w:t>
        </w:r>
      </w:hyperlink>
      <w:r w:rsidRPr="0002685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40" w:history="1">
        <w:r w:rsidRPr="0002685B">
          <w:rPr>
            <w:rFonts w:ascii="Times New Roman" w:hAnsi="Times New Roman" w:cs="Times New Roman"/>
            <w:color w:val="000000"/>
            <w:sz w:val="28"/>
            <w:szCs w:val="28"/>
          </w:rPr>
          <w:t>74.82</w:t>
        </w:r>
      </w:hyperlink>
      <w:r w:rsidRPr="0002685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41" w:history="1">
        <w:r w:rsidRPr="0002685B">
          <w:rPr>
            <w:rFonts w:ascii="Times New Roman" w:hAnsi="Times New Roman" w:cs="Times New Roman"/>
            <w:color w:val="000000"/>
            <w:sz w:val="28"/>
            <w:szCs w:val="28"/>
          </w:rPr>
          <w:t>74.84</w:t>
        </w:r>
      </w:hyperlink>
      <w:r w:rsidRPr="0002685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42" w:history="1">
        <w:r w:rsidRPr="0002685B">
          <w:rPr>
            <w:rFonts w:ascii="Times New Roman" w:hAnsi="Times New Roman" w:cs="Times New Roman"/>
            <w:color w:val="000000"/>
            <w:sz w:val="28"/>
            <w:szCs w:val="28"/>
          </w:rPr>
          <w:t>74.87.4</w:t>
        </w:r>
      </w:hyperlink>
      <w:r w:rsidRPr="0002685B">
        <w:rPr>
          <w:rFonts w:ascii="Times New Roman" w:hAnsi="Times New Roman" w:cs="Times New Roman"/>
          <w:color w:val="000000"/>
          <w:sz w:val="28"/>
          <w:szCs w:val="28"/>
        </w:rPr>
        <w:t>-</w:t>
      </w:r>
      <w:hyperlink r:id="rId43" w:history="1">
        <w:r w:rsidRPr="0002685B">
          <w:rPr>
            <w:rFonts w:ascii="Times New Roman" w:hAnsi="Times New Roman" w:cs="Times New Roman"/>
            <w:color w:val="000000"/>
            <w:sz w:val="28"/>
            <w:szCs w:val="28"/>
          </w:rPr>
          <w:t>74.87.5</w:t>
        </w:r>
      </w:hyperlink>
      <w:r w:rsidRPr="0002685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44" w:history="1">
        <w:r w:rsidRPr="0002685B">
          <w:rPr>
            <w:rFonts w:ascii="Times New Roman" w:hAnsi="Times New Roman" w:cs="Times New Roman"/>
            <w:color w:val="000000"/>
            <w:sz w:val="28"/>
            <w:szCs w:val="28"/>
          </w:rPr>
          <w:t>90</w:t>
        </w:r>
      </w:hyperlink>
      <w:r w:rsidRPr="0002685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45" w:history="1">
        <w:r w:rsidRPr="0002685B">
          <w:rPr>
            <w:rFonts w:ascii="Times New Roman" w:hAnsi="Times New Roman" w:cs="Times New Roman"/>
            <w:color w:val="000000"/>
            <w:sz w:val="28"/>
            <w:szCs w:val="28"/>
          </w:rPr>
          <w:t>91.11</w:t>
        </w:r>
      </w:hyperlink>
      <w:r w:rsidRPr="0002685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46" w:history="1">
        <w:r w:rsidRPr="0002685B">
          <w:rPr>
            <w:rFonts w:ascii="Times New Roman" w:hAnsi="Times New Roman" w:cs="Times New Roman"/>
            <w:color w:val="000000"/>
            <w:sz w:val="28"/>
            <w:szCs w:val="28"/>
          </w:rPr>
          <w:t>92.1</w:t>
        </w:r>
      </w:hyperlink>
      <w:r w:rsidRPr="0002685B">
        <w:rPr>
          <w:rFonts w:ascii="Times New Roman" w:hAnsi="Times New Roman" w:cs="Times New Roman"/>
          <w:color w:val="000000"/>
          <w:sz w:val="28"/>
          <w:szCs w:val="28"/>
        </w:rPr>
        <w:t xml:space="preserve"> (за исключением случаев, когда производство фильмов осуществляется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2685B">
        <w:rPr>
          <w:rFonts w:ascii="Times New Roman" w:hAnsi="Times New Roman" w:cs="Times New Roman"/>
          <w:color w:val="000000"/>
          <w:sz w:val="28"/>
          <w:szCs w:val="28"/>
        </w:rPr>
        <w:t xml:space="preserve">на основании заказов граждан), </w:t>
      </w:r>
      <w:hyperlink r:id="rId47" w:history="1">
        <w:r w:rsidRPr="0002685B">
          <w:rPr>
            <w:rFonts w:ascii="Times New Roman" w:hAnsi="Times New Roman" w:cs="Times New Roman"/>
            <w:color w:val="000000"/>
            <w:sz w:val="28"/>
            <w:szCs w:val="28"/>
          </w:rPr>
          <w:t>92.2</w:t>
        </w:r>
      </w:hyperlink>
      <w:r w:rsidRPr="0002685B">
        <w:rPr>
          <w:rFonts w:ascii="Times New Roman" w:hAnsi="Times New Roman" w:cs="Times New Roman"/>
          <w:color w:val="000000"/>
          <w:sz w:val="28"/>
          <w:szCs w:val="28"/>
        </w:rPr>
        <w:t>-</w:t>
      </w:r>
      <w:hyperlink r:id="rId48" w:history="1">
        <w:r w:rsidRPr="0002685B">
          <w:rPr>
            <w:rFonts w:ascii="Times New Roman" w:hAnsi="Times New Roman" w:cs="Times New Roman"/>
            <w:color w:val="000000"/>
            <w:sz w:val="28"/>
            <w:szCs w:val="28"/>
          </w:rPr>
          <w:t>92.6</w:t>
        </w:r>
      </w:hyperlink>
      <w:r w:rsidRPr="0002685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49" w:history="1">
        <w:r w:rsidRPr="0002685B">
          <w:rPr>
            <w:rFonts w:ascii="Times New Roman" w:hAnsi="Times New Roman" w:cs="Times New Roman"/>
            <w:color w:val="000000"/>
            <w:sz w:val="28"/>
            <w:szCs w:val="28"/>
          </w:rPr>
          <w:t>93.01</w:t>
        </w:r>
      </w:hyperlink>
      <w:r w:rsidRPr="0002685B">
        <w:rPr>
          <w:rFonts w:ascii="Times New Roman" w:hAnsi="Times New Roman" w:cs="Times New Roman"/>
          <w:color w:val="000000"/>
          <w:sz w:val="28"/>
          <w:szCs w:val="28"/>
        </w:rPr>
        <w:t xml:space="preserve"> (за исключением случаев, когда соответствующий вид экономической деятельности осуществляется на основании заказов граждан)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hyperlink r:id="rId50" w:history="1">
        <w:r w:rsidRPr="0002685B">
          <w:rPr>
            <w:rFonts w:ascii="Times New Roman" w:hAnsi="Times New Roman" w:cs="Times New Roman"/>
            <w:color w:val="000000"/>
            <w:sz w:val="28"/>
            <w:szCs w:val="28"/>
          </w:rPr>
          <w:t>93.04</w:t>
        </w:r>
      </w:hyperlink>
      <w:r w:rsidRPr="0002685B">
        <w:rPr>
          <w:rFonts w:ascii="Times New Roman" w:hAnsi="Times New Roman" w:cs="Times New Roman"/>
          <w:color w:val="000000"/>
          <w:sz w:val="28"/>
          <w:szCs w:val="28"/>
        </w:rPr>
        <w:t xml:space="preserve"> ОКВЭД</w:t>
      </w:r>
      <w:r>
        <w:rPr>
          <w:rFonts w:ascii="Times New Roman" w:hAnsi="Times New Roman" w:cs="Times New Roman"/>
          <w:color w:val="000000"/>
          <w:sz w:val="28"/>
          <w:szCs w:val="28"/>
        </w:rPr>
        <w:t>.».</w:t>
      </w:r>
    </w:p>
    <w:p w:rsidR="00D973A7" w:rsidRPr="00D76218" w:rsidRDefault="00D973A7" w:rsidP="00C82B7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16"/>
          <w:szCs w:val="24"/>
        </w:rPr>
      </w:pPr>
    </w:p>
    <w:p w:rsidR="00D973A7" w:rsidRPr="00282409" w:rsidRDefault="00D973A7" w:rsidP="00C82B7A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</w:p>
    <w:p w:rsidR="00D973A7" w:rsidRDefault="00D973A7" w:rsidP="00A002B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en-US"/>
        </w:rPr>
      </w:pPr>
      <w:r w:rsidRPr="00B36567">
        <w:rPr>
          <w:b/>
          <w:bCs/>
          <w:sz w:val="28"/>
          <w:szCs w:val="28"/>
          <w:lang w:eastAsia="en-US"/>
        </w:rPr>
        <w:t xml:space="preserve">Статья </w:t>
      </w:r>
      <w:r>
        <w:rPr>
          <w:b/>
          <w:bCs/>
          <w:sz w:val="28"/>
          <w:szCs w:val="28"/>
          <w:lang w:eastAsia="en-US"/>
        </w:rPr>
        <w:t>2</w:t>
      </w:r>
    </w:p>
    <w:p w:rsidR="00D973A7" w:rsidRDefault="00D973A7" w:rsidP="00A002B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</w:p>
    <w:p w:rsidR="00D973A7" w:rsidRPr="00282409" w:rsidRDefault="00D973A7" w:rsidP="00A002B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</w:p>
    <w:p w:rsidR="00D973A7" w:rsidRDefault="00D973A7" w:rsidP="00D76218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Закон Ульяновской области от 2 декабря 2015 года № 177-ЗО «О </w:t>
      </w:r>
      <w:r w:rsidRPr="007D72D4">
        <w:rPr>
          <w:bCs/>
          <w:sz w:val="28"/>
          <w:szCs w:val="28"/>
        </w:rPr>
        <w:t xml:space="preserve">внесении изменения в статью </w:t>
      </w:r>
      <w:r w:rsidRPr="007D72D4">
        <w:rPr>
          <w:sz w:val="28"/>
          <w:szCs w:val="28"/>
          <w:lang w:eastAsia="en-US"/>
        </w:rPr>
        <w:t>1</w:t>
      </w:r>
      <w:r w:rsidRPr="007D72D4">
        <w:rPr>
          <w:sz w:val="28"/>
          <w:szCs w:val="28"/>
          <w:vertAlign w:val="superscript"/>
          <w:lang w:eastAsia="en-US"/>
        </w:rPr>
        <w:t>1</w:t>
      </w:r>
      <w:r w:rsidRPr="007D72D4">
        <w:rPr>
          <w:sz w:val="28"/>
          <w:szCs w:val="28"/>
          <w:lang w:eastAsia="en-US"/>
        </w:rPr>
        <w:t xml:space="preserve"> Закона Ульяновской области «О налоговых ставках налога, взимаемого в связи с применением упрощённой системы налогообложения, </w:t>
      </w:r>
      <w:r>
        <w:rPr>
          <w:sz w:val="28"/>
          <w:szCs w:val="28"/>
          <w:lang w:eastAsia="en-US"/>
        </w:rPr>
        <w:t xml:space="preserve">        </w:t>
      </w:r>
      <w:r w:rsidRPr="007D72D4">
        <w:rPr>
          <w:sz w:val="28"/>
          <w:szCs w:val="28"/>
          <w:lang w:eastAsia="en-US"/>
        </w:rPr>
        <w:t>на территории Ульяновской области»</w:t>
      </w:r>
      <w:r>
        <w:rPr>
          <w:sz w:val="28"/>
          <w:szCs w:val="28"/>
          <w:lang w:eastAsia="en-US"/>
        </w:rPr>
        <w:t xml:space="preserve"> («Ульяновская правда» от 07.12.2015               № 170) о</w:t>
      </w:r>
      <w:r w:rsidRPr="00D66599">
        <w:rPr>
          <w:bCs/>
          <w:sz w:val="28"/>
          <w:szCs w:val="28"/>
          <w:lang w:eastAsia="en-US"/>
        </w:rPr>
        <w:t>тменить</w:t>
      </w:r>
      <w:r>
        <w:rPr>
          <w:sz w:val="28"/>
          <w:szCs w:val="28"/>
          <w:lang w:eastAsia="en-US"/>
        </w:rPr>
        <w:t>.</w:t>
      </w:r>
    </w:p>
    <w:p w:rsidR="00D973A7" w:rsidRPr="00D76218" w:rsidRDefault="00D973A7" w:rsidP="00D76218">
      <w:pPr>
        <w:autoSpaceDE w:val="0"/>
        <w:autoSpaceDN w:val="0"/>
        <w:adjustRightInd w:val="0"/>
        <w:ind w:firstLine="709"/>
        <w:jc w:val="both"/>
        <w:rPr>
          <w:sz w:val="16"/>
          <w:szCs w:val="28"/>
          <w:lang w:eastAsia="en-US"/>
        </w:rPr>
      </w:pPr>
    </w:p>
    <w:p w:rsidR="00D973A7" w:rsidRDefault="00D973A7" w:rsidP="00D7621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D973A7" w:rsidRPr="00D74402" w:rsidRDefault="00D973A7" w:rsidP="00D76218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Статья 3</w:t>
      </w:r>
    </w:p>
    <w:p w:rsidR="00D973A7" w:rsidRDefault="00D973A7" w:rsidP="00A002B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D973A7" w:rsidRDefault="00D973A7" w:rsidP="00A002B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D973A7" w:rsidRPr="0039382D" w:rsidRDefault="00D973A7" w:rsidP="00A002B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  <w:r w:rsidRPr="00084D89">
        <w:rPr>
          <w:sz w:val="28"/>
          <w:szCs w:val="28"/>
          <w:lang w:eastAsia="en-US"/>
        </w:rPr>
        <w:t xml:space="preserve">Настоящий Закон вступает в силу </w:t>
      </w:r>
      <w:r>
        <w:rPr>
          <w:sz w:val="28"/>
          <w:szCs w:val="28"/>
          <w:lang w:eastAsia="en-US"/>
        </w:rPr>
        <w:t>с 1 января 2016 года.</w:t>
      </w:r>
    </w:p>
    <w:p w:rsidR="00D973A7" w:rsidRPr="0039382D" w:rsidRDefault="00D973A7" w:rsidP="00A002B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</w:p>
    <w:p w:rsidR="00D973A7" w:rsidRPr="0039382D" w:rsidRDefault="00D973A7" w:rsidP="00A002B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</w:p>
    <w:p w:rsidR="00D973A7" w:rsidRPr="0039382D" w:rsidRDefault="00D973A7" w:rsidP="00A002B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en-US"/>
        </w:rPr>
      </w:pPr>
    </w:p>
    <w:p w:rsidR="00D973A7" w:rsidRDefault="00D973A7" w:rsidP="00E81563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Губернатор Ульяновской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С.И.Морозов</w:t>
      </w:r>
    </w:p>
    <w:p w:rsidR="00D973A7" w:rsidRDefault="00D973A7" w:rsidP="00E81563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973A7" w:rsidRDefault="00D973A7" w:rsidP="00E81563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973A7" w:rsidRDefault="00D973A7" w:rsidP="00E81563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973A7" w:rsidRPr="00666120" w:rsidRDefault="00D973A7" w:rsidP="00E8156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120">
        <w:rPr>
          <w:rFonts w:ascii="Times New Roman" w:hAnsi="Times New Roman" w:cs="Times New Roman"/>
          <w:b/>
          <w:sz w:val="28"/>
          <w:szCs w:val="28"/>
        </w:rPr>
        <w:t>г. Ульяновск</w:t>
      </w:r>
    </w:p>
    <w:p w:rsidR="00D973A7" w:rsidRPr="00666120" w:rsidRDefault="00D973A7" w:rsidP="00E8156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120">
        <w:rPr>
          <w:rFonts w:ascii="Times New Roman" w:hAnsi="Times New Roman" w:cs="Times New Roman"/>
          <w:b/>
          <w:sz w:val="28"/>
          <w:szCs w:val="28"/>
        </w:rPr>
        <w:t>28 декабря 2015 г.</w:t>
      </w:r>
    </w:p>
    <w:p w:rsidR="00D973A7" w:rsidRPr="00666120" w:rsidRDefault="00D973A7" w:rsidP="00E8156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120">
        <w:rPr>
          <w:rFonts w:ascii="Times New Roman" w:hAnsi="Times New Roman" w:cs="Times New Roman"/>
          <w:b/>
          <w:sz w:val="28"/>
          <w:szCs w:val="28"/>
        </w:rPr>
        <w:t>№ 215-ЗО</w:t>
      </w:r>
    </w:p>
    <w:sectPr w:rsidR="00D973A7" w:rsidRPr="00666120" w:rsidSect="00D76218">
      <w:headerReference w:type="default" r:id="rId51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3A7" w:rsidRDefault="00D973A7" w:rsidP="00B22B15">
      <w:r>
        <w:separator/>
      </w:r>
    </w:p>
  </w:endnote>
  <w:endnote w:type="continuationSeparator" w:id="0">
    <w:p w:rsidR="00D973A7" w:rsidRDefault="00D973A7" w:rsidP="00B22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3A7" w:rsidRDefault="00D973A7" w:rsidP="00B22B15">
      <w:r>
        <w:separator/>
      </w:r>
    </w:p>
  </w:footnote>
  <w:footnote w:type="continuationSeparator" w:id="0">
    <w:p w:rsidR="00D973A7" w:rsidRDefault="00D973A7" w:rsidP="00B22B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3A7" w:rsidRPr="00B22B15" w:rsidRDefault="00D973A7">
    <w:pPr>
      <w:pStyle w:val="Header"/>
      <w:jc w:val="center"/>
      <w:rPr>
        <w:sz w:val="28"/>
        <w:szCs w:val="28"/>
      </w:rPr>
    </w:pPr>
    <w:r w:rsidRPr="00B22B15">
      <w:rPr>
        <w:sz w:val="28"/>
        <w:szCs w:val="28"/>
      </w:rPr>
      <w:fldChar w:fldCharType="begin"/>
    </w:r>
    <w:r w:rsidRPr="00B22B15">
      <w:rPr>
        <w:sz w:val="28"/>
        <w:szCs w:val="28"/>
      </w:rPr>
      <w:instrText xml:space="preserve"> PAGE   \* MERGEFORMAT </w:instrText>
    </w:r>
    <w:r w:rsidRPr="00B22B15">
      <w:rPr>
        <w:sz w:val="28"/>
        <w:szCs w:val="28"/>
      </w:rPr>
      <w:fldChar w:fldCharType="separate"/>
    </w:r>
    <w:r>
      <w:rPr>
        <w:noProof/>
        <w:sz w:val="28"/>
        <w:szCs w:val="28"/>
      </w:rPr>
      <w:t>4</w:t>
    </w:r>
    <w:r w:rsidRPr="00B22B15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C32AF"/>
    <w:multiLevelType w:val="hybridMultilevel"/>
    <w:tmpl w:val="6F42CB58"/>
    <w:lvl w:ilvl="0" w:tplc="E3DE6B7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B783173"/>
    <w:multiLevelType w:val="hybridMultilevel"/>
    <w:tmpl w:val="30C8E820"/>
    <w:lvl w:ilvl="0" w:tplc="37784C4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2FF6E4D"/>
    <w:multiLevelType w:val="hybridMultilevel"/>
    <w:tmpl w:val="77E632BE"/>
    <w:lvl w:ilvl="0" w:tplc="71F8BD80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">
    <w:nsid w:val="26B17EFF"/>
    <w:multiLevelType w:val="hybridMultilevel"/>
    <w:tmpl w:val="811A60E4"/>
    <w:lvl w:ilvl="0" w:tplc="20407D0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28EA4EE5"/>
    <w:multiLevelType w:val="hybridMultilevel"/>
    <w:tmpl w:val="193ED8CE"/>
    <w:lvl w:ilvl="0" w:tplc="B9403A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2C696C1A"/>
    <w:multiLevelType w:val="hybridMultilevel"/>
    <w:tmpl w:val="A400FE30"/>
    <w:lvl w:ilvl="0" w:tplc="FD02ED7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82C3394"/>
    <w:multiLevelType w:val="hybridMultilevel"/>
    <w:tmpl w:val="85884300"/>
    <w:lvl w:ilvl="0" w:tplc="39A0048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3E9A67EE"/>
    <w:multiLevelType w:val="hybridMultilevel"/>
    <w:tmpl w:val="E6AAA548"/>
    <w:lvl w:ilvl="0" w:tplc="80DC0A2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4A1C6605"/>
    <w:multiLevelType w:val="hybridMultilevel"/>
    <w:tmpl w:val="2F76108A"/>
    <w:lvl w:ilvl="0" w:tplc="1BDE606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4AAD2498"/>
    <w:multiLevelType w:val="hybridMultilevel"/>
    <w:tmpl w:val="0D582DF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5C806185"/>
    <w:multiLevelType w:val="hybridMultilevel"/>
    <w:tmpl w:val="10D2B400"/>
    <w:lvl w:ilvl="0" w:tplc="7A6CF43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72807738"/>
    <w:multiLevelType w:val="hybridMultilevel"/>
    <w:tmpl w:val="7BF26F12"/>
    <w:lvl w:ilvl="0" w:tplc="BA001FC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77D867FE"/>
    <w:multiLevelType w:val="hybridMultilevel"/>
    <w:tmpl w:val="5824E20A"/>
    <w:lvl w:ilvl="0" w:tplc="12ACC13A">
      <w:start w:val="1"/>
      <w:numFmt w:val="decimal"/>
      <w:lvlText w:val="%1."/>
      <w:lvlJc w:val="left"/>
      <w:pPr>
        <w:ind w:left="1864" w:hanging="1155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10"/>
  </w:num>
  <w:num w:numId="4">
    <w:abstractNumId w:val="3"/>
  </w:num>
  <w:num w:numId="5">
    <w:abstractNumId w:val="2"/>
  </w:num>
  <w:num w:numId="6">
    <w:abstractNumId w:val="7"/>
  </w:num>
  <w:num w:numId="7">
    <w:abstractNumId w:val="0"/>
  </w:num>
  <w:num w:numId="8">
    <w:abstractNumId w:val="6"/>
  </w:num>
  <w:num w:numId="9">
    <w:abstractNumId w:val="9"/>
  </w:num>
  <w:num w:numId="10">
    <w:abstractNumId w:val="12"/>
  </w:num>
  <w:num w:numId="11">
    <w:abstractNumId w:val="8"/>
  </w:num>
  <w:num w:numId="12">
    <w:abstractNumId w:val="11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252E"/>
    <w:rsid w:val="00010101"/>
    <w:rsid w:val="00014519"/>
    <w:rsid w:val="00015C39"/>
    <w:rsid w:val="0001751E"/>
    <w:rsid w:val="00024E77"/>
    <w:rsid w:val="0002685B"/>
    <w:rsid w:val="0002712A"/>
    <w:rsid w:val="000329C8"/>
    <w:rsid w:val="00040CEA"/>
    <w:rsid w:val="0007467A"/>
    <w:rsid w:val="00076550"/>
    <w:rsid w:val="00077F56"/>
    <w:rsid w:val="00081282"/>
    <w:rsid w:val="00084D89"/>
    <w:rsid w:val="000877EF"/>
    <w:rsid w:val="000958A9"/>
    <w:rsid w:val="000A1834"/>
    <w:rsid w:val="000A70BE"/>
    <w:rsid w:val="000B0EBE"/>
    <w:rsid w:val="000C59D9"/>
    <w:rsid w:val="000C741A"/>
    <w:rsid w:val="000E451C"/>
    <w:rsid w:val="000E669E"/>
    <w:rsid w:val="000F0D55"/>
    <w:rsid w:val="00102947"/>
    <w:rsid w:val="00104E7A"/>
    <w:rsid w:val="00113AA9"/>
    <w:rsid w:val="0011489D"/>
    <w:rsid w:val="00115033"/>
    <w:rsid w:val="00117D9D"/>
    <w:rsid w:val="001216C9"/>
    <w:rsid w:val="00127E5D"/>
    <w:rsid w:val="00134D65"/>
    <w:rsid w:val="00135851"/>
    <w:rsid w:val="00137C92"/>
    <w:rsid w:val="001529A8"/>
    <w:rsid w:val="00153947"/>
    <w:rsid w:val="00154775"/>
    <w:rsid w:val="00154789"/>
    <w:rsid w:val="00156957"/>
    <w:rsid w:val="0019259C"/>
    <w:rsid w:val="001A44BB"/>
    <w:rsid w:val="001B0DB3"/>
    <w:rsid w:val="001C4BB0"/>
    <w:rsid w:val="001C6886"/>
    <w:rsid w:val="00230B7F"/>
    <w:rsid w:val="00242CFF"/>
    <w:rsid w:val="00244D11"/>
    <w:rsid w:val="00254B93"/>
    <w:rsid w:val="00257322"/>
    <w:rsid w:val="00273058"/>
    <w:rsid w:val="00282409"/>
    <w:rsid w:val="002B237C"/>
    <w:rsid w:val="002B287B"/>
    <w:rsid w:val="002B5631"/>
    <w:rsid w:val="002F5A2D"/>
    <w:rsid w:val="00300284"/>
    <w:rsid w:val="00301AB8"/>
    <w:rsid w:val="0031289C"/>
    <w:rsid w:val="00315472"/>
    <w:rsid w:val="0033328B"/>
    <w:rsid w:val="003446EF"/>
    <w:rsid w:val="0034770C"/>
    <w:rsid w:val="0035284A"/>
    <w:rsid w:val="0035520E"/>
    <w:rsid w:val="00360BA7"/>
    <w:rsid w:val="0036483E"/>
    <w:rsid w:val="00372B1C"/>
    <w:rsid w:val="00376EBE"/>
    <w:rsid w:val="00383923"/>
    <w:rsid w:val="0039382D"/>
    <w:rsid w:val="00397085"/>
    <w:rsid w:val="00397287"/>
    <w:rsid w:val="003A216E"/>
    <w:rsid w:val="003B1177"/>
    <w:rsid w:val="003D112F"/>
    <w:rsid w:val="003F07F5"/>
    <w:rsid w:val="0040714E"/>
    <w:rsid w:val="004230D8"/>
    <w:rsid w:val="00425A2B"/>
    <w:rsid w:val="0045147D"/>
    <w:rsid w:val="004539C2"/>
    <w:rsid w:val="0046459F"/>
    <w:rsid w:val="00482DE4"/>
    <w:rsid w:val="004867DD"/>
    <w:rsid w:val="004872D7"/>
    <w:rsid w:val="00487952"/>
    <w:rsid w:val="004B256F"/>
    <w:rsid w:val="004C0852"/>
    <w:rsid w:val="004C0F3E"/>
    <w:rsid w:val="004C2C71"/>
    <w:rsid w:val="004C2DF5"/>
    <w:rsid w:val="004C45B1"/>
    <w:rsid w:val="004C6DC4"/>
    <w:rsid w:val="004D1341"/>
    <w:rsid w:val="004E49B3"/>
    <w:rsid w:val="004F2F57"/>
    <w:rsid w:val="00522CE6"/>
    <w:rsid w:val="00527F79"/>
    <w:rsid w:val="005322C4"/>
    <w:rsid w:val="00535AB6"/>
    <w:rsid w:val="005361A1"/>
    <w:rsid w:val="00540ADD"/>
    <w:rsid w:val="00542191"/>
    <w:rsid w:val="00545A73"/>
    <w:rsid w:val="00545E6B"/>
    <w:rsid w:val="00555B9F"/>
    <w:rsid w:val="00556089"/>
    <w:rsid w:val="00571175"/>
    <w:rsid w:val="005806BB"/>
    <w:rsid w:val="00591940"/>
    <w:rsid w:val="00595D8B"/>
    <w:rsid w:val="005A0DB9"/>
    <w:rsid w:val="005A7440"/>
    <w:rsid w:val="005B12D9"/>
    <w:rsid w:val="005B1D09"/>
    <w:rsid w:val="005C1D9A"/>
    <w:rsid w:val="005C2380"/>
    <w:rsid w:val="005D11AC"/>
    <w:rsid w:val="005D2F05"/>
    <w:rsid w:val="005D7DE8"/>
    <w:rsid w:val="0061140E"/>
    <w:rsid w:val="00631178"/>
    <w:rsid w:val="00646077"/>
    <w:rsid w:val="00647808"/>
    <w:rsid w:val="00647A89"/>
    <w:rsid w:val="006539E8"/>
    <w:rsid w:val="00656E4F"/>
    <w:rsid w:val="00666120"/>
    <w:rsid w:val="0067415A"/>
    <w:rsid w:val="006B5B8A"/>
    <w:rsid w:val="006B6875"/>
    <w:rsid w:val="006C582B"/>
    <w:rsid w:val="006D7919"/>
    <w:rsid w:val="006E654A"/>
    <w:rsid w:val="00706735"/>
    <w:rsid w:val="007167D1"/>
    <w:rsid w:val="00717D9A"/>
    <w:rsid w:val="00737053"/>
    <w:rsid w:val="00750473"/>
    <w:rsid w:val="00764E6A"/>
    <w:rsid w:val="00765662"/>
    <w:rsid w:val="007710CE"/>
    <w:rsid w:val="007823A3"/>
    <w:rsid w:val="00791D5A"/>
    <w:rsid w:val="0079252E"/>
    <w:rsid w:val="007962F8"/>
    <w:rsid w:val="007A2008"/>
    <w:rsid w:val="007A325C"/>
    <w:rsid w:val="007A7111"/>
    <w:rsid w:val="007A7A14"/>
    <w:rsid w:val="007B4560"/>
    <w:rsid w:val="007B5C77"/>
    <w:rsid w:val="007C002C"/>
    <w:rsid w:val="007C1BB0"/>
    <w:rsid w:val="007C2E26"/>
    <w:rsid w:val="007D04BD"/>
    <w:rsid w:val="007D72D4"/>
    <w:rsid w:val="007E1FD0"/>
    <w:rsid w:val="007E3A38"/>
    <w:rsid w:val="007E4990"/>
    <w:rsid w:val="007F7BBA"/>
    <w:rsid w:val="00803834"/>
    <w:rsid w:val="008076DC"/>
    <w:rsid w:val="008250CE"/>
    <w:rsid w:val="00832CF4"/>
    <w:rsid w:val="00835972"/>
    <w:rsid w:val="008625B4"/>
    <w:rsid w:val="00863D19"/>
    <w:rsid w:val="00892934"/>
    <w:rsid w:val="008A418E"/>
    <w:rsid w:val="008B37AC"/>
    <w:rsid w:val="008B60E0"/>
    <w:rsid w:val="008B62FD"/>
    <w:rsid w:val="008C0873"/>
    <w:rsid w:val="008C30FC"/>
    <w:rsid w:val="008D739E"/>
    <w:rsid w:val="008E0728"/>
    <w:rsid w:val="008E3641"/>
    <w:rsid w:val="008E43C3"/>
    <w:rsid w:val="008F0633"/>
    <w:rsid w:val="008F1A3B"/>
    <w:rsid w:val="008F4610"/>
    <w:rsid w:val="009049E1"/>
    <w:rsid w:val="0090506B"/>
    <w:rsid w:val="0091548F"/>
    <w:rsid w:val="00924F63"/>
    <w:rsid w:val="00934790"/>
    <w:rsid w:val="009376A9"/>
    <w:rsid w:val="009614D4"/>
    <w:rsid w:val="00963E6D"/>
    <w:rsid w:val="00966ABF"/>
    <w:rsid w:val="00984DCD"/>
    <w:rsid w:val="009855CD"/>
    <w:rsid w:val="009859D0"/>
    <w:rsid w:val="009978E3"/>
    <w:rsid w:val="009A7E0E"/>
    <w:rsid w:val="009B25D2"/>
    <w:rsid w:val="009B32DF"/>
    <w:rsid w:val="009B3F83"/>
    <w:rsid w:val="009C51B9"/>
    <w:rsid w:val="009D6C64"/>
    <w:rsid w:val="009D6F5F"/>
    <w:rsid w:val="009F17A4"/>
    <w:rsid w:val="009F7657"/>
    <w:rsid w:val="00A002B3"/>
    <w:rsid w:val="00A0506C"/>
    <w:rsid w:val="00A42D35"/>
    <w:rsid w:val="00A73BF7"/>
    <w:rsid w:val="00A86880"/>
    <w:rsid w:val="00A907F7"/>
    <w:rsid w:val="00AA7E48"/>
    <w:rsid w:val="00AC061F"/>
    <w:rsid w:val="00AF0912"/>
    <w:rsid w:val="00B00859"/>
    <w:rsid w:val="00B021A9"/>
    <w:rsid w:val="00B0503B"/>
    <w:rsid w:val="00B068B4"/>
    <w:rsid w:val="00B116CB"/>
    <w:rsid w:val="00B15BCB"/>
    <w:rsid w:val="00B21829"/>
    <w:rsid w:val="00B22B15"/>
    <w:rsid w:val="00B30074"/>
    <w:rsid w:val="00B3218A"/>
    <w:rsid w:val="00B36567"/>
    <w:rsid w:val="00B45D57"/>
    <w:rsid w:val="00B52DF1"/>
    <w:rsid w:val="00B55E35"/>
    <w:rsid w:val="00B61AA1"/>
    <w:rsid w:val="00B643DF"/>
    <w:rsid w:val="00B704FB"/>
    <w:rsid w:val="00B7306F"/>
    <w:rsid w:val="00B736D9"/>
    <w:rsid w:val="00B77A5E"/>
    <w:rsid w:val="00BA71EB"/>
    <w:rsid w:val="00BA751C"/>
    <w:rsid w:val="00BC388A"/>
    <w:rsid w:val="00BF046C"/>
    <w:rsid w:val="00C014B1"/>
    <w:rsid w:val="00C11D38"/>
    <w:rsid w:val="00C24F38"/>
    <w:rsid w:val="00C26717"/>
    <w:rsid w:val="00C82B7A"/>
    <w:rsid w:val="00C93379"/>
    <w:rsid w:val="00CB0CB4"/>
    <w:rsid w:val="00CB19A5"/>
    <w:rsid w:val="00CC3263"/>
    <w:rsid w:val="00CD10A8"/>
    <w:rsid w:val="00CD1AD5"/>
    <w:rsid w:val="00CF5F2A"/>
    <w:rsid w:val="00D147B1"/>
    <w:rsid w:val="00D35737"/>
    <w:rsid w:val="00D417FD"/>
    <w:rsid w:val="00D41898"/>
    <w:rsid w:val="00D42F9C"/>
    <w:rsid w:val="00D56F92"/>
    <w:rsid w:val="00D5731E"/>
    <w:rsid w:val="00D6252F"/>
    <w:rsid w:val="00D66599"/>
    <w:rsid w:val="00D74402"/>
    <w:rsid w:val="00D753F8"/>
    <w:rsid w:val="00D76218"/>
    <w:rsid w:val="00D87B04"/>
    <w:rsid w:val="00D87BEE"/>
    <w:rsid w:val="00D92E6B"/>
    <w:rsid w:val="00D94F49"/>
    <w:rsid w:val="00D9616C"/>
    <w:rsid w:val="00D97397"/>
    <w:rsid w:val="00D973A7"/>
    <w:rsid w:val="00DA2C1F"/>
    <w:rsid w:val="00DA605D"/>
    <w:rsid w:val="00DA67E5"/>
    <w:rsid w:val="00DA6A62"/>
    <w:rsid w:val="00DB05FA"/>
    <w:rsid w:val="00DB20B3"/>
    <w:rsid w:val="00DB7D82"/>
    <w:rsid w:val="00DF31A5"/>
    <w:rsid w:val="00E03341"/>
    <w:rsid w:val="00E211C9"/>
    <w:rsid w:val="00E21AC7"/>
    <w:rsid w:val="00E3114C"/>
    <w:rsid w:val="00E33C03"/>
    <w:rsid w:val="00E34793"/>
    <w:rsid w:val="00E514E2"/>
    <w:rsid w:val="00E52776"/>
    <w:rsid w:val="00E54F57"/>
    <w:rsid w:val="00E720B2"/>
    <w:rsid w:val="00E81563"/>
    <w:rsid w:val="00EA2AAD"/>
    <w:rsid w:val="00EA4704"/>
    <w:rsid w:val="00EB1E37"/>
    <w:rsid w:val="00EB3A7D"/>
    <w:rsid w:val="00EC3FBC"/>
    <w:rsid w:val="00EC7959"/>
    <w:rsid w:val="00ED5984"/>
    <w:rsid w:val="00ED6A07"/>
    <w:rsid w:val="00EF4D07"/>
    <w:rsid w:val="00F04812"/>
    <w:rsid w:val="00F423CB"/>
    <w:rsid w:val="00F476F4"/>
    <w:rsid w:val="00F57A33"/>
    <w:rsid w:val="00F62793"/>
    <w:rsid w:val="00F80E09"/>
    <w:rsid w:val="00FB111B"/>
    <w:rsid w:val="00FB3668"/>
    <w:rsid w:val="00FB7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1C6886"/>
    <w:pPr>
      <w:ind w:left="720"/>
    </w:pPr>
  </w:style>
  <w:style w:type="paragraph" w:styleId="Header">
    <w:name w:val="header"/>
    <w:basedOn w:val="Normal"/>
    <w:link w:val="HeaderChar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E815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F1A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F1A3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72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72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729726">
              <w:marLeft w:val="0"/>
              <w:marRight w:val="-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729725">
                  <w:marLeft w:val="150"/>
                  <w:marRight w:val="405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B9C66AA0F93B7B943F8E3412915871EE7C2FF452CDB721EB4E073336A42882A646324A76A8882E5JCCFI" TargetMode="External"/><Relationship Id="rId18" Type="http://schemas.openxmlformats.org/officeDocument/2006/relationships/hyperlink" Target="consultantplus://offline/ref=EB9C66AA0F93B7B943F8E3412915871EE7C2FF452CDB721EB4E073336A42882A646324A76A8880E2JCCCI" TargetMode="External"/><Relationship Id="rId26" Type="http://schemas.openxmlformats.org/officeDocument/2006/relationships/hyperlink" Target="consultantplus://offline/ref=EB9C66AA0F93B7B943F8E3412915871EE7C2FF452CDB721EB4E073336A42882A646324A76A888BE8JCCCI" TargetMode="External"/><Relationship Id="rId39" Type="http://schemas.openxmlformats.org/officeDocument/2006/relationships/hyperlink" Target="consultantplus://offline/ref=977F7A1E00CCF457A1A7C2B2F5A850C27CB054DDF9280283B890D6DA1DE5DD712F140D598964E7037CI6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B9C66AA0F93B7B943F8E3412915871EE7C2FF452CDB721EB4E073336A42882A646324A76A888BE1JCCAI" TargetMode="External"/><Relationship Id="rId34" Type="http://schemas.openxmlformats.org/officeDocument/2006/relationships/hyperlink" Target="consultantplus://offline/ref=977F7A1E00CCF457A1A7C2B2F5A850C27CB054DDF9280283B890D6DA1DE5DD712F140D598964E7027CI6I" TargetMode="External"/><Relationship Id="rId42" Type="http://schemas.openxmlformats.org/officeDocument/2006/relationships/hyperlink" Target="consultantplus://offline/ref=977F7A1E00CCF457A1A7C2B2F5A850C27CB054DDF9280283B890D6DA1DE5DD712F140D598964E7047CI8I" TargetMode="External"/><Relationship Id="rId47" Type="http://schemas.openxmlformats.org/officeDocument/2006/relationships/hyperlink" Target="consultantplus://offline/ref=977F7A1E00CCF457A1A7C2B2F5A850C27CB054DDF9280283B890D6DA1DE5DD712F140D598964E6017CICI" TargetMode="External"/><Relationship Id="rId50" Type="http://schemas.openxmlformats.org/officeDocument/2006/relationships/hyperlink" Target="consultantplus://offline/ref=977F7A1E00CCF457A1A7C2B2F5A850C27CB054DDF9280283B890D6DA1DE5DD712F140D598964E6037CI8I" TargetMode="External"/><Relationship Id="rId7" Type="http://schemas.openxmlformats.org/officeDocument/2006/relationships/hyperlink" Target="consultantplus://offline/ref=798E0960AC93B38B4E8B3364C1AC77DA72C5C7EA0EEB6BB1A4237103950AB78C0C0199A93A370E7BU7sAG" TargetMode="External"/><Relationship Id="rId12" Type="http://schemas.openxmlformats.org/officeDocument/2006/relationships/hyperlink" Target="consultantplus://offline/ref=EB9C66AA0F93B7B943F8E3412915871EE7C2FF452CDB721EB4E073336A42882A646324A76A8882E3JCCBI" TargetMode="External"/><Relationship Id="rId17" Type="http://schemas.openxmlformats.org/officeDocument/2006/relationships/hyperlink" Target="consultantplus://offline/ref=EB9C66AA0F93B7B943F8E3412915871EE7C2FF452CDB721EB4E073336A42882A646324A76A8881E5JCC7I" TargetMode="External"/><Relationship Id="rId25" Type="http://schemas.openxmlformats.org/officeDocument/2006/relationships/hyperlink" Target="consultantplus://offline/ref=EB9C66AA0F93B7B943F8E3412915871EE7C2FF452CDB721EB4E073336A42882A646324A76A888BE8JCCCI" TargetMode="External"/><Relationship Id="rId33" Type="http://schemas.openxmlformats.org/officeDocument/2006/relationships/hyperlink" Target="consultantplus://offline/ref=977F7A1E00CCF457A1A7C2B2F5A850C27CB054DDF9280283B890D6DA1DE5DD712F140D598964E7007CIEI" TargetMode="External"/><Relationship Id="rId38" Type="http://schemas.openxmlformats.org/officeDocument/2006/relationships/hyperlink" Target="consultantplus://offline/ref=977F7A1E00CCF457A1A7C2B2F5A850C27CB054DDF9280283B890D6DA1DE5DD712F140D598964E7037CIBI" TargetMode="External"/><Relationship Id="rId46" Type="http://schemas.openxmlformats.org/officeDocument/2006/relationships/hyperlink" Target="consultantplus://offline/ref=977F7A1E00CCF457A1A7C2B2F5A850C27CB054DDF9280283B890D6DA1DE5DD712F140D598964E6007CI6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B9C66AA0F93B7B943F8E3412915871EE7C2FF452CDB721EB4E073336A42882A646324A76A8881E4JCCAI" TargetMode="External"/><Relationship Id="rId20" Type="http://schemas.openxmlformats.org/officeDocument/2006/relationships/hyperlink" Target="consultantplus://offline/ref=EB9C66AA0F93B7B943F8E3412915871EE7C2FF452CDB721EB4E073336A42882A646324A76A8886E5JCC6I" TargetMode="External"/><Relationship Id="rId29" Type="http://schemas.openxmlformats.org/officeDocument/2006/relationships/hyperlink" Target="consultantplus://offline/ref=977F7A1E00CCF457A1A7C2B2F5A850C27CB054DDF9280283B890D6DA1DE5DD712F140D598964ED067CI6I" TargetMode="External"/><Relationship Id="rId41" Type="http://schemas.openxmlformats.org/officeDocument/2006/relationships/hyperlink" Target="consultantplus://offline/ref=977F7A1E00CCF457A1A7C2B2F5A850C27CB054DDF9280283B890D6DA1DE5DD712F140D598964E7047CID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B9C66AA0F93B7B943F8E3412915871EE7C2FF452CDB721EB4E073336A42882A646324A76A8882E1JCCCI" TargetMode="External"/><Relationship Id="rId24" Type="http://schemas.openxmlformats.org/officeDocument/2006/relationships/hyperlink" Target="consultantplus://offline/ref=EB9C66AA0F93B7B943F8E3412915871EE7C2FF452CDB721EB4E073336A42882A646324A76A888BE8JCCEI" TargetMode="External"/><Relationship Id="rId32" Type="http://schemas.openxmlformats.org/officeDocument/2006/relationships/hyperlink" Target="consultantplus://offline/ref=977F7A1E00CCF457A1A7C2B2F5A850C27CB054DDF9280283B890D6DA1DE5DD712F140D598964E8087CI8I" TargetMode="External"/><Relationship Id="rId37" Type="http://schemas.openxmlformats.org/officeDocument/2006/relationships/hyperlink" Target="consultantplus://offline/ref=977F7A1E00CCF457A1A7C2B2F5A850C27CB054DDF9280283B890D6DA1DE5DD712F140D598964E7037CIDI" TargetMode="External"/><Relationship Id="rId40" Type="http://schemas.openxmlformats.org/officeDocument/2006/relationships/hyperlink" Target="consultantplus://offline/ref=977F7A1E00CCF457A1A7C2B2F5A850C27CB054DDF9280283B890D6DA1DE5DD712F140D598964E7047CIFI" TargetMode="External"/><Relationship Id="rId45" Type="http://schemas.openxmlformats.org/officeDocument/2006/relationships/hyperlink" Target="consultantplus://offline/ref=977F7A1E00CCF457A1A7C2B2F5A850C27CB054DDF9280283B890D6DA1DE5DD712F140D598964E7097CI7I" TargetMode="External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B9C66AA0F93B7B943F8E3412915871EE7C2FF452CDB721EB4E073336A42882A646324A76A8881E3JCC8I" TargetMode="External"/><Relationship Id="rId23" Type="http://schemas.openxmlformats.org/officeDocument/2006/relationships/hyperlink" Target="consultantplus://offline/ref=EB9C66AA0F93B7B943F8E3412915871EE7C2FF452CDB721EB4E073336A42882A646324A76A888BE8JCCEI" TargetMode="External"/><Relationship Id="rId28" Type="http://schemas.openxmlformats.org/officeDocument/2006/relationships/hyperlink" Target="consultantplus://offline/ref=798E0960AC93B38B4E8B3364C1AC77DA72C7C0ED06E56BB1A4237103950AB78C0C0199A93A340872U7s5G" TargetMode="External"/><Relationship Id="rId36" Type="http://schemas.openxmlformats.org/officeDocument/2006/relationships/hyperlink" Target="consultantplus://offline/ref=977F7A1E00CCF457A1A7C2B2F5A850C27CB054DDF9280283B890D6DA1DE5DD712F140D598964E7037CIFI" TargetMode="External"/><Relationship Id="rId49" Type="http://schemas.openxmlformats.org/officeDocument/2006/relationships/hyperlink" Target="consultantplus://offline/ref=977F7A1E00CCF457A1A7C2B2F5A850C27CB054DDF9280283B890D6DA1DE5DD712F140D598964E6037CIDI" TargetMode="External"/><Relationship Id="rId10" Type="http://schemas.openxmlformats.org/officeDocument/2006/relationships/hyperlink" Target="consultantplus://offline/ref=EB9C66AA0F93B7B943F8E3412915871EE7C2FF452CDB721EB4E073336A42882A646324A76A8882E0JCC8I" TargetMode="External"/><Relationship Id="rId19" Type="http://schemas.openxmlformats.org/officeDocument/2006/relationships/hyperlink" Target="consultantplus://offline/ref=EB9C66AA0F93B7B943F8E3412915871EE7C2FF452CDB721EB4E073336A42882A646324A76A8880E9JCC6I" TargetMode="External"/><Relationship Id="rId31" Type="http://schemas.openxmlformats.org/officeDocument/2006/relationships/hyperlink" Target="consultantplus://offline/ref=977F7A1E00CCF457A1A7C2B2F5A850C27CB054DDF9280283B890D6DA1DE5DD712F140D598964EA037CIBI" TargetMode="External"/><Relationship Id="rId44" Type="http://schemas.openxmlformats.org/officeDocument/2006/relationships/hyperlink" Target="consultantplus://offline/ref=977F7A1E00CCF457A1A7C2B2F5A850C27CB054DDF9280283B890D6DA1DE5DD712F140D598964E7097CICI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B9C66AA0F93B7B943F8E3412915871EE7C2FF452CDB721EB4E073336A42882A646324A76A8882E0JCCEI" TargetMode="External"/><Relationship Id="rId14" Type="http://schemas.openxmlformats.org/officeDocument/2006/relationships/hyperlink" Target="consultantplus://offline/ref=EB9C66AA0F93B7B943F8E3412915871EE7C2FF452CDB721EB4E073336A42882A646324A76A8882E9JCC8I" TargetMode="External"/><Relationship Id="rId22" Type="http://schemas.openxmlformats.org/officeDocument/2006/relationships/hyperlink" Target="consultantplus://offline/ref=EB9C66AA0F93B7B943F8E3412915871EE7C2FF452CDB721EB4E073336A42882A646324A76A888BE6JCC8I" TargetMode="External"/><Relationship Id="rId27" Type="http://schemas.openxmlformats.org/officeDocument/2006/relationships/hyperlink" Target="consultantplus://offline/ref=EB9C66AA0F93B7B943F8E3412915871EE7C2FF452CDB721EB4E073336A42882A646324A76A888BE8JCC7I" TargetMode="External"/><Relationship Id="rId30" Type="http://schemas.openxmlformats.org/officeDocument/2006/relationships/hyperlink" Target="consultantplus://offline/ref=977F7A1E00CCF457A1A7C2B2F5A850C27CB054DDF9280283B890D6DA1DE5DD712F140D598964EA017CIBI" TargetMode="External"/><Relationship Id="rId35" Type="http://schemas.openxmlformats.org/officeDocument/2006/relationships/hyperlink" Target="consultantplus://offline/ref=977F7A1E00CCF457A1A7C2B2F5A850C27CB054DDF9280283B890D6DA1DE5DD712F140D598964E7037CIEI" TargetMode="External"/><Relationship Id="rId43" Type="http://schemas.openxmlformats.org/officeDocument/2006/relationships/hyperlink" Target="consultantplus://offline/ref=977F7A1E00CCF457A1A7C2B2F5A850C27CB054DDF9280283B890D6DA1DE5DD712F140D598964E7047CI8I" TargetMode="External"/><Relationship Id="rId48" Type="http://schemas.openxmlformats.org/officeDocument/2006/relationships/hyperlink" Target="consultantplus://offline/ref=977F7A1E00CCF457A1A7C2B2F5A850C27CB054DDF9280283B890D6DA1DE5DD712F140D598964E6027CIBI" TargetMode="External"/><Relationship Id="rId8" Type="http://schemas.openxmlformats.org/officeDocument/2006/relationships/hyperlink" Target="consultantplus://offline/ref=EB9C66AA0F93B7B943F8E3412915871EE7C2FF452CDB721EB4E073336A42882A646324A76A8883E8JCCCI" TargetMode="External"/><Relationship Id="rId51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4</Pages>
  <Words>1627</Words>
  <Characters>9280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lapshina</dc:creator>
  <cp:keywords/>
  <dc:description/>
  <cp:lastModifiedBy>Пользователь</cp:lastModifiedBy>
  <cp:revision>8</cp:revision>
  <cp:lastPrinted>2015-12-16T08:34:00Z</cp:lastPrinted>
  <dcterms:created xsi:type="dcterms:W3CDTF">2015-12-16T08:04:00Z</dcterms:created>
  <dcterms:modified xsi:type="dcterms:W3CDTF">2015-12-30T07:09:00Z</dcterms:modified>
</cp:coreProperties>
</file>