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5F39E2" w:rsidRDefault="005F39E2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5F39E2" w:rsidRPr="00185A32" w:rsidRDefault="005F39E2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F39E2" w:rsidRPr="00185A32" w:rsidRDefault="005F39E2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F39E2" w:rsidRDefault="005F39E2" w:rsidP="00EA078C">
      <w:pPr>
        <w:pStyle w:val="ConsPlusNormal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9E2" w:rsidRDefault="005F39E2" w:rsidP="00EA078C">
      <w:pPr>
        <w:pStyle w:val="ConsPlusNormal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9E2" w:rsidRDefault="005F39E2" w:rsidP="00F020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9E2" w:rsidRDefault="005F39E2" w:rsidP="00F020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F39E2" w:rsidRDefault="005F39E2" w:rsidP="00F02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E2" w:rsidRDefault="005F39E2" w:rsidP="00F020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E2" w:rsidRPr="00EA078C" w:rsidRDefault="005F39E2" w:rsidP="00F020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12 Закона Ульяновской области от 26 декабря 2013 года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247-ЗО «О гербе Ульяновской области» («Ульяновская правда» </w:t>
      </w:r>
      <w:r>
        <w:rPr>
          <w:rFonts w:ascii="Times New Roman" w:hAnsi="Times New Roman" w:cs="Times New Roman"/>
          <w:sz w:val="28"/>
          <w:szCs w:val="28"/>
        </w:rPr>
        <w:br/>
        <w:t>от 28.12.2013 № 173; от 08.05.2014 № 65) изменение, заменив в ней цифры «2016» цифрами «2018».</w:t>
      </w: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Pr="00127B99" w:rsidRDefault="005F39E2" w:rsidP="00F020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Pr="00EA078C" w:rsidRDefault="005F39E2" w:rsidP="00F020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10 Закона Ульяновской области от 26 декабря 2013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248-ЗО «О флаге Ульяновской области» («Ульяновская правда» </w:t>
      </w:r>
      <w:r>
        <w:rPr>
          <w:rFonts w:ascii="Times New Roman" w:hAnsi="Times New Roman" w:cs="Times New Roman"/>
          <w:sz w:val="28"/>
          <w:szCs w:val="28"/>
        </w:rPr>
        <w:br/>
        <w:t>от 28.12.2013 № 173) изменение, заменив в ней цифры «2016» цифрами «2018».</w:t>
      </w: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Default="005F39E2" w:rsidP="00F020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39E2" w:rsidRDefault="005F39E2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23" w:type="dxa"/>
        <w:tblLayout w:type="fixed"/>
        <w:tblLook w:val="00A0"/>
      </w:tblPr>
      <w:tblGrid>
        <w:gridCol w:w="4985"/>
        <w:gridCol w:w="4838"/>
      </w:tblGrid>
      <w:tr w:rsidR="005F39E2" w:rsidRPr="002933DC" w:rsidTr="007855D9">
        <w:tc>
          <w:tcPr>
            <w:tcW w:w="4985" w:type="dxa"/>
          </w:tcPr>
          <w:p w:rsidR="005F39E2" w:rsidRPr="002933DC" w:rsidRDefault="005F39E2" w:rsidP="00E441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38" w:type="dxa"/>
          </w:tcPr>
          <w:p w:rsidR="005F39E2" w:rsidRPr="002933DC" w:rsidRDefault="005F39E2" w:rsidP="00E441A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С.И.Морозов</w:t>
            </w:r>
          </w:p>
        </w:tc>
      </w:tr>
    </w:tbl>
    <w:p w:rsidR="005F39E2" w:rsidRDefault="005F39E2" w:rsidP="00F020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39E2" w:rsidRDefault="005F39E2" w:rsidP="00F020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39E2" w:rsidRDefault="005F39E2" w:rsidP="00F020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39E2" w:rsidRPr="001D6186" w:rsidRDefault="005F39E2" w:rsidP="00E441A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5F39E2" w:rsidRDefault="005F39E2" w:rsidP="00E441A7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28  декабря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5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5F39E2" w:rsidRDefault="005F39E2" w:rsidP="000E1D90">
      <w:pPr>
        <w:spacing w:after="0" w:line="360" w:lineRule="auto"/>
        <w:jc w:val="center"/>
      </w:pPr>
      <w:r>
        <w:rPr>
          <w:rFonts w:ascii="Times New Roman" w:hAnsi="Times New Roman"/>
          <w:sz w:val="27"/>
          <w:szCs w:val="27"/>
        </w:rPr>
        <w:t>№ 210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5F39E2" w:rsidSect="00F02008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E2" w:rsidRDefault="005F39E2">
      <w:r>
        <w:separator/>
      </w:r>
    </w:p>
  </w:endnote>
  <w:endnote w:type="continuationSeparator" w:id="0">
    <w:p w:rsidR="005F39E2" w:rsidRDefault="005F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E2" w:rsidRDefault="005F39E2">
      <w:r>
        <w:separator/>
      </w:r>
    </w:p>
  </w:footnote>
  <w:footnote w:type="continuationSeparator" w:id="0">
    <w:p w:rsidR="005F39E2" w:rsidRDefault="005F3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9E2" w:rsidRDefault="005F39E2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9E2" w:rsidRDefault="005F39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9E2" w:rsidRPr="007855D9" w:rsidRDefault="005F39E2" w:rsidP="003A57F7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7855D9">
      <w:rPr>
        <w:rStyle w:val="PageNumber"/>
        <w:rFonts w:ascii="Times New Roman" w:hAnsi="Times New Roman"/>
        <w:sz w:val="28"/>
        <w:szCs w:val="28"/>
      </w:rPr>
      <w:fldChar w:fldCharType="begin"/>
    </w:r>
    <w:r w:rsidRPr="007855D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855D9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7855D9">
      <w:rPr>
        <w:rStyle w:val="PageNumber"/>
        <w:rFonts w:ascii="Times New Roman" w:hAnsi="Times New Roman"/>
        <w:sz w:val="28"/>
        <w:szCs w:val="28"/>
      </w:rPr>
      <w:fldChar w:fldCharType="end"/>
    </w:r>
  </w:p>
  <w:p w:rsidR="005F39E2" w:rsidRDefault="005F39E2" w:rsidP="007855D9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72C"/>
    <w:rsid w:val="00010AAC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AC9"/>
    <w:rsid w:val="000706FA"/>
    <w:rsid w:val="0007275F"/>
    <w:rsid w:val="00073871"/>
    <w:rsid w:val="000748AF"/>
    <w:rsid w:val="000759CD"/>
    <w:rsid w:val="00082D5A"/>
    <w:rsid w:val="000846F8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1D90"/>
    <w:rsid w:val="000E3530"/>
    <w:rsid w:val="000E6D7F"/>
    <w:rsid w:val="00101ABD"/>
    <w:rsid w:val="00113341"/>
    <w:rsid w:val="00116417"/>
    <w:rsid w:val="00117F3C"/>
    <w:rsid w:val="00120BC3"/>
    <w:rsid w:val="00120F43"/>
    <w:rsid w:val="0012108F"/>
    <w:rsid w:val="00123D38"/>
    <w:rsid w:val="00123EB3"/>
    <w:rsid w:val="00127B99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3912"/>
    <w:rsid w:val="001556D9"/>
    <w:rsid w:val="001558DF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5A32"/>
    <w:rsid w:val="00186E03"/>
    <w:rsid w:val="00190E1A"/>
    <w:rsid w:val="0019300B"/>
    <w:rsid w:val="001B1A1E"/>
    <w:rsid w:val="001B35FB"/>
    <w:rsid w:val="001B78AA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4B3C"/>
    <w:rsid w:val="001F39DB"/>
    <w:rsid w:val="001F7657"/>
    <w:rsid w:val="001F7DB1"/>
    <w:rsid w:val="00205273"/>
    <w:rsid w:val="00207450"/>
    <w:rsid w:val="00211E2F"/>
    <w:rsid w:val="002135DF"/>
    <w:rsid w:val="00213ECD"/>
    <w:rsid w:val="00221C3A"/>
    <w:rsid w:val="00223980"/>
    <w:rsid w:val="00226051"/>
    <w:rsid w:val="00226C0D"/>
    <w:rsid w:val="002271FD"/>
    <w:rsid w:val="00230004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4770"/>
    <w:rsid w:val="002933DC"/>
    <w:rsid w:val="00294170"/>
    <w:rsid w:val="0029428C"/>
    <w:rsid w:val="002946FB"/>
    <w:rsid w:val="002A5F3A"/>
    <w:rsid w:val="002A74C0"/>
    <w:rsid w:val="002B2DA1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6082"/>
    <w:rsid w:val="00307638"/>
    <w:rsid w:val="00307E6C"/>
    <w:rsid w:val="0032467A"/>
    <w:rsid w:val="003254E9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325D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14DC"/>
    <w:rsid w:val="003C3102"/>
    <w:rsid w:val="003C5649"/>
    <w:rsid w:val="003C7832"/>
    <w:rsid w:val="003C7C65"/>
    <w:rsid w:val="003D1627"/>
    <w:rsid w:val="003D3BE5"/>
    <w:rsid w:val="003D5A3F"/>
    <w:rsid w:val="003D641A"/>
    <w:rsid w:val="003D74F8"/>
    <w:rsid w:val="003D7646"/>
    <w:rsid w:val="003E25D6"/>
    <w:rsid w:val="003E3AB3"/>
    <w:rsid w:val="003E3C82"/>
    <w:rsid w:val="003E5279"/>
    <w:rsid w:val="003E57A7"/>
    <w:rsid w:val="003E57CF"/>
    <w:rsid w:val="003E59EE"/>
    <w:rsid w:val="003E5DC3"/>
    <w:rsid w:val="003F262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2557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1CBB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39E2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214BB"/>
    <w:rsid w:val="00621A5A"/>
    <w:rsid w:val="006235E0"/>
    <w:rsid w:val="00627D7D"/>
    <w:rsid w:val="00630FC2"/>
    <w:rsid w:val="00632D6E"/>
    <w:rsid w:val="0063308A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464B"/>
    <w:rsid w:val="006849B2"/>
    <w:rsid w:val="00684DA4"/>
    <w:rsid w:val="0068584A"/>
    <w:rsid w:val="006904E0"/>
    <w:rsid w:val="00692452"/>
    <w:rsid w:val="0069272F"/>
    <w:rsid w:val="00693D9F"/>
    <w:rsid w:val="006965ED"/>
    <w:rsid w:val="006A3DAF"/>
    <w:rsid w:val="006A3F70"/>
    <w:rsid w:val="006A7A9F"/>
    <w:rsid w:val="006B2207"/>
    <w:rsid w:val="006B56DD"/>
    <w:rsid w:val="006C0D77"/>
    <w:rsid w:val="006C1C5F"/>
    <w:rsid w:val="006C34EA"/>
    <w:rsid w:val="006D2E3E"/>
    <w:rsid w:val="006D3C54"/>
    <w:rsid w:val="006E5CD8"/>
    <w:rsid w:val="006E60A6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50B71"/>
    <w:rsid w:val="007537BA"/>
    <w:rsid w:val="00754E1E"/>
    <w:rsid w:val="00756D39"/>
    <w:rsid w:val="00762CC2"/>
    <w:rsid w:val="0076325E"/>
    <w:rsid w:val="007636DB"/>
    <w:rsid w:val="00764A6E"/>
    <w:rsid w:val="0076776D"/>
    <w:rsid w:val="00767F56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254E6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0616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2D6A"/>
    <w:rsid w:val="009B4426"/>
    <w:rsid w:val="009C0B8A"/>
    <w:rsid w:val="009C1126"/>
    <w:rsid w:val="009C3730"/>
    <w:rsid w:val="009C4B3D"/>
    <w:rsid w:val="009C6788"/>
    <w:rsid w:val="009C7C8C"/>
    <w:rsid w:val="009D186B"/>
    <w:rsid w:val="009D1F27"/>
    <w:rsid w:val="009D41B1"/>
    <w:rsid w:val="009D5A9A"/>
    <w:rsid w:val="009E4254"/>
    <w:rsid w:val="009E78C4"/>
    <w:rsid w:val="009F04A4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27BF8"/>
    <w:rsid w:val="00A31873"/>
    <w:rsid w:val="00A32A55"/>
    <w:rsid w:val="00A42963"/>
    <w:rsid w:val="00A470E3"/>
    <w:rsid w:val="00A5125A"/>
    <w:rsid w:val="00A54464"/>
    <w:rsid w:val="00A54C4A"/>
    <w:rsid w:val="00A553CE"/>
    <w:rsid w:val="00A5746C"/>
    <w:rsid w:val="00A60964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B109E"/>
    <w:rsid w:val="00AB1220"/>
    <w:rsid w:val="00AB2F8F"/>
    <w:rsid w:val="00AB3A38"/>
    <w:rsid w:val="00AB688D"/>
    <w:rsid w:val="00AB6FD8"/>
    <w:rsid w:val="00AC19FF"/>
    <w:rsid w:val="00AC6B86"/>
    <w:rsid w:val="00AD1429"/>
    <w:rsid w:val="00AD15FC"/>
    <w:rsid w:val="00AD48FA"/>
    <w:rsid w:val="00AD6116"/>
    <w:rsid w:val="00AD6EB7"/>
    <w:rsid w:val="00AE26A5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6C0"/>
    <w:rsid w:val="00B66228"/>
    <w:rsid w:val="00B7015F"/>
    <w:rsid w:val="00B7707C"/>
    <w:rsid w:val="00B812BB"/>
    <w:rsid w:val="00B86C3A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14DA6"/>
    <w:rsid w:val="00C31B01"/>
    <w:rsid w:val="00C32CE7"/>
    <w:rsid w:val="00C34DFC"/>
    <w:rsid w:val="00C352E0"/>
    <w:rsid w:val="00C4178A"/>
    <w:rsid w:val="00C45793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F49"/>
    <w:rsid w:val="00CB3AA9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3870"/>
    <w:rsid w:val="00D2169A"/>
    <w:rsid w:val="00D2181C"/>
    <w:rsid w:val="00D23E2C"/>
    <w:rsid w:val="00D2599B"/>
    <w:rsid w:val="00D25D54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3F36"/>
    <w:rsid w:val="00D66933"/>
    <w:rsid w:val="00D706FE"/>
    <w:rsid w:val="00D77B77"/>
    <w:rsid w:val="00D804B4"/>
    <w:rsid w:val="00D857F1"/>
    <w:rsid w:val="00D917EF"/>
    <w:rsid w:val="00D9541A"/>
    <w:rsid w:val="00D964B3"/>
    <w:rsid w:val="00D96BA3"/>
    <w:rsid w:val="00DA044C"/>
    <w:rsid w:val="00DA21EE"/>
    <w:rsid w:val="00DB27CF"/>
    <w:rsid w:val="00DB4323"/>
    <w:rsid w:val="00DB668C"/>
    <w:rsid w:val="00DC6F29"/>
    <w:rsid w:val="00DD19B2"/>
    <w:rsid w:val="00DD45A1"/>
    <w:rsid w:val="00DD4ADC"/>
    <w:rsid w:val="00DD65E0"/>
    <w:rsid w:val="00DE0980"/>
    <w:rsid w:val="00DE15A1"/>
    <w:rsid w:val="00DE3FD0"/>
    <w:rsid w:val="00DE4FD9"/>
    <w:rsid w:val="00DE6DA8"/>
    <w:rsid w:val="00DF464F"/>
    <w:rsid w:val="00DF466E"/>
    <w:rsid w:val="00DF59AF"/>
    <w:rsid w:val="00E05099"/>
    <w:rsid w:val="00E05B51"/>
    <w:rsid w:val="00E06C2C"/>
    <w:rsid w:val="00E10C30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078C"/>
    <w:rsid w:val="00EA1AD3"/>
    <w:rsid w:val="00EA2A71"/>
    <w:rsid w:val="00EA35D5"/>
    <w:rsid w:val="00EA5A17"/>
    <w:rsid w:val="00EB5020"/>
    <w:rsid w:val="00EB5752"/>
    <w:rsid w:val="00EC4940"/>
    <w:rsid w:val="00ED0869"/>
    <w:rsid w:val="00ED09F7"/>
    <w:rsid w:val="00ED0B8A"/>
    <w:rsid w:val="00ED3BD7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2008"/>
    <w:rsid w:val="00F0439F"/>
    <w:rsid w:val="00F0455E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0358"/>
    <w:rsid w:val="00F310A6"/>
    <w:rsid w:val="00F31F16"/>
    <w:rsid w:val="00F34134"/>
    <w:rsid w:val="00F34162"/>
    <w:rsid w:val="00F410C5"/>
    <w:rsid w:val="00F41607"/>
    <w:rsid w:val="00F41C8F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6949"/>
    <w:rsid w:val="00F91462"/>
    <w:rsid w:val="00F96E27"/>
    <w:rsid w:val="00FA6EF8"/>
    <w:rsid w:val="00FA7D84"/>
    <w:rsid w:val="00FB15DF"/>
    <w:rsid w:val="00FB2630"/>
    <w:rsid w:val="00FB6B86"/>
    <w:rsid w:val="00FB71FF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4DA6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616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920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20616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23000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8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105</Words>
  <Characters>600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6</cp:revision>
  <cp:lastPrinted>2015-12-24T14:08:00Z</cp:lastPrinted>
  <dcterms:created xsi:type="dcterms:W3CDTF">2015-12-14T12:20:00Z</dcterms:created>
  <dcterms:modified xsi:type="dcterms:W3CDTF">2015-12-30T06:03:00Z</dcterms:modified>
</cp:coreProperties>
</file>