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Закон Ульяновской области</w:t>
      </w: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признании утратившими силу законодательного акта </w:t>
      </w:r>
      <w:r>
        <w:rPr>
          <w:rFonts w:ascii="Times New Roman" w:hAnsi="Times New Roman"/>
          <w:b/>
          <w:sz w:val="28"/>
          <w:szCs w:val="28"/>
          <w:lang w:eastAsia="ru-RU"/>
        </w:rPr>
        <w:br/>
        <w:t xml:space="preserve">(отдельных положений законодательных актов) </w:t>
      </w:r>
    </w:p>
    <w:p w:rsidR="006E294C" w:rsidRDefault="006E294C" w:rsidP="0080357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Ульяновской области </w:t>
      </w: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843A0B">
        <w:rPr>
          <w:rFonts w:ascii="Times New Roman" w:hAnsi="Times New Roman"/>
          <w:b/>
          <w:sz w:val="28"/>
          <w:szCs w:val="28"/>
          <w:lang w:eastAsia="ru-RU"/>
        </w:rPr>
        <w:t>Статья 1</w:t>
      </w:r>
    </w:p>
    <w:p w:rsidR="006E294C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Pr="00843A0B" w:rsidRDefault="006E294C" w:rsidP="00CF3B53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6E294C" w:rsidRDefault="006E294C" w:rsidP="0095529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E294C" w:rsidRDefault="006E294C" w:rsidP="0095529F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пункты 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статьи 9 </w:t>
      </w:r>
      <w:r w:rsidRPr="00353AE5">
        <w:rPr>
          <w:rFonts w:ascii="Times New Roman" w:hAnsi="Times New Roman"/>
          <w:sz w:val="28"/>
          <w:szCs w:val="28"/>
        </w:rPr>
        <w:t>Закона Ульяновской области от 9 июня 2005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043-ЗО </w:t>
      </w:r>
      <w:r>
        <w:rPr>
          <w:rFonts w:ascii="Times New Roman" w:hAnsi="Times New Roman"/>
          <w:sz w:val="28"/>
          <w:szCs w:val="28"/>
        </w:rPr>
        <w:t>«</w:t>
      </w:r>
      <w:r w:rsidRPr="00353AE5">
        <w:rPr>
          <w:rFonts w:ascii="Times New Roman" w:hAnsi="Times New Roman"/>
          <w:sz w:val="28"/>
          <w:szCs w:val="28"/>
        </w:rPr>
        <w:t>О Правительстве Ульяновской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353AE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«</w:t>
      </w:r>
      <w:r w:rsidRPr="00353AE5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353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53AE5">
        <w:rPr>
          <w:rFonts w:ascii="Times New Roman" w:hAnsi="Times New Roman"/>
          <w:sz w:val="28"/>
          <w:szCs w:val="28"/>
        </w:rPr>
        <w:t xml:space="preserve">от 15.06.2005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60; от 09.12.2005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114; от 05.04.2006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23; от 10.06.2006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43; от 08.11.2006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86; от 09.12.2006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97; от 05.05.2007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37; от 09.06.2007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47; от 13.11.2007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96; от 22.12.2007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110; от 23.04.2008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35; от 13.06.2008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48; от 07.11.2008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91; от 19.12.2008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103; от 06.03.2009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353AE5">
        <w:rPr>
          <w:rFonts w:ascii="Times New Roman" w:hAnsi="Times New Roman"/>
          <w:sz w:val="28"/>
          <w:szCs w:val="28"/>
        </w:rPr>
        <w:t xml:space="preserve"> 17; от 30.04.2009 </w:t>
      </w:r>
      <w:r>
        <w:rPr>
          <w:rFonts w:ascii="Times New Roman" w:hAnsi="Times New Roman"/>
          <w:sz w:val="28"/>
          <w:szCs w:val="28"/>
        </w:rPr>
        <w:br/>
        <w:t>№</w:t>
      </w:r>
      <w:r w:rsidRPr="00353AE5">
        <w:rPr>
          <w:rFonts w:ascii="Times New Roman" w:hAnsi="Times New Roman"/>
          <w:sz w:val="28"/>
          <w:szCs w:val="28"/>
        </w:rPr>
        <w:t xml:space="preserve"> 33; от 05.08.2009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63; от 04.12.2009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97; от 10.03.2010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17; от 12.05.2010 </w:t>
      </w:r>
      <w:r>
        <w:rPr>
          <w:rFonts w:ascii="Times New Roman" w:hAnsi="Times New Roman"/>
          <w:sz w:val="28"/>
          <w:szCs w:val="28"/>
        </w:rPr>
        <w:t>№ 35-</w:t>
      </w:r>
      <w:r w:rsidRPr="00353AE5">
        <w:rPr>
          <w:rFonts w:ascii="Times New Roman" w:hAnsi="Times New Roman"/>
          <w:sz w:val="28"/>
          <w:szCs w:val="28"/>
        </w:rPr>
        <w:t xml:space="preserve">36; от 09.10.2010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83; от 22.10.2010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87; от 06.05.2011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48; </w:t>
      </w:r>
      <w:r>
        <w:rPr>
          <w:rFonts w:ascii="Times New Roman" w:hAnsi="Times New Roman"/>
          <w:sz w:val="28"/>
          <w:szCs w:val="28"/>
        </w:rPr>
        <w:br/>
      </w:r>
      <w:r w:rsidRPr="00353AE5">
        <w:rPr>
          <w:rFonts w:ascii="Times New Roman" w:hAnsi="Times New Roman"/>
          <w:sz w:val="28"/>
          <w:szCs w:val="28"/>
        </w:rPr>
        <w:t xml:space="preserve">от 28.12.2011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147; от 04.05.2012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45; от 29.06.2012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67; от 10.10.2012 </w:t>
      </w:r>
      <w:r>
        <w:rPr>
          <w:rFonts w:ascii="Times New Roman" w:hAnsi="Times New Roman"/>
          <w:sz w:val="28"/>
          <w:szCs w:val="28"/>
        </w:rPr>
        <w:br/>
        <w:t>№</w:t>
      </w:r>
      <w:r w:rsidRPr="00353AE5">
        <w:rPr>
          <w:rFonts w:ascii="Times New Roman" w:hAnsi="Times New Roman"/>
          <w:sz w:val="28"/>
          <w:szCs w:val="28"/>
        </w:rPr>
        <w:t xml:space="preserve"> 111; от 01.03.2013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23; от 07.06.2013 </w:t>
      </w:r>
      <w:r>
        <w:rPr>
          <w:rFonts w:ascii="Times New Roman" w:hAnsi="Times New Roman"/>
          <w:sz w:val="28"/>
          <w:szCs w:val="28"/>
        </w:rPr>
        <w:t>№ 60-</w:t>
      </w:r>
      <w:bookmarkStart w:id="0" w:name="_GoBack"/>
      <w:bookmarkEnd w:id="0"/>
      <w:r w:rsidRPr="00353AE5">
        <w:rPr>
          <w:rFonts w:ascii="Times New Roman" w:hAnsi="Times New Roman"/>
          <w:sz w:val="28"/>
          <w:szCs w:val="28"/>
        </w:rPr>
        <w:t xml:space="preserve">61; от 11.11.2013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144; </w:t>
      </w:r>
      <w:r>
        <w:rPr>
          <w:rFonts w:ascii="Times New Roman" w:hAnsi="Times New Roman"/>
          <w:sz w:val="28"/>
          <w:szCs w:val="28"/>
        </w:rPr>
        <w:br/>
      </w:r>
      <w:r w:rsidRPr="00353AE5">
        <w:rPr>
          <w:rFonts w:ascii="Times New Roman" w:hAnsi="Times New Roman"/>
          <w:sz w:val="28"/>
          <w:szCs w:val="28"/>
        </w:rPr>
        <w:t xml:space="preserve">от 28.12.2013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173; от 09.06.2014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82</w:t>
      </w:r>
      <w:r>
        <w:rPr>
          <w:rFonts w:ascii="Times New Roman" w:hAnsi="Times New Roman"/>
          <w:sz w:val="28"/>
          <w:szCs w:val="28"/>
        </w:rPr>
        <w:t>-</w:t>
      </w:r>
      <w:r w:rsidRPr="00353AE5">
        <w:rPr>
          <w:rFonts w:ascii="Times New Roman" w:hAnsi="Times New Roman"/>
          <w:sz w:val="28"/>
          <w:szCs w:val="28"/>
        </w:rPr>
        <w:t xml:space="preserve">83; от 10.07.2014 </w:t>
      </w:r>
      <w:r>
        <w:rPr>
          <w:rFonts w:ascii="Times New Roman" w:hAnsi="Times New Roman"/>
          <w:sz w:val="28"/>
          <w:szCs w:val="28"/>
        </w:rPr>
        <w:t>№</w:t>
      </w:r>
      <w:r w:rsidRPr="00353AE5">
        <w:rPr>
          <w:rFonts w:ascii="Times New Roman" w:hAnsi="Times New Roman"/>
          <w:sz w:val="28"/>
          <w:szCs w:val="28"/>
        </w:rPr>
        <w:t xml:space="preserve"> 98</w:t>
      </w:r>
      <w:r>
        <w:rPr>
          <w:rFonts w:ascii="Times New Roman" w:hAnsi="Times New Roman"/>
          <w:sz w:val="28"/>
          <w:szCs w:val="28"/>
        </w:rPr>
        <w:t xml:space="preserve">; от 14.05.2015 </w:t>
      </w:r>
      <w:r>
        <w:rPr>
          <w:rFonts w:ascii="Times New Roman" w:hAnsi="Times New Roman"/>
          <w:sz w:val="28"/>
          <w:szCs w:val="28"/>
        </w:rPr>
        <w:br/>
        <w:t>№ 62; от 09.11.2015 № 156);</w:t>
      </w:r>
    </w:p>
    <w:p w:rsidR="006E294C" w:rsidRDefault="006E294C" w:rsidP="00404AD9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Закон Ульяновской области </w:t>
      </w:r>
      <w:r w:rsidRPr="00EA0F91">
        <w:rPr>
          <w:rFonts w:ascii="Times New Roman" w:hAnsi="Times New Roman" w:cs="Times New Roman"/>
          <w:sz w:val="28"/>
          <w:szCs w:val="28"/>
        </w:rPr>
        <w:t>от 9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EA0F91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A0F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A0F91">
        <w:rPr>
          <w:rFonts w:ascii="Times New Roman" w:hAnsi="Times New Roman" w:cs="Times New Roman"/>
          <w:sz w:val="28"/>
          <w:szCs w:val="28"/>
        </w:rPr>
        <w:t xml:space="preserve"> 09-ЗО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EA0F91">
        <w:rPr>
          <w:rFonts w:ascii="Times New Roman" w:hAnsi="Times New Roman"/>
          <w:sz w:val="28"/>
          <w:szCs w:val="28"/>
        </w:rPr>
        <w:t>О внесении изменения в стать</w:t>
      </w:r>
      <w:r>
        <w:rPr>
          <w:rFonts w:ascii="Times New Roman" w:hAnsi="Times New Roman"/>
          <w:sz w:val="28"/>
          <w:szCs w:val="28"/>
        </w:rPr>
        <w:t>ю 9 Закона Ульяновской области «</w:t>
      </w:r>
      <w:r w:rsidRPr="00EA0F91">
        <w:rPr>
          <w:rFonts w:ascii="Times New Roman" w:hAnsi="Times New Roman"/>
          <w:sz w:val="28"/>
          <w:szCs w:val="28"/>
        </w:rPr>
        <w:t>О Правительстве Ульяно</w:t>
      </w:r>
      <w:r w:rsidRPr="00EA0F91">
        <w:rPr>
          <w:rFonts w:ascii="Times New Roman" w:hAnsi="Times New Roman"/>
          <w:sz w:val="28"/>
          <w:szCs w:val="28"/>
        </w:rPr>
        <w:t>в</w:t>
      </w:r>
      <w:r w:rsidRPr="00EA0F91">
        <w:rPr>
          <w:rFonts w:ascii="Times New Roman" w:hAnsi="Times New Roman"/>
          <w:sz w:val="28"/>
          <w:szCs w:val="28"/>
        </w:rPr>
        <w:t>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53AE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«</w:t>
      </w:r>
      <w:r w:rsidRPr="00353AE5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353AE5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10.03.2010 № 17);</w:t>
      </w:r>
    </w:p>
    <w:p w:rsidR="006E294C" w:rsidRDefault="006E294C" w:rsidP="00D9005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пункт 4 статьи 1 Закона Ульяновской области от 7 октября 2010 года       </w:t>
      </w:r>
      <w:r w:rsidRPr="00CF3B53">
        <w:rPr>
          <w:rFonts w:ascii="Times New Roman" w:hAnsi="Times New Roman"/>
          <w:spacing w:val="-4"/>
          <w:sz w:val="28"/>
          <w:szCs w:val="28"/>
        </w:rPr>
        <w:t>№ 141-ЗО «</w:t>
      </w:r>
      <w:r w:rsidRPr="00CF3B53">
        <w:rPr>
          <w:rFonts w:ascii="Times New Roman" w:hAnsi="Times New Roman" w:cs="Times New Roman"/>
          <w:spacing w:val="-4"/>
          <w:sz w:val="28"/>
          <w:szCs w:val="28"/>
        </w:rPr>
        <w:t>О внесении изменений в Закон Ульяновской области «О Правительстве</w:t>
      </w:r>
      <w:r w:rsidRPr="00404AD9">
        <w:rPr>
          <w:rFonts w:ascii="Times New Roman" w:hAnsi="Times New Roman" w:cs="Times New Roman"/>
          <w:sz w:val="28"/>
          <w:szCs w:val="28"/>
        </w:rPr>
        <w:t xml:space="preserve"> Ульяновской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04AD9">
        <w:rPr>
          <w:rFonts w:ascii="Times New Roman" w:hAnsi="Times New Roman" w:cs="Times New Roman"/>
          <w:sz w:val="28"/>
          <w:szCs w:val="28"/>
        </w:rPr>
        <w:t xml:space="preserve"> и признании утратившими силу отдельных положений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404AD9">
        <w:rPr>
          <w:rFonts w:ascii="Times New Roman" w:hAnsi="Times New Roman" w:cs="Times New Roman"/>
          <w:sz w:val="28"/>
          <w:szCs w:val="28"/>
        </w:rPr>
        <w:t>законодательных актов Ульяновской области</w:t>
      </w:r>
      <w:r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/>
          <w:sz w:val="28"/>
          <w:szCs w:val="28"/>
        </w:rPr>
        <w:t>«</w:t>
      </w:r>
      <w:r w:rsidRPr="00353AE5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353A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353AE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09.10.2010 № 83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E294C" w:rsidRPr="007B6963" w:rsidRDefault="006E294C" w:rsidP="00D9005D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пункт 4 статьи 3 </w:t>
      </w:r>
      <w:r w:rsidRPr="007B6963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B6963">
        <w:rPr>
          <w:rFonts w:ascii="Times New Roman" w:hAnsi="Times New Roman" w:cs="Times New Roman"/>
          <w:sz w:val="28"/>
          <w:szCs w:val="28"/>
        </w:rPr>
        <w:t xml:space="preserve"> Ульяновской области от 26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B6963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года    № </w:t>
      </w:r>
      <w:r w:rsidRPr="007B6963">
        <w:rPr>
          <w:rFonts w:ascii="Times New Roman" w:hAnsi="Times New Roman" w:cs="Times New Roman"/>
          <w:sz w:val="28"/>
          <w:szCs w:val="28"/>
        </w:rPr>
        <w:t>244-ЗО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7B6963">
        <w:rPr>
          <w:rFonts w:ascii="Times New Roman" w:hAnsi="Times New Roman"/>
          <w:sz w:val="28"/>
          <w:szCs w:val="28"/>
        </w:rPr>
        <w:t xml:space="preserve">О внесении изменений в отдельные законодательные акты </w:t>
      </w:r>
      <w:r>
        <w:rPr>
          <w:rFonts w:ascii="Times New Roman" w:hAnsi="Times New Roman"/>
          <w:sz w:val="28"/>
          <w:szCs w:val="28"/>
        </w:rPr>
        <w:br/>
      </w:r>
      <w:r w:rsidRPr="007B6963">
        <w:rPr>
          <w:rFonts w:ascii="Times New Roman" w:hAnsi="Times New Roman"/>
          <w:sz w:val="28"/>
          <w:szCs w:val="28"/>
        </w:rPr>
        <w:t>Ульяновской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353AE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«</w:t>
      </w:r>
      <w:r w:rsidRPr="00353AE5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353AE5">
        <w:rPr>
          <w:rFonts w:ascii="Times New Roman" w:hAnsi="Times New Roman"/>
          <w:sz w:val="28"/>
          <w:szCs w:val="28"/>
        </w:rPr>
        <w:t xml:space="preserve"> от</w:t>
      </w:r>
      <w:r>
        <w:rPr>
          <w:rFonts w:ascii="Times New Roman" w:hAnsi="Times New Roman"/>
          <w:sz w:val="28"/>
          <w:szCs w:val="28"/>
        </w:rPr>
        <w:t xml:space="preserve"> 28.12.2013 № 173; от 05.10.2015   № 139).</w:t>
      </w:r>
    </w:p>
    <w:p w:rsidR="006E294C" w:rsidRPr="00CF3B53" w:rsidRDefault="006E294C" w:rsidP="00CF3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16"/>
          <w:szCs w:val="28"/>
          <w:lang w:eastAsia="ru-RU"/>
        </w:rPr>
      </w:pPr>
    </w:p>
    <w:p w:rsidR="006E294C" w:rsidRPr="00CF3B53" w:rsidRDefault="006E294C" w:rsidP="00CF3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E294C" w:rsidRPr="00665CF6" w:rsidRDefault="006E294C" w:rsidP="00CF3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 w:rsidRPr="00665CF6">
        <w:rPr>
          <w:rFonts w:ascii="Times New Roman" w:hAnsi="Times New Roman"/>
          <w:b/>
          <w:sz w:val="28"/>
          <w:szCs w:val="28"/>
          <w:lang w:eastAsia="ru-RU"/>
        </w:rPr>
        <w:t xml:space="preserve">Статья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</w:p>
    <w:p w:rsidR="006E294C" w:rsidRDefault="006E294C" w:rsidP="00CF3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E294C" w:rsidRPr="00A71548" w:rsidRDefault="006E294C" w:rsidP="00CF3B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6E294C" w:rsidRPr="00A71548" w:rsidRDefault="006E294C" w:rsidP="00D900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1548">
        <w:rPr>
          <w:rFonts w:ascii="Times New Roman" w:hAnsi="Times New Roman"/>
          <w:sz w:val="28"/>
          <w:szCs w:val="28"/>
          <w:lang w:eastAsia="ru-RU"/>
        </w:rPr>
        <w:t>Настоящий Закон вступает в силу с 1 января 201</w:t>
      </w:r>
      <w:r>
        <w:rPr>
          <w:rFonts w:ascii="Times New Roman" w:hAnsi="Times New Roman"/>
          <w:sz w:val="28"/>
          <w:szCs w:val="28"/>
          <w:lang w:eastAsia="ru-RU"/>
        </w:rPr>
        <w:t>6 года.</w:t>
      </w:r>
    </w:p>
    <w:p w:rsidR="006E294C" w:rsidRPr="00CF3B53" w:rsidRDefault="006E294C" w:rsidP="00CF3B53">
      <w:pPr>
        <w:tabs>
          <w:tab w:val="left" w:pos="8250"/>
        </w:tabs>
        <w:spacing w:after="0" w:line="240" w:lineRule="auto"/>
        <w:rPr>
          <w:rFonts w:ascii="Times New Roman" w:hAnsi="Times New Roman"/>
          <w:color w:val="000000"/>
          <w:sz w:val="16"/>
          <w:szCs w:val="28"/>
        </w:rPr>
      </w:pPr>
    </w:p>
    <w:p w:rsidR="006E294C" w:rsidRDefault="006E294C" w:rsidP="00CF3B53">
      <w:pPr>
        <w:tabs>
          <w:tab w:val="left" w:pos="825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E294C" w:rsidRDefault="006E294C" w:rsidP="00CF3B53">
      <w:pPr>
        <w:tabs>
          <w:tab w:val="left" w:pos="825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E294C" w:rsidRPr="007B6C00" w:rsidRDefault="006E294C" w:rsidP="00CF3B53">
      <w:pPr>
        <w:tabs>
          <w:tab w:val="left" w:pos="8250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С.И.Морозов</w:t>
      </w:r>
    </w:p>
    <w:p w:rsidR="006E294C" w:rsidRPr="00CF3B53" w:rsidRDefault="006E294C" w:rsidP="00CF3B5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E294C" w:rsidRDefault="006E294C" w:rsidP="00CF3B5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E294C" w:rsidRPr="007B6C00" w:rsidRDefault="006E294C" w:rsidP="00CF3B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6E294C" w:rsidRPr="007B6C00" w:rsidRDefault="006E294C" w:rsidP="00CF3B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16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декабря 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5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E294C" w:rsidRDefault="006E294C" w:rsidP="00CF3B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 xml:space="preserve">206 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6E294C" w:rsidSect="00CF3B53">
      <w:headerReference w:type="even" r:id="rId7"/>
      <w:headerReference w:type="default" r:id="rId8"/>
      <w:footerReference w:type="first" r:id="rId9"/>
      <w:pgSz w:w="11906" w:h="16838" w:code="9"/>
      <w:pgMar w:top="1134" w:right="680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94C" w:rsidRDefault="006E294C" w:rsidP="003E4759">
      <w:pPr>
        <w:spacing w:after="0" w:line="240" w:lineRule="auto"/>
      </w:pPr>
      <w:r>
        <w:separator/>
      </w:r>
    </w:p>
  </w:endnote>
  <w:endnote w:type="continuationSeparator" w:id="0">
    <w:p w:rsidR="006E294C" w:rsidRDefault="006E294C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4C" w:rsidRPr="00CF3B53" w:rsidRDefault="006E294C" w:rsidP="00CF3B53">
    <w:pPr>
      <w:pStyle w:val="Footer"/>
      <w:jc w:val="right"/>
      <w:rPr>
        <w:rFonts w:ascii="Times New Roman" w:hAnsi="Times New Roman"/>
        <w:sz w:val="16"/>
      </w:rPr>
    </w:pPr>
    <w:r w:rsidRPr="00CF3B53">
      <w:rPr>
        <w:rFonts w:ascii="Times New Roman" w:hAnsi="Times New Roman"/>
        <w:sz w:val="16"/>
      </w:rPr>
      <w:t>0412ка1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94C" w:rsidRDefault="006E294C" w:rsidP="003E4759">
      <w:pPr>
        <w:spacing w:after="0" w:line="240" w:lineRule="auto"/>
      </w:pPr>
      <w:r>
        <w:separator/>
      </w:r>
    </w:p>
  </w:footnote>
  <w:footnote w:type="continuationSeparator" w:id="0">
    <w:p w:rsidR="006E294C" w:rsidRDefault="006E294C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4C" w:rsidRDefault="006E294C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294C" w:rsidRDefault="006E294C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94C" w:rsidRPr="00190E29" w:rsidRDefault="006E294C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43CA0"/>
    <w:multiLevelType w:val="hybridMultilevel"/>
    <w:tmpl w:val="143485F8"/>
    <w:lvl w:ilvl="0" w:tplc="88E8BED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992"/>
    <w:rsid w:val="00000A2A"/>
    <w:rsid w:val="00001228"/>
    <w:rsid w:val="000012B3"/>
    <w:rsid w:val="00001FBC"/>
    <w:rsid w:val="00002170"/>
    <w:rsid w:val="000025C2"/>
    <w:rsid w:val="00005DEE"/>
    <w:rsid w:val="000060AB"/>
    <w:rsid w:val="000120FB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2086"/>
    <w:rsid w:val="0009337B"/>
    <w:rsid w:val="00093CD7"/>
    <w:rsid w:val="000960AB"/>
    <w:rsid w:val="000B137D"/>
    <w:rsid w:val="000B2975"/>
    <w:rsid w:val="000B3509"/>
    <w:rsid w:val="000B4770"/>
    <w:rsid w:val="000B5332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27F7"/>
    <w:rsid w:val="00192E0D"/>
    <w:rsid w:val="0019651D"/>
    <w:rsid w:val="00196772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390A"/>
    <w:rsid w:val="001C49A4"/>
    <w:rsid w:val="001C5992"/>
    <w:rsid w:val="001C7B62"/>
    <w:rsid w:val="001D472B"/>
    <w:rsid w:val="001D624F"/>
    <w:rsid w:val="001D70D3"/>
    <w:rsid w:val="001D7569"/>
    <w:rsid w:val="001E2B4B"/>
    <w:rsid w:val="001E5DD1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3A1D"/>
    <w:rsid w:val="0022549A"/>
    <w:rsid w:val="00227E18"/>
    <w:rsid w:val="00227F13"/>
    <w:rsid w:val="00230FC3"/>
    <w:rsid w:val="00232F3A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24F5"/>
    <w:rsid w:val="0026371F"/>
    <w:rsid w:val="00263C17"/>
    <w:rsid w:val="00265174"/>
    <w:rsid w:val="002653AB"/>
    <w:rsid w:val="00265925"/>
    <w:rsid w:val="00270A59"/>
    <w:rsid w:val="00271DD7"/>
    <w:rsid w:val="0027289E"/>
    <w:rsid w:val="00273352"/>
    <w:rsid w:val="00274773"/>
    <w:rsid w:val="00276364"/>
    <w:rsid w:val="002830DA"/>
    <w:rsid w:val="00292A91"/>
    <w:rsid w:val="0029318A"/>
    <w:rsid w:val="00296556"/>
    <w:rsid w:val="00296A86"/>
    <w:rsid w:val="002A0265"/>
    <w:rsid w:val="002A1046"/>
    <w:rsid w:val="002A1423"/>
    <w:rsid w:val="002A37B7"/>
    <w:rsid w:val="002A4009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1A25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05DA8"/>
    <w:rsid w:val="0030682B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3AE5"/>
    <w:rsid w:val="00357C6B"/>
    <w:rsid w:val="003604FB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5432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E52D2"/>
    <w:rsid w:val="003F16FD"/>
    <w:rsid w:val="003F6A89"/>
    <w:rsid w:val="00403C4C"/>
    <w:rsid w:val="00404392"/>
    <w:rsid w:val="004049B0"/>
    <w:rsid w:val="00404AD9"/>
    <w:rsid w:val="00405F06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2DCB"/>
    <w:rsid w:val="00433A56"/>
    <w:rsid w:val="00434203"/>
    <w:rsid w:val="004359E0"/>
    <w:rsid w:val="00441CD9"/>
    <w:rsid w:val="00444FD8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2D1B"/>
    <w:rsid w:val="00495404"/>
    <w:rsid w:val="004964A5"/>
    <w:rsid w:val="00496CA6"/>
    <w:rsid w:val="004A2D70"/>
    <w:rsid w:val="004A42CA"/>
    <w:rsid w:val="004A44AF"/>
    <w:rsid w:val="004A5BD3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1AE"/>
    <w:rsid w:val="005117D6"/>
    <w:rsid w:val="00515A0E"/>
    <w:rsid w:val="00516229"/>
    <w:rsid w:val="0051789A"/>
    <w:rsid w:val="00522EF4"/>
    <w:rsid w:val="00525A1B"/>
    <w:rsid w:val="00527861"/>
    <w:rsid w:val="00530D05"/>
    <w:rsid w:val="005313FC"/>
    <w:rsid w:val="00534DC7"/>
    <w:rsid w:val="00536909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CD"/>
    <w:rsid w:val="00565C22"/>
    <w:rsid w:val="00572191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D7CF2"/>
    <w:rsid w:val="005E0789"/>
    <w:rsid w:val="005E29A0"/>
    <w:rsid w:val="005E3AB6"/>
    <w:rsid w:val="005E6E98"/>
    <w:rsid w:val="005E71E2"/>
    <w:rsid w:val="005E786F"/>
    <w:rsid w:val="005F17B1"/>
    <w:rsid w:val="005F279B"/>
    <w:rsid w:val="005F2BF4"/>
    <w:rsid w:val="005F2E25"/>
    <w:rsid w:val="005F4346"/>
    <w:rsid w:val="005F4DD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26CE"/>
    <w:rsid w:val="006245F7"/>
    <w:rsid w:val="00625B24"/>
    <w:rsid w:val="0062612A"/>
    <w:rsid w:val="0062790D"/>
    <w:rsid w:val="00627E02"/>
    <w:rsid w:val="00631335"/>
    <w:rsid w:val="006364EB"/>
    <w:rsid w:val="00642D0F"/>
    <w:rsid w:val="00643004"/>
    <w:rsid w:val="00643F1C"/>
    <w:rsid w:val="00644A63"/>
    <w:rsid w:val="00644A92"/>
    <w:rsid w:val="00645432"/>
    <w:rsid w:val="00646BF4"/>
    <w:rsid w:val="00657515"/>
    <w:rsid w:val="00664A58"/>
    <w:rsid w:val="00665CF6"/>
    <w:rsid w:val="00667DC1"/>
    <w:rsid w:val="00670190"/>
    <w:rsid w:val="00670D78"/>
    <w:rsid w:val="00674630"/>
    <w:rsid w:val="006751DC"/>
    <w:rsid w:val="00682217"/>
    <w:rsid w:val="0069170F"/>
    <w:rsid w:val="006918D0"/>
    <w:rsid w:val="00691BE9"/>
    <w:rsid w:val="00695382"/>
    <w:rsid w:val="0069603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6D62"/>
    <w:rsid w:val="006C7DAB"/>
    <w:rsid w:val="006D2B73"/>
    <w:rsid w:val="006D6554"/>
    <w:rsid w:val="006E21D1"/>
    <w:rsid w:val="006E2344"/>
    <w:rsid w:val="006E294C"/>
    <w:rsid w:val="006E672E"/>
    <w:rsid w:val="006F0EC4"/>
    <w:rsid w:val="006F58A0"/>
    <w:rsid w:val="006F6EDA"/>
    <w:rsid w:val="00702B36"/>
    <w:rsid w:val="00714954"/>
    <w:rsid w:val="00715EA0"/>
    <w:rsid w:val="00727A1E"/>
    <w:rsid w:val="0073441E"/>
    <w:rsid w:val="00744BF2"/>
    <w:rsid w:val="00745E14"/>
    <w:rsid w:val="00747389"/>
    <w:rsid w:val="007610D8"/>
    <w:rsid w:val="00763C12"/>
    <w:rsid w:val="00765BF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87722"/>
    <w:rsid w:val="00790F5B"/>
    <w:rsid w:val="007920EF"/>
    <w:rsid w:val="0079224D"/>
    <w:rsid w:val="007962AA"/>
    <w:rsid w:val="00796F7D"/>
    <w:rsid w:val="007970E9"/>
    <w:rsid w:val="007A163B"/>
    <w:rsid w:val="007A1734"/>
    <w:rsid w:val="007A516B"/>
    <w:rsid w:val="007B1FDC"/>
    <w:rsid w:val="007B3C20"/>
    <w:rsid w:val="007B6963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4FF9"/>
    <w:rsid w:val="007F6693"/>
    <w:rsid w:val="007F7983"/>
    <w:rsid w:val="0080151B"/>
    <w:rsid w:val="00801591"/>
    <w:rsid w:val="00801FF0"/>
    <w:rsid w:val="00803575"/>
    <w:rsid w:val="00805B3B"/>
    <w:rsid w:val="0080728B"/>
    <w:rsid w:val="00812BA8"/>
    <w:rsid w:val="00813707"/>
    <w:rsid w:val="0081402E"/>
    <w:rsid w:val="00814445"/>
    <w:rsid w:val="008152DC"/>
    <w:rsid w:val="00816350"/>
    <w:rsid w:val="008209B4"/>
    <w:rsid w:val="00823BD8"/>
    <w:rsid w:val="0082419F"/>
    <w:rsid w:val="00824A5C"/>
    <w:rsid w:val="00824EB0"/>
    <w:rsid w:val="008259C6"/>
    <w:rsid w:val="00841169"/>
    <w:rsid w:val="00843A0B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674D3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50A"/>
    <w:rsid w:val="008D6E6D"/>
    <w:rsid w:val="008D7518"/>
    <w:rsid w:val="008D7A3D"/>
    <w:rsid w:val="008E0F37"/>
    <w:rsid w:val="008F0680"/>
    <w:rsid w:val="008F188D"/>
    <w:rsid w:val="008F6034"/>
    <w:rsid w:val="008F6AC0"/>
    <w:rsid w:val="00901311"/>
    <w:rsid w:val="00902D44"/>
    <w:rsid w:val="00904B83"/>
    <w:rsid w:val="00906EA4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346CF"/>
    <w:rsid w:val="00935F29"/>
    <w:rsid w:val="00936AF3"/>
    <w:rsid w:val="009371A0"/>
    <w:rsid w:val="00941194"/>
    <w:rsid w:val="009416B1"/>
    <w:rsid w:val="00943883"/>
    <w:rsid w:val="00946A83"/>
    <w:rsid w:val="0095161A"/>
    <w:rsid w:val="00951B50"/>
    <w:rsid w:val="00951D6E"/>
    <w:rsid w:val="00952F2E"/>
    <w:rsid w:val="0095529F"/>
    <w:rsid w:val="0095533B"/>
    <w:rsid w:val="0096068A"/>
    <w:rsid w:val="00961539"/>
    <w:rsid w:val="009616D3"/>
    <w:rsid w:val="00961C7A"/>
    <w:rsid w:val="00963CF6"/>
    <w:rsid w:val="009667E3"/>
    <w:rsid w:val="009709BE"/>
    <w:rsid w:val="00973498"/>
    <w:rsid w:val="00973D9A"/>
    <w:rsid w:val="009747D2"/>
    <w:rsid w:val="00974B2D"/>
    <w:rsid w:val="00976CCE"/>
    <w:rsid w:val="00976F6C"/>
    <w:rsid w:val="0098064A"/>
    <w:rsid w:val="009843D6"/>
    <w:rsid w:val="00984614"/>
    <w:rsid w:val="00987247"/>
    <w:rsid w:val="00987835"/>
    <w:rsid w:val="00987E66"/>
    <w:rsid w:val="00990E60"/>
    <w:rsid w:val="00991703"/>
    <w:rsid w:val="00991707"/>
    <w:rsid w:val="00992B97"/>
    <w:rsid w:val="00992C5F"/>
    <w:rsid w:val="00992E04"/>
    <w:rsid w:val="009951CE"/>
    <w:rsid w:val="00995D32"/>
    <w:rsid w:val="0099616B"/>
    <w:rsid w:val="009961E4"/>
    <w:rsid w:val="00997013"/>
    <w:rsid w:val="00997181"/>
    <w:rsid w:val="009A06CA"/>
    <w:rsid w:val="009A470A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9F7A60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5127"/>
    <w:rsid w:val="00A2717E"/>
    <w:rsid w:val="00A279BA"/>
    <w:rsid w:val="00A322D4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4D32"/>
    <w:rsid w:val="00A4542A"/>
    <w:rsid w:val="00A47030"/>
    <w:rsid w:val="00A47C61"/>
    <w:rsid w:val="00A501D5"/>
    <w:rsid w:val="00A514BB"/>
    <w:rsid w:val="00A529A4"/>
    <w:rsid w:val="00A52D1E"/>
    <w:rsid w:val="00A54C14"/>
    <w:rsid w:val="00A54F48"/>
    <w:rsid w:val="00A553F3"/>
    <w:rsid w:val="00A5595F"/>
    <w:rsid w:val="00A55B9F"/>
    <w:rsid w:val="00A55E1A"/>
    <w:rsid w:val="00A572AC"/>
    <w:rsid w:val="00A57584"/>
    <w:rsid w:val="00A61E9E"/>
    <w:rsid w:val="00A62088"/>
    <w:rsid w:val="00A64F61"/>
    <w:rsid w:val="00A676F8"/>
    <w:rsid w:val="00A67917"/>
    <w:rsid w:val="00A7054C"/>
    <w:rsid w:val="00A7076A"/>
    <w:rsid w:val="00A709E1"/>
    <w:rsid w:val="00A71548"/>
    <w:rsid w:val="00A72B79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2E4A"/>
    <w:rsid w:val="00AB590F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946"/>
    <w:rsid w:val="00AD2CB1"/>
    <w:rsid w:val="00AD3CEA"/>
    <w:rsid w:val="00AE57FE"/>
    <w:rsid w:val="00AF0220"/>
    <w:rsid w:val="00AF23A1"/>
    <w:rsid w:val="00AF3607"/>
    <w:rsid w:val="00AF5CBD"/>
    <w:rsid w:val="00B01085"/>
    <w:rsid w:val="00B0197E"/>
    <w:rsid w:val="00B0637D"/>
    <w:rsid w:val="00B06C3F"/>
    <w:rsid w:val="00B12077"/>
    <w:rsid w:val="00B134C6"/>
    <w:rsid w:val="00B14FB3"/>
    <w:rsid w:val="00B15075"/>
    <w:rsid w:val="00B200D4"/>
    <w:rsid w:val="00B273FE"/>
    <w:rsid w:val="00B30CBB"/>
    <w:rsid w:val="00B32548"/>
    <w:rsid w:val="00B32F69"/>
    <w:rsid w:val="00B351CF"/>
    <w:rsid w:val="00B41718"/>
    <w:rsid w:val="00B426C1"/>
    <w:rsid w:val="00B433B1"/>
    <w:rsid w:val="00B445FA"/>
    <w:rsid w:val="00B447D0"/>
    <w:rsid w:val="00B50042"/>
    <w:rsid w:val="00B51A13"/>
    <w:rsid w:val="00B54900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1818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5630"/>
    <w:rsid w:val="00BF5ED2"/>
    <w:rsid w:val="00BF7257"/>
    <w:rsid w:val="00C00AD4"/>
    <w:rsid w:val="00C06050"/>
    <w:rsid w:val="00C16338"/>
    <w:rsid w:val="00C1708E"/>
    <w:rsid w:val="00C2591D"/>
    <w:rsid w:val="00C2712F"/>
    <w:rsid w:val="00C30CE9"/>
    <w:rsid w:val="00C31AFE"/>
    <w:rsid w:val="00C3267A"/>
    <w:rsid w:val="00C3390B"/>
    <w:rsid w:val="00C35F51"/>
    <w:rsid w:val="00C37D28"/>
    <w:rsid w:val="00C41014"/>
    <w:rsid w:val="00C419C3"/>
    <w:rsid w:val="00C41B07"/>
    <w:rsid w:val="00C4241F"/>
    <w:rsid w:val="00C4458D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2039"/>
    <w:rsid w:val="00C83743"/>
    <w:rsid w:val="00C8416A"/>
    <w:rsid w:val="00C845B5"/>
    <w:rsid w:val="00C856DF"/>
    <w:rsid w:val="00C9295D"/>
    <w:rsid w:val="00C94E07"/>
    <w:rsid w:val="00C97665"/>
    <w:rsid w:val="00C97B2B"/>
    <w:rsid w:val="00CA24B2"/>
    <w:rsid w:val="00CA3632"/>
    <w:rsid w:val="00CA3BBA"/>
    <w:rsid w:val="00CA62CE"/>
    <w:rsid w:val="00CA7030"/>
    <w:rsid w:val="00CA70E7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3B53"/>
    <w:rsid w:val="00CF4BA5"/>
    <w:rsid w:val="00D00BFD"/>
    <w:rsid w:val="00D02C67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2C89"/>
    <w:rsid w:val="00D4376F"/>
    <w:rsid w:val="00D43937"/>
    <w:rsid w:val="00D46CE7"/>
    <w:rsid w:val="00D50995"/>
    <w:rsid w:val="00D50ABC"/>
    <w:rsid w:val="00D5292A"/>
    <w:rsid w:val="00D5323E"/>
    <w:rsid w:val="00D53857"/>
    <w:rsid w:val="00D63932"/>
    <w:rsid w:val="00D64D27"/>
    <w:rsid w:val="00D65CCD"/>
    <w:rsid w:val="00D673F6"/>
    <w:rsid w:val="00D67B12"/>
    <w:rsid w:val="00D70726"/>
    <w:rsid w:val="00D708C0"/>
    <w:rsid w:val="00D713E0"/>
    <w:rsid w:val="00D75E7A"/>
    <w:rsid w:val="00D763D3"/>
    <w:rsid w:val="00D77316"/>
    <w:rsid w:val="00D80520"/>
    <w:rsid w:val="00D80FB4"/>
    <w:rsid w:val="00D82845"/>
    <w:rsid w:val="00D82C01"/>
    <w:rsid w:val="00D84BBF"/>
    <w:rsid w:val="00D86CE4"/>
    <w:rsid w:val="00D9005D"/>
    <w:rsid w:val="00D911EB"/>
    <w:rsid w:val="00D91703"/>
    <w:rsid w:val="00D96CCC"/>
    <w:rsid w:val="00DA23A7"/>
    <w:rsid w:val="00DA277C"/>
    <w:rsid w:val="00DA324C"/>
    <w:rsid w:val="00DA5EB9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4E6C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2C7C"/>
    <w:rsid w:val="00E86165"/>
    <w:rsid w:val="00E930A8"/>
    <w:rsid w:val="00E948EA"/>
    <w:rsid w:val="00E95532"/>
    <w:rsid w:val="00EA0F91"/>
    <w:rsid w:val="00EA74F5"/>
    <w:rsid w:val="00EA78B3"/>
    <w:rsid w:val="00EB0389"/>
    <w:rsid w:val="00EB33B3"/>
    <w:rsid w:val="00EB4376"/>
    <w:rsid w:val="00EB6B29"/>
    <w:rsid w:val="00EB7DC4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1F43"/>
    <w:rsid w:val="00F24025"/>
    <w:rsid w:val="00F24DC8"/>
    <w:rsid w:val="00F26CB1"/>
    <w:rsid w:val="00F3038C"/>
    <w:rsid w:val="00F31B6A"/>
    <w:rsid w:val="00F3265D"/>
    <w:rsid w:val="00F37775"/>
    <w:rsid w:val="00F4178B"/>
    <w:rsid w:val="00F41816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4CAF"/>
    <w:rsid w:val="00F6712E"/>
    <w:rsid w:val="00F704AB"/>
    <w:rsid w:val="00F727D3"/>
    <w:rsid w:val="00F73992"/>
    <w:rsid w:val="00F73DCC"/>
    <w:rsid w:val="00F7648E"/>
    <w:rsid w:val="00F7731F"/>
    <w:rsid w:val="00F8022C"/>
    <w:rsid w:val="00F826E4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4E54"/>
    <w:rsid w:val="00FB5043"/>
    <w:rsid w:val="00FB6DDA"/>
    <w:rsid w:val="00FC189B"/>
    <w:rsid w:val="00FC23A3"/>
    <w:rsid w:val="00FC57C9"/>
    <w:rsid w:val="00FC7AA7"/>
    <w:rsid w:val="00FD156E"/>
    <w:rsid w:val="00FD4D65"/>
    <w:rsid w:val="00FE130A"/>
    <w:rsid w:val="00FF019A"/>
    <w:rsid w:val="00FF1008"/>
    <w:rsid w:val="00FF48E9"/>
    <w:rsid w:val="00FF5413"/>
    <w:rsid w:val="00FF5D06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sz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uiPriority w:val="99"/>
    <w:rsid w:val="00645432"/>
    <w:rPr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AB590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590F"/>
    <w:rPr>
      <w:rFonts w:ascii="Tahoma" w:hAnsi="Tahoma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299</Words>
  <Characters>1709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gufo</dc:creator>
  <cp:keywords/>
  <dc:description/>
  <cp:lastModifiedBy>Пользователь</cp:lastModifiedBy>
  <cp:revision>6</cp:revision>
  <cp:lastPrinted>2015-12-04T12:59:00Z</cp:lastPrinted>
  <dcterms:created xsi:type="dcterms:W3CDTF">2015-12-04T12:31:00Z</dcterms:created>
  <dcterms:modified xsi:type="dcterms:W3CDTF">2015-12-21T07:47:00Z</dcterms:modified>
</cp:coreProperties>
</file>