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C96" w:rsidRDefault="008D3C96" w:rsidP="004F06CF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Закон Ульяновской области</w:t>
      </w:r>
    </w:p>
    <w:p w:rsidR="008D3C96" w:rsidRDefault="008D3C96" w:rsidP="004F06CF">
      <w:pPr>
        <w:suppressAutoHyphens/>
        <w:jc w:val="center"/>
        <w:rPr>
          <w:b/>
          <w:sz w:val="28"/>
          <w:szCs w:val="28"/>
        </w:rPr>
      </w:pPr>
    </w:p>
    <w:p w:rsidR="008D3C96" w:rsidRDefault="008D3C96" w:rsidP="004F06CF">
      <w:pPr>
        <w:suppressAutoHyphens/>
        <w:jc w:val="center"/>
        <w:rPr>
          <w:b/>
          <w:sz w:val="28"/>
          <w:szCs w:val="28"/>
        </w:rPr>
      </w:pPr>
    </w:p>
    <w:p w:rsidR="008D3C96" w:rsidRDefault="008D3C96" w:rsidP="004F06CF">
      <w:pPr>
        <w:suppressAutoHyphens/>
        <w:jc w:val="center"/>
        <w:rPr>
          <w:b/>
          <w:sz w:val="28"/>
          <w:szCs w:val="28"/>
        </w:rPr>
      </w:pPr>
    </w:p>
    <w:p w:rsidR="008D3C96" w:rsidRDefault="008D3C96" w:rsidP="004F06CF">
      <w:pPr>
        <w:suppressAutoHyphens/>
        <w:jc w:val="center"/>
        <w:rPr>
          <w:b/>
          <w:sz w:val="28"/>
          <w:szCs w:val="28"/>
        </w:rPr>
      </w:pPr>
    </w:p>
    <w:p w:rsidR="008D3C96" w:rsidRDefault="008D3C96" w:rsidP="004F06CF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статью 2 Закона Ульяновской области </w:t>
      </w:r>
      <w:r>
        <w:rPr>
          <w:b/>
          <w:sz w:val="28"/>
          <w:szCs w:val="28"/>
        </w:rPr>
        <w:br/>
        <w:t>«</w:t>
      </w:r>
      <w:r w:rsidRPr="003118C4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перераспределении полномочий по распоряжению земельными участками, государственная собственность на которые не разграничена, </w:t>
      </w:r>
      <w:r>
        <w:rPr>
          <w:b/>
          <w:sz w:val="28"/>
          <w:szCs w:val="28"/>
        </w:rPr>
        <w:br/>
        <w:t xml:space="preserve">между органами местного самоуправления муниципальных образований Ульяновской области и органами государственной власти </w:t>
      </w:r>
      <w:r>
        <w:rPr>
          <w:b/>
          <w:sz w:val="28"/>
          <w:szCs w:val="28"/>
        </w:rPr>
        <w:br/>
        <w:t>Ульяновской области»</w:t>
      </w:r>
    </w:p>
    <w:p w:rsidR="008D3C96" w:rsidRPr="001C7CFF" w:rsidRDefault="008D3C96" w:rsidP="001C7CFF">
      <w:pPr>
        <w:suppressAutoHyphens/>
        <w:rPr>
          <w:sz w:val="28"/>
          <w:szCs w:val="28"/>
        </w:rPr>
      </w:pPr>
    </w:p>
    <w:p w:rsidR="008D3C96" w:rsidRDefault="008D3C96" w:rsidP="001C7CFF">
      <w:pPr>
        <w:autoSpaceDE w:val="0"/>
        <w:autoSpaceDN w:val="0"/>
        <w:adjustRightInd w:val="0"/>
        <w:ind w:firstLine="708"/>
        <w:jc w:val="both"/>
        <w:rPr>
          <w:sz w:val="28"/>
        </w:rPr>
      </w:pPr>
    </w:p>
    <w:p w:rsidR="008D3C96" w:rsidRDefault="008D3C96" w:rsidP="001C7CFF">
      <w:pPr>
        <w:autoSpaceDE w:val="0"/>
        <w:autoSpaceDN w:val="0"/>
        <w:adjustRightInd w:val="0"/>
        <w:ind w:firstLine="708"/>
        <w:jc w:val="both"/>
        <w:rPr>
          <w:sz w:val="28"/>
        </w:rPr>
      </w:pPr>
    </w:p>
    <w:p w:rsidR="008D3C96" w:rsidRPr="00862C95" w:rsidRDefault="008D3C96" w:rsidP="001C7CFF">
      <w:pPr>
        <w:autoSpaceDE w:val="0"/>
        <w:autoSpaceDN w:val="0"/>
        <w:adjustRightInd w:val="0"/>
        <w:ind w:firstLine="708"/>
        <w:jc w:val="both"/>
        <w:rPr>
          <w:sz w:val="28"/>
        </w:rPr>
      </w:pPr>
    </w:p>
    <w:p w:rsidR="008D3C96" w:rsidRPr="008D3139" w:rsidRDefault="008D3C96" w:rsidP="001C7CFF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8D3139">
        <w:rPr>
          <w:b/>
          <w:sz w:val="28"/>
          <w:szCs w:val="28"/>
        </w:rPr>
        <w:t xml:space="preserve">Статья 1 </w:t>
      </w:r>
    </w:p>
    <w:p w:rsidR="008D3C96" w:rsidRDefault="008D3C96" w:rsidP="001C7C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D3C96" w:rsidRDefault="008D3C96" w:rsidP="001C7C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D3C96" w:rsidRDefault="008D3C96" w:rsidP="001C7CF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304F"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 xml:space="preserve">статью 2 </w:t>
      </w:r>
      <w:r w:rsidRPr="002B304F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2B304F">
        <w:rPr>
          <w:sz w:val="28"/>
          <w:szCs w:val="28"/>
        </w:rPr>
        <w:t xml:space="preserve"> Ульяновской области от 3 июля 2015 года </w:t>
      </w:r>
      <w:r>
        <w:rPr>
          <w:sz w:val="28"/>
          <w:szCs w:val="28"/>
        </w:rPr>
        <w:br/>
      </w:r>
      <w:r w:rsidRPr="002B304F">
        <w:rPr>
          <w:sz w:val="28"/>
          <w:szCs w:val="28"/>
        </w:rPr>
        <w:t xml:space="preserve">№ 85-ЗО «О перераспределении полномочий по распоряжению земельными участками, государственная собственность на которые не разграничена, между органами местного самоуправления муниципальных образований Ульяновской области и органами государственной власти Ульяновской области» </w:t>
      </w:r>
      <w:r>
        <w:rPr>
          <w:sz w:val="28"/>
          <w:szCs w:val="28"/>
        </w:rPr>
        <w:t>(</w:t>
      </w:r>
      <w:r w:rsidRPr="002B304F">
        <w:rPr>
          <w:sz w:val="28"/>
          <w:szCs w:val="28"/>
        </w:rPr>
        <w:t xml:space="preserve">«Ульяновская правда» от </w:t>
      </w:r>
      <w:r>
        <w:rPr>
          <w:sz w:val="28"/>
          <w:szCs w:val="28"/>
        </w:rPr>
        <w:t>09</w:t>
      </w:r>
      <w:r w:rsidRPr="002B304F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2B304F">
        <w:rPr>
          <w:sz w:val="28"/>
          <w:szCs w:val="28"/>
        </w:rPr>
        <w:t>.20</w:t>
      </w:r>
      <w:r>
        <w:rPr>
          <w:sz w:val="28"/>
          <w:szCs w:val="28"/>
        </w:rPr>
        <w:t>1</w:t>
      </w:r>
      <w:r w:rsidRPr="002B304F">
        <w:rPr>
          <w:sz w:val="28"/>
          <w:szCs w:val="28"/>
        </w:rPr>
        <w:t xml:space="preserve">5 № </w:t>
      </w:r>
      <w:r>
        <w:rPr>
          <w:sz w:val="28"/>
          <w:szCs w:val="28"/>
        </w:rPr>
        <w:t xml:space="preserve">93) следующие </w:t>
      </w:r>
      <w:r w:rsidRPr="002B304F">
        <w:rPr>
          <w:sz w:val="28"/>
          <w:szCs w:val="28"/>
        </w:rPr>
        <w:t>изменени</w:t>
      </w:r>
      <w:r>
        <w:rPr>
          <w:sz w:val="28"/>
          <w:szCs w:val="28"/>
        </w:rPr>
        <w:t>я:</w:t>
      </w:r>
    </w:p>
    <w:p w:rsidR="008D3C96" w:rsidRDefault="008D3C96" w:rsidP="001C7CF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ч</w:t>
      </w:r>
      <w:r w:rsidRPr="00215651">
        <w:rPr>
          <w:sz w:val="28"/>
          <w:szCs w:val="28"/>
        </w:rPr>
        <w:t>асть 1 после слов «муниципальных образований Ульяновской области» дополнить словами «(далее – органы местного самоуправления)»;</w:t>
      </w:r>
    </w:p>
    <w:p w:rsidR="008D3C96" w:rsidRDefault="008D3C96" w:rsidP="001C7CF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в части 2 слова «соответствующих муниципальных образований Ульяновской области является 1 января 2016 года» заменить словами «является </w:t>
      </w:r>
      <w:r>
        <w:rPr>
          <w:sz w:val="28"/>
          <w:szCs w:val="28"/>
        </w:rPr>
        <w:br/>
        <w:t>1 января 2016 года, если иное не предусмотрено частью 3 настоящей статьи»;</w:t>
      </w:r>
    </w:p>
    <w:p w:rsidR="008D3C96" w:rsidRDefault="008D3C96" w:rsidP="001C7CF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дополнить частью 3 следующего содержания:</w:t>
      </w:r>
    </w:p>
    <w:p w:rsidR="008D3C96" w:rsidRPr="00215651" w:rsidRDefault="008D3C96" w:rsidP="001C7CFF">
      <w:pPr>
        <w:pStyle w:val="ConsPlusNormal"/>
        <w:spacing w:line="360" w:lineRule="auto"/>
        <w:ind w:firstLine="709"/>
        <w:jc w:val="both"/>
      </w:pPr>
      <w:r>
        <w:t xml:space="preserve">«3. Полномочия органов местного самоуправления по принятию решений </w:t>
      </w:r>
      <w:r>
        <w:br/>
        <w:t>и совершению иных действий, предусмотренных статьями 11</w:t>
      </w:r>
      <w:r w:rsidRPr="002B304F">
        <w:rPr>
          <w:vertAlign w:val="superscript"/>
        </w:rPr>
        <w:t>10</w:t>
      </w:r>
      <w:r>
        <w:t>, 39</w:t>
      </w:r>
      <w:r w:rsidRPr="002B304F">
        <w:rPr>
          <w:vertAlign w:val="superscript"/>
        </w:rPr>
        <w:t>3</w:t>
      </w:r>
      <w:r>
        <w:t xml:space="preserve">, пунктом 7 </w:t>
      </w:r>
      <w:r>
        <w:br/>
        <w:t>статьи 39</w:t>
      </w:r>
      <w:r w:rsidRPr="007F017F">
        <w:rPr>
          <w:vertAlign w:val="superscript"/>
        </w:rPr>
        <w:t>5</w:t>
      </w:r>
      <w:r w:rsidRPr="007F017F">
        <w:t xml:space="preserve"> </w:t>
      </w:r>
      <w:r>
        <w:t xml:space="preserve">(в отношении некоммерческих организаций, созданных гражданами, </w:t>
      </w:r>
      <w:r>
        <w:br/>
        <w:t xml:space="preserve">в случаях, предусмотренных федеральными </w:t>
      </w:r>
      <w:hyperlink r:id="rId7" w:history="1">
        <w:r w:rsidRPr="007F017F">
          <w:t>законами</w:t>
        </w:r>
      </w:hyperlink>
      <w:r>
        <w:t>), 39</w:t>
      </w:r>
      <w:r w:rsidRPr="007F017F">
        <w:rPr>
          <w:vertAlign w:val="superscript"/>
        </w:rPr>
        <w:t>6</w:t>
      </w:r>
      <w:r>
        <w:t>, 39</w:t>
      </w:r>
      <w:r w:rsidRPr="002B304F">
        <w:rPr>
          <w:vertAlign w:val="superscript"/>
        </w:rPr>
        <w:t>9</w:t>
      </w:r>
      <w:r>
        <w:t>, 39</w:t>
      </w:r>
      <w:r w:rsidRPr="002B304F">
        <w:rPr>
          <w:vertAlign w:val="superscript"/>
        </w:rPr>
        <w:t>10</w:t>
      </w:r>
      <w:r>
        <w:t>, 39</w:t>
      </w:r>
      <w:r w:rsidRPr="002B304F">
        <w:rPr>
          <w:vertAlign w:val="superscript"/>
        </w:rPr>
        <w:t>21</w:t>
      </w:r>
      <w:r>
        <w:t>, 39</w:t>
      </w:r>
      <w:r w:rsidRPr="002B304F">
        <w:rPr>
          <w:vertAlign w:val="superscript"/>
        </w:rPr>
        <w:t>23</w:t>
      </w:r>
      <w:r>
        <w:t xml:space="preserve"> </w:t>
      </w:r>
      <w:r>
        <w:br/>
        <w:t>и 39</w:t>
      </w:r>
      <w:r w:rsidRPr="002B304F">
        <w:rPr>
          <w:vertAlign w:val="superscript"/>
        </w:rPr>
        <w:t>27</w:t>
      </w:r>
      <w:r>
        <w:t xml:space="preserve"> Земельного кодекса Российской Федерации и связанных с распоряжением земельными участками, государственная собственность на которые </w:t>
      </w:r>
      <w:r>
        <w:br/>
        <w:t xml:space="preserve">не разграничена, осуществляются уполномоченным органом с 1 января 2016 года </w:t>
      </w:r>
      <w:r>
        <w:br/>
        <w:t xml:space="preserve">в случае, если указанные решения и действия должны быть приняты (совершены) на основании заявлений, поступивших в уполномоченный орган после дня вступления настоящего Закона в силу. Если указанные решения </w:t>
      </w:r>
      <w:r>
        <w:br/>
        <w:t>и действия должны быть приняты (совершены) на основании заявлений, поступивших до дня вступления настоящего Закона в силу в органы местного самоуправления, то такие решения и действия должны бы</w:t>
      </w:r>
      <w:bookmarkStart w:id="0" w:name="_GoBack"/>
      <w:bookmarkEnd w:id="0"/>
      <w:r>
        <w:t xml:space="preserve">ть приняты (совершены) соответствующими органами местного самоуправления без учёта установленного настоящим Законом перераспределения полномочий по распоряжению земельными участками, государственная собственность на которые </w:t>
      </w:r>
      <w:r>
        <w:br/>
        <w:t>не разграничена.».</w:t>
      </w:r>
    </w:p>
    <w:p w:rsidR="008D3C96" w:rsidRPr="001C7CFF" w:rsidRDefault="008D3C96" w:rsidP="001C7CFF">
      <w:pPr>
        <w:suppressAutoHyphens/>
        <w:rPr>
          <w:sz w:val="16"/>
          <w:szCs w:val="28"/>
        </w:rPr>
      </w:pPr>
    </w:p>
    <w:p w:rsidR="008D3C96" w:rsidRPr="00862C95" w:rsidRDefault="008D3C96" w:rsidP="001C7CFF">
      <w:pPr>
        <w:autoSpaceDE w:val="0"/>
        <w:autoSpaceDN w:val="0"/>
        <w:adjustRightInd w:val="0"/>
        <w:ind w:firstLine="708"/>
        <w:jc w:val="both"/>
        <w:rPr>
          <w:sz w:val="28"/>
        </w:rPr>
      </w:pPr>
    </w:p>
    <w:p w:rsidR="008D3C96" w:rsidRPr="00862C95" w:rsidRDefault="008D3C96" w:rsidP="001C7CF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/>
          <w:sz w:val="28"/>
        </w:rPr>
      </w:pPr>
      <w:r w:rsidRPr="00862C95">
        <w:rPr>
          <w:b/>
          <w:sz w:val="28"/>
        </w:rPr>
        <w:t xml:space="preserve">Статья </w:t>
      </w:r>
      <w:r>
        <w:rPr>
          <w:b/>
          <w:sz w:val="28"/>
        </w:rPr>
        <w:t>2</w:t>
      </w:r>
      <w:r w:rsidRPr="00862C95">
        <w:rPr>
          <w:b/>
          <w:sz w:val="28"/>
        </w:rPr>
        <w:t xml:space="preserve"> </w:t>
      </w:r>
    </w:p>
    <w:p w:rsidR="008D3C96" w:rsidRPr="001C7CFF" w:rsidRDefault="008D3C96" w:rsidP="001C7CFF">
      <w:pPr>
        <w:autoSpaceDE w:val="0"/>
        <w:autoSpaceDN w:val="0"/>
        <w:adjustRightInd w:val="0"/>
        <w:ind w:firstLine="601"/>
        <w:jc w:val="both"/>
        <w:rPr>
          <w:sz w:val="28"/>
          <w:szCs w:val="28"/>
        </w:rPr>
      </w:pPr>
    </w:p>
    <w:p w:rsidR="008D3C96" w:rsidRPr="001C7CFF" w:rsidRDefault="008D3C96" w:rsidP="001C7CFF">
      <w:pPr>
        <w:autoSpaceDE w:val="0"/>
        <w:autoSpaceDN w:val="0"/>
        <w:adjustRightInd w:val="0"/>
        <w:ind w:firstLine="601"/>
        <w:jc w:val="both"/>
        <w:rPr>
          <w:sz w:val="28"/>
          <w:szCs w:val="28"/>
        </w:rPr>
      </w:pPr>
    </w:p>
    <w:p w:rsidR="008D3C96" w:rsidRDefault="008D3C96" w:rsidP="00D031B6">
      <w:pPr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Закон вступает в силу с 1 января 2016 года.</w:t>
      </w:r>
    </w:p>
    <w:p w:rsidR="008D3C96" w:rsidRPr="001C7CFF" w:rsidRDefault="008D3C96" w:rsidP="001C7CFF">
      <w:pPr>
        <w:autoSpaceDE w:val="0"/>
        <w:autoSpaceDN w:val="0"/>
        <w:adjustRightInd w:val="0"/>
        <w:ind w:firstLine="709"/>
        <w:jc w:val="both"/>
        <w:rPr>
          <w:sz w:val="16"/>
          <w:szCs w:val="28"/>
        </w:rPr>
      </w:pPr>
    </w:p>
    <w:p w:rsidR="008D3C96" w:rsidRPr="001C7CFF" w:rsidRDefault="008D3C96" w:rsidP="001C7C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D3C96" w:rsidRPr="00CE2E9D" w:rsidRDefault="008D3C96" w:rsidP="001C7C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D3C96" w:rsidRDefault="008D3C96" w:rsidP="001C7CFF">
      <w:pPr>
        <w:jc w:val="both"/>
        <w:rPr>
          <w:b/>
          <w:sz w:val="28"/>
          <w:szCs w:val="28"/>
        </w:rPr>
      </w:pPr>
      <w:r w:rsidRPr="00297ED8">
        <w:rPr>
          <w:b/>
          <w:sz w:val="28"/>
          <w:szCs w:val="28"/>
        </w:rPr>
        <w:t>Губернатор Ульяновской области</w:t>
      </w:r>
      <w:r>
        <w:rPr>
          <w:b/>
          <w:sz w:val="28"/>
          <w:szCs w:val="28"/>
        </w:rPr>
        <w:t xml:space="preserve">                                                        С.И.</w:t>
      </w:r>
      <w:r w:rsidRPr="00297ED8">
        <w:rPr>
          <w:b/>
          <w:sz w:val="28"/>
          <w:szCs w:val="28"/>
        </w:rPr>
        <w:t>Морозов</w:t>
      </w:r>
    </w:p>
    <w:p w:rsidR="008D3C96" w:rsidRDefault="008D3C96" w:rsidP="001C7CFF">
      <w:pPr>
        <w:suppressAutoHyphens/>
        <w:jc w:val="center"/>
        <w:rPr>
          <w:sz w:val="28"/>
          <w:szCs w:val="28"/>
        </w:rPr>
      </w:pPr>
    </w:p>
    <w:p w:rsidR="008D3C96" w:rsidRDefault="008D3C96" w:rsidP="001C7CFF">
      <w:pPr>
        <w:suppressAutoHyphens/>
        <w:jc w:val="center"/>
        <w:rPr>
          <w:sz w:val="28"/>
          <w:szCs w:val="28"/>
        </w:rPr>
      </w:pPr>
    </w:p>
    <w:p w:rsidR="008D3C96" w:rsidRDefault="008D3C96" w:rsidP="001C7CFF">
      <w:pPr>
        <w:suppressAutoHyphens/>
        <w:jc w:val="center"/>
        <w:rPr>
          <w:sz w:val="28"/>
          <w:szCs w:val="28"/>
        </w:rPr>
      </w:pPr>
    </w:p>
    <w:p w:rsidR="008D3C96" w:rsidRDefault="008D3C96" w:rsidP="001C7CFF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г. Ульяновск</w:t>
      </w:r>
    </w:p>
    <w:p w:rsidR="008D3C96" w:rsidRDefault="008D3C96" w:rsidP="001C7CFF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16 декабря </w:t>
      </w:r>
      <w:smartTag w:uri="urn:schemas-microsoft-com:office:smarttags" w:element="metricconverter">
        <w:smartTagPr>
          <w:attr w:name="ProductID" w:val="2015 г"/>
        </w:smartTagPr>
        <w:r>
          <w:rPr>
            <w:sz w:val="28"/>
            <w:szCs w:val="28"/>
          </w:rPr>
          <w:t>2015 г</w:t>
        </w:r>
      </w:smartTag>
      <w:r>
        <w:rPr>
          <w:sz w:val="28"/>
          <w:szCs w:val="28"/>
        </w:rPr>
        <w:t>.</w:t>
      </w:r>
    </w:p>
    <w:p w:rsidR="008D3C96" w:rsidRDefault="008D3C96" w:rsidP="001C7CFF">
      <w:pPr>
        <w:suppressAutoHyphens/>
        <w:jc w:val="center"/>
      </w:pPr>
      <w:r>
        <w:rPr>
          <w:sz w:val="28"/>
        </w:rPr>
        <w:t>№ 201-ЗО</w:t>
      </w:r>
    </w:p>
    <w:sectPr w:rsidR="008D3C96" w:rsidSect="001C7CFF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C96" w:rsidRDefault="008D3C96">
      <w:r>
        <w:separator/>
      </w:r>
    </w:p>
  </w:endnote>
  <w:endnote w:type="continuationSeparator" w:id="0">
    <w:p w:rsidR="008D3C96" w:rsidRDefault="008D3C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C96" w:rsidRPr="001C7CFF" w:rsidRDefault="008D3C96" w:rsidP="001C7CFF">
    <w:pPr>
      <w:pStyle w:val="Footer"/>
      <w:jc w:val="right"/>
      <w:rPr>
        <w:sz w:val="16"/>
        <w:szCs w:val="16"/>
      </w:rPr>
    </w:pPr>
    <w:r w:rsidRPr="001C7CFF">
      <w:rPr>
        <w:sz w:val="16"/>
        <w:szCs w:val="16"/>
      </w:rPr>
      <w:t>3011чл2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C96" w:rsidRDefault="008D3C96">
      <w:r>
        <w:separator/>
      </w:r>
    </w:p>
  </w:footnote>
  <w:footnote w:type="continuationSeparator" w:id="0">
    <w:p w:rsidR="008D3C96" w:rsidRDefault="008D3C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C96" w:rsidRDefault="008D3C96" w:rsidP="004F06C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D3C96" w:rsidRDefault="008D3C9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C96" w:rsidRPr="00A9420A" w:rsidRDefault="008D3C96" w:rsidP="004F06CF">
    <w:pPr>
      <w:pStyle w:val="Header"/>
      <w:jc w:val="center"/>
      <w:rPr>
        <w:rStyle w:val="PageNumber"/>
        <w:sz w:val="28"/>
        <w:szCs w:val="28"/>
      </w:rPr>
    </w:pPr>
    <w:r w:rsidRPr="00A9420A">
      <w:rPr>
        <w:rStyle w:val="PageNumber"/>
        <w:sz w:val="28"/>
        <w:szCs w:val="28"/>
      </w:rPr>
      <w:fldChar w:fldCharType="begin"/>
    </w:r>
    <w:r w:rsidRPr="00A9420A">
      <w:rPr>
        <w:rStyle w:val="PageNumber"/>
        <w:sz w:val="28"/>
        <w:szCs w:val="28"/>
      </w:rPr>
      <w:instrText xml:space="preserve">PAGE  </w:instrText>
    </w:r>
    <w:r w:rsidRPr="00A9420A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A9420A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73BD0"/>
    <w:multiLevelType w:val="hybridMultilevel"/>
    <w:tmpl w:val="49ACCAB4"/>
    <w:lvl w:ilvl="0" w:tplc="3A948F7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CE03AFD"/>
    <w:multiLevelType w:val="hybridMultilevel"/>
    <w:tmpl w:val="26EC87C2"/>
    <w:lvl w:ilvl="0" w:tplc="C6AC45C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5E06179"/>
    <w:multiLevelType w:val="hybridMultilevel"/>
    <w:tmpl w:val="8CFAFA9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06CF"/>
    <w:rsid w:val="00013CAD"/>
    <w:rsid w:val="00056043"/>
    <w:rsid w:val="0006046D"/>
    <w:rsid w:val="000F5C9D"/>
    <w:rsid w:val="00124B79"/>
    <w:rsid w:val="001616AF"/>
    <w:rsid w:val="0017583E"/>
    <w:rsid w:val="001C7CFF"/>
    <w:rsid w:val="00215651"/>
    <w:rsid w:val="00227461"/>
    <w:rsid w:val="00241C14"/>
    <w:rsid w:val="00281226"/>
    <w:rsid w:val="00297ED8"/>
    <w:rsid w:val="002B304F"/>
    <w:rsid w:val="002C21CE"/>
    <w:rsid w:val="003118C4"/>
    <w:rsid w:val="00340552"/>
    <w:rsid w:val="003E297E"/>
    <w:rsid w:val="003F6BBA"/>
    <w:rsid w:val="004158FD"/>
    <w:rsid w:val="004B2794"/>
    <w:rsid w:val="004E2120"/>
    <w:rsid w:val="004F06CF"/>
    <w:rsid w:val="004F5CC7"/>
    <w:rsid w:val="00503DA1"/>
    <w:rsid w:val="00550991"/>
    <w:rsid w:val="005C0A88"/>
    <w:rsid w:val="006A3568"/>
    <w:rsid w:val="006B70EC"/>
    <w:rsid w:val="007A5B54"/>
    <w:rsid w:val="007F017F"/>
    <w:rsid w:val="00862C95"/>
    <w:rsid w:val="008941B6"/>
    <w:rsid w:val="008B74E7"/>
    <w:rsid w:val="008D0594"/>
    <w:rsid w:val="008D3139"/>
    <w:rsid w:val="008D3C96"/>
    <w:rsid w:val="008D415C"/>
    <w:rsid w:val="00964B17"/>
    <w:rsid w:val="00A4100C"/>
    <w:rsid w:val="00A545B8"/>
    <w:rsid w:val="00A9420A"/>
    <w:rsid w:val="00A94659"/>
    <w:rsid w:val="00AF73DC"/>
    <w:rsid w:val="00B506BD"/>
    <w:rsid w:val="00B818F4"/>
    <w:rsid w:val="00C67B7F"/>
    <w:rsid w:val="00CC5108"/>
    <w:rsid w:val="00CE2E9D"/>
    <w:rsid w:val="00CF3D06"/>
    <w:rsid w:val="00D031B6"/>
    <w:rsid w:val="00D67706"/>
    <w:rsid w:val="00E47A33"/>
    <w:rsid w:val="00F30047"/>
    <w:rsid w:val="00FB3C48"/>
    <w:rsid w:val="00FB6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6CF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F06C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2627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4F06CF"/>
    <w:rPr>
      <w:rFonts w:cs="Times New Roman"/>
    </w:rPr>
  </w:style>
  <w:style w:type="paragraph" w:customStyle="1" w:styleId="a">
    <w:name w:val="Знак Знак Знак Знак"/>
    <w:basedOn w:val="Normal"/>
    <w:uiPriority w:val="99"/>
    <w:rsid w:val="004F06C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F06CF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rsid w:val="00281226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81226"/>
    <w:rPr>
      <w:rFonts w:ascii="Tahoma" w:hAnsi="Tahoma"/>
      <w:sz w:val="16"/>
    </w:rPr>
  </w:style>
  <w:style w:type="paragraph" w:customStyle="1" w:styleId="ConsPlusNormal">
    <w:name w:val="ConsPlusNormal"/>
    <w:uiPriority w:val="99"/>
    <w:rsid w:val="007F017F"/>
    <w:pPr>
      <w:autoSpaceDE w:val="0"/>
      <w:autoSpaceDN w:val="0"/>
      <w:adjustRightInd w:val="0"/>
    </w:pPr>
    <w:rPr>
      <w:sz w:val="28"/>
      <w:szCs w:val="28"/>
    </w:rPr>
  </w:style>
  <w:style w:type="paragraph" w:styleId="Footer">
    <w:name w:val="footer"/>
    <w:basedOn w:val="Normal"/>
    <w:link w:val="FooterChar"/>
    <w:uiPriority w:val="99"/>
    <w:rsid w:val="001C7CF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C7CFF"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1C7C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511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40C451D73B6A2DEC391A2EE861D5C21E38568BE557619182C12A2B220D6944336461986aAq2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2</Pages>
  <Words>397</Words>
  <Characters>2266</Characters>
  <Application>Microsoft Office Outlook</Application>
  <DocSecurity>0</DocSecurity>
  <Lines>0</Lines>
  <Paragraphs>0</Paragraphs>
  <ScaleCrop>false</ScaleCrop>
  <Company>DGIZO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cronuser</dc:creator>
  <cp:keywords/>
  <dc:description/>
  <cp:lastModifiedBy>Пользователь</cp:lastModifiedBy>
  <cp:revision>4</cp:revision>
  <cp:lastPrinted>2015-11-30T12:38:00Z</cp:lastPrinted>
  <dcterms:created xsi:type="dcterms:W3CDTF">2015-11-30T12:26:00Z</dcterms:created>
  <dcterms:modified xsi:type="dcterms:W3CDTF">2015-12-21T07:27:00Z</dcterms:modified>
</cp:coreProperties>
</file>