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6AA" w:rsidRPr="00CD4248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D4248">
        <w:rPr>
          <w:rFonts w:ascii="Times New Roman" w:hAnsi="Times New Roman"/>
          <w:b/>
          <w:bCs/>
          <w:color w:val="000000"/>
          <w:sz w:val="28"/>
          <w:szCs w:val="28"/>
        </w:rPr>
        <w:t>Закон Ульяновской области</w:t>
      </w:r>
    </w:p>
    <w:p w:rsidR="009F56AA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56AA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56AA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56AA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9F56AA" w:rsidRPr="00422FD6" w:rsidRDefault="009F56AA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9F56AA" w:rsidRDefault="009F56AA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статью 2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акон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«О перераспределении полномочий в области градостроительной </w:t>
      </w:r>
    </w:p>
    <w:p w:rsidR="009F56AA" w:rsidRPr="00422FD6" w:rsidRDefault="009F56AA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деятельности между органами местного самоуправления муниципальных образований Ульяновской области и органами государственной власти 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>Ульяновской области»</w:t>
      </w:r>
    </w:p>
    <w:p w:rsidR="009F56AA" w:rsidRDefault="009F56AA" w:rsidP="00EF7E79">
      <w:pPr>
        <w:pStyle w:val="Heading1"/>
        <w:shd w:val="clear" w:color="auto" w:fill="FFFFFF"/>
        <w:spacing w:before="0"/>
        <w:jc w:val="center"/>
        <w:textAlignment w:val="baseline"/>
        <w:rPr>
          <w:rFonts w:ascii="Times New Roman" w:hAnsi="Times New Roman"/>
          <w:color w:val="000000"/>
        </w:rPr>
      </w:pPr>
    </w:p>
    <w:p w:rsidR="009F56AA" w:rsidRDefault="009F56AA" w:rsidP="00977176"/>
    <w:p w:rsidR="009F56AA" w:rsidRPr="00977176" w:rsidRDefault="009F56AA" w:rsidP="00977176">
      <w:r>
        <w:t xml:space="preserve"> </w:t>
      </w:r>
    </w:p>
    <w:p w:rsidR="009F56AA" w:rsidRDefault="009F56AA" w:rsidP="000473C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9F56AA" w:rsidRDefault="009F56AA" w:rsidP="000473C0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61069A">
        <w:rPr>
          <w:rFonts w:ascii="Times New Roman" w:hAnsi="Times New Roman"/>
          <w:b/>
          <w:sz w:val="28"/>
          <w:szCs w:val="28"/>
        </w:rPr>
        <w:t>Статья 1</w:t>
      </w:r>
    </w:p>
    <w:p w:rsidR="009F56AA" w:rsidRDefault="009F56AA" w:rsidP="0004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F56AA" w:rsidRDefault="009F56AA" w:rsidP="0004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F56AA" w:rsidRDefault="009F56AA" w:rsidP="000473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2FD6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часть 2 статьи 2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 Ульяновской области от 18 декабря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color w:val="000000"/>
          <w:sz w:val="28"/>
          <w:szCs w:val="28"/>
        </w:rPr>
        <w:t>2014 года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2FD6">
        <w:rPr>
          <w:rFonts w:ascii="Times New Roman" w:hAnsi="Times New Roman"/>
          <w:color w:val="000000"/>
          <w:sz w:val="28"/>
          <w:szCs w:val="28"/>
        </w:rPr>
        <w:t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</w:t>
      </w:r>
      <w:bookmarkStart w:id="0" w:name="_GoBack"/>
      <w:bookmarkEnd w:id="0"/>
      <w:r w:rsidRPr="00422FD6">
        <w:rPr>
          <w:rFonts w:ascii="Times New Roman" w:hAnsi="Times New Roman"/>
          <w:color w:val="000000"/>
          <w:sz w:val="28"/>
          <w:szCs w:val="28"/>
        </w:rPr>
        <w:t xml:space="preserve">и и органами государственной власти Ульяновской области» </w:t>
      </w:r>
      <w:r>
        <w:rPr>
          <w:rFonts w:ascii="Times New Roman" w:hAnsi="Times New Roman"/>
          <w:color w:val="000000"/>
          <w:sz w:val="28"/>
          <w:szCs w:val="28"/>
        </w:rPr>
        <w:t xml:space="preserve">(«Ульяновская правда» от 19.12.2014 № 188-189) </w:t>
      </w:r>
      <w:r w:rsidRPr="00422FD6">
        <w:rPr>
          <w:rFonts w:ascii="Times New Roman" w:hAnsi="Times New Roman"/>
          <w:color w:val="000000"/>
          <w:sz w:val="28"/>
          <w:szCs w:val="28"/>
        </w:rPr>
        <w:t>изменени</w:t>
      </w:r>
      <w:r>
        <w:rPr>
          <w:rFonts w:ascii="Times New Roman" w:hAnsi="Times New Roman"/>
          <w:color w:val="000000"/>
          <w:sz w:val="28"/>
          <w:szCs w:val="28"/>
        </w:rPr>
        <w:t>е, заменив в ней цифры «2016» цифрами «2017».</w:t>
      </w:r>
    </w:p>
    <w:p w:rsidR="009F56AA" w:rsidRPr="00977176" w:rsidRDefault="009F56AA" w:rsidP="0004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9F56AA" w:rsidRDefault="009F56AA" w:rsidP="000475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F56AA" w:rsidRDefault="009F56AA" w:rsidP="000473C0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1069A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9F56AA" w:rsidRPr="0036185A" w:rsidRDefault="009F56AA" w:rsidP="000473C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56AA" w:rsidRPr="0036185A" w:rsidRDefault="009F56AA" w:rsidP="000473C0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9F56AA" w:rsidRPr="009C48F2" w:rsidRDefault="009F56AA" w:rsidP="00047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8F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астоящий Закон вступает в силу с 1 января 2016 года.</w:t>
      </w:r>
    </w:p>
    <w:p w:rsidR="009F56AA" w:rsidRDefault="009F56AA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F56AA" w:rsidRDefault="009F56AA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F56AA" w:rsidRPr="00422FD6" w:rsidRDefault="009F56AA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9F56AA" w:rsidRDefault="009F56AA" w:rsidP="009374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41A59">
        <w:rPr>
          <w:rFonts w:ascii="Times New Roman" w:hAnsi="Times New Roman"/>
          <w:b/>
          <w:color w:val="000000"/>
          <w:sz w:val="28"/>
          <w:szCs w:val="28"/>
        </w:rPr>
        <w:t xml:space="preserve">Губернатор Ульяновской области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</w:t>
      </w:r>
      <w:r w:rsidRPr="00141A59">
        <w:rPr>
          <w:rFonts w:ascii="Times New Roman" w:hAnsi="Times New Roman"/>
          <w:b/>
          <w:color w:val="000000"/>
          <w:sz w:val="28"/>
          <w:szCs w:val="28"/>
        </w:rPr>
        <w:t xml:space="preserve">    С.И.Морозов</w:t>
      </w:r>
    </w:p>
    <w:p w:rsidR="009F56AA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F56AA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F56AA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F56AA" w:rsidRPr="00141A59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г. Ульяновск</w:t>
      </w:r>
    </w:p>
    <w:p w:rsidR="009F56AA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декабря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8"/>
            <w:szCs w:val="28"/>
          </w:rPr>
          <w:t>2015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9F56AA" w:rsidRDefault="009F56AA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200-ЗО</w:t>
      </w:r>
    </w:p>
    <w:sectPr w:rsidR="009F56AA" w:rsidSect="008A49A4">
      <w:footerReference w:type="default" r:id="rId7"/>
      <w:pgSz w:w="11905" w:h="16838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AA" w:rsidRDefault="009F56AA" w:rsidP="005D1686">
      <w:pPr>
        <w:spacing w:after="0" w:line="240" w:lineRule="auto"/>
      </w:pPr>
      <w:r>
        <w:separator/>
      </w:r>
    </w:p>
  </w:endnote>
  <w:endnote w:type="continuationSeparator" w:id="0">
    <w:p w:rsidR="009F56AA" w:rsidRDefault="009F56AA" w:rsidP="005D1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56AA" w:rsidRPr="005D1686" w:rsidRDefault="009F56AA" w:rsidP="005D1686">
    <w:pPr>
      <w:pStyle w:val="Footer"/>
      <w:jc w:val="right"/>
      <w:rPr>
        <w:rFonts w:ascii="Times New Roman" w:hAnsi="Times New Roman"/>
        <w:sz w:val="16"/>
        <w:szCs w:val="16"/>
      </w:rPr>
    </w:pPr>
    <w:r w:rsidRPr="005D1686">
      <w:rPr>
        <w:rFonts w:ascii="Times New Roman" w:hAnsi="Times New Roman"/>
        <w:sz w:val="16"/>
        <w:szCs w:val="16"/>
      </w:rPr>
      <w:t>0412яч1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AA" w:rsidRDefault="009F56AA" w:rsidP="005D1686">
      <w:pPr>
        <w:spacing w:after="0" w:line="240" w:lineRule="auto"/>
      </w:pPr>
      <w:r>
        <w:separator/>
      </w:r>
    </w:p>
  </w:footnote>
  <w:footnote w:type="continuationSeparator" w:id="0">
    <w:p w:rsidR="009F56AA" w:rsidRDefault="009F56AA" w:rsidP="005D16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46769"/>
    <w:multiLevelType w:val="hybridMultilevel"/>
    <w:tmpl w:val="E1DE8006"/>
    <w:lvl w:ilvl="0" w:tplc="F5C654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A875E12"/>
    <w:multiLevelType w:val="hybridMultilevel"/>
    <w:tmpl w:val="70920E3C"/>
    <w:lvl w:ilvl="0" w:tplc="FB8A971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1850"/>
    <w:rsid w:val="0002244A"/>
    <w:rsid w:val="000473C0"/>
    <w:rsid w:val="0004752F"/>
    <w:rsid w:val="00087EA3"/>
    <w:rsid w:val="000A7974"/>
    <w:rsid w:val="000C6D55"/>
    <w:rsid w:val="000E2AF1"/>
    <w:rsid w:val="0013304E"/>
    <w:rsid w:val="00141A59"/>
    <w:rsid w:val="00154460"/>
    <w:rsid w:val="001A4F19"/>
    <w:rsid w:val="001D0897"/>
    <w:rsid w:val="00206460"/>
    <w:rsid w:val="00213EBD"/>
    <w:rsid w:val="00217299"/>
    <w:rsid w:val="00225A1B"/>
    <w:rsid w:val="00231C8C"/>
    <w:rsid w:val="0027342E"/>
    <w:rsid w:val="002B4AF6"/>
    <w:rsid w:val="002C5C8A"/>
    <w:rsid w:val="00300E07"/>
    <w:rsid w:val="00344CEC"/>
    <w:rsid w:val="0036185A"/>
    <w:rsid w:val="003E0C74"/>
    <w:rsid w:val="004006FA"/>
    <w:rsid w:val="00411DFB"/>
    <w:rsid w:val="00422FD6"/>
    <w:rsid w:val="00451119"/>
    <w:rsid w:val="004A742B"/>
    <w:rsid w:val="004D0EE1"/>
    <w:rsid w:val="004F7B98"/>
    <w:rsid w:val="0054421A"/>
    <w:rsid w:val="005B2AC6"/>
    <w:rsid w:val="005D1686"/>
    <w:rsid w:val="005D35B9"/>
    <w:rsid w:val="0061069A"/>
    <w:rsid w:val="00675526"/>
    <w:rsid w:val="0069151A"/>
    <w:rsid w:val="006D2976"/>
    <w:rsid w:val="00746DD4"/>
    <w:rsid w:val="007608CB"/>
    <w:rsid w:val="007F36DC"/>
    <w:rsid w:val="00813B46"/>
    <w:rsid w:val="00816252"/>
    <w:rsid w:val="00824942"/>
    <w:rsid w:val="00864C56"/>
    <w:rsid w:val="00871F12"/>
    <w:rsid w:val="00881836"/>
    <w:rsid w:val="008A49A4"/>
    <w:rsid w:val="008C38A4"/>
    <w:rsid w:val="00925B2E"/>
    <w:rsid w:val="009326E6"/>
    <w:rsid w:val="009374F0"/>
    <w:rsid w:val="0096313B"/>
    <w:rsid w:val="0096757C"/>
    <w:rsid w:val="00977176"/>
    <w:rsid w:val="009A23C6"/>
    <w:rsid w:val="009A7758"/>
    <w:rsid w:val="009C4006"/>
    <w:rsid w:val="009C4623"/>
    <w:rsid w:val="009C48F2"/>
    <w:rsid w:val="009F1E52"/>
    <w:rsid w:val="009F56AA"/>
    <w:rsid w:val="00A00587"/>
    <w:rsid w:val="00A06189"/>
    <w:rsid w:val="00A249DD"/>
    <w:rsid w:val="00A740CE"/>
    <w:rsid w:val="00A920F2"/>
    <w:rsid w:val="00AA1980"/>
    <w:rsid w:val="00AC24F6"/>
    <w:rsid w:val="00AE61D2"/>
    <w:rsid w:val="00B142BF"/>
    <w:rsid w:val="00B41FAC"/>
    <w:rsid w:val="00B51850"/>
    <w:rsid w:val="00B929FD"/>
    <w:rsid w:val="00BA3794"/>
    <w:rsid w:val="00BB0528"/>
    <w:rsid w:val="00BF125D"/>
    <w:rsid w:val="00C161CE"/>
    <w:rsid w:val="00C40994"/>
    <w:rsid w:val="00C46C66"/>
    <w:rsid w:val="00C757E7"/>
    <w:rsid w:val="00C8796D"/>
    <w:rsid w:val="00CD4248"/>
    <w:rsid w:val="00CF5EEB"/>
    <w:rsid w:val="00D2045F"/>
    <w:rsid w:val="00D66F84"/>
    <w:rsid w:val="00D72427"/>
    <w:rsid w:val="00D76E51"/>
    <w:rsid w:val="00D804EE"/>
    <w:rsid w:val="00D84D3F"/>
    <w:rsid w:val="00DB67E5"/>
    <w:rsid w:val="00DF1DF4"/>
    <w:rsid w:val="00E014DE"/>
    <w:rsid w:val="00EF7E79"/>
    <w:rsid w:val="00F11A0C"/>
    <w:rsid w:val="00F17AE4"/>
    <w:rsid w:val="00F5314A"/>
    <w:rsid w:val="00F763A0"/>
    <w:rsid w:val="00FD550C"/>
    <w:rsid w:val="00FF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794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F7E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F7E79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F5314A"/>
    <w:pPr>
      <w:ind w:left="720"/>
      <w:contextualSpacing/>
    </w:pPr>
  </w:style>
  <w:style w:type="paragraph" w:customStyle="1" w:styleId="formattext">
    <w:name w:val="formattext"/>
    <w:basedOn w:val="Normal"/>
    <w:uiPriority w:val="99"/>
    <w:rsid w:val="00AC24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41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313B"/>
    <w:rPr>
      <w:rFonts w:ascii="Times New Roman" w:hAnsi="Times New Roman" w:cs="Times New Roman"/>
      <w:sz w:val="2"/>
      <w:lang w:eastAsia="en-US"/>
    </w:rPr>
  </w:style>
  <w:style w:type="paragraph" w:styleId="Header">
    <w:name w:val="header"/>
    <w:basedOn w:val="Normal"/>
    <w:link w:val="HeaderChar"/>
    <w:uiPriority w:val="99"/>
    <w:rsid w:val="005D1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D1686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5D16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5D1686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176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6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139</Words>
  <Characters>796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Пользователь</cp:lastModifiedBy>
  <cp:revision>4</cp:revision>
  <cp:lastPrinted>2015-12-04T07:29:00Z</cp:lastPrinted>
  <dcterms:created xsi:type="dcterms:W3CDTF">2015-12-04T07:29:00Z</dcterms:created>
  <dcterms:modified xsi:type="dcterms:W3CDTF">2015-12-21T07:13:00Z</dcterms:modified>
</cp:coreProperties>
</file>