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99" w:rsidRDefault="00ED7299" w:rsidP="009D57D5">
      <w:pPr>
        <w:pStyle w:val="ConsPlusTitle"/>
        <w:widowControl/>
        <w:jc w:val="center"/>
        <w:rPr>
          <w:sz w:val="36"/>
          <w:szCs w:val="28"/>
        </w:rPr>
      </w:pPr>
    </w:p>
    <w:p w:rsidR="00ED7299" w:rsidRPr="00EA10AA" w:rsidRDefault="00ED7299" w:rsidP="009D57D5">
      <w:pPr>
        <w:pStyle w:val="ConsPlusTitle"/>
        <w:widowControl/>
        <w:jc w:val="center"/>
        <w:rPr>
          <w:sz w:val="28"/>
          <w:szCs w:val="28"/>
        </w:rPr>
      </w:pPr>
      <w:r w:rsidRPr="00EA10AA">
        <w:rPr>
          <w:sz w:val="28"/>
          <w:szCs w:val="28"/>
        </w:rPr>
        <w:t>Закон Ульяновской области</w:t>
      </w:r>
    </w:p>
    <w:p w:rsidR="00ED7299" w:rsidRDefault="00ED7299" w:rsidP="009D57D5">
      <w:pPr>
        <w:pStyle w:val="ConsPlusTitle"/>
        <w:widowControl/>
        <w:jc w:val="center"/>
        <w:rPr>
          <w:sz w:val="36"/>
          <w:szCs w:val="28"/>
        </w:rPr>
      </w:pPr>
    </w:p>
    <w:p w:rsidR="00ED7299" w:rsidRDefault="00ED7299" w:rsidP="009D57D5">
      <w:pPr>
        <w:pStyle w:val="ConsPlusTitle"/>
        <w:widowControl/>
        <w:jc w:val="center"/>
        <w:rPr>
          <w:sz w:val="36"/>
          <w:szCs w:val="28"/>
        </w:rPr>
      </w:pPr>
    </w:p>
    <w:p w:rsidR="00ED7299" w:rsidRDefault="00ED7299" w:rsidP="009D57D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статьи 2 и 3 Закона Ульяновской области</w:t>
      </w:r>
    </w:p>
    <w:p w:rsidR="00ED7299" w:rsidRDefault="00ED7299" w:rsidP="009D57D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организации деятельности комиссий по делам несовершеннолетних </w:t>
      </w:r>
    </w:p>
    <w:p w:rsidR="00ED7299" w:rsidRDefault="00ED7299" w:rsidP="009D57D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</w:t>
      </w:r>
    </w:p>
    <w:p w:rsidR="00ED7299" w:rsidRDefault="00ED7299" w:rsidP="009D57D5">
      <w:pPr>
        <w:pStyle w:val="ConsPlusTitle"/>
        <w:widowControl/>
        <w:jc w:val="center"/>
        <w:rPr>
          <w:sz w:val="28"/>
          <w:szCs w:val="28"/>
        </w:rPr>
      </w:pPr>
      <w:bookmarkStart w:id="0" w:name="_GoBack"/>
      <w:bookmarkEnd w:id="0"/>
    </w:p>
    <w:p w:rsidR="00ED7299" w:rsidRDefault="00ED7299" w:rsidP="009D57D5">
      <w:pPr>
        <w:pStyle w:val="ConsPlusTitle"/>
        <w:widowControl/>
        <w:jc w:val="center"/>
        <w:rPr>
          <w:sz w:val="28"/>
          <w:szCs w:val="28"/>
        </w:rPr>
      </w:pPr>
    </w:p>
    <w:p w:rsidR="00ED7299" w:rsidRDefault="00ED7299" w:rsidP="009D57D5">
      <w:pPr>
        <w:pStyle w:val="ConsPlusTitle"/>
        <w:widowControl/>
        <w:jc w:val="both"/>
        <w:rPr>
          <w:sz w:val="28"/>
          <w:szCs w:val="28"/>
        </w:rPr>
      </w:pPr>
    </w:p>
    <w:p w:rsidR="00ED7299" w:rsidRDefault="00ED7299" w:rsidP="009D57D5">
      <w:pPr>
        <w:pStyle w:val="ConsPlusTitle"/>
        <w:spacing w:line="372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Внести в Закон Ульяновской области от 4 октября 2011 года № 140-ЗО</w:t>
      </w:r>
      <w:r>
        <w:rPr>
          <w:b w:val="0"/>
          <w:sz w:val="28"/>
          <w:szCs w:val="28"/>
        </w:rPr>
        <w:br/>
        <w:t xml:space="preserve">«Об организации деятельности комиссий по делам несовершеннолетних </w:t>
      </w:r>
      <w:r>
        <w:rPr>
          <w:b w:val="0"/>
          <w:sz w:val="28"/>
          <w:szCs w:val="28"/>
        </w:rPr>
        <w:br/>
        <w:t xml:space="preserve">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(«Ульяновская правда» от 07.10.2011 № 113; от 08.05.2013 № 48; от 11.11.2013 № 144; от 24.04.2014 № 59; от 06.04.2015 № 44; от 09.11.2015 № 156) следующие изменения: </w:t>
      </w:r>
    </w:p>
    <w:p w:rsidR="00ED7299" w:rsidRDefault="00ED7299" w:rsidP="009D57D5">
      <w:pPr>
        <w:pStyle w:val="ConsPlusTitle"/>
        <w:spacing w:line="372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1) в статье 2 слова «постоянно действующими» исключить;</w:t>
      </w:r>
    </w:p>
    <w:p w:rsidR="00ED7299" w:rsidRDefault="00ED7299" w:rsidP="009D57D5">
      <w:pPr>
        <w:pStyle w:val="ConsPlusTitle"/>
        <w:spacing w:line="372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статью 3</w:t>
      </w:r>
      <w:r>
        <w:rPr>
          <w:b w:val="0"/>
          <w:sz w:val="28"/>
          <w:szCs w:val="28"/>
        </w:rPr>
        <w:t xml:space="preserve"> дополнить абзацем четвёртым следующего содержания:</w:t>
      </w:r>
    </w:p>
    <w:p w:rsidR="00ED7299" w:rsidRDefault="00ED7299" w:rsidP="009D57D5">
      <w:pPr>
        <w:widowControl w:val="0"/>
        <w:autoSpaceDE w:val="0"/>
        <w:autoSpaceDN w:val="0"/>
        <w:adjustRightInd w:val="0"/>
        <w:spacing w:line="372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«Областная комиссия осуществляет деятельность на территории Ульяновской области. Муниципальные комиссии осуществляют деятельность </w:t>
      </w:r>
      <w:r>
        <w:rPr>
          <w:sz w:val="28"/>
          <w:szCs w:val="28"/>
        </w:rPr>
        <w:br/>
        <w:t>на территориях соответствующих городских округов (муниципальных районов) Ульяновской области.».</w:t>
      </w:r>
    </w:p>
    <w:p w:rsidR="00ED7299" w:rsidRDefault="00ED7299" w:rsidP="009D57D5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ED7299" w:rsidRDefault="00ED7299" w:rsidP="009D57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7299" w:rsidRDefault="00ED7299" w:rsidP="009D57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7299" w:rsidRDefault="00ED7299" w:rsidP="009D57D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С.И.Морозов</w:t>
      </w:r>
    </w:p>
    <w:p w:rsidR="00ED7299" w:rsidRDefault="00ED7299" w:rsidP="009D57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7299" w:rsidRDefault="00ED7299" w:rsidP="009D57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7299" w:rsidRDefault="00ED7299" w:rsidP="009D57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7299" w:rsidRDefault="00ED7299" w:rsidP="009D57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ED7299" w:rsidRDefault="00ED7299" w:rsidP="009D57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02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ED7299" w:rsidRPr="009D57D5" w:rsidRDefault="00ED7299" w:rsidP="009D57D5">
      <w:pPr>
        <w:autoSpaceDE w:val="0"/>
        <w:autoSpaceDN w:val="0"/>
        <w:adjustRightInd w:val="0"/>
        <w:jc w:val="center"/>
        <w:rPr>
          <w:szCs w:val="28"/>
        </w:rPr>
      </w:pPr>
      <w:r>
        <w:rPr>
          <w:sz w:val="28"/>
          <w:szCs w:val="28"/>
        </w:rPr>
        <w:t>№ 193-ЗО</w:t>
      </w:r>
    </w:p>
    <w:sectPr w:rsidR="00ED7299" w:rsidRPr="009D57D5" w:rsidSect="00392AD9">
      <w:headerReference w:type="even" r:id="rId7"/>
      <w:headerReference w:type="default" r:id="rId8"/>
      <w:footerReference w:type="first" r:id="rId9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299" w:rsidRDefault="00ED7299">
      <w:r>
        <w:separator/>
      </w:r>
    </w:p>
  </w:endnote>
  <w:endnote w:type="continuationSeparator" w:id="0">
    <w:p w:rsidR="00ED7299" w:rsidRDefault="00ED7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299" w:rsidRPr="00392AD9" w:rsidRDefault="00ED7299" w:rsidP="00245D1B">
    <w:pPr>
      <w:pStyle w:val="Footer"/>
      <w:jc w:val="right"/>
      <w:rPr>
        <w:sz w:val="16"/>
        <w:szCs w:val="16"/>
      </w:rPr>
    </w:pPr>
    <w:r w:rsidRPr="00392AD9">
      <w:rPr>
        <w:sz w:val="16"/>
        <w:szCs w:val="16"/>
      </w:rPr>
      <w:t>2809ка1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299" w:rsidRDefault="00ED7299">
      <w:r>
        <w:separator/>
      </w:r>
    </w:p>
  </w:footnote>
  <w:footnote w:type="continuationSeparator" w:id="0">
    <w:p w:rsidR="00ED7299" w:rsidRDefault="00ED72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299" w:rsidRDefault="00ED7299" w:rsidP="007476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7299" w:rsidRDefault="00ED72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299" w:rsidRPr="00245D1B" w:rsidRDefault="00ED7299" w:rsidP="00245D1B">
    <w:pPr>
      <w:pStyle w:val="Header"/>
      <w:jc w:val="center"/>
      <w:rPr>
        <w:rStyle w:val="PageNumber"/>
        <w:sz w:val="28"/>
        <w:szCs w:val="28"/>
      </w:rPr>
    </w:pPr>
    <w:r w:rsidRPr="00245D1B">
      <w:rPr>
        <w:rStyle w:val="PageNumber"/>
        <w:sz w:val="28"/>
        <w:szCs w:val="28"/>
      </w:rPr>
      <w:fldChar w:fldCharType="begin"/>
    </w:r>
    <w:r w:rsidRPr="00245D1B">
      <w:rPr>
        <w:rStyle w:val="PageNumber"/>
        <w:sz w:val="28"/>
        <w:szCs w:val="28"/>
      </w:rPr>
      <w:instrText xml:space="preserve">PAGE  </w:instrText>
    </w:r>
    <w:r w:rsidRPr="00245D1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45D1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1F"/>
    <w:rsid w:val="00022FD5"/>
    <w:rsid w:val="000365E9"/>
    <w:rsid w:val="00053310"/>
    <w:rsid w:val="00055517"/>
    <w:rsid w:val="00066BB8"/>
    <w:rsid w:val="000907EE"/>
    <w:rsid w:val="000B1D31"/>
    <w:rsid w:val="000C4322"/>
    <w:rsid w:val="000D72C4"/>
    <w:rsid w:val="00103B1D"/>
    <w:rsid w:val="00104394"/>
    <w:rsid w:val="00105FCC"/>
    <w:rsid w:val="0011568D"/>
    <w:rsid w:val="00121A86"/>
    <w:rsid w:val="001427C8"/>
    <w:rsid w:val="001529FA"/>
    <w:rsid w:val="00180863"/>
    <w:rsid w:val="001972EC"/>
    <w:rsid w:val="001A0C2B"/>
    <w:rsid w:val="001A2B33"/>
    <w:rsid w:val="001C18B0"/>
    <w:rsid w:val="001E1F0D"/>
    <w:rsid w:val="001E672F"/>
    <w:rsid w:val="001F003C"/>
    <w:rsid w:val="00210E0E"/>
    <w:rsid w:val="0021289E"/>
    <w:rsid w:val="00215A5C"/>
    <w:rsid w:val="00230125"/>
    <w:rsid w:val="00245485"/>
    <w:rsid w:val="00245D1B"/>
    <w:rsid w:val="00263AA1"/>
    <w:rsid w:val="002A6CB7"/>
    <w:rsid w:val="00303C91"/>
    <w:rsid w:val="003221EE"/>
    <w:rsid w:val="0032348B"/>
    <w:rsid w:val="0036105D"/>
    <w:rsid w:val="00362E82"/>
    <w:rsid w:val="0037345C"/>
    <w:rsid w:val="00375BDB"/>
    <w:rsid w:val="00377144"/>
    <w:rsid w:val="00390460"/>
    <w:rsid w:val="00392AD9"/>
    <w:rsid w:val="003A2B1C"/>
    <w:rsid w:val="003C486D"/>
    <w:rsid w:val="003C66F3"/>
    <w:rsid w:val="003D2FD1"/>
    <w:rsid w:val="003E5745"/>
    <w:rsid w:val="003F0540"/>
    <w:rsid w:val="003F1C87"/>
    <w:rsid w:val="004036A5"/>
    <w:rsid w:val="004402F6"/>
    <w:rsid w:val="00444724"/>
    <w:rsid w:val="0044480F"/>
    <w:rsid w:val="00451A69"/>
    <w:rsid w:val="004534A6"/>
    <w:rsid w:val="00467241"/>
    <w:rsid w:val="00471403"/>
    <w:rsid w:val="00486046"/>
    <w:rsid w:val="00487CBB"/>
    <w:rsid w:val="00492BB0"/>
    <w:rsid w:val="004A2439"/>
    <w:rsid w:val="004A3FD9"/>
    <w:rsid w:val="004A71E8"/>
    <w:rsid w:val="004B08A6"/>
    <w:rsid w:val="004D3371"/>
    <w:rsid w:val="004D4835"/>
    <w:rsid w:val="004E4C01"/>
    <w:rsid w:val="004F0F6D"/>
    <w:rsid w:val="00507C7C"/>
    <w:rsid w:val="0051143D"/>
    <w:rsid w:val="00511E20"/>
    <w:rsid w:val="00515920"/>
    <w:rsid w:val="00542AAC"/>
    <w:rsid w:val="0054593F"/>
    <w:rsid w:val="00582369"/>
    <w:rsid w:val="00582C7E"/>
    <w:rsid w:val="005A0701"/>
    <w:rsid w:val="005B7FF9"/>
    <w:rsid w:val="005C08A8"/>
    <w:rsid w:val="005C3691"/>
    <w:rsid w:val="005D6592"/>
    <w:rsid w:val="005E38C0"/>
    <w:rsid w:val="00606050"/>
    <w:rsid w:val="006220C7"/>
    <w:rsid w:val="00633B47"/>
    <w:rsid w:val="00657188"/>
    <w:rsid w:val="006653FB"/>
    <w:rsid w:val="00675102"/>
    <w:rsid w:val="00683A6A"/>
    <w:rsid w:val="0068670D"/>
    <w:rsid w:val="00697318"/>
    <w:rsid w:val="006A208F"/>
    <w:rsid w:val="006A313E"/>
    <w:rsid w:val="006A55A8"/>
    <w:rsid w:val="006B1FE7"/>
    <w:rsid w:val="006D674B"/>
    <w:rsid w:val="006E783F"/>
    <w:rsid w:val="006F6E79"/>
    <w:rsid w:val="007018F3"/>
    <w:rsid w:val="00703D5C"/>
    <w:rsid w:val="00704391"/>
    <w:rsid w:val="0070619A"/>
    <w:rsid w:val="007138EF"/>
    <w:rsid w:val="007153C7"/>
    <w:rsid w:val="00721895"/>
    <w:rsid w:val="00721AF4"/>
    <w:rsid w:val="00723CF7"/>
    <w:rsid w:val="00726E6C"/>
    <w:rsid w:val="00727CAB"/>
    <w:rsid w:val="00730AF2"/>
    <w:rsid w:val="00732502"/>
    <w:rsid w:val="00737E6D"/>
    <w:rsid w:val="00741716"/>
    <w:rsid w:val="007476B1"/>
    <w:rsid w:val="00765129"/>
    <w:rsid w:val="007754B9"/>
    <w:rsid w:val="00785A57"/>
    <w:rsid w:val="0079216C"/>
    <w:rsid w:val="007A4B17"/>
    <w:rsid w:val="007E4BE8"/>
    <w:rsid w:val="007F165C"/>
    <w:rsid w:val="00802899"/>
    <w:rsid w:val="008077D1"/>
    <w:rsid w:val="00813BBE"/>
    <w:rsid w:val="008315B7"/>
    <w:rsid w:val="0084016F"/>
    <w:rsid w:val="00841119"/>
    <w:rsid w:val="008605DE"/>
    <w:rsid w:val="00870721"/>
    <w:rsid w:val="008C3AE3"/>
    <w:rsid w:val="008D353D"/>
    <w:rsid w:val="008D4B22"/>
    <w:rsid w:val="008E1F43"/>
    <w:rsid w:val="008E44A0"/>
    <w:rsid w:val="008E4F1B"/>
    <w:rsid w:val="008F28F5"/>
    <w:rsid w:val="009055AD"/>
    <w:rsid w:val="00930266"/>
    <w:rsid w:val="00936E7E"/>
    <w:rsid w:val="00952D5A"/>
    <w:rsid w:val="00966409"/>
    <w:rsid w:val="00994111"/>
    <w:rsid w:val="00996E1C"/>
    <w:rsid w:val="009A345F"/>
    <w:rsid w:val="009B6521"/>
    <w:rsid w:val="009C4144"/>
    <w:rsid w:val="009C6FEA"/>
    <w:rsid w:val="009D1233"/>
    <w:rsid w:val="009D160C"/>
    <w:rsid w:val="009D57D5"/>
    <w:rsid w:val="009E557E"/>
    <w:rsid w:val="009F4A6B"/>
    <w:rsid w:val="00A0262A"/>
    <w:rsid w:val="00A12685"/>
    <w:rsid w:val="00A26A80"/>
    <w:rsid w:val="00A34AF1"/>
    <w:rsid w:val="00A3520A"/>
    <w:rsid w:val="00A43465"/>
    <w:rsid w:val="00A56EF6"/>
    <w:rsid w:val="00A66F52"/>
    <w:rsid w:val="00A86DE9"/>
    <w:rsid w:val="00A91251"/>
    <w:rsid w:val="00AC0EBA"/>
    <w:rsid w:val="00AC142E"/>
    <w:rsid w:val="00AC669B"/>
    <w:rsid w:val="00AD7411"/>
    <w:rsid w:val="00AF01DE"/>
    <w:rsid w:val="00AF182E"/>
    <w:rsid w:val="00AF38D7"/>
    <w:rsid w:val="00AF40C2"/>
    <w:rsid w:val="00B055B7"/>
    <w:rsid w:val="00B070FA"/>
    <w:rsid w:val="00B07F1F"/>
    <w:rsid w:val="00B15024"/>
    <w:rsid w:val="00B24F1F"/>
    <w:rsid w:val="00B47552"/>
    <w:rsid w:val="00B51E41"/>
    <w:rsid w:val="00B552EB"/>
    <w:rsid w:val="00B560E1"/>
    <w:rsid w:val="00B87E61"/>
    <w:rsid w:val="00B9002F"/>
    <w:rsid w:val="00B94151"/>
    <w:rsid w:val="00B95093"/>
    <w:rsid w:val="00BA7DC1"/>
    <w:rsid w:val="00BC7229"/>
    <w:rsid w:val="00BD3754"/>
    <w:rsid w:val="00C02700"/>
    <w:rsid w:val="00C16B6C"/>
    <w:rsid w:val="00C1735F"/>
    <w:rsid w:val="00C22C77"/>
    <w:rsid w:val="00C44B87"/>
    <w:rsid w:val="00C51197"/>
    <w:rsid w:val="00C551B7"/>
    <w:rsid w:val="00C601B7"/>
    <w:rsid w:val="00C63B30"/>
    <w:rsid w:val="00C70925"/>
    <w:rsid w:val="00C7606D"/>
    <w:rsid w:val="00CA2369"/>
    <w:rsid w:val="00CB5C4D"/>
    <w:rsid w:val="00CB6A31"/>
    <w:rsid w:val="00CC0EF5"/>
    <w:rsid w:val="00CE1A2D"/>
    <w:rsid w:val="00CE27C0"/>
    <w:rsid w:val="00CE7BA5"/>
    <w:rsid w:val="00CF275F"/>
    <w:rsid w:val="00CF4AD4"/>
    <w:rsid w:val="00D01D03"/>
    <w:rsid w:val="00D06C13"/>
    <w:rsid w:val="00D138BF"/>
    <w:rsid w:val="00D20770"/>
    <w:rsid w:val="00D20FC7"/>
    <w:rsid w:val="00D21644"/>
    <w:rsid w:val="00D2490F"/>
    <w:rsid w:val="00D303D9"/>
    <w:rsid w:val="00D30DAD"/>
    <w:rsid w:val="00D35B54"/>
    <w:rsid w:val="00D426E5"/>
    <w:rsid w:val="00D52108"/>
    <w:rsid w:val="00D52251"/>
    <w:rsid w:val="00D655DB"/>
    <w:rsid w:val="00D67108"/>
    <w:rsid w:val="00D95ED9"/>
    <w:rsid w:val="00D97D49"/>
    <w:rsid w:val="00DA15A7"/>
    <w:rsid w:val="00DA595F"/>
    <w:rsid w:val="00DA7CE3"/>
    <w:rsid w:val="00DB51F9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40CCA"/>
    <w:rsid w:val="00E42540"/>
    <w:rsid w:val="00E51DE8"/>
    <w:rsid w:val="00E5566E"/>
    <w:rsid w:val="00E61103"/>
    <w:rsid w:val="00E76BA8"/>
    <w:rsid w:val="00E82924"/>
    <w:rsid w:val="00E875C5"/>
    <w:rsid w:val="00E9650C"/>
    <w:rsid w:val="00E97982"/>
    <w:rsid w:val="00EA10AA"/>
    <w:rsid w:val="00EB53E5"/>
    <w:rsid w:val="00ED7299"/>
    <w:rsid w:val="00EF646F"/>
    <w:rsid w:val="00F00EE8"/>
    <w:rsid w:val="00F66317"/>
    <w:rsid w:val="00F87FCF"/>
    <w:rsid w:val="00F90881"/>
    <w:rsid w:val="00F955FD"/>
    <w:rsid w:val="00FB5765"/>
    <w:rsid w:val="00FC184C"/>
    <w:rsid w:val="00FF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1A2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24F1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5D1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5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184</Words>
  <Characters>1050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arsenyuk</dc:creator>
  <cp:keywords/>
  <dc:description/>
  <cp:lastModifiedBy>Пользователь</cp:lastModifiedBy>
  <cp:revision>9</cp:revision>
  <cp:lastPrinted>2015-11-26T14:15:00Z</cp:lastPrinted>
  <dcterms:created xsi:type="dcterms:W3CDTF">2015-09-28T08:45:00Z</dcterms:created>
  <dcterms:modified xsi:type="dcterms:W3CDTF">2015-12-07T10:59:00Z</dcterms:modified>
</cp:coreProperties>
</file>