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58" w:rsidRDefault="00914658" w:rsidP="007B5BD1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914658" w:rsidRDefault="00914658" w:rsidP="007B5BD1">
      <w:pPr>
        <w:suppressAutoHyphens/>
        <w:jc w:val="center"/>
        <w:rPr>
          <w:b/>
          <w:sz w:val="28"/>
          <w:szCs w:val="28"/>
        </w:rPr>
      </w:pPr>
    </w:p>
    <w:p w:rsidR="00914658" w:rsidRDefault="00914658" w:rsidP="007B5BD1">
      <w:pPr>
        <w:suppressAutoHyphens/>
        <w:jc w:val="center"/>
        <w:rPr>
          <w:b/>
          <w:sz w:val="28"/>
          <w:szCs w:val="28"/>
        </w:rPr>
      </w:pPr>
    </w:p>
    <w:p w:rsidR="00914658" w:rsidRDefault="00914658" w:rsidP="007B5BD1">
      <w:pPr>
        <w:suppressAutoHyphens/>
        <w:jc w:val="center"/>
        <w:rPr>
          <w:b/>
          <w:sz w:val="28"/>
          <w:szCs w:val="28"/>
        </w:rPr>
      </w:pPr>
    </w:p>
    <w:p w:rsidR="00914658" w:rsidRDefault="00914658" w:rsidP="007B5BD1">
      <w:pPr>
        <w:suppressAutoHyphens/>
        <w:jc w:val="center"/>
        <w:rPr>
          <w:b/>
          <w:sz w:val="28"/>
          <w:szCs w:val="28"/>
        </w:rPr>
      </w:pPr>
    </w:p>
    <w:p w:rsidR="00914658" w:rsidRPr="003118C4" w:rsidRDefault="00914658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914658" w:rsidRDefault="00914658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>
        <w:rPr>
          <w:b/>
          <w:sz w:val="28"/>
          <w:szCs w:val="28"/>
        </w:rPr>
        <w:t>6</w:t>
      </w:r>
      <w:r w:rsidRPr="003118C4">
        <w:rPr>
          <w:b/>
          <w:sz w:val="28"/>
          <w:szCs w:val="28"/>
        </w:rPr>
        <w:t xml:space="preserve"> год» </w:t>
      </w:r>
    </w:p>
    <w:p w:rsidR="00914658" w:rsidRDefault="00914658" w:rsidP="007B5BD1">
      <w:pPr>
        <w:suppressAutoHyphens/>
      </w:pPr>
    </w:p>
    <w:p w:rsidR="00914658" w:rsidRDefault="00914658" w:rsidP="007B5BD1">
      <w:pPr>
        <w:suppressAutoHyphens/>
      </w:pPr>
    </w:p>
    <w:p w:rsidR="00914658" w:rsidRDefault="00914658" w:rsidP="007B5BD1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14658" w:rsidRPr="00651E34" w:rsidRDefault="00914658" w:rsidP="007B5BD1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14658" w:rsidRDefault="00914658" w:rsidP="007B5BD1">
      <w:pPr>
        <w:suppressAutoHyphens/>
      </w:pPr>
    </w:p>
    <w:p w:rsidR="00914658" w:rsidRDefault="00914658" w:rsidP="007B5BD1">
      <w:pPr>
        <w:suppressAutoHyphens/>
      </w:pPr>
    </w:p>
    <w:p w:rsidR="00914658" w:rsidRDefault="00914658" w:rsidP="007B5BD1">
      <w:pPr>
        <w:suppressAutoHyphens/>
      </w:pPr>
    </w:p>
    <w:p w:rsidR="00914658" w:rsidRDefault="00914658" w:rsidP="007B5BD1">
      <w:pPr>
        <w:suppressAutoHyphens/>
      </w:pPr>
    </w:p>
    <w:p w:rsidR="00914658" w:rsidRDefault="00914658" w:rsidP="00F257FD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Программу управления государственной собственностью Ульяновской области на 2016 год, утверждённую Законом Ульяновской </w:t>
      </w:r>
      <w:r>
        <w:rPr>
          <w:sz w:val="28"/>
          <w:szCs w:val="28"/>
        </w:rPr>
        <w:br/>
        <w:t xml:space="preserve">области </w:t>
      </w:r>
      <w:r w:rsidRPr="00095B8F">
        <w:rPr>
          <w:sz w:val="28"/>
          <w:szCs w:val="28"/>
        </w:rPr>
        <w:t>от 11 декабря 2015 года № 198-ЗО</w:t>
      </w:r>
      <w:r>
        <w:rPr>
          <w:sz w:val="28"/>
          <w:szCs w:val="28"/>
        </w:rPr>
        <w:t xml:space="preserve"> «Об утверждении Программы управления государственной собственностью Ульяновской области на 2016 год»</w:t>
      </w:r>
      <w:r w:rsidRPr="00B979E2">
        <w:rPr>
          <w:sz w:val="28"/>
          <w:szCs w:val="28"/>
        </w:rPr>
        <w:t xml:space="preserve"> («Ульяновская правда» от </w:t>
      </w:r>
      <w:r w:rsidRPr="00F257FD">
        <w:rPr>
          <w:sz w:val="28"/>
          <w:szCs w:val="28"/>
        </w:rPr>
        <w:t>17.12.2015 № 179</w:t>
      </w:r>
      <w:r>
        <w:rPr>
          <w:sz w:val="28"/>
          <w:szCs w:val="28"/>
        </w:rPr>
        <w:t>-180),</w:t>
      </w:r>
      <w:r w:rsidRPr="00AC0BB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914658" w:rsidRDefault="00914658" w:rsidP="00DE128B">
      <w:pPr>
        <w:pStyle w:val="ListParagraph"/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разделе 2:</w:t>
      </w:r>
    </w:p>
    <w:p w:rsidR="00914658" w:rsidRPr="00BB1BE0" w:rsidRDefault="00914658" w:rsidP="008043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дополнить словами «, а также земельными участками, государственная собственность на которые не разграничена»;</w:t>
      </w:r>
    </w:p>
    <w:p w:rsidR="00914658" w:rsidRDefault="00914658" w:rsidP="00DE128B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</w:t>
      </w:r>
      <w:r w:rsidRPr="00BB1BE0">
        <w:rPr>
          <w:sz w:val="28"/>
          <w:szCs w:val="28"/>
        </w:rPr>
        <w:t>в пункте 2.1 цифры «52976,0» заменить цифрами «52976,079»;</w:t>
      </w:r>
    </w:p>
    <w:p w:rsidR="00914658" w:rsidRPr="00BB1BE0" w:rsidRDefault="00914658" w:rsidP="00DE128B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в)</w:t>
      </w:r>
      <w:r w:rsidRPr="004D7C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2.2 после слов «собственности Ульяновской области,» дополнить словами «а также земельными участками, государственная собственность </w:t>
      </w:r>
      <w:r>
        <w:rPr>
          <w:sz w:val="28"/>
          <w:szCs w:val="28"/>
        </w:rPr>
        <w:br/>
        <w:t>на которые не разграничена,»;</w:t>
      </w:r>
    </w:p>
    <w:p w:rsidR="00914658" w:rsidRDefault="00914658" w:rsidP="00DE128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 пункте 5.2 раздела 5 слово «его» заменить словами «земельных участков, государственная собственность на которые не разграничена, их»;</w:t>
      </w:r>
    </w:p>
    <w:p w:rsidR="00914658" w:rsidRDefault="00914658" w:rsidP="00DE128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 приложении 1:</w:t>
      </w:r>
    </w:p>
    <w:p w:rsidR="00914658" w:rsidRDefault="00914658" w:rsidP="00DF7A89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в графе 3:</w:t>
      </w:r>
    </w:p>
    <w:p w:rsidR="00914658" w:rsidRDefault="00914658" w:rsidP="00DF7A89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1 цифры «780,0» заменить цифрами «780,016»;</w:t>
      </w:r>
    </w:p>
    <w:p w:rsidR="00914658" w:rsidRDefault="00914658" w:rsidP="00DF7A89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2 цифры «5000,0» заменить цифрами «5000,038»;</w:t>
      </w:r>
    </w:p>
    <w:p w:rsidR="00914658" w:rsidRDefault="00914658" w:rsidP="00DF7A89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3 цифры «19853,0» заменить цифрами «19853,005»;</w:t>
      </w:r>
    </w:p>
    <w:p w:rsidR="00914658" w:rsidRDefault="00914658" w:rsidP="00DF7A89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4 цифры «5000,0» заменить цифрами «5000,000»;</w:t>
      </w:r>
    </w:p>
    <w:p w:rsidR="00914658" w:rsidRDefault="00914658" w:rsidP="00DF7A89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5 цифры «21267,1» заменить цифрами «21267,100»;</w:t>
      </w:r>
    </w:p>
    <w:p w:rsidR="00914658" w:rsidRDefault="00914658" w:rsidP="00DF7A89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6 цифры «1075,9» за</w:t>
      </w:r>
      <w:bookmarkStart w:id="0" w:name="_GoBack"/>
      <w:bookmarkEnd w:id="0"/>
      <w:r>
        <w:rPr>
          <w:sz w:val="28"/>
          <w:szCs w:val="28"/>
        </w:rPr>
        <w:t>менить цифрами «1075,900»;</w:t>
      </w:r>
    </w:p>
    <w:p w:rsidR="00914658" w:rsidRDefault="00914658" w:rsidP="00DF7A89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строкой 7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426"/>
        <w:gridCol w:w="7753"/>
        <w:gridCol w:w="1132"/>
        <w:gridCol w:w="434"/>
      </w:tblGrid>
      <w:tr w:rsidR="00914658" w:rsidRPr="00A91C4D" w:rsidTr="00DF7A89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914658" w:rsidRPr="00A91C4D" w:rsidRDefault="00914658" w:rsidP="00003AC8">
            <w:pPr>
              <w:widowControl w:val="0"/>
              <w:suppressAutoHyphens/>
              <w:spacing w:line="365" w:lineRule="auto"/>
              <w:rPr>
                <w:sz w:val="28"/>
                <w:szCs w:val="28"/>
              </w:rPr>
            </w:pPr>
            <w:r w:rsidRPr="00A91C4D">
              <w:rPr>
                <w:sz w:val="28"/>
                <w:szCs w:val="28"/>
              </w:rPr>
              <w:t>«</w:t>
            </w:r>
          </w:p>
        </w:tc>
        <w:tc>
          <w:tcPr>
            <w:tcW w:w="426" w:type="dxa"/>
          </w:tcPr>
          <w:p w:rsidR="00914658" w:rsidRPr="00A91C4D" w:rsidRDefault="00914658" w:rsidP="00003AC8">
            <w:pPr>
              <w:widowControl w:val="0"/>
              <w:suppressAutoHyphens/>
              <w:spacing w:line="365" w:lineRule="auto"/>
              <w:jc w:val="both"/>
              <w:rPr>
                <w:sz w:val="28"/>
                <w:szCs w:val="28"/>
              </w:rPr>
            </w:pPr>
            <w:r w:rsidRPr="00A91C4D">
              <w:rPr>
                <w:sz w:val="28"/>
                <w:szCs w:val="28"/>
              </w:rPr>
              <w:t>7.</w:t>
            </w:r>
          </w:p>
        </w:tc>
        <w:tc>
          <w:tcPr>
            <w:tcW w:w="7753" w:type="dxa"/>
          </w:tcPr>
          <w:p w:rsidR="00914658" w:rsidRPr="00480592" w:rsidRDefault="00914658" w:rsidP="00003AC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80592">
              <w:rPr>
                <w:sz w:val="28"/>
                <w:szCs w:val="28"/>
              </w:rPr>
              <w:t>Плата по соглашениям об установлении сервитута, заключённым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132" w:type="dxa"/>
          </w:tcPr>
          <w:p w:rsidR="00914658" w:rsidRPr="00A91C4D" w:rsidRDefault="00914658" w:rsidP="00003AC8">
            <w:pPr>
              <w:widowControl w:val="0"/>
              <w:suppressAutoHyphens/>
              <w:spacing w:line="365" w:lineRule="auto"/>
              <w:jc w:val="center"/>
              <w:rPr>
                <w:sz w:val="28"/>
                <w:szCs w:val="28"/>
              </w:rPr>
            </w:pPr>
            <w:r w:rsidRPr="00A91C4D">
              <w:rPr>
                <w:sz w:val="28"/>
                <w:szCs w:val="28"/>
              </w:rPr>
              <w:t>0,020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914658" w:rsidRPr="00A91C4D" w:rsidRDefault="00914658" w:rsidP="00003AC8">
            <w:pPr>
              <w:widowControl w:val="0"/>
              <w:suppressAutoHyphens/>
              <w:spacing w:line="365" w:lineRule="auto"/>
              <w:jc w:val="right"/>
              <w:rPr>
                <w:sz w:val="28"/>
                <w:szCs w:val="28"/>
              </w:rPr>
            </w:pPr>
          </w:p>
          <w:p w:rsidR="00914658" w:rsidRPr="00A91C4D" w:rsidRDefault="00914658" w:rsidP="00003AC8">
            <w:pPr>
              <w:widowControl w:val="0"/>
              <w:suppressAutoHyphens/>
              <w:spacing w:line="365" w:lineRule="auto"/>
              <w:jc w:val="right"/>
              <w:rPr>
                <w:sz w:val="28"/>
                <w:szCs w:val="28"/>
              </w:rPr>
            </w:pPr>
          </w:p>
          <w:p w:rsidR="00914658" w:rsidRPr="00A91C4D" w:rsidRDefault="00914658" w:rsidP="00DF7A89">
            <w:pPr>
              <w:widowControl w:val="0"/>
              <w:suppressAutoHyphens/>
              <w:jc w:val="right"/>
              <w:rPr>
                <w:sz w:val="28"/>
                <w:szCs w:val="28"/>
              </w:rPr>
            </w:pPr>
            <w:r w:rsidRPr="00A91C4D">
              <w:rPr>
                <w:sz w:val="28"/>
                <w:szCs w:val="28"/>
              </w:rPr>
              <w:t>»;</w:t>
            </w:r>
          </w:p>
        </w:tc>
      </w:tr>
    </w:tbl>
    <w:p w:rsidR="00914658" w:rsidRPr="00DE128B" w:rsidRDefault="00914658" w:rsidP="00DF7A89">
      <w:pPr>
        <w:widowControl w:val="0"/>
        <w:suppressAutoHyphens/>
        <w:spacing w:line="365" w:lineRule="auto"/>
        <w:jc w:val="both"/>
        <w:rPr>
          <w:sz w:val="16"/>
          <w:szCs w:val="28"/>
        </w:rPr>
      </w:pPr>
    </w:p>
    <w:p w:rsidR="00914658" w:rsidRDefault="00914658" w:rsidP="00DF7A89">
      <w:pPr>
        <w:widowControl w:val="0"/>
        <w:suppressAutoHyphens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в строке «Итого» цифры «52976,0» заменить цифрами «52976,079»; </w:t>
      </w:r>
    </w:p>
    <w:p w:rsidR="00914658" w:rsidRDefault="00914658" w:rsidP="00DF7A89">
      <w:pPr>
        <w:widowControl w:val="0"/>
        <w:suppressAutoHyphens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приложении 2:</w:t>
      </w:r>
    </w:p>
    <w:p w:rsidR="00914658" w:rsidRDefault="00914658" w:rsidP="00DF7A89">
      <w:pPr>
        <w:widowControl w:val="0"/>
        <w:suppressAutoHyphens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после слов «собственности Ульяновской области,» дополнить словами «а также земельными участками, государственная собственность на которые не разграничена,»;</w:t>
      </w:r>
    </w:p>
    <w:p w:rsidR="00914658" w:rsidRPr="00F257FD" w:rsidRDefault="00914658" w:rsidP="00DF7A89">
      <w:pPr>
        <w:widowControl w:val="0"/>
        <w:suppressAutoHyphens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графе 2 строки 1 слово «его» заменить словами «земельных участков, государственная собственность на которые не разграничена, их»;</w:t>
      </w:r>
    </w:p>
    <w:p w:rsidR="00914658" w:rsidRDefault="00914658" w:rsidP="00DF7A89">
      <w:pPr>
        <w:widowControl w:val="0"/>
        <w:suppressAutoHyphens/>
        <w:spacing w:line="365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в) в графе 2 строки 3 слова «включая земельные участки,» исключить, слова «организацией проведения торгов и передачей в аренду земельных участков, находящихся в государственной собственности Ульяновской области» заменить словами «подготовкой и организацией аукционов по продаже земельных участков, государственная собственность на которые не разграничена, или аукционов на право заключения договоров аренды земельных участков, государственная собственность на которые не разграничена»</w:t>
      </w:r>
      <w:r>
        <w:rPr>
          <w:sz w:val="28"/>
          <w:szCs w:val="28"/>
        </w:rPr>
        <w:t>.</w:t>
      </w:r>
    </w:p>
    <w:p w:rsidR="00914658" w:rsidRPr="00DF7A89" w:rsidRDefault="00914658" w:rsidP="00DF7A89">
      <w:pPr>
        <w:widowControl w:val="0"/>
        <w:jc w:val="both"/>
        <w:rPr>
          <w:b/>
          <w:sz w:val="16"/>
          <w:szCs w:val="28"/>
        </w:rPr>
      </w:pPr>
    </w:p>
    <w:p w:rsidR="00914658" w:rsidRDefault="00914658" w:rsidP="00DF7A89">
      <w:pPr>
        <w:widowControl w:val="0"/>
        <w:jc w:val="both"/>
        <w:rPr>
          <w:b/>
          <w:sz w:val="28"/>
          <w:szCs w:val="28"/>
        </w:rPr>
      </w:pPr>
    </w:p>
    <w:p w:rsidR="00914658" w:rsidRPr="00F313F1" w:rsidRDefault="00914658" w:rsidP="00DF7A89">
      <w:pPr>
        <w:widowControl w:val="0"/>
        <w:jc w:val="both"/>
        <w:rPr>
          <w:b/>
          <w:sz w:val="28"/>
          <w:szCs w:val="28"/>
        </w:rPr>
      </w:pPr>
    </w:p>
    <w:p w:rsidR="00914658" w:rsidRDefault="00914658" w:rsidP="00DF7A89">
      <w:pPr>
        <w:suppressAutoHyphens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Губернатор 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С.И.Морозов</w:t>
      </w:r>
    </w:p>
    <w:p w:rsidR="00914658" w:rsidRPr="00B21110" w:rsidRDefault="00914658" w:rsidP="00DF7A89">
      <w:pPr>
        <w:suppressAutoHyphens/>
        <w:jc w:val="center"/>
        <w:rPr>
          <w:sz w:val="16"/>
          <w:szCs w:val="28"/>
        </w:rPr>
      </w:pPr>
    </w:p>
    <w:p w:rsidR="00914658" w:rsidRDefault="00914658" w:rsidP="00DF7A89">
      <w:pPr>
        <w:suppressAutoHyphens/>
        <w:jc w:val="center"/>
        <w:rPr>
          <w:sz w:val="28"/>
          <w:szCs w:val="28"/>
        </w:rPr>
      </w:pPr>
    </w:p>
    <w:p w:rsidR="00914658" w:rsidRDefault="00914658" w:rsidP="00DF7A89">
      <w:pPr>
        <w:suppressAutoHyphens/>
        <w:rPr>
          <w:sz w:val="28"/>
          <w:szCs w:val="28"/>
        </w:rPr>
      </w:pPr>
    </w:p>
    <w:p w:rsidR="00914658" w:rsidRDefault="00914658" w:rsidP="00DF7A89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914658" w:rsidRDefault="00914658" w:rsidP="00DF7A89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09 марта 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</w:t>
      </w:r>
    </w:p>
    <w:p w:rsidR="00914658" w:rsidRDefault="00914658" w:rsidP="00DF7A89">
      <w:pPr>
        <w:suppressAutoHyphens/>
        <w:jc w:val="center"/>
      </w:pPr>
      <w:r>
        <w:rPr>
          <w:sz w:val="28"/>
        </w:rPr>
        <w:t>№ 19-ЗО</w:t>
      </w:r>
    </w:p>
    <w:p w:rsidR="00914658" w:rsidRDefault="00914658" w:rsidP="00DF7A89">
      <w:pPr>
        <w:widowControl w:val="0"/>
        <w:suppressAutoHyphens/>
        <w:ind w:left="720"/>
        <w:jc w:val="center"/>
      </w:pPr>
    </w:p>
    <w:sectPr w:rsidR="00914658" w:rsidSect="00C03F29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658" w:rsidRDefault="00914658">
      <w:r>
        <w:separator/>
      </w:r>
    </w:p>
  </w:endnote>
  <w:endnote w:type="continuationSeparator" w:id="0">
    <w:p w:rsidR="00914658" w:rsidRDefault="00914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58" w:rsidRPr="008B0516" w:rsidRDefault="00914658" w:rsidP="008B0516">
    <w:pPr>
      <w:pStyle w:val="Footer"/>
      <w:jc w:val="right"/>
      <w:rPr>
        <w:sz w:val="16"/>
      </w:rPr>
    </w:pPr>
    <w:r w:rsidRPr="008B0516">
      <w:rPr>
        <w:sz w:val="16"/>
      </w:rPr>
      <w:t>1002ка1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658" w:rsidRDefault="00914658">
      <w:r>
        <w:separator/>
      </w:r>
    </w:p>
  </w:footnote>
  <w:footnote w:type="continuationSeparator" w:id="0">
    <w:p w:rsidR="00914658" w:rsidRDefault="00914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58" w:rsidRDefault="00914658" w:rsidP="00B26A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4658" w:rsidRDefault="009146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58" w:rsidRPr="00A9420A" w:rsidRDefault="00914658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A1CEA"/>
    <w:multiLevelType w:val="hybridMultilevel"/>
    <w:tmpl w:val="E14CAD04"/>
    <w:lvl w:ilvl="0" w:tplc="B2781F9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03AC8"/>
    <w:rsid w:val="00010FE8"/>
    <w:rsid w:val="00011E36"/>
    <w:rsid w:val="00012E86"/>
    <w:rsid w:val="0002438A"/>
    <w:rsid w:val="00034D1D"/>
    <w:rsid w:val="00055918"/>
    <w:rsid w:val="00060456"/>
    <w:rsid w:val="0006090C"/>
    <w:rsid w:val="00095B8F"/>
    <w:rsid w:val="000A41C8"/>
    <w:rsid w:val="000A72A9"/>
    <w:rsid w:val="000B57A7"/>
    <w:rsid w:val="000B7400"/>
    <w:rsid w:val="000C16E0"/>
    <w:rsid w:val="000E13FB"/>
    <w:rsid w:val="000F3C04"/>
    <w:rsid w:val="00104A55"/>
    <w:rsid w:val="00104CD7"/>
    <w:rsid w:val="00116661"/>
    <w:rsid w:val="00123A23"/>
    <w:rsid w:val="00131E21"/>
    <w:rsid w:val="00141A08"/>
    <w:rsid w:val="00145988"/>
    <w:rsid w:val="00151C9C"/>
    <w:rsid w:val="0015387A"/>
    <w:rsid w:val="00161EA3"/>
    <w:rsid w:val="00172D7B"/>
    <w:rsid w:val="00175C1C"/>
    <w:rsid w:val="0017768A"/>
    <w:rsid w:val="00186494"/>
    <w:rsid w:val="00193538"/>
    <w:rsid w:val="00195F5A"/>
    <w:rsid w:val="001B58C5"/>
    <w:rsid w:val="001C26BB"/>
    <w:rsid w:val="002143E9"/>
    <w:rsid w:val="00233D1C"/>
    <w:rsid w:val="00236A0D"/>
    <w:rsid w:val="00252848"/>
    <w:rsid w:val="002542E0"/>
    <w:rsid w:val="00270E35"/>
    <w:rsid w:val="00281062"/>
    <w:rsid w:val="002A2341"/>
    <w:rsid w:val="002E06EA"/>
    <w:rsid w:val="002F1618"/>
    <w:rsid w:val="002F288D"/>
    <w:rsid w:val="003118C4"/>
    <w:rsid w:val="00342DDD"/>
    <w:rsid w:val="00361FC9"/>
    <w:rsid w:val="0037670C"/>
    <w:rsid w:val="0038000C"/>
    <w:rsid w:val="00395EA1"/>
    <w:rsid w:val="003B1D51"/>
    <w:rsid w:val="003B42AC"/>
    <w:rsid w:val="003B6115"/>
    <w:rsid w:val="003C0068"/>
    <w:rsid w:val="003D41AB"/>
    <w:rsid w:val="003E17EE"/>
    <w:rsid w:val="003E7A28"/>
    <w:rsid w:val="003F7656"/>
    <w:rsid w:val="00400031"/>
    <w:rsid w:val="00406CBC"/>
    <w:rsid w:val="004076A4"/>
    <w:rsid w:val="00411077"/>
    <w:rsid w:val="004367A4"/>
    <w:rsid w:val="00445B5E"/>
    <w:rsid w:val="00445FDB"/>
    <w:rsid w:val="00447899"/>
    <w:rsid w:val="00471CB4"/>
    <w:rsid w:val="00480592"/>
    <w:rsid w:val="00482758"/>
    <w:rsid w:val="00484CF7"/>
    <w:rsid w:val="00487556"/>
    <w:rsid w:val="004B32BF"/>
    <w:rsid w:val="004C480C"/>
    <w:rsid w:val="004D39F5"/>
    <w:rsid w:val="004D6D6A"/>
    <w:rsid w:val="004D7C01"/>
    <w:rsid w:val="004E13D5"/>
    <w:rsid w:val="004E3890"/>
    <w:rsid w:val="00507A64"/>
    <w:rsid w:val="00511A65"/>
    <w:rsid w:val="005455A1"/>
    <w:rsid w:val="00597588"/>
    <w:rsid w:val="005A2CF0"/>
    <w:rsid w:val="005D79C8"/>
    <w:rsid w:val="00612E47"/>
    <w:rsid w:val="006162BC"/>
    <w:rsid w:val="00651E34"/>
    <w:rsid w:val="00684D93"/>
    <w:rsid w:val="006B746F"/>
    <w:rsid w:val="006C2C92"/>
    <w:rsid w:val="006C528B"/>
    <w:rsid w:val="006C6F6D"/>
    <w:rsid w:val="006D3746"/>
    <w:rsid w:val="006D5AFF"/>
    <w:rsid w:val="006F1143"/>
    <w:rsid w:val="00706510"/>
    <w:rsid w:val="007079AF"/>
    <w:rsid w:val="0071372A"/>
    <w:rsid w:val="00717414"/>
    <w:rsid w:val="00717ED9"/>
    <w:rsid w:val="00730872"/>
    <w:rsid w:val="00731B84"/>
    <w:rsid w:val="007403B6"/>
    <w:rsid w:val="007429A3"/>
    <w:rsid w:val="00754794"/>
    <w:rsid w:val="007604BE"/>
    <w:rsid w:val="007615CB"/>
    <w:rsid w:val="00765379"/>
    <w:rsid w:val="0078466F"/>
    <w:rsid w:val="00786605"/>
    <w:rsid w:val="007B021D"/>
    <w:rsid w:val="007B5BD1"/>
    <w:rsid w:val="007C36BB"/>
    <w:rsid w:val="007C3D6B"/>
    <w:rsid w:val="007D7F21"/>
    <w:rsid w:val="007E031E"/>
    <w:rsid w:val="007E6370"/>
    <w:rsid w:val="008043F7"/>
    <w:rsid w:val="0081709A"/>
    <w:rsid w:val="00821272"/>
    <w:rsid w:val="00821291"/>
    <w:rsid w:val="008219C3"/>
    <w:rsid w:val="008453AB"/>
    <w:rsid w:val="00854905"/>
    <w:rsid w:val="0086008D"/>
    <w:rsid w:val="00862209"/>
    <w:rsid w:val="00863C4D"/>
    <w:rsid w:val="00877E3B"/>
    <w:rsid w:val="00880BA9"/>
    <w:rsid w:val="00893559"/>
    <w:rsid w:val="008A627D"/>
    <w:rsid w:val="008B0516"/>
    <w:rsid w:val="008C3FE3"/>
    <w:rsid w:val="008E50A5"/>
    <w:rsid w:val="008F0CC2"/>
    <w:rsid w:val="009075DD"/>
    <w:rsid w:val="009114FE"/>
    <w:rsid w:val="009120D0"/>
    <w:rsid w:val="00914658"/>
    <w:rsid w:val="00920FA4"/>
    <w:rsid w:val="00922197"/>
    <w:rsid w:val="00930782"/>
    <w:rsid w:val="00936956"/>
    <w:rsid w:val="009649A4"/>
    <w:rsid w:val="009708BE"/>
    <w:rsid w:val="00970932"/>
    <w:rsid w:val="0097298E"/>
    <w:rsid w:val="009757DB"/>
    <w:rsid w:val="00980943"/>
    <w:rsid w:val="00991E68"/>
    <w:rsid w:val="009A2E7A"/>
    <w:rsid w:val="009C15B3"/>
    <w:rsid w:val="009C6635"/>
    <w:rsid w:val="009D4541"/>
    <w:rsid w:val="009F51E1"/>
    <w:rsid w:val="00A50A11"/>
    <w:rsid w:val="00A804AE"/>
    <w:rsid w:val="00A84ED4"/>
    <w:rsid w:val="00A86835"/>
    <w:rsid w:val="00A91C4D"/>
    <w:rsid w:val="00A9420A"/>
    <w:rsid w:val="00AB7112"/>
    <w:rsid w:val="00AC0BBE"/>
    <w:rsid w:val="00AC3327"/>
    <w:rsid w:val="00AE6634"/>
    <w:rsid w:val="00B21110"/>
    <w:rsid w:val="00B26AE6"/>
    <w:rsid w:val="00B34980"/>
    <w:rsid w:val="00B40C26"/>
    <w:rsid w:val="00B76CEA"/>
    <w:rsid w:val="00B86083"/>
    <w:rsid w:val="00B93F27"/>
    <w:rsid w:val="00B979E2"/>
    <w:rsid w:val="00BB063E"/>
    <w:rsid w:val="00BB1BE0"/>
    <w:rsid w:val="00BB1D95"/>
    <w:rsid w:val="00BC28F4"/>
    <w:rsid w:val="00BC7E90"/>
    <w:rsid w:val="00BD01F2"/>
    <w:rsid w:val="00BE3EC1"/>
    <w:rsid w:val="00BF4328"/>
    <w:rsid w:val="00C03F29"/>
    <w:rsid w:val="00C06499"/>
    <w:rsid w:val="00C30845"/>
    <w:rsid w:val="00C50079"/>
    <w:rsid w:val="00C616DA"/>
    <w:rsid w:val="00CA6EA4"/>
    <w:rsid w:val="00CC4DB2"/>
    <w:rsid w:val="00CD5CC4"/>
    <w:rsid w:val="00CD66A6"/>
    <w:rsid w:val="00CE1F9B"/>
    <w:rsid w:val="00CE635A"/>
    <w:rsid w:val="00D04334"/>
    <w:rsid w:val="00D1469A"/>
    <w:rsid w:val="00D14B2B"/>
    <w:rsid w:val="00D15912"/>
    <w:rsid w:val="00D20953"/>
    <w:rsid w:val="00D20FCD"/>
    <w:rsid w:val="00D259DE"/>
    <w:rsid w:val="00D277A8"/>
    <w:rsid w:val="00D328D6"/>
    <w:rsid w:val="00D36C3A"/>
    <w:rsid w:val="00D47989"/>
    <w:rsid w:val="00D5258D"/>
    <w:rsid w:val="00D623FD"/>
    <w:rsid w:val="00D81853"/>
    <w:rsid w:val="00D84DF1"/>
    <w:rsid w:val="00DA16ED"/>
    <w:rsid w:val="00DA2FE0"/>
    <w:rsid w:val="00DB1093"/>
    <w:rsid w:val="00DE128B"/>
    <w:rsid w:val="00DE6182"/>
    <w:rsid w:val="00DF27A3"/>
    <w:rsid w:val="00DF7A89"/>
    <w:rsid w:val="00E15588"/>
    <w:rsid w:val="00E23A5C"/>
    <w:rsid w:val="00E332DB"/>
    <w:rsid w:val="00E42ADA"/>
    <w:rsid w:val="00E439A0"/>
    <w:rsid w:val="00E55200"/>
    <w:rsid w:val="00E71CEF"/>
    <w:rsid w:val="00E93159"/>
    <w:rsid w:val="00EA4080"/>
    <w:rsid w:val="00EC23C1"/>
    <w:rsid w:val="00EC3A30"/>
    <w:rsid w:val="00F006F4"/>
    <w:rsid w:val="00F00D47"/>
    <w:rsid w:val="00F02518"/>
    <w:rsid w:val="00F054C4"/>
    <w:rsid w:val="00F05F07"/>
    <w:rsid w:val="00F10C4A"/>
    <w:rsid w:val="00F1534F"/>
    <w:rsid w:val="00F257FD"/>
    <w:rsid w:val="00F3046D"/>
    <w:rsid w:val="00F313F1"/>
    <w:rsid w:val="00F31A81"/>
    <w:rsid w:val="00F82787"/>
    <w:rsid w:val="00FA1586"/>
    <w:rsid w:val="00FA1731"/>
    <w:rsid w:val="00FB68D2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E8D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8D"/>
    <w:rPr>
      <w:sz w:val="0"/>
      <w:szCs w:val="0"/>
    </w:rPr>
  </w:style>
  <w:style w:type="table" w:styleId="TableGrid">
    <w:name w:val="Table Grid"/>
    <w:basedOn w:val="TableNormal"/>
    <w:uiPriority w:val="99"/>
    <w:rsid w:val="007174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C03F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3F29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E1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414</Words>
  <Characters>2364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9</cp:revision>
  <cp:lastPrinted>2016-02-20T08:27:00Z</cp:lastPrinted>
  <dcterms:created xsi:type="dcterms:W3CDTF">2016-02-10T14:10:00Z</dcterms:created>
  <dcterms:modified xsi:type="dcterms:W3CDTF">2016-03-14T07:40:00Z</dcterms:modified>
</cp:coreProperties>
</file>