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D82" w:rsidRDefault="004C4D82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4C4D82" w:rsidRDefault="004C4D82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C4D82" w:rsidRDefault="004C4D82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C4D82" w:rsidRDefault="004C4D82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C4D82" w:rsidRDefault="004C4D82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C4D82" w:rsidRDefault="004C4D82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приостановлении действия </w:t>
      </w:r>
    </w:p>
    <w:p w:rsidR="004C4D82" w:rsidRDefault="004C4D82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отдельного положения Закона Ульяновской области</w:t>
      </w:r>
    </w:p>
    <w:p w:rsidR="004C4D82" w:rsidRDefault="004C4D82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«Об особенностях бюджетного процесса</w:t>
      </w:r>
    </w:p>
    <w:p w:rsidR="004C4D82" w:rsidRPr="00F164D7" w:rsidRDefault="004C4D82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 Ульяновской области»</w:t>
      </w:r>
    </w:p>
    <w:p w:rsidR="004C4D82" w:rsidRDefault="004C4D82" w:rsidP="00071C1E">
      <w:pPr>
        <w:pStyle w:val="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4D82" w:rsidRDefault="004C4D82" w:rsidP="00071C1E">
      <w:pPr>
        <w:pStyle w:val="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4D82" w:rsidRDefault="004C4D82" w:rsidP="00124A99">
      <w:pPr>
        <w:pStyle w:val="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4D82" w:rsidRPr="00124A99" w:rsidRDefault="004C4D82" w:rsidP="00124A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4D82" w:rsidRDefault="004C4D82" w:rsidP="00124A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4D82" w:rsidRPr="00124A99" w:rsidRDefault="004C4D82" w:rsidP="00124A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4D82" w:rsidRPr="00B5515E" w:rsidRDefault="004C4D82" w:rsidP="00124A9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515E">
        <w:rPr>
          <w:rFonts w:ascii="Times New Roman" w:hAnsi="Times New Roman"/>
          <w:bCs/>
          <w:sz w:val="28"/>
          <w:szCs w:val="28"/>
          <w:lang w:eastAsia="ru-RU"/>
        </w:rPr>
        <w:t>Приостановить до 1 января 201</w:t>
      </w: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B5515E">
        <w:rPr>
          <w:rFonts w:ascii="Times New Roman" w:hAnsi="Times New Roman"/>
          <w:bCs/>
          <w:sz w:val="28"/>
          <w:szCs w:val="28"/>
          <w:lang w:eastAsia="ru-RU"/>
        </w:rPr>
        <w:t xml:space="preserve"> года действие </w:t>
      </w:r>
      <w:r w:rsidRPr="009A06CA">
        <w:rPr>
          <w:rFonts w:ascii="Times New Roman" w:hAnsi="Times New Roman"/>
          <w:bCs/>
          <w:sz w:val="28"/>
          <w:szCs w:val="28"/>
        </w:rPr>
        <w:t xml:space="preserve">части 6 статьи </w:t>
      </w:r>
      <w:r w:rsidRPr="009A06CA">
        <w:rPr>
          <w:rFonts w:ascii="Times New Roman" w:hAnsi="Times New Roman"/>
          <w:bCs/>
          <w:sz w:val="28"/>
          <w:szCs w:val="28"/>
          <w:lang w:eastAsia="ru-RU"/>
        </w:rPr>
        <w:t xml:space="preserve">8 </w:t>
      </w:r>
      <w:r w:rsidRPr="009A06CA">
        <w:rPr>
          <w:rFonts w:ascii="Times New Roman" w:hAnsi="Times New Roman"/>
          <w:bCs/>
          <w:sz w:val="28"/>
          <w:szCs w:val="28"/>
        </w:rPr>
        <w:t>Закона</w:t>
      </w:r>
      <w:r w:rsidRPr="00B5515E">
        <w:rPr>
          <w:rFonts w:ascii="Times New Roman" w:hAnsi="Times New Roman"/>
          <w:bCs/>
          <w:sz w:val="28"/>
          <w:szCs w:val="28"/>
        </w:rPr>
        <w:t xml:space="preserve"> Ульяновской области от 2 октября 2012 года № 123-ЗО «Об особенностях бюджетного процесса в Ульяновской области» </w:t>
      </w:r>
      <w:r w:rsidRPr="00BF3B8F">
        <w:rPr>
          <w:rFonts w:ascii="Times New Roman" w:hAnsi="Times New Roman"/>
          <w:bCs/>
          <w:sz w:val="28"/>
          <w:szCs w:val="28"/>
        </w:rPr>
        <w:t>(«Ульянов</w:t>
      </w:r>
      <w:bookmarkStart w:id="0" w:name="_GoBack"/>
      <w:bookmarkEnd w:id="0"/>
      <w:r w:rsidRPr="00BF3B8F">
        <w:rPr>
          <w:rFonts w:ascii="Times New Roman" w:hAnsi="Times New Roman"/>
          <w:bCs/>
          <w:sz w:val="28"/>
          <w:szCs w:val="28"/>
        </w:rPr>
        <w:t xml:space="preserve">ская правда» </w:t>
      </w:r>
      <w:r>
        <w:rPr>
          <w:rFonts w:ascii="Times New Roman" w:hAnsi="Times New Roman"/>
          <w:bCs/>
          <w:sz w:val="28"/>
          <w:szCs w:val="28"/>
        </w:rPr>
        <w:br/>
      </w:r>
      <w:r w:rsidRPr="00BF3B8F">
        <w:rPr>
          <w:rFonts w:ascii="Times New Roman" w:hAnsi="Times New Roman"/>
          <w:bCs/>
          <w:sz w:val="28"/>
          <w:szCs w:val="28"/>
        </w:rPr>
        <w:t xml:space="preserve">от 05.10.2012 № 109; от 02.11.2012 № 121; от 19.08.2013 № 97; от 08.11.2013 </w:t>
      </w:r>
      <w:r>
        <w:rPr>
          <w:rFonts w:ascii="Times New Roman" w:hAnsi="Times New Roman"/>
          <w:bCs/>
          <w:sz w:val="28"/>
          <w:szCs w:val="28"/>
        </w:rPr>
        <w:br/>
      </w:r>
      <w:r w:rsidRPr="00BF3B8F">
        <w:rPr>
          <w:rFonts w:ascii="Times New Roman" w:hAnsi="Times New Roman"/>
          <w:bCs/>
          <w:sz w:val="28"/>
          <w:szCs w:val="28"/>
        </w:rPr>
        <w:t>№ 143; от 11.09.2014 № 133; от 04.12.2014 № 178; от 31.12.20</w:t>
      </w:r>
      <w:r>
        <w:rPr>
          <w:rFonts w:ascii="Times New Roman" w:hAnsi="Times New Roman"/>
          <w:bCs/>
          <w:sz w:val="28"/>
          <w:szCs w:val="28"/>
        </w:rPr>
        <w:t xml:space="preserve">14 № 196; </w:t>
      </w:r>
      <w:r>
        <w:rPr>
          <w:rFonts w:ascii="Times New Roman" w:hAnsi="Times New Roman"/>
          <w:bCs/>
          <w:sz w:val="28"/>
          <w:szCs w:val="28"/>
        </w:rPr>
        <w:br/>
        <w:t>от 08.06.2015 № 76-77;</w:t>
      </w:r>
      <w:r w:rsidRPr="00BF3B8F">
        <w:rPr>
          <w:rFonts w:ascii="Times New Roman" w:hAnsi="Times New Roman"/>
          <w:bCs/>
          <w:sz w:val="28"/>
          <w:szCs w:val="28"/>
        </w:rPr>
        <w:t xml:space="preserve"> </w:t>
      </w:r>
      <w:r w:rsidRPr="00BF3B8F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Pr="00BF3B8F">
        <w:rPr>
          <w:rFonts w:ascii="Times New Roman" w:hAnsi="Times New Roman"/>
          <w:bCs/>
          <w:sz w:val="28"/>
          <w:szCs w:val="28"/>
        </w:rPr>
        <w:t xml:space="preserve"> 07.09.2015 № 124</w:t>
      </w:r>
      <w:r>
        <w:rPr>
          <w:rFonts w:ascii="Times New Roman" w:hAnsi="Times New Roman"/>
          <w:bCs/>
          <w:sz w:val="28"/>
          <w:szCs w:val="28"/>
        </w:rPr>
        <w:t>; от 13.10.2015 № 143</w:t>
      </w:r>
      <w:r w:rsidRPr="00BF3B8F">
        <w:rPr>
          <w:rFonts w:ascii="Times New Roman" w:hAnsi="Times New Roman"/>
          <w:bCs/>
          <w:sz w:val="28"/>
          <w:szCs w:val="28"/>
        </w:rPr>
        <w:t>)</w:t>
      </w:r>
      <w:r w:rsidRPr="00B5515E">
        <w:rPr>
          <w:rFonts w:ascii="Times New Roman" w:hAnsi="Times New Roman"/>
          <w:bCs/>
          <w:sz w:val="28"/>
          <w:szCs w:val="28"/>
        </w:rPr>
        <w:t>.</w:t>
      </w:r>
    </w:p>
    <w:p w:rsidR="004C4D82" w:rsidRPr="00124A99" w:rsidRDefault="004C4D82" w:rsidP="00124A99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28"/>
          <w:lang w:eastAsia="ru-RU"/>
        </w:rPr>
      </w:pPr>
    </w:p>
    <w:p w:rsidR="004C4D82" w:rsidRDefault="004C4D82" w:rsidP="00124A99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C4D82" w:rsidRDefault="004C4D82" w:rsidP="00124A99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C4D82" w:rsidRPr="007B6C00" w:rsidRDefault="004C4D82" w:rsidP="00124A99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>С.И.Морозов</w:t>
      </w:r>
    </w:p>
    <w:p w:rsidR="004C4D82" w:rsidRDefault="004C4D82" w:rsidP="00124A9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C4D82" w:rsidRDefault="004C4D82" w:rsidP="00124A9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C4D82" w:rsidRDefault="004C4D82" w:rsidP="00124A9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C4D82" w:rsidRPr="007B6C00" w:rsidRDefault="004C4D82" w:rsidP="00124A9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4C4D82" w:rsidRPr="007B6C00" w:rsidRDefault="004C4D82" w:rsidP="00124A9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02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декабря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B6C00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5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C4D82" w:rsidRDefault="004C4D82" w:rsidP="00124A9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179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-ЗО</w:t>
      </w:r>
    </w:p>
    <w:sectPr w:rsidR="004C4D82" w:rsidSect="00124A99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D82" w:rsidRDefault="004C4D82" w:rsidP="003E4759">
      <w:pPr>
        <w:spacing w:after="0" w:line="240" w:lineRule="auto"/>
      </w:pPr>
      <w:r>
        <w:separator/>
      </w:r>
    </w:p>
  </w:endnote>
  <w:endnote w:type="continuationSeparator" w:id="0">
    <w:p w:rsidR="004C4D82" w:rsidRDefault="004C4D82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82" w:rsidRPr="00124A99" w:rsidRDefault="004C4D82" w:rsidP="00124A99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  <w:r w:rsidRPr="00124A99">
      <w:rPr>
        <w:rFonts w:ascii="Times New Roman" w:hAnsi="Times New Roman"/>
        <w:sz w:val="16"/>
        <w:szCs w:val="16"/>
      </w:rPr>
      <w:t>1311чл1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D82" w:rsidRDefault="004C4D82" w:rsidP="003E4759">
      <w:pPr>
        <w:spacing w:after="0" w:line="240" w:lineRule="auto"/>
      </w:pPr>
      <w:r>
        <w:separator/>
      </w:r>
    </w:p>
  </w:footnote>
  <w:footnote w:type="continuationSeparator" w:id="0">
    <w:p w:rsidR="004C4D82" w:rsidRDefault="004C4D82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82" w:rsidRDefault="004C4D82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4D82" w:rsidRDefault="004C4D82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82" w:rsidRPr="00190E29" w:rsidRDefault="004C4D82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992"/>
    <w:rsid w:val="00001228"/>
    <w:rsid w:val="00001FBC"/>
    <w:rsid w:val="00002170"/>
    <w:rsid w:val="000025C2"/>
    <w:rsid w:val="00005DEE"/>
    <w:rsid w:val="000060AB"/>
    <w:rsid w:val="0001794E"/>
    <w:rsid w:val="00017A69"/>
    <w:rsid w:val="000229A0"/>
    <w:rsid w:val="00025259"/>
    <w:rsid w:val="0002771A"/>
    <w:rsid w:val="000278EB"/>
    <w:rsid w:val="00031BD5"/>
    <w:rsid w:val="000474A7"/>
    <w:rsid w:val="00051017"/>
    <w:rsid w:val="00052A84"/>
    <w:rsid w:val="00055EF5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337B"/>
    <w:rsid w:val="00093CD7"/>
    <w:rsid w:val="000960AB"/>
    <w:rsid w:val="000B2975"/>
    <w:rsid w:val="000B3509"/>
    <w:rsid w:val="000B4770"/>
    <w:rsid w:val="000B72A7"/>
    <w:rsid w:val="000C20A7"/>
    <w:rsid w:val="000C27B5"/>
    <w:rsid w:val="000C357B"/>
    <w:rsid w:val="000D0F13"/>
    <w:rsid w:val="000D5DDE"/>
    <w:rsid w:val="000D63D6"/>
    <w:rsid w:val="000E1225"/>
    <w:rsid w:val="000E2915"/>
    <w:rsid w:val="000E3978"/>
    <w:rsid w:val="000E40B4"/>
    <w:rsid w:val="000E438D"/>
    <w:rsid w:val="000F5B1F"/>
    <w:rsid w:val="000F6889"/>
    <w:rsid w:val="000F6FFC"/>
    <w:rsid w:val="00103AD9"/>
    <w:rsid w:val="00106AD3"/>
    <w:rsid w:val="00107CC5"/>
    <w:rsid w:val="00110245"/>
    <w:rsid w:val="00111530"/>
    <w:rsid w:val="001156F2"/>
    <w:rsid w:val="00116A3B"/>
    <w:rsid w:val="00116FF4"/>
    <w:rsid w:val="00117BEF"/>
    <w:rsid w:val="0012295A"/>
    <w:rsid w:val="00124A99"/>
    <w:rsid w:val="00124DD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6E51"/>
    <w:rsid w:val="00190E29"/>
    <w:rsid w:val="00191ED6"/>
    <w:rsid w:val="00192E0D"/>
    <w:rsid w:val="0019651D"/>
    <w:rsid w:val="001979C7"/>
    <w:rsid w:val="001A0810"/>
    <w:rsid w:val="001A1F27"/>
    <w:rsid w:val="001A51CB"/>
    <w:rsid w:val="001B31F8"/>
    <w:rsid w:val="001B537C"/>
    <w:rsid w:val="001B57B0"/>
    <w:rsid w:val="001B5C74"/>
    <w:rsid w:val="001B70A8"/>
    <w:rsid w:val="001C1259"/>
    <w:rsid w:val="001C49A4"/>
    <w:rsid w:val="001C5992"/>
    <w:rsid w:val="001C7B62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388C"/>
    <w:rsid w:val="0020389C"/>
    <w:rsid w:val="00207DFD"/>
    <w:rsid w:val="002101C2"/>
    <w:rsid w:val="00211110"/>
    <w:rsid w:val="002115A7"/>
    <w:rsid w:val="002136DA"/>
    <w:rsid w:val="00220B54"/>
    <w:rsid w:val="00222EB6"/>
    <w:rsid w:val="00223959"/>
    <w:rsid w:val="0022549A"/>
    <w:rsid w:val="00227E18"/>
    <w:rsid w:val="00227F13"/>
    <w:rsid w:val="00230FC3"/>
    <w:rsid w:val="00233986"/>
    <w:rsid w:val="00234513"/>
    <w:rsid w:val="00241CE1"/>
    <w:rsid w:val="00243E20"/>
    <w:rsid w:val="002500A1"/>
    <w:rsid w:val="002526BE"/>
    <w:rsid w:val="00255376"/>
    <w:rsid w:val="002554A7"/>
    <w:rsid w:val="00255AE3"/>
    <w:rsid w:val="002568F1"/>
    <w:rsid w:val="002601D9"/>
    <w:rsid w:val="00260C91"/>
    <w:rsid w:val="0026371F"/>
    <w:rsid w:val="00263C17"/>
    <w:rsid w:val="002653AB"/>
    <w:rsid w:val="00270A59"/>
    <w:rsid w:val="0027289E"/>
    <w:rsid w:val="00273352"/>
    <w:rsid w:val="00276364"/>
    <w:rsid w:val="002830DA"/>
    <w:rsid w:val="00292A91"/>
    <w:rsid w:val="0029318A"/>
    <w:rsid w:val="00296556"/>
    <w:rsid w:val="002A0265"/>
    <w:rsid w:val="002A1046"/>
    <w:rsid w:val="002A1423"/>
    <w:rsid w:val="002A37B7"/>
    <w:rsid w:val="002A4868"/>
    <w:rsid w:val="002A6BDC"/>
    <w:rsid w:val="002A6F8D"/>
    <w:rsid w:val="002B06B1"/>
    <w:rsid w:val="002B3CB5"/>
    <w:rsid w:val="002B5996"/>
    <w:rsid w:val="002B5B8B"/>
    <w:rsid w:val="002B6578"/>
    <w:rsid w:val="002B735D"/>
    <w:rsid w:val="002C2D78"/>
    <w:rsid w:val="002C5630"/>
    <w:rsid w:val="002D12DE"/>
    <w:rsid w:val="002D4F50"/>
    <w:rsid w:val="002D7F18"/>
    <w:rsid w:val="002E0A27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10370"/>
    <w:rsid w:val="003104C3"/>
    <w:rsid w:val="00312BB4"/>
    <w:rsid w:val="00313A22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453F7"/>
    <w:rsid w:val="0035124D"/>
    <w:rsid w:val="00357C6B"/>
    <w:rsid w:val="003604FB"/>
    <w:rsid w:val="00367AE3"/>
    <w:rsid w:val="00372921"/>
    <w:rsid w:val="003756D7"/>
    <w:rsid w:val="00377951"/>
    <w:rsid w:val="00387241"/>
    <w:rsid w:val="003903A8"/>
    <w:rsid w:val="0039066A"/>
    <w:rsid w:val="00390750"/>
    <w:rsid w:val="003945EE"/>
    <w:rsid w:val="00397831"/>
    <w:rsid w:val="003A2CF2"/>
    <w:rsid w:val="003A434A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F16FD"/>
    <w:rsid w:val="003F6A89"/>
    <w:rsid w:val="00403C4C"/>
    <w:rsid w:val="00404392"/>
    <w:rsid w:val="004049B0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5549"/>
    <w:rsid w:val="00425C8F"/>
    <w:rsid w:val="00431E0E"/>
    <w:rsid w:val="00433A56"/>
    <w:rsid w:val="00434203"/>
    <w:rsid w:val="004359E0"/>
    <w:rsid w:val="00444FD8"/>
    <w:rsid w:val="00445337"/>
    <w:rsid w:val="004505F5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F8F"/>
    <w:rsid w:val="004845A2"/>
    <w:rsid w:val="0048656C"/>
    <w:rsid w:val="00487CF5"/>
    <w:rsid w:val="00487E70"/>
    <w:rsid w:val="00490156"/>
    <w:rsid w:val="00492D1B"/>
    <w:rsid w:val="004964A5"/>
    <w:rsid w:val="00496CA6"/>
    <w:rsid w:val="004A44AF"/>
    <w:rsid w:val="004A5BD3"/>
    <w:rsid w:val="004B5303"/>
    <w:rsid w:val="004B79CA"/>
    <w:rsid w:val="004C0BAD"/>
    <w:rsid w:val="004C22CE"/>
    <w:rsid w:val="004C334E"/>
    <w:rsid w:val="004C3995"/>
    <w:rsid w:val="004C4D82"/>
    <w:rsid w:val="004C5E0D"/>
    <w:rsid w:val="004C79AC"/>
    <w:rsid w:val="004C7FEE"/>
    <w:rsid w:val="004D0164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40FA"/>
    <w:rsid w:val="00505642"/>
    <w:rsid w:val="00506A63"/>
    <w:rsid w:val="005077CA"/>
    <w:rsid w:val="005117D6"/>
    <w:rsid w:val="00515A0E"/>
    <w:rsid w:val="00516229"/>
    <w:rsid w:val="0051789A"/>
    <w:rsid w:val="00522EF4"/>
    <w:rsid w:val="00525A1B"/>
    <w:rsid w:val="00527861"/>
    <w:rsid w:val="00530D05"/>
    <w:rsid w:val="005410FF"/>
    <w:rsid w:val="00541476"/>
    <w:rsid w:val="00541586"/>
    <w:rsid w:val="00541F4B"/>
    <w:rsid w:val="005432EE"/>
    <w:rsid w:val="00546F6D"/>
    <w:rsid w:val="005528A7"/>
    <w:rsid w:val="005534DA"/>
    <w:rsid w:val="0055504C"/>
    <w:rsid w:val="00556640"/>
    <w:rsid w:val="00560DEA"/>
    <w:rsid w:val="00560FCD"/>
    <w:rsid w:val="00565C22"/>
    <w:rsid w:val="00573AC9"/>
    <w:rsid w:val="0057746E"/>
    <w:rsid w:val="00581D55"/>
    <w:rsid w:val="00590770"/>
    <w:rsid w:val="005934B0"/>
    <w:rsid w:val="005968AF"/>
    <w:rsid w:val="005A18C6"/>
    <w:rsid w:val="005A2E5D"/>
    <w:rsid w:val="005A34CD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E0789"/>
    <w:rsid w:val="005E29A0"/>
    <w:rsid w:val="005E3AB6"/>
    <w:rsid w:val="005E71E2"/>
    <w:rsid w:val="005E786F"/>
    <w:rsid w:val="005F17B1"/>
    <w:rsid w:val="005F279B"/>
    <w:rsid w:val="005F2BF4"/>
    <w:rsid w:val="005F2E25"/>
    <w:rsid w:val="005F4346"/>
    <w:rsid w:val="005F4DD9"/>
    <w:rsid w:val="00601F2C"/>
    <w:rsid w:val="006038F8"/>
    <w:rsid w:val="00610372"/>
    <w:rsid w:val="00611268"/>
    <w:rsid w:val="00611FC0"/>
    <w:rsid w:val="0061213D"/>
    <w:rsid w:val="0061484F"/>
    <w:rsid w:val="00617371"/>
    <w:rsid w:val="00621477"/>
    <w:rsid w:val="006218E1"/>
    <w:rsid w:val="00622515"/>
    <w:rsid w:val="006245F7"/>
    <w:rsid w:val="0062612A"/>
    <w:rsid w:val="0062790D"/>
    <w:rsid w:val="00627E02"/>
    <w:rsid w:val="00631335"/>
    <w:rsid w:val="006364EB"/>
    <w:rsid w:val="00642D0F"/>
    <w:rsid w:val="00643004"/>
    <w:rsid w:val="00643F1C"/>
    <w:rsid w:val="00644A92"/>
    <w:rsid w:val="00645432"/>
    <w:rsid w:val="00646BF4"/>
    <w:rsid w:val="00657515"/>
    <w:rsid w:val="00664A58"/>
    <w:rsid w:val="00667DC1"/>
    <w:rsid w:val="00670190"/>
    <w:rsid w:val="00670D78"/>
    <w:rsid w:val="00674630"/>
    <w:rsid w:val="006751DC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49A2"/>
    <w:rsid w:val="006B1891"/>
    <w:rsid w:val="006B55FA"/>
    <w:rsid w:val="006C1203"/>
    <w:rsid w:val="006C1C38"/>
    <w:rsid w:val="006C5C93"/>
    <w:rsid w:val="006C7DAB"/>
    <w:rsid w:val="006D2B73"/>
    <w:rsid w:val="006D6554"/>
    <w:rsid w:val="006E21D1"/>
    <w:rsid w:val="006E2344"/>
    <w:rsid w:val="006E672E"/>
    <w:rsid w:val="006F0EC4"/>
    <w:rsid w:val="006F58A0"/>
    <w:rsid w:val="006F6EDA"/>
    <w:rsid w:val="00702B36"/>
    <w:rsid w:val="00714954"/>
    <w:rsid w:val="00727A1E"/>
    <w:rsid w:val="0073441E"/>
    <w:rsid w:val="00742143"/>
    <w:rsid w:val="00744BF2"/>
    <w:rsid w:val="00745E14"/>
    <w:rsid w:val="00747389"/>
    <w:rsid w:val="007610D8"/>
    <w:rsid w:val="00763C12"/>
    <w:rsid w:val="00765BF2"/>
    <w:rsid w:val="00775044"/>
    <w:rsid w:val="0077518A"/>
    <w:rsid w:val="00777E9B"/>
    <w:rsid w:val="00780103"/>
    <w:rsid w:val="00783148"/>
    <w:rsid w:val="00783B43"/>
    <w:rsid w:val="0078486D"/>
    <w:rsid w:val="00787208"/>
    <w:rsid w:val="00787686"/>
    <w:rsid w:val="00790F5B"/>
    <w:rsid w:val="0079224D"/>
    <w:rsid w:val="007962AA"/>
    <w:rsid w:val="00796F7D"/>
    <w:rsid w:val="007970E9"/>
    <w:rsid w:val="007A163B"/>
    <w:rsid w:val="007A516B"/>
    <w:rsid w:val="007B1FDC"/>
    <w:rsid w:val="007B3C20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5A53"/>
    <w:rsid w:val="007D624C"/>
    <w:rsid w:val="007D6BF2"/>
    <w:rsid w:val="007D6E2E"/>
    <w:rsid w:val="007D711C"/>
    <w:rsid w:val="007E0FF9"/>
    <w:rsid w:val="007E2210"/>
    <w:rsid w:val="007E3461"/>
    <w:rsid w:val="007E4B0C"/>
    <w:rsid w:val="007E66E0"/>
    <w:rsid w:val="007E7BD7"/>
    <w:rsid w:val="007F4FF9"/>
    <w:rsid w:val="007F6693"/>
    <w:rsid w:val="007F7983"/>
    <w:rsid w:val="0080151B"/>
    <w:rsid w:val="00801591"/>
    <w:rsid w:val="0080728B"/>
    <w:rsid w:val="00812BA8"/>
    <w:rsid w:val="0081402E"/>
    <w:rsid w:val="008152DC"/>
    <w:rsid w:val="008209B4"/>
    <w:rsid w:val="00823BD8"/>
    <w:rsid w:val="0082419F"/>
    <w:rsid w:val="00824EB0"/>
    <w:rsid w:val="008259C6"/>
    <w:rsid w:val="00841169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74EE6"/>
    <w:rsid w:val="00875BBE"/>
    <w:rsid w:val="00877592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6E6D"/>
    <w:rsid w:val="008D7518"/>
    <w:rsid w:val="008D7A3D"/>
    <w:rsid w:val="008E0F37"/>
    <w:rsid w:val="008F0680"/>
    <w:rsid w:val="008F188D"/>
    <w:rsid w:val="008F6034"/>
    <w:rsid w:val="00901311"/>
    <w:rsid w:val="00902D44"/>
    <w:rsid w:val="00904B83"/>
    <w:rsid w:val="00906EA4"/>
    <w:rsid w:val="00910E50"/>
    <w:rsid w:val="0091389F"/>
    <w:rsid w:val="0091531B"/>
    <w:rsid w:val="009155F2"/>
    <w:rsid w:val="00915678"/>
    <w:rsid w:val="00915933"/>
    <w:rsid w:val="009219E6"/>
    <w:rsid w:val="009220AF"/>
    <w:rsid w:val="00922B49"/>
    <w:rsid w:val="009346CF"/>
    <w:rsid w:val="00935F29"/>
    <w:rsid w:val="00936AF3"/>
    <w:rsid w:val="009371A0"/>
    <w:rsid w:val="009416B1"/>
    <w:rsid w:val="00943883"/>
    <w:rsid w:val="00946A83"/>
    <w:rsid w:val="0095161A"/>
    <w:rsid w:val="00951B50"/>
    <w:rsid w:val="00951D6E"/>
    <w:rsid w:val="00952F2E"/>
    <w:rsid w:val="0095533B"/>
    <w:rsid w:val="0096068A"/>
    <w:rsid w:val="00961539"/>
    <w:rsid w:val="009616D3"/>
    <w:rsid w:val="00961C7A"/>
    <w:rsid w:val="00963CF6"/>
    <w:rsid w:val="009667E3"/>
    <w:rsid w:val="009709BE"/>
    <w:rsid w:val="00973D9A"/>
    <w:rsid w:val="00974B2D"/>
    <w:rsid w:val="00976CCE"/>
    <w:rsid w:val="00976F6C"/>
    <w:rsid w:val="0098064A"/>
    <w:rsid w:val="00984614"/>
    <w:rsid w:val="00987247"/>
    <w:rsid w:val="00987835"/>
    <w:rsid w:val="00987E66"/>
    <w:rsid w:val="00990E60"/>
    <w:rsid w:val="00991703"/>
    <w:rsid w:val="00991707"/>
    <w:rsid w:val="00992C5F"/>
    <w:rsid w:val="00992E04"/>
    <w:rsid w:val="009951CE"/>
    <w:rsid w:val="00995D32"/>
    <w:rsid w:val="0099616B"/>
    <w:rsid w:val="009961E4"/>
    <w:rsid w:val="00997181"/>
    <w:rsid w:val="009A06CA"/>
    <w:rsid w:val="009A4BB4"/>
    <w:rsid w:val="009A5ECB"/>
    <w:rsid w:val="009A6204"/>
    <w:rsid w:val="009A7327"/>
    <w:rsid w:val="009B1102"/>
    <w:rsid w:val="009B1D5B"/>
    <w:rsid w:val="009B6778"/>
    <w:rsid w:val="009C0BC4"/>
    <w:rsid w:val="009C1839"/>
    <w:rsid w:val="009C21B3"/>
    <w:rsid w:val="009D1E8E"/>
    <w:rsid w:val="009D5486"/>
    <w:rsid w:val="009D617A"/>
    <w:rsid w:val="009E0A54"/>
    <w:rsid w:val="009F0AF4"/>
    <w:rsid w:val="009F13C7"/>
    <w:rsid w:val="009F1F61"/>
    <w:rsid w:val="009F1F66"/>
    <w:rsid w:val="00A00BFD"/>
    <w:rsid w:val="00A00E3B"/>
    <w:rsid w:val="00A010EA"/>
    <w:rsid w:val="00A01A21"/>
    <w:rsid w:val="00A01C78"/>
    <w:rsid w:val="00A03187"/>
    <w:rsid w:val="00A0479A"/>
    <w:rsid w:val="00A0481B"/>
    <w:rsid w:val="00A05C4E"/>
    <w:rsid w:val="00A065DD"/>
    <w:rsid w:val="00A14DBE"/>
    <w:rsid w:val="00A20182"/>
    <w:rsid w:val="00A25127"/>
    <w:rsid w:val="00A2717E"/>
    <w:rsid w:val="00A279B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7030"/>
    <w:rsid w:val="00A47C61"/>
    <w:rsid w:val="00A514BB"/>
    <w:rsid w:val="00A529A4"/>
    <w:rsid w:val="00A52D1E"/>
    <w:rsid w:val="00A54C14"/>
    <w:rsid w:val="00A54F48"/>
    <w:rsid w:val="00A553F3"/>
    <w:rsid w:val="00A5595F"/>
    <w:rsid w:val="00A55B9F"/>
    <w:rsid w:val="00A61E9E"/>
    <w:rsid w:val="00A62088"/>
    <w:rsid w:val="00A64F61"/>
    <w:rsid w:val="00A676F8"/>
    <w:rsid w:val="00A67917"/>
    <w:rsid w:val="00A7054C"/>
    <w:rsid w:val="00A709E1"/>
    <w:rsid w:val="00A72B79"/>
    <w:rsid w:val="00A7310A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6164"/>
    <w:rsid w:val="00AA6663"/>
    <w:rsid w:val="00AB5A11"/>
    <w:rsid w:val="00AC1890"/>
    <w:rsid w:val="00AC21F6"/>
    <w:rsid w:val="00AC602D"/>
    <w:rsid w:val="00AC651F"/>
    <w:rsid w:val="00AC6D72"/>
    <w:rsid w:val="00AD063E"/>
    <w:rsid w:val="00AD1558"/>
    <w:rsid w:val="00AD17D5"/>
    <w:rsid w:val="00AD2CB1"/>
    <w:rsid w:val="00AD3CEA"/>
    <w:rsid w:val="00AE57FE"/>
    <w:rsid w:val="00AF0220"/>
    <w:rsid w:val="00AF3607"/>
    <w:rsid w:val="00AF5CBD"/>
    <w:rsid w:val="00B01085"/>
    <w:rsid w:val="00B0197E"/>
    <w:rsid w:val="00B0637D"/>
    <w:rsid w:val="00B06C3F"/>
    <w:rsid w:val="00B12077"/>
    <w:rsid w:val="00B14FB3"/>
    <w:rsid w:val="00B15075"/>
    <w:rsid w:val="00B200D4"/>
    <w:rsid w:val="00B273FE"/>
    <w:rsid w:val="00B30CBB"/>
    <w:rsid w:val="00B32548"/>
    <w:rsid w:val="00B351CF"/>
    <w:rsid w:val="00B41718"/>
    <w:rsid w:val="00B445FA"/>
    <w:rsid w:val="00B447D0"/>
    <w:rsid w:val="00B50042"/>
    <w:rsid w:val="00B51A13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80149"/>
    <w:rsid w:val="00B80D2F"/>
    <w:rsid w:val="00B8134D"/>
    <w:rsid w:val="00B83276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3B88"/>
    <w:rsid w:val="00BA6C6E"/>
    <w:rsid w:val="00BB2FED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F6E"/>
    <w:rsid w:val="00BD79D7"/>
    <w:rsid w:val="00BE2165"/>
    <w:rsid w:val="00BE3B0C"/>
    <w:rsid w:val="00BE4B05"/>
    <w:rsid w:val="00BF0FBD"/>
    <w:rsid w:val="00BF3B8F"/>
    <w:rsid w:val="00BF5630"/>
    <w:rsid w:val="00BF5ED2"/>
    <w:rsid w:val="00BF7257"/>
    <w:rsid w:val="00C00AD4"/>
    <w:rsid w:val="00C06050"/>
    <w:rsid w:val="00C1708E"/>
    <w:rsid w:val="00C2591D"/>
    <w:rsid w:val="00C30CE9"/>
    <w:rsid w:val="00C31AFE"/>
    <w:rsid w:val="00C3267A"/>
    <w:rsid w:val="00C35F51"/>
    <w:rsid w:val="00C37A2B"/>
    <w:rsid w:val="00C37D28"/>
    <w:rsid w:val="00C41014"/>
    <w:rsid w:val="00C419C3"/>
    <w:rsid w:val="00C4241F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3743"/>
    <w:rsid w:val="00C8416A"/>
    <w:rsid w:val="00C845B5"/>
    <w:rsid w:val="00C856DF"/>
    <w:rsid w:val="00C94E07"/>
    <w:rsid w:val="00C97665"/>
    <w:rsid w:val="00C97B2B"/>
    <w:rsid w:val="00CA24B2"/>
    <w:rsid w:val="00CA3632"/>
    <w:rsid w:val="00CA3BBA"/>
    <w:rsid w:val="00CA62CE"/>
    <w:rsid w:val="00CA7030"/>
    <w:rsid w:val="00CA7235"/>
    <w:rsid w:val="00CA7787"/>
    <w:rsid w:val="00CB04F6"/>
    <w:rsid w:val="00CB7186"/>
    <w:rsid w:val="00CC02F4"/>
    <w:rsid w:val="00CD0842"/>
    <w:rsid w:val="00CD0E9D"/>
    <w:rsid w:val="00CD1C59"/>
    <w:rsid w:val="00CD4726"/>
    <w:rsid w:val="00CD5193"/>
    <w:rsid w:val="00CD7007"/>
    <w:rsid w:val="00CE19F3"/>
    <w:rsid w:val="00CE1DEF"/>
    <w:rsid w:val="00CE206A"/>
    <w:rsid w:val="00CF1071"/>
    <w:rsid w:val="00CF2512"/>
    <w:rsid w:val="00CF3608"/>
    <w:rsid w:val="00CF4BA5"/>
    <w:rsid w:val="00D00BFD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3118B"/>
    <w:rsid w:val="00D3182A"/>
    <w:rsid w:val="00D32B23"/>
    <w:rsid w:val="00D334EA"/>
    <w:rsid w:val="00D4267C"/>
    <w:rsid w:val="00D4376F"/>
    <w:rsid w:val="00D43937"/>
    <w:rsid w:val="00D46CE7"/>
    <w:rsid w:val="00D50995"/>
    <w:rsid w:val="00D50ABC"/>
    <w:rsid w:val="00D5292A"/>
    <w:rsid w:val="00D5323E"/>
    <w:rsid w:val="00D53857"/>
    <w:rsid w:val="00D65CCD"/>
    <w:rsid w:val="00D673F6"/>
    <w:rsid w:val="00D67B12"/>
    <w:rsid w:val="00D70726"/>
    <w:rsid w:val="00D708C0"/>
    <w:rsid w:val="00D713E0"/>
    <w:rsid w:val="00D75E7A"/>
    <w:rsid w:val="00D77316"/>
    <w:rsid w:val="00D80FB4"/>
    <w:rsid w:val="00D82845"/>
    <w:rsid w:val="00D82C01"/>
    <w:rsid w:val="00D84BBF"/>
    <w:rsid w:val="00D86CE4"/>
    <w:rsid w:val="00D911EB"/>
    <w:rsid w:val="00D91703"/>
    <w:rsid w:val="00D96CCC"/>
    <w:rsid w:val="00DA23A7"/>
    <w:rsid w:val="00DA277C"/>
    <w:rsid w:val="00DA324C"/>
    <w:rsid w:val="00DB109A"/>
    <w:rsid w:val="00DB5851"/>
    <w:rsid w:val="00DB7DC2"/>
    <w:rsid w:val="00DC19D0"/>
    <w:rsid w:val="00DC2230"/>
    <w:rsid w:val="00DC4384"/>
    <w:rsid w:val="00DD1324"/>
    <w:rsid w:val="00DD218D"/>
    <w:rsid w:val="00DE4EC6"/>
    <w:rsid w:val="00DF00CD"/>
    <w:rsid w:val="00DF05DD"/>
    <w:rsid w:val="00DF08BB"/>
    <w:rsid w:val="00DF12F2"/>
    <w:rsid w:val="00DF53FA"/>
    <w:rsid w:val="00DF559D"/>
    <w:rsid w:val="00DF5920"/>
    <w:rsid w:val="00DF657E"/>
    <w:rsid w:val="00DF7A51"/>
    <w:rsid w:val="00E000A8"/>
    <w:rsid w:val="00E00D1B"/>
    <w:rsid w:val="00E030CA"/>
    <w:rsid w:val="00E03BF1"/>
    <w:rsid w:val="00E03CC1"/>
    <w:rsid w:val="00E12BEE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16C0"/>
    <w:rsid w:val="00E51F9C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6AB"/>
    <w:rsid w:val="00E81404"/>
    <w:rsid w:val="00E86165"/>
    <w:rsid w:val="00E930A8"/>
    <w:rsid w:val="00E948EA"/>
    <w:rsid w:val="00E95532"/>
    <w:rsid w:val="00EA74F5"/>
    <w:rsid w:val="00EA78B3"/>
    <w:rsid w:val="00EB0389"/>
    <w:rsid w:val="00EB33B3"/>
    <w:rsid w:val="00EB4376"/>
    <w:rsid w:val="00EB6B29"/>
    <w:rsid w:val="00EC2284"/>
    <w:rsid w:val="00EC29E4"/>
    <w:rsid w:val="00EC6F3D"/>
    <w:rsid w:val="00ED5147"/>
    <w:rsid w:val="00EE623A"/>
    <w:rsid w:val="00EE77E4"/>
    <w:rsid w:val="00EF0C31"/>
    <w:rsid w:val="00EF259B"/>
    <w:rsid w:val="00EF25CA"/>
    <w:rsid w:val="00F01A7B"/>
    <w:rsid w:val="00F07DFE"/>
    <w:rsid w:val="00F125CF"/>
    <w:rsid w:val="00F132EC"/>
    <w:rsid w:val="00F14E6D"/>
    <w:rsid w:val="00F164D7"/>
    <w:rsid w:val="00F201A3"/>
    <w:rsid w:val="00F20AA9"/>
    <w:rsid w:val="00F24025"/>
    <w:rsid w:val="00F24DC8"/>
    <w:rsid w:val="00F3038C"/>
    <w:rsid w:val="00F31B6A"/>
    <w:rsid w:val="00F3265D"/>
    <w:rsid w:val="00F37775"/>
    <w:rsid w:val="00F4178B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712E"/>
    <w:rsid w:val="00F727D3"/>
    <w:rsid w:val="00F73992"/>
    <w:rsid w:val="00F7648E"/>
    <w:rsid w:val="00F7731F"/>
    <w:rsid w:val="00F8022C"/>
    <w:rsid w:val="00F84B7A"/>
    <w:rsid w:val="00F90A77"/>
    <w:rsid w:val="00F91796"/>
    <w:rsid w:val="00F928A7"/>
    <w:rsid w:val="00F92B3B"/>
    <w:rsid w:val="00F9347D"/>
    <w:rsid w:val="00F95524"/>
    <w:rsid w:val="00F955FD"/>
    <w:rsid w:val="00F9738A"/>
    <w:rsid w:val="00FA309A"/>
    <w:rsid w:val="00FB1E0F"/>
    <w:rsid w:val="00FB5043"/>
    <w:rsid w:val="00FB6DDA"/>
    <w:rsid w:val="00FC189B"/>
    <w:rsid w:val="00FC23A3"/>
    <w:rsid w:val="00FC57C9"/>
    <w:rsid w:val="00FD4D65"/>
    <w:rsid w:val="00FE130A"/>
    <w:rsid w:val="00FF019A"/>
    <w:rsid w:val="00FF1008"/>
    <w:rsid w:val="00FF48E9"/>
    <w:rsid w:val="00FF5413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645432"/>
    <w:rPr>
      <w:rFonts w:cs="Times New Roman"/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124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4A9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101</Words>
  <Characters>580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gufo</dc:creator>
  <cp:keywords/>
  <dc:description/>
  <cp:lastModifiedBy>Пользователь</cp:lastModifiedBy>
  <cp:revision>4</cp:revision>
  <cp:lastPrinted>2015-11-13T14:12:00Z</cp:lastPrinted>
  <dcterms:created xsi:type="dcterms:W3CDTF">2015-11-13T13:59:00Z</dcterms:created>
  <dcterms:modified xsi:type="dcterms:W3CDTF">2015-12-07T07:53:00Z</dcterms:modified>
</cp:coreProperties>
</file>