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463A" w:rsidRDefault="0007463A" w:rsidP="00AB05C1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</w:p>
    <w:p w:rsidR="0007463A" w:rsidRPr="00B0157D" w:rsidRDefault="0007463A" w:rsidP="00B0157D">
      <w:pPr>
        <w:tabs>
          <w:tab w:val="left" w:pos="3840"/>
        </w:tabs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B0157D">
        <w:rPr>
          <w:b/>
          <w:bCs/>
          <w:sz w:val="28"/>
          <w:szCs w:val="28"/>
        </w:rPr>
        <w:t>Закон Ульяновской области</w:t>
      </w:r>
    </w:p>
    <w:p w:rsidR="0007463A" w:rsidRDefault="0007463A" w:rsidP="00AB05C1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</w:p>
    <w:p w:rsidR="0007463A" w:rsidRDefault="0007463A" w:rsidP="00AB05C1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</w:p>
    <w:p w:rsidR="0007463A" w:rsidRPr="00AB05C1" w:rsidRDefault="0007463A" w:rsidP="00AB05C1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</w:p>
    <w:p w:rsidR="0007463A" w:rsidRDefault="0007463A" w:rsidP="00F316C0">
      <w:pPr>
        <w:autoSpaceDE w:val="0"/>
        <w:autoSpaceDN w:val="0"/>
        <w:adjustRightInd w:val="0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признании утратившими силу законодательного акта </w:t>
      </w:r>
    </w:p>
    <w:p w:rsidR="0007463A" w:rsidRDefault="0007463A" w:rsidP="00F316C0">
      <w:pPr>
        <w:autoSpaceDE w:val="0"/>
        <w:autoSpaceDN w:val="0"/>
        <w:adjustRightInd w:val="0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(отдельного положения законодательного акта) Ульяновской области</w:t>
      </w:r>
    </w:p>
    <w:p w:rsidR="0007463A" w:rsidRPr="00233CF8" w:rsidRDefault="0007463A" w:rsidP="00F316C0">
      <w:pPr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</w:p>
    <w:p w:rsidR="0007463A" w:rsidRDefault="0007463A" w:rsidP="00365C03">
      <w:pPr>
        <w:autoSpaceDE w:val="0"/>
        <w:autoSpaceDN w:val="0"/>
        <w:adjustRightInd w:val="0"/>
        <w:ind w:firstLine="720"/>
        <w:jc w:val="center"/>
        <w:outlineLvl w:val="0"/>
        <w:rPr>
          <w:b/>
          <w:sz w:val="28"/>
          <w:szCs w:val="28"/>
        </w:rPr>
      </w:pPr>
    </w:p>
    <w:p w:rsidR="0007463A" w:rsidRDefault="0007463A" w:rsidP="00365C03">
      <w:pPr>
        <w:autoSpaceDE w:val="0"/>
        <w:autoSpaceDN w:val="0"/>
        <w:adjustRightInd w:val="0"/>
        <w:ind w:firstLine="720"/>
        <w:jc w:val="center"/>
        <w:outlineLvl w:val="0"/>
        <w:rPr>
          <w:b/>
          <w:sz w:val="28"/>
          <w:szCs w:val="28"/>
        </w:rPr>
      </w:pPr>
    </w:p>
    <w:p w:rsidR="0007463A" w:rsidRDefault="0007463A" w:rsidP="00365C03">
      <w:pPr>
        <w:autoSpaceDE w:val="0"/>
        <w:autoSpaceDN w:val="0"/>
        <w:adjustRightInd w:val="0"/>
        <w:ind w:firstLine="720"/>
        <w:jc w:val="center"/>
        <w:outlineLvl w:val="0"/>
        <w:rPr>
          <w:b/>
          <w:sz w:val="28"/>
          <w:szCs w:val="28"/>
        </w:rPr>
      </w:pPr>
    </w:p>
    <w:p w:rsidR="0007463A" w:rsidRDefault="0007463A" w:rsidP="00365C03">
      <w:pPr>
        <w:autoSpaceDE w:val="0"/>
        <w:autoSpaceDN w:val="0"/>
        <w:adjustRightInd w:val="0"/>
        <w:ind w:firstLine="720"/>
        <w:jc w:val="center"/>
        <w:outlineLvl w:val="0"/>
        <w:rPr>
          <w:b/>
          <w:sz w:val="28"/>
          <w:szCs w:val="28"/>
        </w:rPr>
      </w:pPr>
    </w:p>
    <w:p w:rsidR="0007463A" w:rsidRDefault="0007463A" w:rsidP="00365C03">
      <w:pPr>
        <w:autoSpaceDE w:val="0"/>
        <w:autoSpaceDN w:val="0"/>
        <w:adjustRightInd w:val="0"/>
        <w:ind w:firstLine="720"/>
        <w:jc w:val="center"/>
        <w:outlineLvl w:val="0"/>
        <w:rPr>
          <w:b/>
          <w:sz w:val="28"/>
          <w:szCs w:val="28"/>
        </w:rPr>
      </w:pPr>
    </w:p>
    <w:p w:rsidR="0007463A" w:rsidRDefault="0007463A" w:rsidP="00365C03">
      <w:pPr>
        <w:autoSpaceDE w:val="0"/>
        <w:autoSpaceDN w:val="0"/>
        <w:adjustRightInd w:val="0"/>
        <w:ind w:firstLine="720"/>
        <w:jc w:val="center"/>
        <w:outlineLvl w:val="0"/>
        <w:rPr>
          <w:b/>
          <w:sz w:val="28"/>
          <w:szCs w:val="28"/>
        </w:rPr>
      </w:pPr>
    </w:p>
    <w:p w:rsidR="0007463A" w:rsidRDefault="0007463A" w:rsidP="00CE7E14">
      <w:pPr>
        <w:autoSpaceDE w:val="0"/>
        <w:autoSpaceDN w:val="0"/>
        <w:adjustRightInd w:val="0"/>
        <w:ind w:firstLine="720"/>
        <w:jc w:val="center"/>
        <w:outlineLvl w:val="0"/>
        <w:rPr>
          <w:b/>
          <w:sz w:val="28"/>
          <w:szCs w:val="28"/>
        </w:rPr>
      </w:pPr>
    </w:p>
    <w:p w:rsidR="0007463A" w:rsidRDefault="0007463A" w:rsidP="00CE7E14">
      <w:pPr>
        <w:autoSpaceDE w:val="0"/>
        <w:autoSpaceDN w:val="0"/>
        <w:adjustRightInd w:val="0"/>
        <w:ind w:firstLine="720"/>
        <w:jc w:val="center"/>
        <w:outlineLvl w:val="0"/>
        <w:rPr>
          <w:b/>
          <w:sz w:val="28"/>
          <w:szCs w:val="28"/>
        </w:rPr>
      </w:pPr>
    </w:p>
    <w:p w:rsidR="0007463A" w:rsidRDefault="0007463A" w:rsidP="0002520A">
      <w:pPr>
        <w:autoSpaceDE w:val="0"/>
        <w:autoSpaceDN w:val="0"/>
        <w:adjustRightInd w:val="0"/>
        <w:ind w:firstLine="567"/>
        <w:outlineLvl w:val="0"/>
        <w:rPr>
          <w:b/>
          <w:sz w:val="28"/>
          <w:szCs w:val="28"/>
        </w:rPr>
      </w:pPr>
      <w:r w:rsidRPr="00CB3130">
        <w:rPr>
          <w:b/>
          <w:sz w:val="28"/>
          <w:szCs w:val="28"/>
        </w:rPr>
        <w:t xml:space="preserve">Статья 1 </w:t>
      </w:r>
      <w:bookmarkStart w:id="0" w:name="_GoBack"/>
      <w:bookmarkEnd w:id="0"/>
    </w:p>
    <w:p w:rsidR="0007463A" w:rsidRPr="00CE7E14" w:rsidRDefault="0007463A" w:rsidP="00CE7E14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</w:p>
    <w:p w:rsidR="0007463A" w:rsidRDefault="0007463A" w:rsidP="00CE7E14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</w:p>
    <w:p w:rsidR="0007463A" w:rsidRDefault="0007463A" w:rsidP="00AF30D0">
      <w:pPr>
        <w:autoSpaceDE w:val="0"/>
        <w:autoSpaceDN w:val="0"/>
        <w:adjustRightInd w:val="0"/>
        <w:spacing w:line="360" w:lineRule="auto"/>
        <w:ind w:firstLine="539"/>
        <w:jc w:val="both"/>
        <w:rPr>
          <w:sz w:val="28"/>
          <w:szCs w:val="28"/>
        </w:rPr>
      </w:pPr>
      <w:r w:rsidRPr="00C60D77">
        <w:rPr>
          <w:sz w:val="28"/>
          <w:szCs w:val="28"/>
        </w:rPr>
        <w:t>Признать</w:t>
      </w:r>
      <w:r>
        <w:rPr>
          <w:sz w:val="28"/>
          <w:szCs w:val="28"/>
        </w:rPr>
        <w:t xml:space="preserve"> утратившими силу:</w:t>
      </w:r>
    </w:p>
    <w:p w:rsidR="0007463A" w:rsidRPr="00F1216E" w:rsidRDefault="0007463A" w:rsidP="00AF30D0">
      <w:pPr>
        <w:pStyle w:val="ListParagraph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line="360" w:lineRule="auto"/>
        <w:ind w:left="0" w:firstLine="53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пункт 5 статьи 2 </w:t>
      </w:r>
      <w:hyperlink r:id="rId7" w:history="1">
        <w:r w:rsidRPr="00BA0BA6">
          <w:rPr>
            <w:rStyle w:val="Hyperlink"/>
            <w:color w:val="000000"/>
            <w:sz w:val="28"/>
            <w:szCs w:val="28"/>
            <w:u w:val="none"/>
          </w:rPr>
          <w:t>Закон</w:t>
        </w:r>
      </w:hyperlink>
      <w:r w:rsidRPr="00F36C03">
        <w:rPr>
          <w:sz w:val="28"/>
          <w:szCs w:val="28"/>
        </w:rPr>
        <w:t>а</w:t>
      </w:r>
      <w:r w:rsidRPr="00BA0BA6">
        <w:rPr>
          <w:color w:val="000000"/>
          <w:sz w:val="28"/>
          <w:szCs w:val="28"/>
        </w:rPr>
        <w:t xml:space="preserve"> </w:t>
      </w:r>
      <w:r w:rsidRPr="005465E5">
        <w:rPr>
          <w:color w:val="000000"/>
          <w:sz w:val="28"/>
          <w:szCs w:val="28"/>
        </w:rPr>
        <w:t xml:space="preserve">Ульяновской области от </w:t>
      </w:r>
      <w:r>
        <w:rPr>
          <w:color w:val="000000"/>
          <w:sz w:val="28"/>
          <w:szCs w:val="28"/>
        </w:rPr>
        <w:t xml:space="preserve">8 августа 2011 года  </w:t>
      </w:r>
      <w:r>
        <w:rPr>
          <w:color w:val="000000"/>
          <w:sz w:val="28"/>
          <w:szCs w:val="28"/>
        </w:rPr>
        <w:br/>
        <w:t>№ 127-ЗО «</w:t>
      </w:r>
      <w:r w:rsidRPr="005465E5">
        <w:rPr>
          <w:color w:val="000000"/>
          <w:sz w:val="28"/>
          <w:szCs w:val="28"/>
        </w:rPr>
        <w:t xml:space="preserve">О </w:t>
      </w:r>
      <w:r>
        <w:rPr>
          <w:color w:val="000000"/>
          <w:sz w:val="28"/>
          <w:szCs w:val="28"/>
        </w:rPr>
        <w:t>дорожном фонде</w:t>
      </w:r>
      <w:r w:rsidRPr="005465E5">
        <w:rPr>
          <w:sz w:val="28"/>
          <w:szCs w:val="28"/>
        </w:rPr>
        <w:t xml:space="preserve"> Ульяновской области</w:t>
      </w:r>
      <w:r>
        <w:rPr>
          <w:sz w:val="28"/>
          <w:szCs w:val="28"/>
        </w:rPr>
        <w:t>»</w:t>
      </w:r>
      <w:r>
        <w:rPr>
          <w:color w:val="000000"/>
          <w:sz w:val="28"/>
          <w:szCs w:val="28"/>
        </w:rPr>
        <w:t xml:space="preserve"> («Ульяновская правда»</w:t>
      </w:r>
      <w:r w:rsidRPr="005465E5">
        <w:rPr>
          <w:color w:val="000000"/>
          <w:sz w:val="28"/>
          <w:szCs w:val="28"/>
        </w:rPr>
        <w:t xml:space="preserve"> от </w:t>
      </w:r>
      <w:r>
        <w:rPr>
          <w:color w:val="000000"/>
          <w:sz w:val="28"/>
          <w:szCs w:val="28"/>
        </w:rPr>
        <w:t>12.08.2011 № 89; от 06.04.2012 № 36; от 10.11.2014 № 163-164);</w:t>
      </w:r>
    </w:p>
    <w:p w:rsidR="0007463A" w:rsidRPr="00F1216E" w:rsidRDefault="0007463A" w:rsidP="00AF30D0">
      <w:pPr>
        <w:pStyle w:val="ListParagraph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line="360" w:lineRule="auto"/>
        <w:ind w:left="0" w:firstLine="539"/>
        <w:jc w:val="both"/>
        <w:outlineLvl w:val="0"/>
        <w:rPr>
          <w:sz w:val="28"/>
          <w:szCs w:val="28"/>
        </w:rPr>
      </w:pPr>
      <w:r w:rsidRPr="00F1216E">
        <w:rPr>
          <w:sz w:val="28"/>
          <w:szCs w:val="28"/>
        </w:rPr>
        <w:t>Закон Ульяновской области от 6 ноября 2014 года №</w:t>
      </w:r>
      <w:r>
        <w:rPr>
          <w:sz w:val="28"/>
          <w:szCs w:val="28"/>
        </w:rPr>
        <w:t xml:space="preserve"> </w:t>
      </w:r>
      <w:r w:rsidRPr="00F1216E">
        <w:rPr>
          <w:sz w:val="28"/>
          <w:szCs w:val="28"/>
        </w:rPr>
        <w:t>171-ЗО «О внесении изменения в статью 2 Закона Ульяновской области «О дорожном фонде Ульяновской области» (</w:t>
      </w:r>
      <w:r w:rsidRPr="00F1216E">
        <w:rPr>
          <w:color w:val="000000"/>
          <w:sz w:val="28"/>
          <w:szCs w:val="28"/>
        </w:rPr>
        <w:t>«Ульяновская правда» от 10.11.2014 №</w:t>
      </w:r>
      <w:r>
        <w:rPr>
          <w:color w:val="000000"/>
          <w:sz w:val="28"/>
          <w:szCs w:val="28"/>
        </w:rPr>
        <w:t xml:space="preserve"> </w:t>
      </w:r>
      <w:r w:rsidRPr="00F1216E">
        <w:rPr>
          <w:color w:val="000000"/>
          <w:sz w:val="28"/>
          <w:szCs w:val="28"/>
        </w:rPr>
        <w:t>163-164).</w:t>
      </w:r>
    </w:p>
    <w:p w:rsidR="0007463A" w:rsidRDefault="0007463A" w:rsidP="00CE7E14">
      <w:pPr>
        <w:ind w:firstLine="539"/>
        <w:jc w:val="both"/>
        <w:rPr>
          <w:b/>
          <w:sz w:val="16"/>
          <w:szCs w:val="16"/>
        </w:rPr>
      </w:pPr>
    </w:p>
    <w:p w:rsidR="0007463A" w:rsidRPr="00CE7E14" w:rsidRDefault="0007463A" w:rsidP="00CE7E14">
      <w:pPr>
        <w:ind w:firstLine="539"/>
        <w:jc w:val="both"/>
        <w:rPr>
          <w:sz w:val="28"/>
          <w:szCs w:val="16"/>
        </w:rPr>
      </w:pPr>
    </w:p>
    <w:p w:rsidR="0007463A" w:rsidRDefault="0007463A" w:rsidP="0002520A">
      <w:pPr>
        <w:ind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Статья 2</w:t>
      </w:r>
    </w:p>
    <w:p w:rsidR="0007463A" w:rsidRPr="00CE7E14" w:rsidRDefault="0007463A" w:rsidP="00CE7E14">
      <w:pPr>
        <w:ind w:firstLine="539"/>
        <w:jc w:val="both"/>
        <w:rPr>
          <w:sz w:val="28"/>
          <w:szCs w:val="28"/>
        </w:rPr>
      </w:pPr>
    </w:p>
    <w:p w:rsidR="0007463A" w:rsidRDefault="0007463A" w:rsidP="00CE7E14">
      <w:pPr>
        <w:ind w:firstLine="539"/>
        <w:jc w:val="both"/>
        <w:rPr>
          <w:sz w:val="28"/>
          <w:szCs w:val="28"/>
        </w:rPr>
      </w:pPr>
    </w:p>
    <w:p w:rsidR="0007463A" w:rsidRPr="00C27C6E" w:rsidRDefault="0007463A" w:rsidP="00AF30D0">
      <w:pPr>
        <w:spacing w:line="360" w:lineRule="auto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Настоящий З</w:t>
      </w:r>
      <w:r w:rsidRPr="00C27C6E">
        <w:rPr>
          <w:sz w:val="28"/>
          <w:szCs w:val="28"/>
        </w:rPr>
        <w:t>акон вступает в силу с 1 января 2016 года.</w:t>
      </w:r>
    </w:p>
    <w:p w:rsidR="0007463A" w:rsidRPr="00CE7E14" w:rsidRDefault="0007463A" w:rsidP="00CE7E14">
      <w:pPr>
        <w:ind w:firstLine="539"/>
        <w:jc w:val="both"/>
        <w:rPr>
          <w:b/>
          <w:sz w:val="16"/>
          <w:szCs w:val="28"/>
        </w:rPr>
      </w:pPr>
    </w:p>
    <w:p w:rsidR="0007463A" w:rsidRDefault="0007463A" w:rsidP="00CE7E14">
      <w:pPr>
        <w:ind w:firstLine="539"/>
        <w:jc w:val="both"/>
        <w:rPr>
          <w:b/>
          <w:sz w:val="28"/>
          <w:szCs w:val="28"/>
        </w:rPr>
      </w:pPr>
    </w:p>
    <w:p w:rsidR="0007463A" w:rsidRPr="003053D5" w:rsidRDefault="0007463A" w:rsidP="00CE7E14">
      <w:pPr>
        <w:ind w:firstLine="539"/>
        <w:jc w:val="both"/>
        <w:rPr>
          <w:b/>
          <w:sz w:val="28"/>
          <w:szCs w:val="28"/>
        </w:rPr>
      </w:pPr>
    </w:p>
    <w:p w:rsidR="0007463A" w:rsidRPr="003053D5" w:rsidRDefault="0007463A" w:rsidP="00CE7E14">
      <w:pPr>
        <w:tabs>
          <w:tab w:val="right" w:pos="9781"/>
        </w:tabs>
        <w:autoSpaceDE w:val="0"/>
        <w:autoSpaceDN w:val="0"/>
        <w:adjustRightInd w:val="0"/>
        <w:rPr>
          <w:b/>
          <w:sz w:val="28"/>
          <w:szCs w:val="28"/>
        </w:rPr>
      </w:pPr>
      <w:r>
        <w:rPr>
          <w:b/>
          <w:sz w:val="28"/>
          <w:szCs w:val="28"/>
        </w:rPr>
        <w:t>Губернатор Ульяновской области</w:t>
      </w:r>
      <w:r>
        <w:rPr>
          <w:b/>
          <w:sz w:val="28"/>
          <w:szCs w:val="28"/>
        </w:rPr>
        <w:tab/>
      </w:r>
      <w:r w:rsidRPr="003053D5">
        <w:rPr>
          <w:b/>
          <w:sz w:val="28"/>
          <w:szCs w:val="28"/>
        </w:rPr>
        <w:t>С.И.Морозов</w:t>
      </w:r>
    </w:p>
    <w:p w:rsidR="0007463A" w:rsidRPr="00CE7E14" w:rsidRDefault="0007463A" w:rsidP="00CE7E14">
      <w:pPr>
        <w:jc w:val="center"/>
        <w:rPr>
          <w:sz w:val="16"/>
          <w:szCs w:val="28"/>
        </w:rPr>
      </w:pPr>
    </w:p>
    <w:p w:rsidR="0007463A" w:rsidRDefault="0007463A" w:rsidP="00CE7E14">
      <w:pPr>
        <w:jc w:val="center"/>
        <w:rPr>
          <w:sz w:val="28"/>
          <w:szCs w:val="28"/>
        </w:rPr>
      </w:pPr>
    </w:p>
    <w:p w:rsidR="0007463A" w:rsidRPr="00CE7E14" w:rsidRDefault="0007463A" w:rsidP="00CE7E14">
      <w:pPr>
        <w:jc w:val="center"/>
        <w:rPr>
          <w:sz w:val="28"/>
          <w:szCs w:val="28"/>
        </w:rPr>
      </w:pPr>
    </w:p>
    <w:p w:rsidR="0007463A" w:rsidRPr="003053D5" w:rsidRDefault="0007463A" w:rsidP="00CE7E14">
      <w:pPr>
        <w:jc w:val="center"/>
        <w:rPr>
          <w:sz w:val="28"/>
          <w:szCs w:val="28"/>
        </w:rPr>
      </w:pPr>
      <w:r w:rsidRPr="003053D5">
        <w:rPr>
          <w:sz w:val="28"/>
          <w:szCs w:val="28"/>
        </w:rPr>
        <w:t>г.</w:t>
      </w:r>
      <w:r>
        <w:rPr>
          <w:sz w:val="28"/>
          <w:szCs w:val="28"/>
        </w:rPr>
        <w:t xml:space="preserve"> </w:t>
      </w:r>
      <w:r w:rsidRPr="003053D5">
        <w:rPr>
          <w:sz w:val="28"/>
          <w:szCs w:val="28"/>
        </w:rPr>
        <w:t>Ульяновск</w:t>
      </w:r>
    </w:p>
    <w:p w:rsidR="0007463A" w:rsidRPr="003053D5" w:rsidRDefault="0007463A" w:rsidP="00CE7E14">
      <w:pPr>
        <w:jc w:val="center"/>
        <w:rPr>
          <w:sz w:val="28"/>
          <w:szCs w:val="28"/>
        </w:rPr>
      </w:pPr>
      <w:r>
        <w:rPr>
          <w:sz w:val="28"/>
          <w:szCs w:val="28"/>
        </w:rPr>
        <w:t>02</w:t>
      </w:r>
      <w:r w:rsidRPr="003053D5">
        <w:rPr>
          <w:sz w:val="28"/>
          <w:szCs w:val="28"/>
        </w:rPr>
        <w:t xml:space="preserve"> </w:t>
      </w:r>
      <w:r>
        <w:rPr>
          <w:sz w:val="28"/>
          <w:szCs w:val="28"/>
        </w:rPr>
        <w:t>декабря</w:t>
      </w:r>
      <w:r w:rsidRPr="003053D5">
        <w:rPr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2015 г"/>
        </w:smartTagPr>
        <w:r w:rsidRPr="003053D5">
          <w:rPr>
            <w:sz w:val="28"/>
            <w:szCs w:val="28"/>
          </w:rPr>
          <w:t>201</w:t>
        </w:r>
        <w:r>
          <w:rPr>
            <w:sz w:val="28"/>
            <w:szCs w:val="28"/>
          </w:rPr>
          <w:t>5</w:t>
        </w:r>
        <w:r w:rsidRPr="003053D5">
          <w:rPr>
            <w:sz w:val="28"/>
            <w:szCs w:val="28"/>
          </w:rPr>
          <w:t xml:space="preserve"> г</w:t>
        </w:r>
      </w:smartTag>
      <w:r w:rsidRPr="003053D5">
        <w:rPr>
          <w:sz w:val="28"/>
          <w:szCs w:val="28"/>
        </w:rPr>
        <w:t>.</w:t>
      </w:r>
    </w:p>
    <w:p w:rsidR="0007463A" w:rsidRPr="003053D5" w:rsidRDefault="0007463A" w:rsidP="00CE7E14">
      <w:pPr>
        <w:jc w:val="center"/>
        <w:rPr>
          <w:sz w:val="28"/>
          <w:szCs w:val="28"/>
        </w:rPr>
      </w:pPr>
      <w:r w:rsidRPr="003053D5">
        <w:rPr>
          <w:sz w:val="28"/>
          <w:szCs w:val="28"/>
        </w:rPr>
        <w:t>№</w:t>
      </w:r>
      <w:r>
        <w:rPr>
          <w:sz w:val="28"/>
          <w:szCs w:val="28"/>
        </w:rPr>
        <w:t xml:space="preserve"> 178</w:t>
      </w:r>
      <w:r w:rsidRPr="003053D5">
        <w:rPr>
          <w:sz w:val="28"/>
          <w:szCs w:val="28"/>
        </w:rPr>
        <w:t>-ЗО</w:t>
      </w:r>
    </w:p>
    <w:sectPr w:rsidR="0007463A" w:rsidRPr="003053D5" w:rsidSect="00365C03">
      <w:headerReference w:type="default" r:id="rId8"/>
      <w:footerReference w:type="first" r:id="rId9"/>
      <w:pgSz w:w="11905" w:h="16838" w:code="9"/>
      <w:pgMar w:top="1134" w:right="680" w:bottom="1134" w:left="1418" w:header="709" w:footer="709" w:gutter="0"/>
      <w:cols w:space="720"/>
      <w:noEndnote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7463A" w:rsidRDefault="0007463A" w:rsidP="009A2E8E">
      <w:r>
        <w:separator/>
      </w:r>
    </w:p>
  </w:endnote>
  <w:endnote w:type="continuationSeparator" w:id="0">
    <w:p w:rsidR="0007463A" w:rsidRDefault="0007463A" w:rsidP="009A2E8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MS Mincho">
    <w:altName w:val="?l?r ??Ѓfc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463A" w:rsidRPr="00CE7E14" w:rsidRDefault="0007463A" w:rsidP="00CE7E14">
    <w:pPr>
      <w:pStyle w:val="Footer"/>
      <w:jc w:val="right"/>
      <w:rPr>
        <w:sz w:val="16"/>
      </w:rPr>
    </w:pPr>
    <w:r w:rsidRPr="00CE7E14">
      <w:rPr>
        <w:sz w:val="16"/>
      </w:rPr>
      <w:t>2910ка1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7463A" w:rsidRDefault="0007463A" w:rsidP="009A2E8E">
      <w:r>
        <w:separator/>
      </w:r>
    </w:p>
  </w:footnote>
  <w:footnote w:type="continuationSeparator" w:id="0">
    <w:p w:rsidR="0007463A" w:rsidRDefault="0007463A" w:rsidP="009A2E8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463A" w:rsidRPr="00BB4DF0" w:rsidRDefault="0007463A">
    <w:pPr>
      <w:pStyle w:val="Header"/>
      <w:jc w:val="center"/>
      <w:rPr>
        <w:sz w:val="28"/>
      </w:rPr>
    </w:pPr>
    <w:r w:rsidRPr="00BB4DF0">
      <w:rPr>
        <w:sz w:val="28"/>
      </w:rPr>
      <w:fldChar w:fldCharType="begin"/>
    </w:r>
    <w:r w:rsidRPr="00BB4DF0">
      <w:rPr>
        <w:sz w:val="28"/>
      </w:rPr>
      <w:instrText xml:space="preserve"> PAGE   \* MERGEFORMAT </w:instrText>
    </w:r>
    <w:r w:rsidRPr="00BB4DF0">
      <w:rPr>
        <w:sz w:val="28"/>
      </w:rPr>
      <w:fldChar w:fldCharType="separate"/>
    </w:r>
    <w:r>
      <w:rPr>
        <w:noProof/>
        <w:sz w:val="28"/>
      </w:rPr>
      <w:t>2</w:t>
    </w:r>
    <w:r w:rsidRPr="00BB4DF0">
      <w:rPr>
        <w:sz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0A31EC"/>
    <w:multiLevelType w:val="hybridMultilevel"/>
    <w:tmpl w:val="7CA403E2"/>
    <w:lvl w:ilvl="0" w:tplc="9A507852">
      <w:start w:val="1"/>
      <w:numFmt w:val="decimal"/>
      <w:lvlText w:val="%1)"/>
      <w:lvlJc w:val="left"/>
      <w:pPr>
        <w:ind w:left="89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5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1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A5166"/>
    <w:rsid w:val="00000374"/>
    <w:rsid w:val="000009E8"/>
    <w:rsid w:val="00001018"/>
    <w:rsid w:val="00001383"/>
    <w:rsid w:val="00001982"/>
    <w:rsid w:val="00001C1D"/>
    <w:rsid w:val="00001E09"/>
    <w:rsid w:val="000027A6"/>
    <w:rsid w:val="00002B7A"/>
    <w:rsid w:val="000035A2"/>
    <w:rsid w:val="00003CEB"/>
    <w:rsid w:val="00003E7B"/>
    <w:rsid w:val="0000478E"/>
    <w:rsid w:val="00004AED"/>
    <w:rsid w:val="00004DC8"/>
    <w:rsid w:val="00005AC9"/>
    <w:rsid w:val="00005BD2"/>
    <w:rsid w:val="0000604A"/>
    <w:rsid w:val="00006431"/>
    <w:rsid w:val="00006F5C"/>
    <w:rsid w:val="000072BA"/>
    <w:rsid w:val="00007F79"/>
    <w:rsid w:val="00010492"/>
    <w:rsid w:val="000110D1"/>
    <w:rsid w:val="000111CA"/>
    <w:rsid w:val="0001197D"/>
    <w:rsid w:val="00011DFB"/>
    <w:rsid w:val="0001208C"/>
    <w:rsid w:val="000123B8"/>
    <w:rsid w:val="0001259A"/>
    <w:rsid w:val="000142C9"/>
    <w:rsid w:val="00014D57"/>
    <w:rsid w:val="00015268"/>
    <w:rsid w:val="00015DF6"/>
    <w:rsid w:val="000160B5"/>
    <w:rsid w:val="00016A5C"/>
    <w:rsid w:val="00016E6C"/>
    <w:rsid w:val="00017299"/>
    <w:rsid w:val="000176C9"/>
    <w:rsid w:val="00020892"/>
    <w:rsid w:val="000208F0"/>
    <w:rsid w:val="00020E24"/>
    <w:rsid w:val="00021758"/>
    <w:rsid w:val="00021A19"/>
    <w:rsid w:val="000222E2"/>
    <w:rsid w:val="00022D6D"/>
    <w:rsid w:val="00022FC7"/>
    <w:rsid w:val="00024147"/>
    <w:rsid w:val="00024448"/>
    <w:rsid w:val="0002520A"/>
    <w:rsid w:val="000256E9"/>
    <w:rsid w:val="00025751"/>
    <w:rsid w:val="000257CA"/>
    <w:rsid w:val="00025B18"/>
    <w:rsid w:val="00027056"/>
    <w:rsid w:val="00027321"/>
    <w:rsid w:val="000273E7"/>
    <w:rsid w:val="000278B5"/>
    <w:rsid w:val="00030139"/>
    <w:rsid w:val="000302F3"/>
    <w:rsid w:val="00030436"/>
    <w:rsid w:val="00031245"/>
    <w:rsid w:val="0003176C"/>
    <w:rsid w:val="00031E5B"/>
    <w:rsid w:val="00033524"/>
    <w:rsid w:val="00033E12"/>
    <w:rsid w:val="00034151"/>
    <w:rsid w:val="00034C59"/>
    <w:rsid w:val="00035091"/>
    <w:rsid w:val="0003664C"/>
    <w:rsid w:val="00036AF5"/>
    <w:rsid w:val="0003744A"/>
    <w:rsid w:val="00040366"/>
    <w:rsid w:val="00040416"/>
    <w:rsid w:val="00040E81"/>
    <w:rsid w:val="00041043"/>
    <w:rsid w:val="0004169A"/>
    <w:rsid w:val="00041C16"/>
    <w:rsid w:val="000427CA"/>
    <w:rsid w:val="0004293B"/>
    <w:rsid w:val="00042A2C"/>
    <w:rsid w:val="00042EBF"/>
    <w:rsid w:val="00043B40"/>
    <w:rsid w:val="00044A3F"/>
    <w:rsid w:val="00044DF3"/>
    <w:rsid w:val="00045094"/>
    <w:rsid w:val="00045310"/>
    <w:rsid w:val="00045D55"/>
    <w:rsid w:val="00045D97"/>
    <w:rsid w:val="00045F5F"/>
    <w:rsid w:val="0004666A"/>
    <w:rsid w:val="00046897"/>
    <w:rsid w:val="00046C00"/>
    <w:rsid w:val="00047DF1"/>
    <w:rsid w:val="00051615"/>
    <w:rsid w:val="00053ADE"/>
    <w:rsid w:val="00053E91"/>
    <w:rsid w:val="00054458"/>
    <w:rsid w:val="00054E68"/>
    <w:rsid w:val="00055219"/>
    <w:rsid w:val="0005559B"/>
    <w:rsid w:val="00055DEA"/>
    <w:rsid w:val="000561DF"/>
    <w:rsid w:val="00056205"/>
    <w:rsid w:val="00056AEC"/>
    <w:rsid w:val="00056B76"/>
    <w:rsid w:val="00056DE6"/>
    <w:rsid w:val="00056F77"/>
    <w:rsid w:val="00057066"/>
    <w:rsid w:val="0005782B"/>
    <w:rsid w:val="00057852"/>
    <w:rsid w:val="00057A95"/>
    <w:rsid w:val="00057BFB"/>
    <w:rsid w:val="000611AE"/>
    <w:rsid w:val="00061366"/>
    <w:rsid w:val="00061CC9"/>
    <w:rsid w:val="00061D86"/>
    <w:rsid w:val="000629FA"/>
    <w:rsid w:val="00062D28"/>
    <w:rsid w:val="0006318A"/>
    <w:rsid w:val="000633C9"/>
    <w:rsid w:val="00063ABC"/>
    <w:rsid w:val="00065595"/>
    <w:rsid w:val="00065EF1"/>
    <w:rsid w:val="00066232"/>
    <w:rsid w:val="00066BB2"/>
    <w:rsid w:val="00066CB0"/>
    <w:rsid w:val="00066F63"/>
    <w:rsid w:val="000673D1"/>
    <w:rsid w:val="000706AE"/>
    <w:rsid w:val="000708AC"/>
    <w:rsid w:val="00071206"/>
    <w:rsid w:val="000718F0"/>
    <w:rsid w:val="00071DEF"/>
    <w:rsid w:val="000723C5"/>
    <w:rsid w:val="00072759"/>
    <w:rsid w:val="00072A45"/>
    <w:rsid w:val="00072CE4"/>
    <w:rsid w:val="000730A3"/>
    <w:rsid w:val="00073E23"/>
    <w:rsid w:val="0007463A"/>
    <w:rsid w:val="0007633C"/>
    <w:rsid w:val="0007758C"/>
    <w:rsid w:val="00077AD6"/>
    <w:rsid w:val="0008029F"/>
    <w:rsid w:val="00080914"/>
    <w:rsid w:val="000816CC"/>
    <w:rsid w:val="00081CC8"/>
    <w:rsid w:val="00082B91"/>
    <w:rsid w:val="00083202"/>
    <w:rsid w:val="0008397E"/>
    <w:rsid w:val="00084380"/>
    <w:rsid w:val="0008476C"/>
    <w:rsid w:val="00085186"/>
    <w:rsid w:val="000856EE"/>
    <w:rsid w:val="00085A39"/>
    <w:rsid w:val="00086015"/>
    <w:rsid w:val="000869BB"/>
    <w:rsid w:val="00086D04"/>
    <w:rsid w:val="00087979"/>
    <w:rsid w:val="00090473"/>
    <w:rsid w:val="00091CD4"/>
    <w:rsid w:val="00091F07"/>
    <w:rsid w:val="000931B6"/>
    <w:rsid w:val="00093241"/>
    <w:rsid w:val="000933C4"/>
    <w:rsid w:val="000935BF"/>
    <w:rsid w:val="000938E2"/>
    <w:rsid w:val="00093A21"/>
    <w:rsid w:val="00093A54"/>
    <w:rsid w:val="00093D7A"/>
    <w:rsid w:val="00094C4E"/>
    <w:rsid w:val="00094FAD"/>
    <w:rsid w:val="00095988"/>
    <w:rsid w:val="00096782"/>
    <w:rsid w:val="00096B98"/>
    <w:rsid w:val="00097592"/>
    <w:rsid w:val="00097721"/>
    <w:rsid w:val="00097BF8"/>
    <w:rsid w:val="000A0091"/>
    <w:rsid w:val="000A00CC"/>
    <w:rsid w:val="000A1387"/>
    <w:rsid w:val="000A1B76"/>
    <w:rsid w:val="000A39B8"/>
    <w:rsid w:val="000A3EA7"/>
    <w:rsid w:val="000A3F6E"/>
    <w:rsid w:val="000A4236"/>
    <w:rsid w:val="000A48CE"/>
    <w:rsid w:val="000A4984"/>
    <w:rsid w:val="000A4CE2"/>
    <w:rsid w:val="000A52E7"/>
    <w:rsid w:val="000A5944"/>
    <w:rsid w:val="000A5ED7"/>
    <w:rsid w:val="000A5FA3"/>
    <w:rsid w:val="000A6E80"/>
    <w:rsid w:val="000A71E9"/>
    <w:rsid w:val="000A7756"/>
    <w:rsid w:val="000B1177"/>
    <w:rsid w:val="000B1F49"/>
    <w:rsid w:val="000B1F6E"/>
    <w:rsid w:val="000B2127"/>
    <w:rsid w:val="000B2159"/>
    <w:rsid w:val="000B287D"/>
    <w:rsid w:val="000B3386"/>
    <w:rsid w:val="000B47E5"/>
    <w:rsid w:val="000B498E"/>
    <w:rsid w:val="000B560A"/>
    <w:rsid w:val="000B5744"/>
    <w:rsid w:val="000B62DD"/>
    <w:rsid w:val="000B7341"/>
    <w:rsid w:val="000C0DFD"/>
    <w:rsid w:val="000C11CB"/>
    <w:rsid w:val="000C1831"/>
    <w:rsid w:val="000C1E21"/>
    <w:rsid w:val="000C23E5"/>
    <w:rsid w:val="000C2E9D"/>
    <w:rsid w:val="000C3C74"/>
    <w:rsid w:val="000C3D4A"/>
    <w:rsid w:val="000C4183"/>
    <w:rsid w:val="000C4413"/>
    <w:rsid w:val="000C4DFE"/>
    <w:rsid w:val="000C4E93"/>
    <w:rsid w:val="000C5844"/>
    <w:rsid w:val="000C58B4"/>
    <w:rsid w:val="000C60ED"/>
    <w:rsid w:val="000C6280"/>
    <w:rsid w:val="000C6283"/>
    <w:rsid w:val="000C6758"/>
    <w:rsid w:val="000C7684"/>
    <w:rsid w:val="000C7A59"/>
    <w:rsid w:val="000C7B7D"/>
    <w:rsid w:val="000C7F20"/>
    <w:rsid w:val="000D0B02"/>
    <w:rsid w:val="000D0B94"/>
    <w:rsid w:val="000D0EA2"/>
    <w:rsid w:val="000D0EC5"/>
    <w:rsid w:val="000D1242"/>
    <w:rsid w:val="000D13D1"/>
    <w:rsid w:val="000D16CD"/>
    <w:rsid w:val="000D1849"/>
    <w:rsid w:val="000D2DA5"/>
    <w:rsid w:val="000D32A9"/>
    <w:rsid w:val="000D32E2"/>
    <w:rsid w:val="000D346B"/>
    <w:rsid w:val="000D3498"/>
    <w:rsid w:val="000D3828"/>
    <w:rsid w:val="000D3A7D"/>
    <w:rsid w:val="000D4FF1"/>
    <w:rsid w:val="000D6941"/>
    <w:rsid w:val="000D6C52"/>
    <w:rsid w:val="000D6DD1"/>
    <w:rsid w:val="000D708C"/>
    <w:rsid w:val="000D7295"/>
    <w:rsid w:val="000D7633"/>
    <w:rsid w:val="000E0CF1"/>
    <w:rsid w:val="000E0ED4"/>
    <w:rsid w:val="000E0FE7"/>
    <w:rsid w:val="000E1235"/>
    <w:rsid w:val="000E15B3"/>
    <w:rsid w:val="000E1DC0"/>
    <w:rsid w:val="000E1F84"/>
    <w:rsid w:val="000E3810"/>
    <w:rsid w:val="000E3BC6"/>
    <w:rsid w:val="000E59E6"/>
    <w:rsid w:val="000E5A94"/>
    <w:rsid w:val="000E61E5"/>
    <w:rsid w:val="000E6288"/>
    <w:rsid w:val="000E629C"/>
    <w:rsid w:val="000E66C1"/>
    <w:rsid w:val="000E69CC"/>
    <w:rsid w:val="000E6A3E"/>
    <w:rsid w:val="000E6BCD"/>
    <w:rsid w:val="000E706A"/>
    <w:rsid w:val="000E77BE"/>
    <w:rsid w:val="000E7B49"/>
    <w:rsid w:val="000E7D57"/>
    <w:rsid w:val="000E7E12"/>
    <w:rsid w:val="000F0573"/>
    <w:rsid w:val="000F05D3"/>
    <w:rsid w:val="000F087E"/>
    <w:rsid w:val="000F09E4"/>
    <w:rsid w:val="000F0E82"/>
    <w:rsid w:val="000F1D7A"/>
    <w:rsid w:val="000F2BDA"/>
    <w:rsid w:val="000F352B"/>
    <w:rsid w:val="000F36B1"/>
    <w:rsid w:val="000F3772"/>
    <w:rsid w:val="000F3C65"/>
    <w:rsid w:val="000F3E82"/>
    <w:rsid w:val="000F4379"/>
    <w:rsid w:val="000F47DB"/>
    <w:rsid w:val="000F4B2E"/>
    <w:rsid w:val="000F4C2D"/>
    <w:rsid w:val="000F75AE"/>
    <w:rsid w:val="000F769F"/>
    <w:rsid w:val="000F78C6"/>
    <w:rsid w:val="000F7D8D"/>
    <w:rsid w:val="0010020A"/>
    <w:rsid w:val="001002F6"/>
    <w:rsid w:val="00100A41"/>
    <w:rsid w:val="00101622"/>
    <w:rsid w:val="001018DE"/>
    <w:rsid w:val="0010225B"/>
    <w:rsid w:val="00102B8E"/>
    <w:rsid w:val="00103B52"/>
    <w:rsid w:val="001046B8"/>
    <w:rsid w:val="00104A74"/>
    <w:rsid w:val="001051A8"/>
    <w:rsid w:val="00105AFC"/>
    <w:rsid w:val="00105CF5"/>
    <w:rsid w:val="00105EF8"/>
    <w:rsid w:val="001064B8"/>
    <w:rsid w:val="00107B0A"/>
    <w:rsid w:val="00107B5B"/>
    <w:rsid w:val="00110408"/>
    <w:rsid w:val="0011041C"/>
    <w:rsid w:val="00110A36"/>
    <w:rsid w:val="00111D94"/>
    <w:rsid w:val="001121AB"/>
    <w:rsid w:val="001130DA"/>
    <w:rsid w:val="0011317B"/>
    <w:rsid w:val="001136D5"/>
    <w:rsid w:val="00113D02"/>
    <w:rsid w:val="0011404D"/>
    <w:rsid w:val="001144F9"/>
    <w:rsid w:val="00115839"/>
    <w:rsid w:val="0011636C"/>
    <w:rsid w:val="00116FD9"/>
    <w:rsid w:val="001171FC"/>
    <w:rsid w:val="00117E3D"/>
    <w:rsid w:val="001208E8"/>
    <w:rsid w:val="00121236"/>
    <w:rsid w:val="00122386"/>
    <w:rsid w:val="00122760"/>
    <w:rsid w:val="001233B9"/>
    <w:rsid w:val="00123D5E"/>
    <w:rsid w:val="00124034"/>
    <w:rsid w:val="001243C5"/>
    <w:rsid w:val="00125207"/>
    <w:rsid w:val="00125305"/>
    <w:rsid w:val="00125DF8"/>
    <w:rsid w:val="0012682A"/>
    <w:rsid w:val="001270BC"/>
    <w:rsid w:val="00127120"/>
    <w:rsid w:val="00127D43"/>
    <w:rsid w:val="00130698"/>
    <w:rsid w:val="00131C14"/>
    <w:rsid w:val="00132196"/>
    <w:rsid w:val="00132F19"/>
    <w:rsid w:val="001333B1"/>
    <w:rsid w:val="001334A4"/>
    <w:rsid w:val="00134443"/>
    <w:rsid w:val="001344DE"/>
    <w:rsid w:val="0013452A"/>
    <w:rsid w:val="0013548E"/>
    <w:rsid w:val="0013641E"/>
    <w:rsid w:val="00140A32"/>
    <w:rsid w:val="001414E5"/>
    <w:rsid w:val="00141A11"/>
    <w:rsid w:val="00141B44"/>
    <w:rsid w:val="00141EE2"/>
    <w:rsid w:val="00142AED"/>
    <w:rsid w:val="00142D08"/>
    <w:rsid w:val="00143569"/>
    <w:rsid w:val="00143727"/>
    <w:rsid w:val="001437C3"/>
    <w:rsid w:val="00143B9E"/>
    <w:rsid w:val="001442A0"/>
    <w:rsid w:val="001445C7"/>
    <w:rsid w:val="00144E30"/>
    <w:rsid w:val="001454FB"/>
    <w:rsid w:val="00145FA1"/>
    <w:rsid w:val="001463DC"/>
    <w:rsid w:val="001469E9"/>
    <w:rsid w:val="00146B32"/>
    <w:rsid w:val="00146D06"/>
    <w:rsid w:val="00146FF8"/>
    <w:rsid w:val="00147B8F"/>
    <w:rsid w:val="00147E10"/>
    <w:rsid w:val="001502A8"/>
    <w:rsid w:val="0015054B"/>
    <w:rsid w:val="00150E6B"/>
    <w:rsid w:val="001515FF"/>
    <w:rsid w:val="001516C1"/>
    <w:rsid w:val="00151B9F"/>
    <w:rsid w:val="001522C6"/>
    <w:rsid w:val="0015232B"/>
    <w:rsid w:val="001525B9"/>
    <w:rsid w:val="001530FA"/>
    <w:rsid w:val="00153417"/>
    <w:rsid w:val="00153EFC"/>
    <w:rsid w:val="00154258"/>
    <w:rsid w:val="00154585"/>
    <w:rsid w:val="00154B9E"/>
    <w:rsid w:val="00155A95"/>
    <w:rsid w:val="00155CBB"/>
    <w:rsid w:val="001561D9"/>
    <w:rsid w:val="00156DE9"/>
    <w:rsid w:val="001571AD"/>
    <w:rsid w:val="0015720B"/>
    <w:rsid w:val="001573C9"/>
    <w:rsid w:val="001575F7"/>
    <w:rsid w:val="00157B59"/>
    <w:rsid w:val="00160919"/>
    <w:rsid w:val="00160B18"/>
    <w:rsid w:val="00160EDC"/>
    <w:rsid w:val="001613AB"/>
    <w:rsid w:val="00161DB0"/>
    <w:rsid w:val="00162206"/>
    <w:rsid w:val="00162399"/>
    <w:rsid w:val="001632DF"/>
    <w:rsid w:val="00163F2F"/>
    <w:rsid w:val="001641CF"/>
    <w:rsid w:val="00164EB2"/>
    <w:rsid w:val="001650B0"/>
    <w:rsid w:val="00165103"/>
    <w:rsid w:val="0016551C"/>
    <w:rsid w:val="001658FB"/>
    <w:rsid w:val="00165D97"/>
    <w:rsid w:val="001669DB"/>
    <w:rsid w:val="001672BC"/>
    <w:rsid w:val="001673BC"/>
    <w:rsid w:val="0016743B"/>
    <w:rsid w:val="0016756A"/>
    <w:rsid w:val="00170102"/>
    <w:rsid w:val="001704BD"/>
    <w:rsid w:val="00170522"/>
    <w:rsid w:val="00170586"/>
    <w:rsid w:val="001707DF"/>
    <w:rsid w:val="00170A07"/>
    <w:rsid w:val="00170BC2"/>
    <w:rsid w:val="00170F44"/>
    <w:rsid w:val="00171818"/>
    <w:rsid w:val="00171E31"/>
    <w:rsid w:val="001721D3"/>
    <w:rsid w:val="0017353A"/>
    <w:rsid w:val="00174C7C"/>
    <w:rsid w:val="00175BC1"/>
    <w:rsid w:val="00175CF6"/>
    <w:rsid w:val="001767AF"/>
    <w:rsid w:val="001768D4"/>
    <w:rsid w:val="00176FA3"/>
    <w:rsid w:val="00177025"/>
    <w:rsid w:val="001773B3"/>
    <w:rsid w:val="00177B01"/>
    <w:rsid w:val="00177BFC"/>
    <w:rsid w:val="00177E49"/>
    <w:rsid w:val="001800D7"/>
    <w:rsid w:val="00180326"/>
    <w:rsid w:val="00180AB3"/>
    <w:rsid w:val="00180B43"/>
    <w:rsid w:val="00180D30"/>
    <w:rsid w:val="00181AF7"/>
    <w:rsid w:val="0018265C"/>
    <w:rsid w:val="001827D6"/>
    <w:rsid w:val="00183A89"/>
    <w:rsid w:val="00184621"/>
    <w:rsid w:val="0018471B"/>
    <w:rsid w:val="001851C4"/>
    <w:rsid w:val="00185550"/>
    <w:rsid w:val="00186721"/>
    <w:rsid w:val="00186A7D"/>
    <w:rsid w:val="00186E66"/>
    <w:rsid w:val="001875D9"/>
    <w:rsid w:val="001875F7"/>
    <w:rsid w:val="0018787C"/>
    <w:rsid w:val="00191343"/>
    <w:rsid w:val="001925BD"/>
    <w:rsid w:val="00192658"/>
    <w:rsid w:val="00193056"/>
    <w:rsid w:val="00193EDE"/>
    <w:rsid w:val="001944F4"/>
    <w:rsid w:val="00194868"/>
    <w:rsid w:val="00194C97"/>
    <w:rsid w:val="00195450"/>
    <w:rsid w:val="001955C1"/>
    <w:rsid w:val="001957B4"/>
    <w:rsid w:val="00195D10"/>
    <w:rsid w:val="00195D3D"/>
    <w:rsid w:val="00195DB3"/>
    <w:rsid w:val="00196065"/>
    <w:rsid w:val="00196E82"/>
    <w:rsid w:val="00196F3D"/>
    <w:rsid w:val="0019717A"/>
    <w:rsid w:val="00197396"/>
    <w:rsid w:val="001A0452"/>
    <w:rsid w:val="001A0616"/>
    <w:rsid w:val="001A0D0E"/>
    <w:rsid w:val="001A0E8E"/>
    <w:rsid w:val="001A10B8"/>
    <w:rsid w:val="001A142C"/>
    <w:rsid w:val="001A21BD"/>
    <w:rsid w:val="001A23E5"/>
    <w:rsid w:val="001A25E0"/>
    <w:rsid w:val="001A2C80"/>
    <w:rsid w:val="001A33E2"/>
    <w:rsid w:val="001A347B"/>
    <w:rsid w:val="001A360D"/>
    <w:rsid w:val="001A3D93"/>
    <w:rsid w:val="001A4470"/>
    <w:rsid w:val="001A4FCA"/>
    <w:rsid w:val="001A5129"/>
    <w:rsid w:val="001A5169"/>
    <w:rsid w:val="001A57E1"/>
    <w:rsid w:val="001A57F0"/>
    <w:rsid w:val="001A5AE7"/>
    <w:rsid w:val="001A61F8"/>
    <w:rsid w:val="001A68D0"/>
    <w:rsid w:val="001A6FFD"/>
    <w:rsid w:val="001A79DD"/>
    <w:rsid w:val="001B0E06"/>
    <w:rsid w:val="001B0F36"/>
    <w:rsid w:val="001B20D6"/>
    <w:rsid w:val="001B2658"/>
    <w:rsid w:val="001B272B"/>
    <w:rsid w:val="001B2740"/>
    <w:rsid w:val="001B3347"/>
    <w:rsid w:val="001B3495"/>
    <w:rsid w:val="001B38A8"/>
    <w:rsid w:val="001B3C6B"/>
    <w:rsid w:val="001B3E1F"/>
    <w:rsid w:val="001B56CE"/>
    <w:rsid w:val="001B577C"/>
    <w:rsid w:val="001B59D0"/>
    <w:rsid w:val="001B5EF0"/>
    <w:rsid w:val="001B5F37"/>
    <w:rsid w:val="001B6429"/>
    <w:rsid w:val="001B64AF"/>
    <w:rsid w:val="001B747E"/>
    <w:rsid w:val="001B7ABB"/>
    <w:rsid w:val="001C063E"/>
    <w:rsid w:val="001C0CA8"/>
    <w:rsid w:val="001C11B6"/>
    <w:rsid w:val="001C14A3"/>
    <w:rsid w:val="001C16D4"/>
    <w:rsid w:val="001C2205"/>
    <w:rsid w:val="001C3C01"/>
    <w:rsid w:val="001C4042"/>
    <w:rsid w:val="001C448D"/>
    <w:rsid w:val="001C5AB7"/>
    <w:rsid w:val="001C6954"/>
    <w:rsid w:val="001C699C"/>
    <w:rsid w:val="001C716E"/>
    <w:rsid w:val="001C7425"/>
    <w:rsid w:val="001C782C"/>
    <w:rsid w:val="001D075D"/>
    <w:rsid w:val="001D0A25"/>
    <w:rsid w:val="001D1618"/>
    <w:rsid w:val="001D2D0A"/>
    <w:rsid w:val="001D321D"/>
    <w:rsid w:val="001D3B37"/>
    <w:rsid w:val="001D476D"/>
    <w:rsid w:val="001D5561"/>
    <w:rsid w:val="001D59B6"/>
    <w:rsid w:val="001D5FD2"/>
    <w:rsid w:val="001D6019"/>
    <w:rsid w:val="001D6070"/>
    <w:rsid w:val="001D62BC"/>
    <w:rsid w:val="001D7A82"/>
    <w:rsid w:val="001E0062"/>
    <w:rsid w:val="001E02CF"/>
    <w:rsid w:val="001E09F7"/>
    <w:rsid w:val="001E0BE7"/>
    <w:rsid w:val="001E1673"/>
    <w:rsid w:val="001E1A55"/>
    <w:rsid w:val="001E245F"/>
    <w:rsid w:val="001E29A7"/>
    <w:rsid w:val="001E29CB"/>
    <w:rsid w:val="001E423C"/>
    <w:rsid w:val="001E53A2"/>
    <w:rsid w:val="001E562C"/>
    <w:rsid w:val="001E5B4C"/>
    <w:rsid w:val="001E6938"/>
    <w:rsid w:val="001E69F6"/>
    <w:rsid w:val="001E6E5D"/>
    <w:rsid w:val="001E6F2F"/>
    <w:rsid w:val="001E71B2"/>
    <w:rsid w:val="001E75F3"/>
    <w:rsid w:val="001F0B8A"/>
    <w:rsid w:val="001F0CDD"/>
    <w:rsid w:val="001F0EF4"/>
    <w:rsid w:val="001F158B"/>
    <w:rsid w:val="001F1E2E"/>
    <w:rsid w:val="001F3BE5"/>
    <w:rsid w:val="001F4D03"/>
    <w:rsid w:val="001F5A3C"/>
    <w:rsid w:val="001F76E1"/>
    <w:rsid w:val="00200BF0"/>
    <w:rsid w:val="00200E53"/>
    <w:rsid w:val="00201252"/>
    <w:rsid w:val="00201543"/>
    <w:rsid w:val="00202058"/>
    <w:rsid w:val="002022EF"/>
    <w:rsid w:val="00202481"/>
    <w:rsid w:val="00202AA4"/>
    <w:rsid w:val="002042BE"/>
    <w:rsid w:val="002042D7"/>
    <w:rsid w:val="00204497"/>
    <w:rsid w:val="00204674"/>
    <w:rsid w:val="002046A4"/>
    <w:rsid w:val="00204A89"/>
    <w:rsid w:val="00204F29"/>
    <w:rsid w:val="0020598B"/>
    <w:rsid w:val="00205AEE"/>
    <w:rsid w:val="00205E1B"/>
    <w:rsid w:val="00206652"/>
    <w:rsid w:val="002066DA"/>
    <w:rsid w:val="002067FB"/>
    <w:rsid w:val="00206997"/>
    <w:rsid w:val="00206F08"/>
    <w:rsid w:val="002079A7"/>
    <w:rsid w:val="00207A7A"/>
    <w:rsid w:val="002105D8"/>
    <w:rsid w:val="00210743"/>
    <w:rsid w:val="00210879"/>
    <w:rsid w:val="00210B98"/>
    <w:rsid w:val="00210D12"/>
    <w:rsid w:val="00211D62"/>
    <w:rsid w:val="00211F16"/>
    <w:rsid w:val="002124C0"/>
    <w:rsid w:val="002125ED"/>
    <w:rsid w:val="00212659"/>
    <w:rsid w:val="00212964"/>
    <w:rsid w:val="00213F82"/>
    <w:rsid w:val="002148BA"/>
    <w:rsid w:val="0021554E"/>
    <w:rsid w:val="00215CA3"/>
    <w:rsid w:val="002166A1"/>
    <w:rsid w:val="00216A39"/>
    <w:rsid w:val="00216BE0"/>
    <w:rsid w:val="002171DD"/>
    <w:rsid w:val="0022056F"/>
    <w:rsid w:val="00220DF9"/>
    <w:rsid w:val="00221CB3"/>
    <w:rsid w:val="00222EC1"/>
    <w:rsid w:val="00223297"/>
    <w:rsid w:val="002240A7"/>
    <w:rsid w:val="002249AC"/>
    <w:rsid w:val="00224BD5"/>
    <w:rsid w:val="00224F21"/>
    <w:rsid w:val="002250AA"/>
    <w:rsid w:val="002255D9"/>
    <w:rsid w:val="00225672"/>
    <w:rsid w:val="00226494"/>
    <w:rsid w:val="002275CE"/>
    <w:rsid w:val="00227967"/>
    <w:rsid w:val="00230B89"/>
    <w:rsid w:val="00230C12"/>
    <w:rsid w:val="00230F3B"/>
    <w:rsid w:val="0023156F"/>
    <w:rsid w:val="00232204"/>
    <w:rsid w:val="0023274C"/>
    <w:rsid w:val="002329A8"/>
    <w:rsid w:val="00233584"/>
    <w:rsid w:val="00233CF8"/>
    <w:rsid w:val="00234072"/>
    <w:rsid w:val="00234771"/>
    <w:rsid w:val="002363BD"/>
    <w:rsid w:val="0024014F"/>
    <w:rsid w:val="002409FC"/>
    <w:rsid w:val="00241015"/>
    <w:rsid w:val="0024141B"/>
    <w:rsid w:val="00242483"/>
    <w:rsid w:val="00243ABD"/>
    <w:rsid w:val="0024411A"/>
    <w:rsid w:val="002443A3"/>
    <w:rsid w:val="002452FB"/>
    <w:rsid w:val="00245C25"/>
    <w:rsid w:val="00245DF1"/>
    <w:rsid w:val="00245F1F"/>
    <w:rsid w:val="00245FB1"/>
    <w:rsid w:val="00246BA4"/>
    <w:rsid w:val="00246CB1"/>
    <w:rsid w:val="00246DCE"/>
    <w:rsid w:val="00246EEE"/>
    <w:rsid w:val="00250A17"/>
    <w:rsid w:val="00250AC9"/>
    <w:rsid w:val="002515AB"/>
    <w:rsid w:val="002516A9"/>
    <w:rsid w:val="00251C10"/>
    <w:rsid w:val="00251C7F"/>
    <w:rsid w:val="00251E18"/>
    <w:rsid w:val="0025315C"/>
    <w:rsid w:val="0025337E"/>
    <w:rsid w:val="00253FAD"/>
    <w:rsid w:val="00253FB9"/>
    <w:rsid w:val="0025402A"/>
    <w:rsid w:val="002541F9"/>
    <w:rsid w:val="002542D5"/>
    <w:rsid w:val="002549ED"/>
    <w:rsid w:val="002553FE"/>
    <w:rsid w:val="00255586"/>
    <w:rsid w:val="00255937"/>
    <w:rsid w:val="00255B03"/>
    <w:rsid w:val="0025679B"/>
    <w:rsid w:val="00256BA8"/>
    <w:rsid w:val="00256F33"/>
    <w:rsid w:val="0025716D"/>
    <w:rsid w:val="002571C0"/>
    <w:rsid w:val="002600E9"/>
    <w:rsid w:val="002605C5"/>
    <w:rsid w:val="00260B6B"/>
    <w:rsid w:val="0026165E"/>
    <w:rsid w:val="00261F45"/>
    <w:rsid w:val="0026240C"/>
    <w:rsid w:val="002628EF"/>
    <w:rsid w:val="00264B36"/>
    <w:rsid w:val="00264F92"/>
    <w:rsid w:val="002652EC"/>
    <w:rsid w:val="00265BBB"/>
    <w:rsid w:val="002661E3"/>
    <w:rsid w:val="002670BD"/>
    <w:rsid w:val="00267DC9"/>
    <w:rsid w:val="00270280"/>
    <w:rsid w:val="0027083D"/>
    <w:rsid w:val="00270F65"/>
    <w:rsid w:val="002710FD"/>
    <w:rsid w:val="00272340"/>
    <w:rsid w:val="00272A47"/>
    <w:rsid w:val="0027319A"/>
    <w:rsid w:val="00273C31"/>
    <w:rsid w:val="002741BA"/>
    <w:rsid w:val="00274354"/>
    <w:rsid w:val="00274713"/>
    <w:rsid w:val="00274729"/>
    <w:rsid w:val="002756BA"/>
    <w:rsid w:val="00275FE6"/>
    <w:rsid w:val="002761AD"/>
    <w:rsid w:val="00276392"/>
    <w:rsid w:val="00276B9A"/>
    <w:rsid w:val="00276BC8"/>
    <w:rsid w:val="00276CF8"/>
    <w:rsid w:val="002773A0"/>
    <w:rsid w:val="002776D4"/>
    <w:rsid w:val="00277E62"/>
    <w:rsid w:val="00277FE5"/>
    <w:rsid w:val="0028008E"/>
    <w:rsid w:val="002800DB"/>
    <w:rsid w:val="002801A7"/>
    <w:rsid w:val="002802C4"/>
    <w:rsid w:val="0028117C"/>
    <w:rsid w:val="002811E2"/>
    <w:rsid w:val="0028135B"/>
    <w:rsid w:val="00281EA9"/>
    <w:rsid w:val="002833BF"/>
    <w:rsid w:val="00283595"/>
    <w:rsid w:val="0028368F"/>
    <w:rsid w:val="002836D9"/>
    <w:rsid w:val="00283995"/>
    <w:rsid w:val="00283DF1"/>
    <w:rsid w:val="00283EB0"/>
    <w:rsid w:val="002843D4"/>
    <w:rsid w:val="002844B2"/>
    <w:rsid w:val="002856F6"/>
    <w:rsid w:val="00285B10"/>
    <w:rsid w:val="00285CA2"/>
    <w:rsid w:val="00286C21"/>
    <w:rsid w:val="00286E05"/>
    <w:rsid w:val="002874E0"/>
    <w:rsid w:val="0028771B"/>
    <w:rsid w:val="002878C9"/>
    <w:rsid w:val="00290A6A"/>
    <w:rsid w:val="00291595"/>
    <w:rsid w:val="00291BF8"/>
    <w:rsid w:val="00291F7D"/>
    <w:rsid w:val="00292616"/>
    <w:rsid w:val="00293222"/>
    <w:rsid w:val="00293BF7"/>
    <w:rsid w:val="00293CC3"/>
    <w:rsid w:val="0029449B"/>
    <w:rsid w:val="00294910"/>
    <w:rsid w:val="00294C07"/>
    <w:rsid w:val="002959DE"/>
    <w:rsid w:val="00296507"/>
    <w:rsid w:val="00296977"/>
    <w:rsid w:val="00296A99"/>
    <w:rsid w:val="00296DF8"/>
    <w:rsid w:val="002978D7"/>
    <w:rsid w:val="002A02EB"/>
    <w:rsid w:val="002A074F"/>
    <w:rsid w:val="002A0E1F"/>
    <w:rsid w:val="002A0EE5"/>
    <w:rsid w:val="002A14A6"/>
    <w:rsid w:val="002A1637"/>
    <w:rsid w:val="002A2C4D"/>
    <w:rsid w:val="002A3D36"/>
    <w:rsid w:val="002A4F63"/>
    <w:rsid w:val="002A5D3E"/>
    <w:rsid w:val="002A5E76"/>
    <w:rsid w:val="002A5F31"/>
    <w:rsid w:val="002A635C"/>
    <w:rsid w:val="002A6C47"/>
    <w:rsid w:val="002A6E64"/>
    <w:rsid w:val="002A6E8A"/>
    <w:rsid w:val="002A73C7"/>
    <w:rsid w:val="002A76C6"/>
    <w:rsid w:val="002A7A3A"/>
    <w:rsid w:val="002B03BB"/>
    <w:rsid w:val="002B101E"/>
    <w:rsid w:val="002B1335"/>
    <w:rsid w:val="002B17BF"/>
    <w:rsid w:val="002B2A45"/>
    <w:rsid w:val="002B2D88"/>
    <w:rsid w:val="002B3DF6"/>
    <w:rsid w:val="002B4448"/>
    <w:rsid w:val="002B4D44"/>
    <w:rsid w:val="002B54FE"/>
    <w:rsid w:val="002B575B"/>
    <w:rsid w:val="002B5A9E"/>
    <w:rsid w:val="002B5AAB"/>
    <w:rsid w:val="002B5C2D"/>
    <w:rsid w:val="002B6575"/>
    <w:rsid w:val="002B6E55"/>
    <w:rsid w:val="002B704C"/>
    <w:rsid w:val="002C060A"/>
    <w:rsid w:val="002C0975"/>
    <w:rsid w:val="002C1126"/>
    <w:rsid w:val="002C1348"/>
    <w:rsid w:val="002C1E00"/>
    <w:rsid w:val="002C20D3"/>
    <w:rsid w:val="002C260F"/>
    <w:rsid w:val="002C2918"/>
    <w:rsid w:val="002C2E06"/>
    <w:rsid w:val="002C2F9E"/>
    <w:rsid w:val="002C31AC"/>
    <w:rsid w:val="002C32EA"/>
    <w:rsid w:val="002C3908"/>
    <w:rsid w:val="002C3CDE"/>
    <w:rsid w:val="002C3E11"/>
    <w:rsid w:val="002C41DF"/>
    <w:rsid w:val="002C4E57"/>
    <w:rsid w:val="002C58EE"/>
    <w:rsid w:val="002C58F1"/>
    <w:rsid w:val="002C6F86"/>
    <w:rsid w:val="002C7BE3"/>
    <w:rsid w:val="002C7C7E"/>
    <w:rsid w:val="002C7CF2"/>
    <w:rsid w:val="002D02C3"/>
    <w:rsid w:val="002D0FAF"/>
    <w:rsid w:val="002D192B"/>
    <w:rsid w:val="002D1B3A"/>
    <w:rsid w:val="002D1B53"/>
    <w:rsid w:val="002D24B2"/>
    <w:rsid w:val="002D27DE"/>
    <w:rsid w:val="002D2A9E"/>
    <w:rsid w:val="002D2C72"/>
    <w:rsid w:val="002D3447"/>
    <w:rsid w:val="002D3CD1"/>
    <w:rsid w:val="002D5847"/>
    <w:rsid w:val="002D6A92"/>
    <w:rsid w:val="002D6B5A"/>
    <w:rsid w:val="002D73D8"/>
    <w:rsid w:val="002D7EC1"/>
    <w:rsid w:val="002E00A6"/>
    <w:rsid w:val="002E1470"/>
    <w:rsid w:val="002E1D83"/>
    <w:rsid w:val="002E1FB8"/>
    <w:rsid w:val="002E2155"/>
    <w:rsid w:val="002E2981"/>
    <w:rsid w:val="002E2A42"/>
    <w:rsid w:val="002E344A"/>
    <w:rsid w:val="002E3860"/>
    <w:rsid w:val="002E38B5"/>
    <w:rsid w:val="002E3EEB"/>
    <w:rsid w:val="002E421F"/>
    <w:rsid w:val="002E4BF8"/>
    <w:rsid w:val="002E54FB"/>
    <w:rsid w:val="002E584D"/>
    <w:rsid w:val="002E5958"/>
    <w:rsid w:val="002E5E8A"/>
    <w:rsid w:val="002E65F4"/>
    <w:rsid w:val="002E6A14"/>
    <w:rsid w:val="002F091F"/>
    <w:rsid w:val="002F0BEA"/>
    <w:rsid w:val="002F1471"/>
    <w:rsid w:val="002F16C7"/>
    <w:rsid w:val="002F1C9B"/>
    <w:rsid w:val="002F1FD9"/>
    <w:rsid w:val="002F2674"/>
    <w:rsid w:val="002F3030"/>
    <w:rsid w:val="002F4B6D"/>
    <w:rsid w:val="002F4C71"/>
    <w:rsid w:val="002F56E7"/>
    <w:rsid w:val="002F598D"/>
    <w:rsid w:val="002F5F91"/>
    <w:rsid w:val="002F7222"/>
    <w:rsid w:val="002F78FF"/>
    <w:rsid w:val="002F794D"/>
    <w:rsid w:val="002F7B96"/>
    <w:rsid w:val="002F7F37"/>
    <w:rsid w:val="003009AF"/>
    <w:rsid w:val="003019E5"/>
    <w:rsid w:val="00301CAB"/>
    <w:rsid w:val="00301D35"/>
    <w:rsid w:val="00302445"/>
    <w:rsid w:val="0030262C"/>
    <w:rsid w:val="003028FE"/>
    <w:rsid w:val="00303ADE"/>
    <w:rsid w:val="00304174"/>
    <w:rsid w:val="00304654"/>
    <w:rsid w:val="003052D1"/>
    <w:rsid w:val="003053D5"/>
    <w:rsid w:val="003053E3"/>
    <w:rsid w:val="00305473"/>
    <w:rsid w:val="0031004D"/>
    <w:rsid w:val="0031028A"/>
    <w:rsid w:val="00310A0D"/>
    <w:rsid w:val="00310D84"/>
    <w:rsid w:val="003112BA"/>
    <w:rsid w:val="003115EF"/>
    <w:rsid w:val="003118EA"/>
    <w:rsid w:val="00311D3C"/>
    <w:rsid w:val="00311DDE"/>
    <w:rsid w:val="00312638"/>
    <w:rsid w:val="003127F0"/>
    <w:rsid w:val="00312C43"/>
    <w:rsid w:val="0031359C"/>
    <w:rsid w:val="00313761"/>
    <w:rsid w:val="00313B31"/>
    <w:rsid w:val="00314D38"/>
    <w:rsid w:val="00314F75"/>
    <w:rsid w:val="0031545F"/>
    <w:rsid w:val="003157D1"/>
    <w:rsid w:val="00315C08"/>
    <w:rsid w:val="00315C09"/>
    <w:rsid w:val="00315E2A"/>
    <w:rsid w:val="0031614B"/>
    <w:rsid w:val="00316231"/>
    <w:rsid w:val="0031625A"/>
    <w:rsid w:val="00316A5C"/>
    <w:rsid w:val="00316F5A"/>
    <w:rsid w:val="0031760D"/>
    <w:rsid w:val="00317B91"/>
    <w:rsid w:val="00317D6B"/>
    <w:rsid w:val="00320DD0"/>
    <w:rsid w:val="0032101B"/>
    <w:rsid w:val="00321058"/>
    <w:rsid w:val="00321566"/>
    <w:rsid w:val="003219E2"/>
    <w:rsid w:val="00321F2F"/>
    <w:rsid w:val="00322C8F"/>
    <w:rsid w:val="00323337"/>
    <w:rsid w:val="0032389F"/>
    <w:rsid w:val="00323D2D"/>
    <w:rsid w:val="00323F16"/>
    <w:rsid w:val="003242D1"/>
    <w:rsid w:val="003251AA"/>
    <w:rsid w:val="00325325"/>
    <w:rsid w:val="00325C96"/>
    <w:rsid w:val="00325F9C"/>
    <w:rsid w:val="00326756"/>
    <w:rsid w:val="003304FA"/>
    <w:rsid w:val="003305D8"/>
    <w:rsid w:val="00330920"/>
    <w:rsid w:val="00330B52"/>
    <w:rsid w:val="00330E05"/>
    <w:rsid w:val="00330FC9"/>
    <w:rsid w:val="003313FC"/>
    <w:rsid w:val="0033186F"/>
    <w:rsid w:val="00331982"/>
    <w:rsid w:val="0033214D"/>
    <w:rsid w:val="0033270C"/>
    <w:rsid w:val="00332A7D"/>
    <w:rsid w:val="00332D33"/>
    <w:rsid w:val="003332E8"/>
    <w:rsid w:val="00333D11"/>
    <w:rsid w:val="0033470C"/>
    <w:rsid w:val="00334F50"/>
    <w:rsid w:val="00334FC6"/>
    <w:rsid w:val="0033567A"/>
    <w:rsid w:val="00335A35"/>
    <w:rsid w:val="003366F7"/>
    <w:rsid w:val="00336CD5"/>
    <w:rsid w:val="0033722F"/>
    <w:rsid w:val="00337326"/>
    <w:rsid w:val="0033740B"/>
    <w:rsid w:val="00337BA7"/>
    <w:rsid w:val="00337C60"/>
    <w:rsid w:val="00340158"/>
    <w:rsid w:val="00340423"/>
    <w:rsid w:val="0034064F"/>
    <w:rsid w:val="003407A8"/>
    <w:rsid w:val="00341521"/>
    <w:rsid w:val="00341AF3"/>
    <w:rsid w:val="00342322"/>
    <w:rsid w:val="003425AC"/>
    <w:rsid w:val="0034289E"/>
    <w:rsid w:val="00342BF0"/>
    <w:rsid w:val="00342C91"/>
    <w:rsid w:val="00343C8D"/>
    <w:rsid w:val="003442E0"/>
    <w:rsid w:val="003449CE"/>
    <w:rsid w:val="0034554A"/>
    <w:rsid w:val="00345C99"/>
    <w:rsid w:val="00346175"/>
    <w:rsid w:val="00346338"/>
    <w:rsid w:val="00346549"/>
    <w:rsid w:val="0034670E"/>
    <w:rsid w:val="00347DAF"/>
    <w:rsid w:val="00347FED"/>
    <w:rsid w:val="00350706"/>
    <w:rsid w:val="00350BE8"/>
    <w:rsid w:val="00350E88"/>
    <w:rsid w:val="00351009"/>
    <w:rsid w:val="00352867"/>
    <w:rsid w:val="0035334E"/>
    <w:rsid w:val="00353414"/>
    <w:rsid w:val="00354368"/>
    <w:rsid w:val="00354921"/>
    <w:rsid w:val="00354D98"/>
    <w:rsid w:val="00354F2A"/>
    <w:rsid w:val="0035520D"/>
    <w:rsid w:val="003553C5"/>
    <w:rsid w:val="0035587B"/>
    <w:rsid w:val="00356341"/>
    <w:rsid w:val="00356812"/>
    <w:rsid w:val="00360029"/>
    <w:rsid w:val="00360495"/>
    <w:rsid w:val="00360CAF"/>
    <w:rsid w:val="00361019"/>
    <w:rsid w:val="00361085"/>
    <w:rsid w:val="003624C6"/>
    <w:rsid w:val="00363629"/>
    <w:rsid w:val="003646DF"/>
    <w:rsid w:val="00365C03"/>
    <w:rsid w:val="003660F3"/>
    <w:rsid w:val="00366361"/>
    <w:rsid w:val="00366BB4"/>
    <w:rsid w:val="00367031"/>
    <w:rsid w:val="00367CE9"/>
    <w:rsid w:val="00370831"/>
    <w:rsid w:val="00371AB9"/>
    <w:rsid w:val="003720BB"/>
    <w:rsid w:val="0037258F"/>
    <w:rsid w:val="00372C05"/>
    <w:rsid w:val="00372F35"/>
    <w:rsid w:val="00373698"/>
    <w:rsid w:val="003750E2"/>
    <w:rsid w:val="0037575D"/>
    <w:rsid w:val="003758CB"/>
    <w:rsid w:val="00375912"/>
    <w:rsid w:val="0037645A"/>
    <w:rsid w:val="0037746F"/>
    <w:rsid w:val="0037758B"/>
    <w:rsid w:val="00377599"/>
    <w:rsid w:val="003777A4"/>
    <w:rsid w:val="00380B61"/>
    <w:rsid w:val="00380BA3"/>
    <w:rsid w:val="00380BF9"/>
    <w:rsid w:val="00381321"/>
    <w:rsid w:val="0038146C"/>
    <w:rsid w:val="00383ECA"/>
    <w:rsid w:val="00385274"/>
    <w:rsid w:val="0038560E"/>
    <w:rsid w:val="00385AC4"/>
    <w:rsid w:val="0038675E"/>
    <w:rsid w:val="0038710A"/>
    <w:rsid w:val="003875E0"/>
    <w:rsid w:val="003878F1"/>
    <w:rsid w:val="00387BCD"/>
    <w:rsid w:val="00387C29"/>
    <w:rsid w:val="00390D17"/>
    <w:rsid w:val="00390D48"/>
    <w:rsid w:val="0039168B"/>
    <w:rsid w:val="003918D8"/>
    <w:rsid w:val="00391B17"/>
    <w:rsid w:val="00392AD7"/>
    <w:rsid w:val="00393A72"/>
    <w:rsid w:val="00394793"/>
    <w:rsid w:val="00395F27"/>
    <w:rsid w:val="00396472"/>
    <w:rsid w:val="00396C56"/>
    <w:rsid w:val="00396EB1"/>
    <w:rsid w:val="00396F4C"/>
    <w:rsid w:val="00396FFE"/>
    <w:rsid w:val="00397274"/>
    <w:rsid w:val="0039734A"/>
    <w:rsid w:val="00397396"/>
    <w:rsid w:val="003A0D55"/>
    <w:rsid w:val="003A162F"/>
    <w:rsid w:val="003A171D"/>
    <w:rsid w:val="003A1946"/>
    <w:rsid w:val="003A1A7F"/>
    <w:rsid w:val="003A2274"/>
    <w:rsid w:val="003A2BE3"/>
    <w:rsid w:val="003A31AE"/>
    <w:rsid w:val="003A3319"/>
    <w:rsid w:val="003A4651"/>
    <w:rsid w:val="003A5166"/>
    <w:rsid w:val="003A593D"/>
    <w:rsid w:val="003A5AF3"/>
    <w:rsid w:val="003A5C51"/>
    <w:rsid w:val="003A631C"/>
    <w:rsid w:val="003A6D20"/>
    <w:rsid w:val="003A6DC9"/>
    <w:rsid w:val="003A74BE"/>
    <w:rsid w:val="003A7A57"/>
    <w:rsid w:val="003B018B"/>
    <w:rsid w:val="003B06DD"/>
    <w:rsid w:val="003B15A2"/>
    <w:rsid w:val="003B1A10"/>
    <w:rsid w:val="003B1DF1"/>
    <w:rsid w:val="003B2018"/>
    <w:rsid w:val="003B35DE"/>
    <w:rsid w:val="003B46EB"/>
    <w:rsid w:val="003B58A2"/>
    <w:rsid w:val="003B641C"/>
    <w:rsid w:val="003B6B00"/>
    <w:rsid w:val="003B6CD0"/>
    <w:rsid w:val="003B6F6F"/>
    <w:rsid w:val="003B76D9"/>
    <w:rsid w:val="003C0718"/>
    <w:rsid w:val="003C07C2"/>
    <w:rsid w:val="003C08FA"/>
    <w:rsid w:val="003C1160"/>
    <w:rsid w:val="003C194E"/>
    <w:rsid w:val="003C229A"/>
    <w:rsid w:val="003C22DC"/>
    <w:rsid w:val="003C24A7"/>
    <w:rsid w:val="003C2CA0"/>
    <w:rsid w:val="003C2F58"/>
    <w:rsid w:val="003C3374"/>
    <w:rsid w:val="003C413B"/>
    <w:rsid w:val="003C4215"/>
    <w:rsid w:val="003C521C"/>
    <w:rsid w:val="003C5944"/>
    <w:rsid w:val="003C5D32"/>
    <w:rsid w:val="003C6531"/>
    <w:rsid w:val="003C6B3B"/>
    <w:rsid w:val="003C6FB6"/>
    <w:rsid w:val="003C7352"/>
    <w:rsid w:val="003C73ED"/>
    <w:rsid w:val="003C7890"/>
    <w:rsid w:val="003C7D8E"/>
    <w:rsid w:val="003C7E3E"/>
    <w:rsid w:val="003D1EA7"/>
    <w:rsid w:val="003D21CD"/>
    <w:rsid w:val="003D21D9"/>
    <w:rsid w:val="003D24A3"/>
    <w:rsid w:val="003D2F50"/>
    <w:rsid w:val="003D3A12"/>
    <w:rsid w:val="003D4442"/>
    <w:rsid w:val="003D4604"/>
    <w:rsid w:val="003D4ACE"/>
    <w:rsid w:val="003D5510"/>
    <w:rsid w:val="003D59BA"/>
    <w:rsid w:val="003D5CCD"/>
    <w:rsid w:val="003D717D"/>
    <w:rsid w:val="003D72A2"/>
    <w:rsid w:val="003D783D"/>
    <w:rsid w:val="003D792A"/>
    <w:rsid w:val="003D7B56"/>
    <w:rsid w:val="003E00CE"/>
    <w:rsid w:val="003E012F"/>
    <w:rsid w:val="003E02BF"/>
    <w:rsid w:val="003E0E6E"/>
    <w:rsid w:val="003E1791"/>
    <w:rsid w:val="003E1B52"/>
    <w:rsid w:val="003E26E2"/>
    <w:rsid w:val="003E2F31"/>
    <w:rsid w:val="003E3045"/>
    <w:rsid w:val="003E3989"/>
    <w:rsid w:val="003E3AE4"/>
    <w:rsid w:val="003E4159"/>
    <w:rsid w:val="003E486B"/>
    <w:rsid w:val="003E4AE2"/>
    <w:rsid w:val="003E53D3"/>
    <w:rsid w:val="003E59E4"/>
    <w:rsid w:val="003E6275"/>
    <w:rsid w:val="003E6E35"/>
    <w:rsid w:val="003F095E"/>
    <w:rsid w:val="003F10E8"/>
    <w:rsid w:val="003F11AF"/>
    <w:rsid w:val="003F15FE"/>
    <w:rsid w:val="003F1659"/>
    <w:rsid w:val="003F27BC"/>
    <w:rsid w:val="003F2928"/>
    <w:rsid w:val="003F2E42"/>
    <w:rsid w:val="003F311B"/>
    <w:rsid w:val="003F3567"/>
    <w:rsid w:val="003F35F4"/>
    <w:rsid w:val="003F3BB6"/>
    <w:rsid w:val="003F49AE"/>
    <w:rsid w:val="003F4A90"/>
    <w:rsid w:val="003F4FDD"/>
    <w:rsid w:val="003F5142"/>
    <w:rsid w:val="003F5A35"/>
    <w:rsid w:val="003F5AA8"/>
    <w:rsid w:val="003F6CD6"/>
    <w:rsid w:val="003F713B"/>
    <w:rsid w:val="003F7175"/>
    <w:rsid w:val="003F7275"/>
    <w:rsid w:val="003F7396"/>
    <w:rsid w:val="003F7C21"/>
    <w:rsid w:val="003F7C39"/>
    <w:rsid w:val="003F7FE1"/>
    <w:rsid w:val="00400CC6"/>
    <w:rsid w:val="00401781"/>
    <w:rsid w:val="00401B07"/>
    <w:rsid w:val="00401BE3"/>
    <w:rsid w:val="004022B6"/>
    <w:rsid w:val="00402D0F"/>
    <w:rsid w:val="00403463"/>
    <w:rsid w:val="004036CE"/>
    <w:rsid w:val="004036ED"/>
    <w:rsid w:val="00403CB0"/>
    <w:rsid w:val="00403F07"/>
    <w:rsid w:val="00404867"/>
    <w:rsid w:val="0040490C"/>
    <w:rsid w:val="0040492E"/>
    <w:rsid w:val="00404D00"/>
    <w:rsid w:val="00404DA6"/>
    <w:rsid w:val="0040572D"/>
    <w:rsid w:val="0040687B"/>
    <w:rsid w:val="00406886"/>
    <w:rsid w:val="00406A39"/>
    <w:rsid w:val="00406AA9"/>
    <w:rsid w:val="004078A7"/>
    <w:rsid w:val="00407C26"/>
    <w:rsid w:val="00407DF1"/>
    <w:rsid w:val="00407FBB"/>
    <w:rsid w:val="00410180"/>
    <w:rsid w:val="0041086C"/>
    <w:rsid w:val="00410CE5"/>
    <w:rsid w:val="00410D07"/>
    <w:rsid w:val="00410F3A"/>
    <w:rsid w:val="00411AE6"/>
    <w:rsid w:val="00411B3F"/>
    <w:rsid w:val="00412C1D"/>
    <w:rsid w:val="00412FAC"/>
    <w:rsid w:val="00413009"/>
    <w:rsid w:val="004131EC"/>
    <w:rsid w:val="00414DA9"/>
    <w:rsid w:val="0041613C"/>
    <w:rsid w:val="00416D05"/>
    <w:rsid w:val="00416DC1"/>
    <w:rsid w:val="00417327"/>
    <w:rsid w:val="00417555"/>
    <w:rsid w:val="0041790A"/>
    <w:rsid w:val="00420974"/>
    <w:rsid w:val="004212B4"/>
    <w:rsid w:val="00422AAB"/>
    <w:rsid w:val="00423BBF"/>
    <w:rsid w:val="0042424A"/>
    <w:rsid w:val="00424E32"/>
    <w:rsid w:val="004255A8"/>
    <w:rsid w:val="0042576C"/>
    <w:rsid w:val="004264BE"/>
    <w:rsid w:val="004264D6"/>
    <w:rsid w:val="00426B72"/>
    <w:rsid w:val="00426EDB"/>
    <w:rsid w:val="0042710E"/>
    <w:rsid w:val="0042785E"/>
    <w:rsid w:val="004279D1"/>
    <w:rsid w:val="00430AA0"/>
    <w:rsid w:val="00431237"/>
    <w:rsid w:val="00431536"/>
    <w:rsid w:val="004332C0"/>
    <w:rsid w:val="00433B5A"/>
    <w:rsid w:val="00434052"/>
    <w:rsid w:val="00434284"/>
    <w:rsid w:val="00434874"/>
    <w:rsid w:val="004358A1"/>
    <w:rsid w:val="004361F1"/>
    <w:rsid w:val="004364AF"/>
    <w:rsid w:val="004366D1"/>
    <w:rsid w:val="00437327"/>
    <w:rsid w:val="004376C9"/>
    <w:rsid w:val="00437756"/>
    <w:rsid w:val="0043792A"/>
    <w:rsid w:val="00437E1B"/>
    <w:rsid w:val="00437F1B"/>
    <w:rsid w:val="004405E3"/>
    <w:rsid w:val="00441C63"/>
    <w:rsid w:val="00441E48"/>
    <w:rsid w:val="00441F8B"/>
    <w:rsid w:val="004421D8"/>
    <w:rsid w:val="0044231C"/>
    <w:rsid w:val="00442381"/>
    <w:rsid w:val="0044286C"/>
    <w:rsid w:val="00443025"/>
    <w:rsid w:val="00443644"/>
    <w:rsid w:val="00444263"/>
    <w:rsid w:val="004442C8"/>
    <w:rsid w:val="00445AE1"/>
    <w:rsid w:val="004475D5"/>
    <w:rsid w:val="0045097B"/>
    <w:rsid w:val="00451530"/>
    <w:rsid w:val="004518B2"/>
    <w:rsid w:val="00451BB4"/>
    <w:rsid w:val="00451CE2"/>
    <w:rsid w:val="00452029"/>
    <w:rsid w:val="00452919"/>
    <w:rsid w:val="00453C54"/>
    <w:rsid w:val="004546BD"/>
    <w:rsid w:val="0045473F"/>
    <w:rsid w:val="00454D02"/>
    <w:rsid w:val="0045509D"/>
    <w:rsid w:val="00455814"/>
    <w:rsid w:val="00455C59"/>
    <w:rsid w:val="00455DE8"/>
    <w:rsid w:val="004575C1"/>
    <w:rsid w:val="00457AFD"/>
    <w:rsid w:val="00460E16"/>
    <w:rsid w:val="0046135B"/>
    <w:rsid w:val="00461B3E"/>
    <w:rsid w:val="00461B9F"/>
    <w:rsid w:val="00461BA3"/>
    <w:rsid w:val="00461D29"/>
    <w:rsid w:val="00462386"/>
    <w:rsid w:val="00462505"/>
    <w:rsid w:val="00462742"/>
    <w:rsid w:val="004628E0"/>
    <w:rsid w:val="00462CF8"/>
    <w:rsid w:val="0046327C"/>
    <w:rsid w:val="0046338D"/>
    <w:rsid w:val="004635C8"/>
    <w:rsid w:val="00463C80"/>
    <w:rsid w:val="00463F48"/>
    <w:rsid w:val="004641B5"/>
    <w:rsid w:val="00464512"/>
    <w:rsid w:val="004645E7"/>
    <w:rsid w:val="0046463A"/>
    <w:rsid w:val="00464AA1"/>
    <w:rsid w:val="00464F6A"/>
    <w:rsid w:val="0046504E"/>
    <w:rsid w:val="0046554F"/>
    <w:rsid w:val="004655B9"/>
    <w:rsid w:val="00465844"/>
    <w:rsid w:val="004658B1"/>
    <w:rsid w:val="00465A31"/>
    <w:rsid w:val="00466CA0"/>
    <w:rsid w:val="004672BB"/>
    <w:rsid w:val="00467308"/>
    <w:rsid w:val="0046747C"/>
    <w:rsid w:val="00467DC3"/>
    <w:rsid w:val="00470001"/>
    <w:rsid w:val="004706DF"/>
    <w:rsid w:val="00470A81"/>
    <w:rsid w:val="00470D3B"/>
    <w:rsid w:val="00471301"/>
    <w:rsid w:val="00471ED9"/>
    <w:rsid w:val="004721A7"/>
    <w:rsid w:val="00472614"/>
    <w:rsid w:val="004728C0"/>
    <w:rsid w:val="00473160"/>
    <w:rsid w:val="0047359C"/>
    <w:rsid w:val="004736B0"/>
    <w:rsid w:val="004754B7"/>
    <w:rsid w:val="00475A6E"/>
    <w:rsid w:val="004760BE"/>
    <w:rsid w:val="00476CA8"/>
    <w:rsid w:val="00476DD5"/>
    <w:rsid w:val="00476EF6"/>
    <w:rsid w:val="0047725E"/>
    <w:rsid w:val="004773B9"/>
    <w:rsid w:val="00477611"/>
    <w:rsid w:val="00477B42"/>
    <w:rsid w:val="00477F13"/>
    <w:rsid w:val="004800D5"/>
    <w:rsid w:val="0048033A"/>
    <w:rsid w:val="004805F2"/>
    <w:rsid w:val="00480BF5"/>
    <w:rsid w:val="004810FC"/>
    <w:rsid w:val="00481464"/>
    <w:rsid w:val="00481740"/>
    <w:rsid w:val="00481741"/>
    <w:rsid w:val="004819D2"/>
    <w:rsid w:val="004819F3"/>
    <w:rsid w:val="00481A35"/>
    <w:rsid w:val="0048230B"/>
    <w:rsid w:val="00482310"/>
    <w:rsid w:val="00484A67"/>
    <w:rsid w:val="00484CC9"/>
    <w:rsid w:val="00485F33"/>
    <w:rsid w:val="0048662D"/>
    <w:rsid w:val="00486AAF"/>
    <w:rsid w:val="00487324"/>
    <w:rsid w:val="00487756"/>
    <w:rsid w:val="004877E5"/>
    <w:rsid w:val="00487F8A"/>
    <w:rsid w:val="004906C3"/>
    <w:rsid w:val="004907B6"/>
    <w:rsid w:val="00491235"/>
    <w:rsid w:val="00491258"/>
    <w:rsid w:val="0049131B"/>
    <w:rsid w:val="004915FC"/>
    <w:rsid w:val="004919B2"/>
    <w:rsid w:val="004928D2"/>
    <w:rsid w:val="004929B1"/>
    <w:rsid w:val="00492C87"/>
    <w:rsid w:val="00492CFF"/>
    <w:rsid w:val="0049318C"/>
    <w:rsid w:val="00495C2C"/>
    <w:rsid w:val="0049664C"/>
    <w:rsid w:val="004966CC"/>
    <w:rsid w:val="00496A79"/>
    <w:rsid w:val="00496F6C"/>
    <w:rsid w:val="004970A9"/>
    <w:rsid w:val="00497678"/>
    <w:rsid w:val="004A0534"/>
    <w:rsid w:val="004A0625"/>
    <w:rsid w:val="004A072A"/>
    <w:rsid w:val="004A087A"/>
    <w:rsid w:val="004A0A03"/>
    <w:rsid w:val="004A0F5B"/>
    <w:rsid w:val="004A15F0"/>
    <w:rsid w:val="004A16EC"/>
    <w:rsid w:val="004A203F"/>
    <w:rsid w:val="004A22EA"/>
    <w:rsid w:val="004A242D"/>
    <w:rsid w:val="004A25B4"/>
    <w:rsid w:val="004A2941"/>
    <w:rsid w:val="004A3081"/>
    <w:rsid w:val="004A31E7"/>
    <w:rsid w:val="004A32B9"/>
    <w:rsid w:val="004A3A9D"/>
    <w:rsid w:val="004A49C2"/>
    <w:rsid w:val="004A510F"/>
    <w:rsid w:val="004A5136"/>
    <w:rsid w:val="004A53C6"/>
    <w:rsid w:val="004A54C2"/>
    <w:rsid w:val="004A561D"/>
    <w:rsid w:val="004A5D94"/>
    <w:rsid w:val="004A6ED1"/>
    <w:rsid w:val="004A71DA"/>
    <w:rsid w:val="004A7656"/>
    <w:rsid w:val="004A7826"/>
    <w:rsid w:val="004A7A6B"/>
    <w:rsid w:val="004A7BCC"/>
    <w:rsid w:val="004B0A26"/>
    <w:rsid w:val="004B0AEC"/>
    <w:rsid w:val="004B10D2"/>
    <w:rsid w:val="004B1204"/>
    <w:rsid w:val="004B15AA"/>
    <w:rsid w:val="004B2981"/>
    <w:rsid w:val="004B3BB4"/>
    <w:rsid w:val="004B44E8"/>
    <w:rsid w:val="004B5612"/>
    <w:rsid w:val="004B5DCC"/>
    <w:rsid w:val="004B611D"/>
    <w:rsid w:val="004B6257"/>
    <w:rsid w:val="004B653A"/>
    <w:rsid w:val="004B67A3"/>
    <w:rsid w:val="004B682C"/>
    <w:rsid w:val="004B693A"/>
    <w:rsid w:val="004B693D"/>
    <w:rsid w:val="004B75B8"/>
    <w:rsid w:val="004B75CA"/>
    <w:rsid w:val="004B78A3"/>
    <w:rsid w:val="004B7900"/>
    <w:rsid w:val="004B7948"/>
    <w:rsid w:val="004B7AE2"/>
    <w:rsid w:val="004B7FEE"/>
    <w:rsid w:val="004C01F0"/>
    <w:rsid w:val="004C02AE"/>
    <w:rsid w:val="004C033B"/>
    <w:rsid w:val="004C1C57"/>
    <w:rsid w:val="004C28B2"/>
    <w:rsid w:val="004C29B4"/>
    <w:rsid w:val="004C2B67"/>
    <w:rsid w:val="004C2EB1"/>
    <w:rsid w:val="004C2F90"/>
    <w:rsid w:val="004C2FD9"/>
    <w:rsid w:val="004C4095"/>
    <w:rsid w:val="004C435C"/>
    <w:rsid w:val="004C482E"/>
    <w:rsid w:val="004C55FE"/>
    <w:rsid w:val="004C576F"/>
    <w:rsid w:val="004C5A24"/>
    <w:rsid w:val="004C5AE6"/>
    <w:rsid w:val="004C5CE6"/>
    <w:rsid w:val="004C5E1A"/>
    <w:rsid w:val="004C5E38"/>
    <w:rsid w:val="004C5F26"/>
    <w:rsid w:val="004C6133"/>
    <w:rsid w:val="004C676B"/>
    <w:rsid w:val="004C6779"/>
    <w:rsid w:val="004C711B"/>
    <w:rsid w:val="004D074E"/>
    <w:rsid w:val="004D0EF7"/>
    <w:rsid w:val="004D1412"/>
    <w:rsid w:val="004D1463"/>
    <w:rsid w:val="004D2081"/>
    <w:rsid w:val="004D286B"/>
    <w:rsid w:val="004D33C2"/>
    <w:rsid w:val="004D3466"/>
    <w:rsid w:val="004D351B"/>
    <w:rsid w:val="004D457A"/>
    <w:rsid w:val="004D5E7E"/>
    <w:rsid w:val="004D5FBA"/>
    <w:rsid w:val="004D61A4"/>
    <w:rsid w:val="004D6244"/>
    <w:rsid w:val="004D7C2D"/>
    <w:rsid w:val="004D7CEC"/>
    <w:rsid w:val="004D7F7D"/>
    <w:rsid w:val="004E0298"/>
    <w:rsid w:val="004E11AF"/>
    <w:rsid w:val="004E22CF"/>
    <w:rsid w:val="004E25CA"/>
    <w:rsid w:val="004E2A55"/>
    <w:rsid w:val="004E327B"/>
    <w:rsid w:val="004E403F"/>
    <w:rsid w:val="004E46E1"/>
    <w:rsid w:val="004E482C"/>
    <w:rsid w:val="004E50D2"/>
    <w:rsid w:val="004E5390"/>
    <w:rsid w:val="004E54D4"/>
    <w:rsid w:val="004E55C7"/>
    <w:rsid w:val="004E618F"/>
    <w:rsid w:val="004E621F"/>
    <w:rsid w:val="004E6222"/>
    <w:rsid w:val="004E7B4C"/>
    <w:rsid w:val="004E7ED6"/>
    <w:rsid w:val="004F0E80"/>
    <w:rsid w:val="004F0FDF"/>
    <w:rsid w:val="004F1342"/>
    <w:rsid w:val="004F13E5"/>
    <w:rsid w:val="004F1A2D"/>
    <w:rsid w:val="004F1F5B"/>
    <w:rsid w:val="004F2087"/>
    <w:rsid w:val="004F2815"/>
    <w:rsid w:val="004F297D"/>
    <w:rsid w:val="004F3F01"/>
    <w:rsid w:val="004F4E61"/>
    <w:rsid w:val="004F5266"/>
    <w:rsid w:val="004F53E9"/>
    <w:rsid w:val="004F65A4"/>
    <w:rsid w:val="004F688B"/>
    <w:rsid w:val="004F6FBE"/>
    <w:rsid w:val="004F7D3C"/>
    <w:rsid w:val="00500251"/>
    <w:rsid w:val="0050085D"/>
    <w:rsid w:val="00500BBD"/>
    <w:rsid w:val="00501E42"/>
    <w:rsid w:val="005021AA"/>
    <w:rsid w:val="0050266D"/>
    <w:rsid w:val="00502748"/>
    <w:rsid w:val="00502EA4"/>
    <w:rsid w:val="005035CE"/>
    <w:rsid w:val="00503788"/>
    <w:rsid w:val="00503EC1"/>
    <w:rsid w:val="00504007"/>
    <w:rsid w:val="005048FE"/>
    <w:rsid w:val="00504C0A"/>
    <w:rsid w:val="0050631C"/>
    <w:rsid w:val="0050749C"/>
    <w:rsid w:val="00507A41"/>
    <w:rsid w:val="00507CEC"/>
    <w:rsid w:val="00507D23"/>
    <w:rsid w:val="005102B1"/>
    <w:rsid w:val="0051078F"/>
    <w:rsid w:val="0051158D"/>
    <w:rsid w:val="00511668"/>
    <w:rsid w:val="0051188F"/>
    <w:rsid w:val="00511AB2"/>
    <w:rsid w:val="00511F64"/>
    <w:rsid w:val="00512788"/>
    <w:rsid w:val="005132E9"/>
    <w:rsid w:val="00513598"/>
    <w:rsid w:val="00513D22"/>
    <w:rsid w:val="005152A5"/>
    <w:rsid w:val="00515408"/>
    <w:rsid w:val="005156A1"/>
    <w:rsid w:val="00515AB4"/>
    <w:rsid w:val="00515D15"/>
    <w:rsid w:val="00515E0E"/>
    <w:rsid w:val="0051602B"/>
    <w:rsid w:val="00516935"/>
    <w:rsid w:val="0052025D"/>
    <w:rsid w:val="00520B2E"/>
    <w:rsid w:val="00520E01"/>
    <w:rsid w:val="005216DA"/>
    <w:rsid w:val="005217B1"/>
    <w:rsid w:val="005227BA"/>
    <w:rsid w:val="00522CA5"/>
    <w:rsid w:val="00523149"/>
    <w:rsid w:val="00523C12"/>
    <w:rsid w:val="005241FA"/>
    <w:rsid w:val="00524969"/>
    <w:rsid w:val="00525517"/>
    <w:rsid w:val="00525C95"/>
    <w:rsid w:val="00525D04"/>
    <w:rsid w:val="00525FFC"/>
    <w:rsid w:val="00526265"/>
    <w:rsid w:val="00526269"/>
    <w:rsid w:val="0052635F"/>
    <w:rsid w:val="005272AF"/>
    <w:rsid w:val="00527A41"/>
    <w:rsid w:val="00530403"/>
    <w:rsid w:val="00530599"/>
    <w:rsid w:val="00531BC5"/>
    <w:rsid w:val="00532D8D"/>
    <w:rsid w:val="005345BF"/>
    <w:rsid w:val="00534847"/>
    <w:rsid w:val="00535029"/>
    <w:rsid w:val="005350C8"/>
    <w:rsid w:val="00535A53"/>
    <w:rsid w:val="00536D87"/>
    <w:rsid w:val="00537344"/>
    <w:rsid w:val="0054009C"/>
    <w:rsid w:val="005402FA"/>
    <w:rsid w:val="00540486"/>
    <w:rsid w:val="0054071F"/>
    <w:rsid w:val="00540B16"/>
    <w:rsid w:val="00540B9F"/>
    <w:rsid w:val="00540EC1"/>
    <w:rsid w:val="00540F9A"/>
    <w:rsid w:val="0054110F"/>
    <w:rsid w:val="00541355"/>
    <w:rsid w:val="005413C7"/>
    <w:rsid w:val="00541862"/>
    <w:rsid w:val="00541C3F"/>
    <w:rsid w:val="00542794"/>
    <w:rsid w:val="005432D3"/>
    <w:rsid w:val="00543530"/>
    <w:rsid w:val="00543CBA"/>
    <w:rsid w:val="00543FA1"/>
    <w:rsid w:val="00544915"/>
    <w:rsid w:val="00544DDA"/>
    <w:rsid w:val="00544E84"/>
    <w:rsid w:val="00545097"/>
    <w:rsid w:val="00545A3E"/>
    <w:rsid w:val="0054600A"/>
    <w:rsid w:val="00546299"/>
    <w:rsid w:val="005465E0"/>
    <w:rsid w:val="005465E5"/>
    <w:rsid w:val="005469B7"/>
    <w:rsid w:val="00546C44"/>
    <w:rsid w:val="00546F63"/>
    <w:rsid w:val="0054754F"/>
    <w:rsid w:val="005478C4"/>
    <w:rsid w:val="00547D49"/>
    <w:rsid w:val="0055159E"/>
    <w:rsid w:val="005518E5"/>
    <w:rsid w:val="005522D5"/>
    <w:rsid w:val="00552452"/>
    <w:rsid w:val="0055265B"/>
    <w:rsid w:val="0055271E"/>
    <w:rsid w:val="00552C64"/>
    <w:rsid w:val="00552C9A"/>
    <w:rsid w:val="00552F99"/>
    <w:rsid w:val="00552FED"/>
    <w:rsid w:val="00553314"/>
    <w:rsid w:val="005536B2"/>
    <w:rsid w:val="00554604"/>
    <w:rsid w:val="00554868"/>
    <w:rsid w:val="005548A1"/>
    <w:rsid w:val="00554C30"/>
    <w:rsid w:val="00555894"/>
    <w:rsid w:val="00555E20"/>
    <w:rsid w:val="005560AA"/>
    <w:rsid w:val="00556576"/>
    <w:rsid w:val="00556C44"/>
    <w:rsid w:val="00561497"/>
    <w:rsid w:val="00561618"/>
    <w:rsid w:val="0056165E"/>
    <w:rsid w:val="005619E9"/>
    <w:rsid w:val="0056234C"/>
    <w:rsid w:val="00562716"/>
    <w:rsid w:val="00562C7F"/>
    <w:rsid w:val="00562F13"/>
    <w:rsid w:val="005632F5"/>
    <w:rsid w:val="00563E75"/>
    <w:rsid w:val="00563F91"/>
    <w:rsid w:val="00565E66"/>
    <w:rsid w:val="005661F3"/>
    <w:rsid w:val="00566300"/>
    <w:rsid w:val="005668F3"/>
    <w:rsid w:val="005669D7"/>
    <w:rsid w:val="005714A0"/>
    <w:rsid w:val="00571B19"/>
    <w:rsid w:val="00571BC8"/>
    <w:rsid w:val="00571F44"/>
    <w:rsid w:val="005722A2"/>
    <w:rsid w:val="005725E2"/>
    <w:rsid w:val="00572EC1"/>
    <w:rsid w:val="005741FF"/>
    <w:rsid w:val="00574866"/>
    <w:rsid w:val="005750F6"/>
    <w:rsid w:val="00575BC2"/>
    <w:rsid w:val="00576954"/>
    <w:rsid w:val="00576B57"/>
    <w:rsid w:val="00576BF9"/>
    <w:rsid w:val="00576D7F"/>
    <w:rsid w:val="00576E86"/>
    <w:rsid w:val="0058033D"/>
    <w:rsid w:val="00580C62"/>
    <w:rsid w:val="00581547"/>
    <w:rsid w:val="0058157B"/>
    <w:rsid w:val="00582137"/>
    <w:rsid w:val="00582AA5"/>
    <w:rsid w:val="00582DBA"/>
    <w:rsid w:val="00583400"/>
    <w:rsid w:val="00583B03"/>
    <w:rsid w:val="00583D79"/>
    <w:rsid w:val="005841B5"/>
    <w:rsid w:val="005842B7"/>
    <w:rsid w:val="005848BE"/>
    <w:rsid w:val="005855FD"/>
    <w:rsid w:val="00585903"/>
    <w:rsid w:val="00585EDD"/>
    <w:rsid w:val="005862AF"/>
    <w:rsid w:val="00586333"/>
    <w:rsid w:val="00586727"/>
    <w:rsid w:val="005875B4"/>
    <w:rsid w:val="00587AB8"/>
    <w:rsid w:val="00587E26"/>
    <w:rsid w:val="0059008D"/>
    <w:rsid w:val="005908D7"/>
    <w:rsid w:val="005916F2"/>
    <w:rsid w:val="00591A50"/>
    <w:rsid w:val="00591C81"/>
    <w:rsid w:val="0059208F"/>
    <w:rsid w:val="00592DFC"/>
    <w:rsid w:val="00593191"/>
    <w:rsid w:val="00593B6E"/>
    <w:rsid w:val="0059431A"/>
    <w:rsid w:val="00594F5A"/>
    <w:rsid w:val="00595707"/>
    <w:rsid w:val="005957A9"/>
    <w:rsid w:val="005959B6"/>
    <w:rsid w:val="00595A2D"/>
    <w:rsid w:val="00596216"/>
    <w:rsid w:val="00596597"/>
    <w:rsid w:val="00596D8B"/>
    <w:rsid w:val="00596E7D"/>
    <w:rsid w:val="005975B2"/>
    <w:rsid w:val="005A025D"/>
    <w:rsid w:val="005A0321"/>
    <w:rsid w:val="005A04F2"/>
    <w:rsid w:val="005A0574"/>
    <w:rsid w:val="005A0E9B"/>
    <w:rsid w:val="005A0F04"/>
    <w:rsid w:val="005A1500"/>
    <w:rsid w:val="005A1992"/>
    <w:rsid w:val="005A1B0C"/>
    <w:rsid w:val="005A236E"/>
    <w:rsid w:val="005A23E0"/>
    <w:rsid w:val="005A2C89"/>
    <w:rsid w:val="005A3102"/>
    <w:rsid w:val="005A31DE"/>
    <w:rsid w:val="005A3454"/>
    <w:rsid w:val="005A37B6"/>
    <w:rsid w:val="005A3DF1"/>
    <w:rsid w:val="005A49EE"/>
    <w:rsid w:val="005A4D39"/>
    <w:rsid w:val="005A5B19"/>
    <w:rsid w:val="005A5B25"/>
    <w:rsid w:val="005A5CDB"/>
    <w:rsid w:val="005A6737"/>
    <w:rsid w:val="005A6813"/>
    <w:rsid w:val="005A69E9"/>
    <w:rsid w:val="005A7D74"/>
    <w:rsid w:val="005B007F"/>
    <w:rsid w:val="005B037C"/>
    <w:rsid w:val="005B0730"/>
    <w:rsid w:val="005B0C3D"/>
    <w:rsid w:val="005B0FE8"/>
    <w:rsid w:val="005B2AE6"/>
    <w:rsid w:val="005B2D7C"/>
    <w:rsid w:val="005B37B8"/>
    <w:rsid w:val="005B3873"/>
    <w:rsid w:val="005B39E8"/>
    <w:rsid w:val="005B3B74"/>
    <w:rsid w:val="005B3C92"/>
    <w:rsid w:val="005B40EF"/>
    <w:rsid w:val="005B4D04"/>
    <w:rsid w:val="005B4DEC"/>
    <w:rsid w:val="005B519B"/>
    <w:rsid w:val="005B5595"/>
    <w:rsid w:val="005B599B"/>
    <w:rsid w:val="005B5BA0"/>
    <w:rsid w:val="005B5DC6"/>
    <w:rsid w:val="005B6562"/>
    <w:rsid w:val="005B6BBF"/>
    <w:rsid w:val="005B72D1"/>
    <w:rsid w:val="005B7800"/>
    <w:rsid w:val="005B7EE0"/>
    <w:rsid w:val="005C10EE"/>
    <w:rsid w:val="005C121E"/>
    <w:rsid w:val="005C1D51"/>
    <w:rsid w:val="005C1EED"/>
    <w:rsid w:val="005C2337"/>
    <w:rsid w:val="005C24EC"/>
    <w:rsid w:val="005C26FF"/>
    <w:rsid w:val="005C2940"/>
    <w:rsid w:val="005C2A09"/>
    <w:rsid w:val="005C2FF8"/>
    <w:rsid w:val="005C479C"/>
    <w:rsid w:val="005C48F1"/>
    <w:rsid w:val="005C4AAB"/>
    <w:rsid w:val="005C4F8B"/>
    <w:rsid w:val="005C5A85"/>
    <w:rsid w:val="005C5FD9"/>
    <w:rsid w:val="005C6797"/>
    <w:rsid w:val="005C6AF6"/>
    <w:rsid w:val="005C72A3"/>
    <w:rsid w:val="005C7474"/>
    <w:rsid w:val="005C78A1"/>
    <w:rsid w:val="005C7900"/>
    <w:rsid w:val="005D027C"/>
    <w:rsid w:val="005D050A"/>
    <w:rsid w:val="005D0688"/>
    <w:rsid w:val="005D105B"/>
    <w:rsid w:val="005D12A9"/>
    <w:rsid w:val="005D19E3"/>
    <w:rsid w:val="005D20C7"/>
    <w:rsid w:val="005D24EF"/>
    <w:rsid w:val="005D2A70"/>
    <w:rsid w:val="005D2ADF"/>
    <w:rsid w:val="005D2F02"/>
    <w:rsid w:val="005D3735"/>
    <w:rsid w:val="005D3D9D"/>
    <w:rsid w:val="005D461D"/>
    <w:rsid w:val="005D4B2C"/>
    <w:rsid w:val="005D4BBE"/>
    <w:rsid w:val="005D5966"/>
    <w:rsid w:val="005D5986"/>
    <w:rsid w:val="005D5F54"/>
    <w:rsid w:val="005D730E"/>
    <w:rsid w:val="005D79E4"/>
    <w:rsid w:val="005E05BA"/>
    <w:rsid w:val="005E0BBC"/>
    <w:rsid w:val="005E118D"/>
    <w:rsid w:val="005E1243"/>
    <w:rsid w:val="005E1A46"/>
    <w:rsid w:val="005E2DC5"/>
    <w:rsid w:val="005E2E2A"/>
    <w:rsid w:val="005E2FEF"/>
    <w:rsid w:val="005E30CA"/>
    <w:rsid w:val="005E332D"/>
    <w:rsid w:val="005E4AC2"/>
    <w:rsid w:val="005E4BBC"/>
    <w:rsid w:val="005E4C4F"/>
    <w:rsid w:val="005E4EDD"/>
    <w:rsid w:val="005E52FB"/>
    <w:rsid w:val="005E5BBE"/>
    <w:rsid w:val="005E6C75"/>
    <w:rsid w:val="005E6FC2"/>
    <w:rsid w:val="005E7355"/>
    <w:rsid w:val="005E7B5D"/>
    <w:rsid w:val="005E7BC9"/>
    <w:rsid w:val="005F0479"/>
    <w:rsid w:val="005F09F6"/>
    <w:rsid w:val="005F0C14"/>
    <w:rsid w:val="005F0D10"/>
    <w:rsid w:val="005F0F56"/>
    <w:rsid w:val="005F1CBF"/>
    <w:rsid w:val="005F24C7"/>
    <w:rsid w:val="005F25AB"/>
    <w:rsid w:val="005F25B2"/>
    <w:rsid w:val="005F26C0"/>
    <w:rsid w:val="005F2812"/>
    <w:rsid w:val="005F2A6F"/>
    <w:rsid w:val="005F2B03"/>
    <w:rsid w:val="005F5110"/>
    <w:rsid w:val="005F51BF"/>
    <w:rsid w:val="005F5ED1"/>
    <w:rsid w:val="005F69E1"/>
    <w:rsid w:val="005F7196"/>
    <w:rsid w:val="005F7291"/>
    <w:rsid w:val="005F731B"/>
    <w:rsid w:val="005F757C"/>
    <w:rsid w:val="005F7753"/>
    <w:rsid w:val="005F79E8"/>
    <w:rsid w:val="0060040F"/>
    <w:rsid w:val="00600BB2"/>
    <w:rsid w:val="00600BBC"/>
    <w:rsid w:val="006016C3"/>
    <w:rsid w:val="00601790"/>
    <w:rsid w:val="00601BC3"/>
    <w:rsid w:val="00601D62"/>
    <w:rsid w:val="00601E92"/>
    <w:rsid w:val="006042FD"/>
    <w:rsid w:val="0060437C"/>
    <w:rsid w:val="00604539"/>
    <w:rsid w:val="00605318"/>
    <w:rsid w:val="00606232"/>
    <w:rsid w:val="00606DD9"/>
    <w:rsid w:val="00607281"/>
    <w:rsid w:val="00607878"/>
    <w:rsid w:val="00607949"/>
    <w:rsid w:val="00607A2D"/>
    <w:rsid w:val="0061008B"/>
    <w:rsid w:val="0061035F"/>
    <w:rsid w:val="0061087F"/>
    <w:rsid w:val="00610E57"/>
    <w:rsid w:val="00610EB3"/>
    <w:rsid w:val="00610FD8"/>
    <w:rsid w:val="00611780"/>
    <w:rsid w:val="0061188F"/>
    <w:rsid w:val="00612C1F"/>
    <w:rsid w:val="00612C86"/>
    <w:rsid w:val="00612C92"/>
    <w:rsid w:val="006135D6"/>
    <w:rsid w:val="00613B5B"/>
    <w:rsid w:val="00613EE6"/>
    <w:rsid w:val="00614A30"/>
    <w:rsid w:val="00614C79"/>
    <w:rsid w:val="00614DD8"/>
    <w:rsid w:val="00614FD5"/>
    <w:rsid w:val="006158B7"/>
    <w:rsid w:val="0061619B"/>
    <w:rsid w:val="006168AA"/>
    <w:rsid w:val="00616B68"/>
    <w:rsid w:val="006174DE"/>
    <w:rsid w:val="0062037A"/>
    <w:rsid w:val="0062099B"/>
    <w:rsid w:val="00620BBB"/>
    <w:rsid w:val="00620C28"/>
    <w:rsid w:val="0062124D"/>
    <w:rsid w:val="006218E1"/>
    <w:rsid w:val="00622A1F"/>
    <w:rsid w:val="00623CAB"/>
    <w:rsid w:val="006241A0"/>
    <w:rsid w:val="00624321"/>
    <w:rsid w:val="00624636"/>
    <w:rsid w:val="00624665"/>
    <w:rsid w:val="0062479D"/>
    <w:rsid w:val="00624BE1"/>
    <w:rsid w:val="00625444"/>
    <w:rsid w:val="0062593C"/>
    <w:rsid w:val="00625AE5"/>
    <w:rsid w:val="0062637C"/>
    <w:rsid w:val="006269A7"/>
    <w:rsid w:val="00627B93"/>
    <w:rsid w:val="00627D67"/>
    <w:rsid w:val="00630E0E"/>
    <w:rsid w:val="0063125D"/>
    <w:rsid w:val="00631669"/>
    <w:rsid w:val="006316F5"/>
    <w:rsid w:val="00631774"/>
    <w:rsid w:val="00631CC6"/>
    <w:rsid w:val="00632172"/>
    <w:rsid w:val="006324BE"/>
    <w:rsid w:val="00633145"/>
    <w:rsid w:val="0063325D"/>
    <w:rsid w:val="00634390"/>
    <w:rsid w:val="00634712"/>
    <w:rsid w:val="00634F4B"/>
    <w:rsid w:val="0063523B"/>
    <w:rsid w:val="0063662F"/>
    <w:rsid w:val="00636739"/>
    <w:rsid w:val="00636B37"/>
    <w:rsid w:val="00637A7C"/>
    <w:rsid w:val="00640DB3"/>
    <w:rsid w:val="00641054"/>
    <w:rsid w:val="006411C8"/>
    <w:rsid w:val="0064134E"/>
    <w:rsid w:val="0064137D"/>
    <w:rsid w:val="00641469"/>
    <w:rsid w:val="00641646"/>
    <w:rsid w:val="00641E85"/>
    <w:rsid w:val="00641EE1"/>
    <w:rsid w:val="00641F62"/>
    <w:rsid w:val="006424EE"/>
    <w:rsid w:val="00642AC2"/>
    <w:rsid w:val="00642B42"/>
    <w:rsid w:val="00642D6E"/>
    <w:rsid w:val="0064332D"/>
    <w:rsid w:val="006433D0"/>
    <w:rsid w:val="00643BA3"/>
    <w:rsid w:val="00643C6F"/>
    <w:rsid w:val="00643D0C"/>
    <w:rsid w:val="00643F85"/>
    <w:rsid w:val="0064481E"/>
    <w:rsid w:val="006448CF"/>
    <w:rsid w:val="00644FEA"/>
    <w:rsid w:val="006459DE"/>
    <w:rsid w:val="006475E4"/>
    <w:rsid w:val="006500B2"/>
    <w:rsid w:val="006501C1"/>
    <w:rsid w:val="006507C6"/>
    <w:rsid w:val="00651BA6"/>
    <w:rsid w:val="0065311B"/>
    <w:rsid w:val="00653271"/>
    <w:rsid w:val="00653417"/>
    <w:rsid w:val="006537AA"/>
    <w:rsid w:val="00653878"/>
    <w:rsid w:val="00653CEF"/>
    <w:rsid w:val="006551C4"/>
    <w:rsid w:val="00655270"/>
    <w:rsid w:val="00655A7B"/>
    <w:rsid w:val="00656641"/>
    <w:rsid w:val="00656C8A"/>
    <w:rsid w:val="00657897"/>
    <w:rsid w:val="006609BD"/>
    <w:rsid w:val="00660B7E"/>
    <w:rsid w:val="00660C10"/>
    <w:rsid w:val="00661725"/>
    <w:rsid w:val="006618A2"/>
    <w:rsid w:val="00661A48"/>
    <w:rsid w:val="00661DF4"/>
    <w:rsid w:val="00662015"/>
    <w:rsid w:val="00662270"/>
    <w:rsid w:val="006628C0"/>
    <w:rsid w:val="00663348"/>
    <w:rsid w:val="006634FC"/>
    <w:rsid w:val="00664457"/>
    <w:rsid w:val="00665D3E"/>
    <w:rsid w:val="00666734"/>
    <w:rsid w:val="00666D00"/>
    <w:rsid w:val="00666E10"/>
    <w:rsid w:val="0066703D"/>
    <w:rsid w:val="00667092"/>
    <w:rsid w:val="00670477"/>
    <w:rsid w:val="006709BC"/>
    <w:rsid w:val="00670F1D"/>
    <w:rsid w:val="00671048"/>
    <w:rsid w:val="00671BC3"/>
    <w:rsid w:val="006727E3"/>
    <w:rsid w:val="00672AE4"/>
    <w:rsid w:val="00673997"/>
    <w:rsid w:val="00673E3C"/>
    <w:rsid w:val="00673FCC"/>
    <w:rsid w:val="00675E48"/>
    <w:rsid w:val="00676434"/>
    <w:rsid w:val="00676847"/>
    <w:rsid w:val="00676E4F"/>
    <w:rsid w:val="0068024E"/>
    <w:rsid w:val="0068067E"/>
    <w:rsid w:val="00680681"/>
    <w:rsid w:val="00680A25"/>
    <w:rsid w:val="0068195F"/>
    <w:rsid w:val="00681E18"/>
    <w:rsid w:val="006821A0"/>
    <w:rsid w:val="006822BA"/>
    <w:rsid w:val="0068253C"/>
    <w:rsid w:val="00682577"/>
    <w:rsid w:val="00682C22"/>
    <w:rsid w:val="00683A07"/>
    <w:rsid w:val="00683AB1"/>
    <w:rsid w:val="00683BEE"/>
    <w:rsid w:val="00683D63"/>
    <w:rsid w:val="00684326"/>
    <w:rsid w:val="006846E4"/>
    <w:rsid w:val="006847C5"/>
    <w:rsid w:val="00684B5A"/>
    <w:rsid w:val="00685053"/>
    <w:rsid w:val="00685DA9"/>
    <w:rsid w:val="0068652D"/>
    <w:rsid w:val="0068668E"/>
    <w:rsid w:val="00686DE5"/>
    <w:rsid w:val="00686FB5"/>
    <w:rsid w:val="00687C7F"/>
    <w:rsid w:val="00690649"/>
    <w:rsid w:val="0069082A"/>
    <w:rsid w:val="00690F9E"/>
    <w:rsid w:val="006912BD"/>
    <w:rsid w:val="00691535"/>
    <w:rsid w:val="00691BE7"/>
    <w:rsid w:val="00692AD6"/>
    <w:rsid w:val="00693559"/>
    <w:rsid w:val="006943DF"/>
    <w:rsid w:val="006948A3"/>
    <w:rsid w:val="00694CB9"/>
    <w:rsid w:val="00694D33"/>
    <w:rsid w:val="006958AE"/>
    <w:rsid w:val="00695A49"/>
    <w:rsid w:val="006965C5"/>
    <w:rsid w:val="00696690"/>
    <w:rsid w:val="0069780D"/>
    <w:rsid w:val="00697BAB"/>
    <w:rsid w:val="00697D72"/>
    <w:rsid w:val="006A055F"/>
    <w:rsid w:val="006A0889"/>
    <w:rsid w:val="006A1BD4"/>
    <w:rsid w:val="006A1C70"/>
    <w:rsid w:val="006A1E25"/>
    <w:rsid w:val="006A23CC"/>
    <w:rsid w:val="006A23D9"/>
    <w:rsid w:val="006A2595"/>
    <w:rsid w:val="006A27D0"/>
    <w:rsid w:val="006A2913"/>
    <w:rsid w:val="006A29D3"/>
    <w:rsid w:val="006A48E0"/>
    <w:rsid w:val="006A49F0"/>
    <w:rsid w:val="006A4B2B"/>
    <w:rsid w:val="006A4B30"/>
    <w:rsid w:val="006A5291"/>
    <w:rsid w:val="006A52F4"/>
    <w:rsid w:val="006A537F"/>
    <w:rsid w:val="006A642E"/>
    <w:rsid w:val="006A6DBB"/>
    <w:rsid w:val="006A73E6"/>
    <w:rsid w:val="006A7677"/>
    <w:rsid w:val="006A7705"/>
    <w:rsid w:val="006A7E6B"/>
    <w:rsid w:val="006B0647"/>
    <w:rsid w:val="006B14EE"/>
    <w:rsid w:val="006B19CA"/>
    <w:rsid w:val="006B27DD"/>
    <w:rsid w:val="006B2BD4"/>
    <w:rsid w:val="006B2E25"/>
    <w:rsid w:val="006B3177"/>
    <w:rsid w:val="006B333B"/>
    <w:rsid w:val="006B3FBF"/>
    <w:rsid w:val="006B4009"/>
    <w:rsid w:val="006B431C"/>
    <w:rsid w:val="006B48DA"/>
    <w:rsid w:val="006B4BA7"/>
    <w:rsid w:val="006B4CD8"/>
    <w:rsid w:val="006B59B9"/>
    <w:rsid w:val="006B5BA5"/>
    <w:rsid w:val="006B60AA"/>
    <w:rsid w:val="006B724D"/>
    <w:rsid w:val="006B76CA"/>
    <w:rsid w:val="006B7906"/>
    <w:rsid w:val="006B7AA4"/>
    <w:rsid w:val="006B7B5D"/>
    <w:rsid w:val="006B7D29"/>
    <w:rsid w:val="006C0B1F"/>
    <w:rsid w:val="006C14ED"/>
    <w:rsid w:val="006C1512"/>
    <w:rsid w:val="006C1DE3"/>
    <w:rsid w:val="006C317F"/>
    <w:rsid w:val="006C34F7"/>
    <w:rsid w:val="006C38A7"/>
    <w:rsid w:val="006C3EDC"/>
    <w:rsid w:val="006C3F60"/>
    <w:rsid w:val="006C4398"/>
    <w:rsid w:val="006C47EC"/>
    <w:rsid w:val="006C48D8"/>
    <w:rsid w:val="006C4AC5"/>
    <w:rsid w:val="006C4C3C"/>
    <w:rsid w:val="006C583C"/>
    <w:rsid w:val="006C5DDD"/>
    <w:rsid w:val="006C5E1C"/>
    <w:rsid w:val="006C5F27"/>
    <w:rsid w:val="006C6062"/>
    <w:rsid w:val="006C700D"/>
    <w:rsid w:val="006C7AB7"/>
    <w:rsid w:val="006C7E88"/>
    <w:rsid w:val="006D067A"/>
    <w:rsid w:val="006D1821"/>
    <w:rsid w:val="006D1C40"/>
    <w:rsid w:val="006D2B90"/>
    <w:rsid w:val="006D33A9"/>
    <w:rsid w:val="006D3942"/>
    <w:rsid w:val="006D3A60"/>
    <w:rsid w:val="006D3ACF"/>
    <w:rsid w:val="006D3E62"/>
    <w:rsid w:val="006D3F4A"/>
    <w:rsid w:val="006D4178"/>
    <w:rsid w:val="006D4640"/>
    <w:rsid w:val="006D48C4"/>
    <w:rsid w:val="006D49E1"/>
    <w:rsid w:val="006D4CDE"/>
    <w:rsid w:val="006D5915"/>
    <w:rsid w:val="006D6290"/>
    <w:rsid w:val="006D67B5"/>
    <w:rsid w:val="006D6969"/>
    <w:rsid w:val="006D7077"/>
    <w:rsid w:val="006D7114"/>
    <w:rsid w:val="006D7886"/>
    <w:rsid w:val="006E0CE3"/>
    <w:rsid w:val="006E139A"/>
    <w:rsid w:val="006E13D5"/>
    <w:rsid w:val="006E1592"/>
    <w:rsid w:val="006E1621"/>
    <w:rsid w:val="006E1AEE"/>
    <w:rsid w:val="006E1B91"/>
    <w:rsid w:val="006E1EF5"/>
    <w:rsid w:val="006E233A"/>
    <w:rsid w:val="006E24FD"/>
    <w:rsid w:val="006E2DB8"/>
    <w:rsid w:val="006E2E47"/>
    <w:rsid w:val="006E345D"/>
    <w:rsid w:val="006E349F"/>
    <w:rsid w:val="006E36B4"/>
    <w:rsid w:val="006E39BE"/>
    <w:rsid w:val="006E41FF"/>
    <w:rsid w:val="006E43AC"/>
    <w:rsid w:val="006E4449"/>
    <w:rsid w:val="006E44BB"/>
    <w:rsid w:val="006E4BE0"/>
    <w:rsid w:val="006E4C62"/>
    <w:rsid w:val="006E4F68"/>
    <w:rsid w:val="006E52BE"/>
    <w:rsid w:val="006E5392"/>
    <w:rsid w:val="006E6393"/>
    <w:rsid w:val="006E672F"/>
    <w:rsid w:val="006E6C6B"/>
    <w:rsid w:val="006E78A5"/>
    <w:rsid w:val="006E7E45"/>
    <w:rsid w:val="006F002D"/>
    <w:rsid w:val="006F00F2"/>
    <w:rsid w:val="006F21A5"/>
    <w:rsid w:val="006F25C3"/>
    <w:rsid w:val="006F2B1C"/>
    <w:rsid w:val="006F2E15"/>
    <w:rsid w:val="006F4197"/>
    <w:rsid w:val="006F4A0E"/>
    <w:rsid w:val="006F4CAF"/>
    <w:rsid w:val="006F56F0"/>
    <w:rsid w:val="006F5B20"/>
    <w:rsid w:val="006F5B84"/>
    <w:rsid w:val="006F5D5C"/>
    <w:rsid w:val="006F5F92"/>
    <w:rsid w:val="006F67F7"/>
    <w:rsid w:val="006F695B"/>
    <w:rsid w:val="0070049C"/>
    <w:rsid w:val="007007AB"/>
    <w:rsid w:val="0070112C"/>
    <w:rsid w:val="00701980"/>
    <w:rsid w:val="00702109"/>
    <w:rsid w:val="00702692"/>
    <w:rsid w:val="00702BB7"/>
    <w:rsid w:val="00702FDC"/>
    <w:rsid w:val="00704513"/>
    <w:rsid w:val="00704DCD"/>
    <w:rsid w:val="007051BD"/>
    <w:rsid w:val="007054E9"/>
    <w:rsid w:val="0070562C"/>
    <w:rsid w:val="00705804"/>
    <w:rsid w:val="007059A9"/>
    <w:rsid w:val="00705E7D"/>
    <w:rsid w:val="0070603A"/>
    <w:rsid w:val="00707617"/>
    <w:rsid w:val="00707E3E"/>
    <w:rsid w:val="0071025C"/>
    <w:rsid w:val="007102E9"/>
    <w:rsid w:val="00710304"/>
    <w:rsid w:val="007106B9"/>
    <w:rsid w:val="00710DF3"/>
    <w:rsid w:val="00711ABA"/>
    <w:rsid w:val="007120C3"/>
    <w:rsid w:val="007129F7"/>
    <w:rsid w:val="00712F13"/>
    <w:rsid w:val="0071381F"/>
    <w:rsid w:val="00713C65"/>
    <w:rsid w:val="00713D3A"/>
    <w:rsid w:val="00715010"/>
    <w:rsid w:val="00715227"/>
    <w:rsid w:val="007152A7"/>
    <w:rsid w:val="00715A1C"/>
    <w:rsid w:val="007166BA"/>
    <w:rsid w:val="00716808"/>
    <w:rsid w:val="00716AFE"/>
    <w:rsid w:val="007176A3"/>
    <w:rsid w:val="0071772E"/>
    <w:rsid w:val="007202C2"/>
    <w:rsid w:val="00720A32"/>
    <w:rsid w:val="00720CF9"/>
    <w:rsid w:val="0072126B"/>
    <w:rsid w:val="00721911"/>
    <w:rsid w:val="00722146"/>
    <w:rsid w:val="007225FB"/>
    <w:rsid w:val="00722A83"/>
    <w:rsid w:val="00722F5C"/>
    <w:rsid w:val="007237CC"/>
    <w:rsid w:val="007238CC"/>
    <w:rsid w:val="00723B33"/>
    <w:rsid w:val="00723CD4"/>
    <w:rsid w:val="007247A4"/>
    <w:rsid w:val="007257FF"/>
    <w:rsid w:val="00725B2E"/>
    <w:rsid w:val="00726617"/>
    <w:rsid w:val="00726E77"/>
    <w:rsid w:val="00727045"/>
    <w:rsid w:val="007273FE"/>
    <w:rsid w:val="007274BA"/>
    <w:rsid w:val="007279FC"/>
    <w:rsid w:val="00727D4C"/>
    <w:rsid w:val="007305ED"/>
    <w:rsid w:val="007308D7"/>
    <w:rsid w:val="00730C7B"/>
    <w:rsid w:val="00730FCF"/>
    <w:rsid w:val="00731741"/>
    <w:rsid w:val="00731FF5"/>
    <w:rsid w:val="007327F6"/>
    <w:rsid w:val="00732B80"/>
    <w:rsid w:val="00733990"/>
    <w:rsid w:val="007339DE"/>
    <w:rsid w:val="00733B3E"/>
    <w:rsid w:val="007340E1"/>
    <w:rsid w:val="0073415C"/>
    <w:rsid w:val="00734552"/>
    <w:rsid w:val="00734925"/>
    <w:rsid w:val="0073631E"/>
    <w:rsid w:val="0073751B"/>
    <w:rsid w:val="00737E92"/>
    <w:rsid w:val="007415D3"/>
    <w:rsid w:val="0074190A"/>
    <w:rsid w:val="00741B17"/>
    <w:rsid w:val="0074215E"/>
    <w:rsid w:val="007429EB"/>
    <w:rsid w:val="00742C71"/>
    <w:rsid w:val="00742CDA"/>
    <w:rsid w:val="00743602"/>
    <w:rsid w:val="007436E2"/>
    <w:rsid w:val="00743920"/>
    <w:rsid w:val="007440CF"/>
    <w:rsid w:val="00745015"/>
    <w:rsid w:val="00745692"/>
    <w:rsid w:val="007459A9"/>
    <w:rsid w:val="00746C86"/>
    <w:rsid w:val="00747033"/>
    <w:rsid w:val="0074752E"/>
    <w:rsid w:val="00747C17"/>
    <w:rsid w:val="00747E2A"/>
    <w:rsid w:val="00750AB4"/>
    <w:rsid w:val="00750AE9"/>
    <w:rsid w:val="0075157A"/>
    <w:rsid w:val="0075161A"/>
    <w:rsid w:val="0075237F"/>
    <w:rsid w:val="00752385"/>
    <w:rsid w:val="00752BC7"/>
    <w:rsid w:val="00752DA2"/>
    <w:rsid w:val="007531C3"/>
    <w:rsid w:val="00753B36"/>
    <w:rsid w:val="00753EA7"/>
    <w:rsid w:val="0075472B"/>
    <w:rsid w:val="007547D3"/>
    <w:rsid w:val="00754C12"/>
    <w:rsid w:val="007554BE"/>
    <w:rsid w:val="00755ADA"/>
    <w:rsid w:val="007561E8"/>
    <w:rsid w:val="007562D7"/>
    <w:rsid w:val="007576CE"/>
    <w:rsid w:val="00757849"/>
    <w:rsid w:val="007608A5"/>
    <w:rsid w:val="00760FA1"/>
    <w:rsid w:val="00761228"/>
    <w:rsid w:val="00762297"/>
    <w:rsid w:val="007624F8"/>
    <w:rsid w:val="0076259A"/>
    <w:rsid w:val="00763757"/>
    <w:rsid w:val="007639DF"/>
    <w:rsid w:val="00763A2B"/>
    <w:rsid w:val="00763E4A"/>
    <w:rsid w:val="0076475E"/>
    <w:rsid w:val="00764E8E"/>
    <w:rsid w:val="00765705"/>
    <w:rsid w:val="007659BE"/>
    <w:rsid w:val="00766181"/>
    <w:rsid w:val="007667C8"/>
    <w:rsid w:val="00766F94"/>
    <w:rsid w:val="00767069"/>
    <w:rsid w:val="007703E0"/>
    <w:rsid w:val="00770BDE"/>
    <w:rsid w:val="00770ECB"/>
    <w:rsid w:val="00771B07"/>
    <w:rsid w:val="00771BB1"/>
    <w:rsid w:val="00772068"/>
    <w:rsid w:val="007729D6"/>
    <w:rsid w:val="00772D0B"/>
    <w:rsid w:val="007731DB"/>
    <w:rsid w:val="007736F5"/>
    <w:rsid w:val="00773C34"/>
    <w:rsid w:val="00773EF6"/>
    <w:rsid w:val="007747E3"/>
    <w:rsid w:val="00774AB2"/>
    <w:rsid w:val="00774E4F"/>
    <w:rsid w:val="007751B5"/>
    <w:rsid w:val="007751DC"/>
    <w:rsid w:val="00776565"/>
    <w:rsid w:val="00776673"/>
    <w:rsid w:val="00776A2E"/>
    <w:rsid w:val="00776ADB"/>
    <w:rsid w:val="00776E54"/>
    <w:rsid w:val="00777722"/>
    <w:rsid w:val="00780243"/>
    <w:rsid w:val="00780DBF"/>
    <w:rsid w:val="007810B3"/>
    <w:rsid w:val="007819B2"/>
    <w:rsid w:val="00782D4D"/>
    <w:rsid w:val="00783253"/>
    <w:rsid w:val="00783DBF"/>
    <w:rsid w:val="00784BDF"/>
    <w:rsid w:val="00784D67"/>
    <w:rsid w:val="00785461"/>
    <w:rsid w:val="007855CF"/>
    <w:rsid w:val="0078567F"/>
    <w:rsid w:val="0078576E"/>
    <w:rsid w:val="0078641F"/>
    <w:rsid w:val="00786BD4"/>
    <w:rsid w:val="00786E58"/>
    <w:rsid w:val="00787321"/>
    <w:rsid w:val="00790D8F"/>
    <w:rsid w:val="00791205"/>
    <w:rsid w:val="007917A2"/>
    <w:rsid w:val="0079302D"/>
    <w:rsid w:val="007937F1"/>
    <w:rsid w:val="007942AE"/>
    <w:rsid w:val="00794B76"/>
    <w:rsid w:val="00794CAE"/>
    <w:rsid w:val="00795102"/>
    <w:rsid w:val="007955C9"/>
    <w:rsid w:val="007962F1"/>
    <w:rsid w:val="007962F9"/>
    <w:rsid w:val="007969FF"/>
    <w:rsid w:val="00797905"/>
    <w:rsid w:val="007979E2"/>
    <w:rsid w:val="007A0C54"/>
    <w:rsid w:val="007A122D"/>
    <w:rsid w:val="007A160D"/>
    <w:rsid w:val="007A1CD7"/>
    <w:rsid w:val="007A1F5F"/>
    <w:rsid w:val="007A226A"/>
    <w:rsid w:val="007A24C7"/>
    <w:rsid w:val="007A2A4A"/>
    <w:rsid w:val="007A2B1A"/>
    <w:rsid w:val="007A382A"/>
    <w:rsid w:val="007A393D"/>
    <w:rsid w:val="007A40AC"/>
    <w:rsid w:val="007A41C3"/>
    <w:rsid w:val="007A5316"/>
    <w:rsid w:val="007A5FF1"/>
    <w:rsid w:val="007A62D6"/>
    <w:rsid w:val="007A7023"/>
    <w:rsid w:val="007A74B0"/>
    <w:rsid w:val="007A75FF"/>
    <w:rsid w:val="007A7B56"/>
    <w:rsid w:val="007A7BA3"/>
    <w:rsid w:val="007B1531"/>
    <w:rsid w:val="007B1882"/>
    <w:rsid w:val="007B1B5D"/>
    <w:rsid w:val="007B20D9"/>
    <w:rsid w:val="007B239F"/>
    <w:rsid w:val="007B241A"/>
    <w:rsid w:val="007B2450"/>
    <w:rsid w:val="007B26CA"/>
    <w:rsid w:val="007B316A"/>
    <w:rsid w:val="007B3638"/>
    <w:rsid w:val="007B3818"/>
    <w:rsid w:val="007B3F12"/>
    <w:rsid w:val="007B4732"/>
    <w:rsid w:val="007B4CDA"/>
    <w:rsid w:val="007B4FAB"/>
    <w:rsid w:val="007B5093"/>
    <w:rsid w:val="007B563C"/>
    <w:rsid w:val="007B5961"/>
    <w:rsid w:val="007B6102"/>
    <w:rsid w:val="007B64D6"/>
    <w:rsid w:val="007C0243"/>
    <w:rsid w:val="007C1DB2"/>
    <w:rsid w:val="007C223F"/>
    <w:rsid w:val="007C2698"/>
    <w:rsid w:val="007C27DA"/>
    <w:rsid w:val="007C2D45"/>
    <w:rsid w:val="007C4463"/>
    <w:rsid w:val="007C4859"/>
    <w:rsid w:val="007C6048"/>
    <w:rsid w:val="007C6978"/>
    <w:rsid w:val="007C70CD"/>
    <w:rsid w:val="007C7BF8"/>
    <w:rsid w:val="007D1150"/>
    <w:rsid w:val="007D1A16"/>
    <w:rsid w:val="007D2340"/>
    <w:rsid w:val="007D2CB0"/>
    <w:rsid w:val="007D307F"/>
    <w:rsid w:val="007D3251"/>
    <w:rsid w:val="007D4686"/>
    <w:rsid w:val="007D7775"/>
    <w:rsid w:val="007D78AC"/>
    <w:rsid w:val="007E0171"/>
    <w:rsid w:val="007E0AF0"/>
    <w:rsid w:val="007E1143"/>
    <w:rsid w:val="007E2935"/>
    <w:rsid w:val="007E2EF6"/>
    <w:rsid w:val="007E2F6C"/>
    <w:rsid w:val="007E344C"/>
    <w:rsid w:val="007E3624"/>
    <w:rsid w:val="007E38AE"/>
    <w:rsid w:val="007E3A58"/>
    <w:rsid w:val="007E3A92"/>
    <w:rsid w:val="007E4919"/>
    <w:rsid w:val="007E4F26"/>
    <w:rsid w:val="007E5069"/>
    <w:rsid w:val="007E5D00"/>
    <w:rsid w:val="007E5EF8"/>
    <w:rsid w:val="007E64D2"/>
    <w:rsid w:val="007E756B"/>
    <w:rsid w:val="007F0B52"/>
    <w:rsid w:val="007F166A"/>
    <w:rsid w:val="007F18F0"/>
    <w:rsid w:val="007F1AD0"/>
    <w:rsid w:val="007F2BAA"/>
    <w:rsid w:val="007F2E4C"/>
    <w:rsid w:val="007F2F4E"/>
    <w:rsid w:val="007F34A9"/>
    <w:rsid w:val="007F51DE"/>
    <w:rsid w:val="007F5794"/>
    <w:rsid w:val="007F60A2"/>
    <w:rsid w:val="007F6438"/>
    <w:rsid w:val="007F753D"/>
    <w:rsid w:val="007F7EBF"/>
    <w:rsid w:val="008002B2"/>
    <w:rsid w:val="008015DE"/>
    <w:rsid w:val="00801E94"/>
    <w:rsid w:val="00801FA9"/>
    <w:rsid w:val="008020A1"/>
    <w:rsid w:val="00802390"/>
    <w:rsid w:val="008033DC"/>
    <w:rsid w:val="00804521"/>
    <w:rsid w:val="00804801"/>
    <w:rsid w:val="00804E27"/>
    <w:rsid w:val="00805401"/>
    <w:rsid w:val="00805A19"/>
    <w:rsid w:val="00805F7E"/>
    <w:rsid w:val="0080600C"/>
    <w:rsid w:val="008060B1"/>
    <w:rsid w:val="008068C2"/>
    <w:rsid w:val="00806E26"/>
    <w:rsid w:val="00806EF2"/>
    <w:rsid w:val="00807002"/>
    <w:rsid w:val="00807103"/>
    <w:rsid w:val="00807D05"/>
    <w:rsid w:val="0081008E"/>
    <w:rsid w:val="008105F8"/>
    <w:rsid w:val="00810887"/>
    <w:rsid w:val="00811018"/>
    <w:rsid w:val="00811071"/>
    <w:rsid w:val="00811195"/>
    <w:rsid w:val="008117B7"/>
    <w:rsid w:val="00811CB3"/>
    <w:rsid w:val="00811D36"/>
    <w:rsid w:val="0081241B"/>
    <w:rsid w:val="00812467"/>
    <w:rsid w:val="0081305C"/>
    <w:rsid w:val="0081352A"/>
    <w:rsid w:val="00813E5D"/>
    <w:rsid w:val="00815BB9"/>
    <w:rsid w:val="00816886"/>
    <w:rsid w:val="0082083A"/>
    <w:rsid w:val="00820981"/>
    <w:rsid w:val="00820A89"/>
    <w:rsid w:val="00820AF9"/>
    <w:rsid w:val="00820B1B"/>
    <w:rsid w:val="00821700"/>
    <w:rsid w:val="00821B61"/>
    <w:rsid w:val="00822E70"/>
    <w:rsid w:val="00823FDD"/>
    <w:rsid w:val="00824C54"/>
    <w:rsid w:val="00825231"/>
    <w:rsid w:val="00825EA5"/>
    <w:rsid w:val="008260F3"/>
    <w:rsid w:val="00826DFB"/>
    <w:rsid w:val="00826EC9"/>
    <w:rsid w:val="0082748D"/>
    <w:rsid w:val="008277E0"/>
    <w:rsid w:val="00830A4D"/>
    <w:rsid w:val="00830E0F"/>
    <w:rsid w:val="00831AF4"/>
    <w:rsid w:val="0083228A"/>
    <w:rsid w:val="00833FD9"/>
    <w:rsid w:val="008340A7"/>
    <w:rsid w:val="00834709"/>
    <w:rsid w:val="00834791"/>
    <w:rsid w:val="0083493D"/>
    <w:rsid w:val="00834C4D"/>
    <w:rsid w:val="008356E3"/>
    <w:rsid w:val="008357C6"/>
    <w:rsid w:val="0083585A"/>
    <w:rsid w:val="00835CC4"/>
    <w:rsid w:val="00836599"/>
    <w:rsid w:val="008366AC"/>
    <w:rsid w:val="00836997"/>
    <w:rsid w:val="00836ECE"/>
    <w:rsid w:val="00836F4B"/>
    <w:rsid w:val="008376C5"/>
    <w:rsid w:val="008378A2"/>
    <w:rsid w:val="008413F7"/>
    <w:rsid w:val="00841498"/>
    <w:rsid w:val="00841951"/>
    <w:rsid w:val="00842B4A"/>
    <w:rsid w:val="008431B9"/>
    <w:rsid w:val="008435B2"/>
    <w:rsid w:val="00843F53"/>
    <w:rsid w:val="00844C05"/>
    <w:rsid w:val="00845073"/>
    <w:rsid w:val="00845533"/>
    <w:rsid w:val="00845C1D"/>
    <w:rsid w:val="00845C64"/>
    <w:rsid w:val="008463F1"/>
    <w:rsid w:val="008478BC"/>
    <w:rsid w:val="00850329"/>
    <w:rsid w:val="008512F7"/>
    <w:rsid w:val="00851904"/>
    <w:rsid w:val="00851B75"/>
    <w:rsid w:val="00851F35"/>
    <w:rsid w:val="008523CE"/>
    <w:rsid w:val="00852425"/>
    <w:rsid w:val="00852B68"/>
    <w:rsid w:val="00852C3B"/>
    <w:rsid w:val="00852E73"/>
    <w:rsid w:val="00853178"/>
    <w:rsid w:val="00853622"/>
    <w:rsid w:val="00853BA8"/>
    <w:rsid w:val="008543F2"/>
    <w:rsid w:val="00854CA4"/>
    <w:rsid w:val="0085519F"/>
    <w:rsid w:val="008556F0"/>
    <w:rsid w:val="00855F37"/>
    <w:rsid w:val="00856855"/>
    <w:rsid w:val="00857733"/>
    <w:rsid w:val="00857E36"/>
    <w:rsid w:val="00857E59"/>
    <w:rsid w:val="00860A79"/>
    <w:rsid w:val="0086114C"/>
    <w:rsid w:val="008613B9"/>
    <w:rsid w:val="00861A1C"/>
    <w:rsid w:val="00861B12"/>
    <w:rsid w:val="00861F8F"/>
    <w:rsid w:val="008627DC"/>
    <w:rsid w:val="00862861"/>
    <w:rsid w:val="008634A1"/>
    <w:rsid w:val="008643D3"/>
    <w:rsid w:val="00864484"/>
    <w:rsid w:val="008648B3"/>
    <w:rsid w:val="008649B0"/>
    <w:rsid w:val="00864A43"/>
    <w:rsid w:val="00865266"/>
    <w:rsid w:val="008656F6"/>
    <w:rsid w:val="00867E7E"/>
    <w:rsid w:val="0087025B"/>
    <w:rsid w:val="0087063A"/>
    <w:rsid w:val="00870FB9"/>
    <w:rsid w:val="0087114B"/>
    <w:rsid w:val="00871791"/>
    <w:rsid w:val="00871A63"/>
    <w:rsid w:val="00871B2F"/>
    <w:rsid w:val="008727FB"/>
    <w:rsid w:val="00872D8F"/>
    <w:rsid w:val="00873331"/>
    <w:rsid w:val="00873A00"/>
    <w:rsid w:val="00873A8F"/>
    <w:rsid w:val="00873AE4"/>
    <w:rsid w:val="00873CDB"/>
    <w:rsid w:val="0087439F"/>
    <w:rsid w:val="008744E4"/>
    <w:rsid w:val="0087497B"/>
    <w:rsid w:val="00874ABE"/>
    <w:rsid w:val="008755C3"/>
    <w:rsid w:val="00875DB8"/>
    <w:rsid w:val="008760F3"/>
    <w:rsid w:val="008762B3"/>
    <w:rsid w:val="008762D2"/>
    <w:rsid w:val="00876557"/>
    <w:rsid w:val="00876A63"/>
    <w:rsid w:val="00876F46"/>
    <w:rsid w:val="0087726A"/>
    <w:rsid w:val="0087767A"/>
    <w:rsid w:val="00877A2E"/>
    <w:rsid w:val="00877B3F"/>
    <w:rsid w:val="00880074"/>
    <w:rsid w:val="008804B2"/>
    <w:rsid w:val="00880504"/>
    <w:rsid w:val="00880E60"/>
    <w:rsid w:val="00880EEF"/>
    <w:rsid w:val="008815B9"/>
    <w:rsid w:val="008823A0"/>
    <w:rsid w:val="008823D9"/>
    <w:rsid w:val="00882832"/>
    <w:rsid w:val="0088291A"/>
    <w:rsid w:val="00882A25"/>
    <w:rsid w:val="00882F52"/>
    <w:rsid w:val="00883603"/>
    <w:rsid w:val="0088381D"/>
    <w:rsid w:val="00883A8D"/>
    <w:rsid w:val="00883CD5"/>
    <w:rsid w:val="00883D70"/>
    <w:rsid w:val="0088450B"/>
    <w:rsid w:val="00884C9A"/>
    <w:rsid w:val="00884EA6"/>
    <w:rsid w:val="0088506C"/>
    <w:rsid w:val="008853F9"/>
    <w:rsid w:val="008854D6"/>
    <w:rsid w:val="00885676"/>
    <w:rsid w:val="0088599A"/>
    <w:rsid w:val="00885A75"/>
    <w:rsid w:val="00885F12"/>
    <w:rsid w:val="00885FB3"/>
    <w:rsid w:val="00886126"/>
    <w:rsid w:val="008867BC"/>
    <w:rsid w:val="00887321"/>
    <w:rsid w:val="00887813"/>
    <w:rsid w:val="00890204"/>
    <w:rsid w:val="008905E1"/>
    <w:rsid w:val="00890605"/>
    <w:rsid w:val="00890B99"/>
    <w:rsid w:val="00890BE0"/>
    <w:rsid w:val="00890E40"/>
    <w:rsid w:val="0089182F"/>
    <w:rsid w:val="0089210A"/>
    <w:rsid w:val="0089266A"/>
    <w:rsid w:val="00892C92"/>
    <w:rsid w:val="0089368E"/>
    <w:rsid w:val="00894086"/>
    <w:rsid w:val="0089428B"/>
    <w:rsid w:val="00894ACB"/>
    <w:rsid w:val="00894B28"/>
    <w:rsid w:val="00894E86"/>
    <w:rsid w:val="00895FE8"/>
    <w:rsid w:val="008966BB"/>
    <w:rsid w:val="00896BDC"/>
    <w:rsid w:val="008A0828"/>
    <w:rsid w:val="008A0C13"/>
    <w:rsid w:val="008A1201"/>
    <w:rsid w:val="008A14D7"/>
    <w:rsid w:val="008A1F03"/>
    <w:rsid w:val="008A23E0"/>
    <w:rsid w:val="008A338B"/>
    <w:rsid w:val="008A3914"/>
    <w:rsid w:val="008A3970"/>
    <w:rsid w:val="008A3C9C"/>
    <w:rsid w:val="008A3CDD"/>
    <w:rsid w:val="008A4481"/>
    <w:rsid w:val="008A44F7"/>
    <w:rsid w:val="008A474E"/>
    <w:rsid w:val="008A53CE"/>
    <w:rsid w:val="008A5735"/>
    <w:rsid w:val="008A5845"/>
    <w:rsid w:val="008A5FD6"/>
    <w:rsid w:val="008A62C3"/>
    <w:rsid w:val="008A6F25"/>
    <w:rsid w:val="008B0C34"/>
    <w:rsid w:val="008B1855"/>
    <w:rsid w:val="008B1A8F"/>
    <w:rsid w:val="008B2235"/>
    <w:rsid w:val="008B2756"/>
    <w:rsid w:val="008B292C"/>
    <w:rsid w:val="008B3341"/>
    <w:rsid w:val="008B3569"/>
    <w:rsid w:val="008B42D6"/>
    <w:rsid w:val="008B4F16"/>
    <w:rsid w:val="008B5887"/>
    <w:rsid w:val="008B59DA"/>
    <w:rsid w:val="008B5E3D"/>
    <w:rsid w:val="008B643D"/>
    <w:rsid w:val="008B7A39"/>
    <w:rsid w:val="008B7F30"/>
    <w:rsid w:val="008C05E3"/>
    <w:rsid w:val="008C1951"/>
    <w:rsid w:val="008C1D93"/>
    <w:rsid w:val="008C292B"/>
    <w:rsid w:val="008C2E68"/>
    <w:rsid w:val="008C3033"/>
    <w:rsid w:val="008C4268"/>
    <w:rsid w:val="008C4FF1"/>
    <w:rsid w:val="008C5C0A"/>
    <w:rsid w:val="008C6377"/>
    <w:rsid w:val="008C7175"/>
    <w:rsid w:val="008C7ED1"/>
    <w:rsid w:val="008D017C"/>
    <w:rsid w:val="008D03B3"/>
    <w:rsid w:val="008D08C4"/>
    <w:rsid w:val="008D0A60"/>
    <w:rsid w:val="008D0AB1"/>
    <w:rsid w:val="008D0BE6"/>
    <w:rsid w:val="008D1AF3"/>
    <w:rsid w:val="008D1D04"/>
    <w:rsid w:val="008D2EDF"/>
    <w:rsid w:val="008D2F13"/>
    <w:rsid w:val="008D3402"/>
    <w:rsid w:val="008D3987"/>
    <w:rsid w:val="008D3E0C"/>
    <w:rsid w:val="008D4C3C"/>
    <w:rsid w:val="008D4E7E"/>
    <w:rsid w:val="008D516F"/>
    <w:rsid w:val="008D52B8"/>
    <w:rsid w:val="008D6F02"/>
    <w:rsid w:val="008D7D14"/>
    <w:rsid w:val="008E0AED"/>
    <w:rsid w:val="008E175B"/>
    <w:rsid w:val="008E18A0"/>
    <w:rsid w:val="008E1D2A"/>
    <w:rsid w:val="008E1D57"/>
    <w:rsid w:val="008E288C"/>
    <w:rsid w:val="008E3115"/>
    <w:rsid w:val="008E38DE"/>
    <w:rsid w:val="008E3B21"/>
    <w:rsid w:val="008E4106"/>
    <w:rsid w:val="008E552D"/>
    <w:rsid w:val="008E5CE9"/>
    <w:rsid w:val="008E5F38"/>
    <w:rsid w:val="008E670E"/>
    <w:rsid w:val="008E773D"/>
    <w:rsid w:val="008E7CAF"/>
    <w:rsid w:val="008F02F9"/>
    <w:rsid w:val="008F0D3A"/>
    <w:rsid w:val="008F0D69"/>
    <w:rsid w:val="008F0EED"/>
    <w:rsid w:val="008F1521"/>
    <w:rsid w:val="008F18E2"/>
    <w:rsid w:val="008F2622"/>
    <w:rsid w:val="008F27D3"/>
    <w:rsid w:val="008F398F"/>
    <w:rsid w:val="008F40C4"/>
    <w:rsid w:val="008F4116"/>
    <w:rsid w:val="008F417E"/>
    <w:rsid w:val="008F4528"/>
    <w:rsid w:val="008F495D"/>
    <w:rsid w:val="008F4CA5"/>
    <w:rsid w:val="008F565C"/>
    <w:rsid w:val="008F62E6"/>
    <w:rsid w:val="0090002D"/>
    <w:rsid w:val="0090009C"/>
    <w:rsid w:val="009001C8"/>
    <w:rsid w:val="00900BA5"/>
    <w:rsid w:val="0090121B"/>
    <w:rsid w:val="00901D9E"/>
    <w:rsid w:val="0090233B"/>
    <w:rsid w:val="00903021"/>
    <w:rsid w:val="0090316A"/>
    <w:rsid w:val="0090369D"/>
    <w:rsid w:val="00903846"/>
    <w:rsid w:val="00903A48"/>
    <w:rsid w:val="00903A4E"/>
    <w:rsid w:val="00904098"/>
    <w:rsid w:val="00905288"/>
    <w:rsid w:val="009060D3"/>
    <w:rsid w:val="009063C9"/>
    <w:rsid w:val="00906719"/>
    <w:rsid w:val="00906AEF"/>
    <w:rsid w:val="0090722F"/>
    <w:rsid w:val="009110B4"/>
    <w:rsid w:val="0091154B"/>
    <w:rsid w:val="009116BF"/>
    <w:rsid w:val="00911BD8"/>
    <w:rsid w:val="00911E62"/>
    <w:rsid w:val="009123EB"/>
    <w:rsid w:val="00912426"/>
    <w:rsid w:val="009133D7"/>
    <w:rsid w:val="0091343B"/>
    <w:rsid w:val="0091366A"/>
    <w:rsid w:val="009136DD"/>
    <w:rsid w:val="009145AE"/>
    <w:rsid w:val="00914A01"/>
    <w:rsid w:val="00914E7D"/>
    <w:rsid w:val="00915552"/>
    <w:rsid w:val="00915697"/>
    <w:rsid w:val="009157A0"/>
    <w:rsid w:val="00915931"/>
    <w:rsid w:val="00915F05"/>
    <w:rsid w:val="00916342"/>
    <w:rsid w:val="00916A6B"/>
    <w:rsid w:val="00917215"/>
    <w:rsid w:val="0091736E"/>
    <w:rsid w:val="00917623"/>
    <w:rsid w:val="0092053D"/>
    <w:rsid w:val="0092064F"/>
    <w:rsid w:val="00921B7B"/>
    <w:rsid w:val="009226E4"/>
    <w:rsid w:val="0092287F"/>
    <w:rsid w:val="00922BA2"/>
    <w:rsid w:val="009231DC"/>
    <w:rsid w:val="00923CFF"/>
    <w:rsid w:val="0092491B"/>
    <w:rsid w:val="00925C38"/>
    <w:rsid w:val="00925C78"/>
    <w:rsid w:val="00926017"/>
    <w:rsid w:val="00926641"/>
    <w:rsid w:val="009272F8"/>
    <w:rsid w:val="00927719"/>
    <w:rsid w:val="00927C81"/>
    <w:rsid w:val="009306DD"/>
    <w:rsid w:val="009310E5"/>
    <w:rsid w:val="009317B4"/>
    <w:rsid w:val="009320CF"/>
    <w:rsid w:val="00932274"/>
    <w:rsid w:val="00933164"/>
    <w:rsid w:val="0093445A"/>
    <w:rsid w:val="00934CC7"/>
    <w:rsid w:val="0093514A"/>
    <w:rsid w:val="0093540A"/>
    <w:rsid w:val="009354C4"/>
    <w:rsid w:val="00935C14"/>
    <w:rsid w:val="0093693D"/>
    <w:rsid w:val="00936AD1"/>
    <w:rsid w:val="00936AD3"/>
    <w:rsid w:val="00936ECF"/>
    <w:rsid w:val="009370FD"/>
    <w:rsid w:val="0093783F"/>
    <w:rsid w:val="00937C05"/>
    <w:rsid w:val="00937E5D"/>
    <w:rsid w:val="0094023A"/>
    <w:rsid w:val="00941967"/>
    <w:rsid w:val="00941AB1"/>
    <w:rsid w:val="00941E8C"/>
    <w:rsid w:val="0094314F"/>
    <w:rsid w:val="00943663"/>
    <w:rsid w:val="009436F3"/>
    <w:rsid w:val="0094415C"/>
    <w:rsid w:val="00944CB6"/>
    <w:rsid w:val="00944F69"/>
    <w:rsid w:val="009452CE"/>
    <w:rsid w:val="0094739D"/>
    <w:rsid w:val="00950407"/>
    <w:rsid w:val="009509D4"/>
    <w:rsid w:val="00950DCC"/>
    <w:rsid w:val="00950E2F"/>
    <w:rsid w:val="009512F2"/>
    <w:rsid w:val="00952568"/>
    <w:rsid w:val="00954491"/>
    <w:rsid w:val="009546B5"/>
    <w:rsid w:val="00954702"/>
    <w:rsid w:val="0095606A"/>
    <w:rsid w:val="009566FF"/>
    <w:rsid w:val="00956A34"/>
    <w:rsid w:val="00956CCA"/>
    <w:rsid w:val="00956EA7"/>
    <w:rsid w:val="00957207"/>
    <w:rsid w:val="00957D61"/>
    <w:rsid w:val="00960845"/>
    <w:rsid w:val="00960850"/>
    <w:rsid w:val="00960E0A"/>
    <w:rsid w:val="009611F6"/>
    <w:rsid w:val="009616AE"/>
    <w:rsid w:val="00961A62"/>
    <w:rsid w:val="00961BFC"/>
    <w:rsid w:val="00962817"/>
    <w:rsid w:val="00962E75"/>
    <w:rsid w:val="0096316A"/>
    <w:rsid w:val="009632BC"/>
    <w:rsid w:val="00963339"/>
    <w:rsid w:val="00963AFC"/>
    <w:rsid w:val="009645DB"/>
    <w:rsid w:val="00964F2F"/>
    <w:rsid w:val="00964F82"/>
    <w:rsid w:val="00965538"/>
    <w:rsid w:val="00965E29"/>
    <w:rsid w:val="00965F45"/>
    <w:rsid w:val="00966855"/>
    <w:rsid w:val="009670F7"/>
    <w:rsid w:val="0096728A"/>
    <w:rsid w:val="009674D6"/>
    <w:rsid w:val="0096752E"/>
    <w:rsid w:val="00967B8D"/>
    <w:rsid w:val="00967CB5"/>
    <w:rsid w:val="00967D62"/>
    <w:rsid w:val="009718A3"/>
    <w:rsid w:val="00971C5E"/>
    <w:rsid w:val="00971CC8"/>
    <w:rsid w:val="00972DC9"/>
    <w:rsid w:val="009730C3"/>
    <w:rsid w:val="00976CA1"/>
    <w:rsid w:val="00977982"/>
    <w:rsid w:val="0098044E"/>
    <w:rsid w:val="0098083B"/>
    <w:rsid w:val="00980FD0"/>
    <w:rsid w:val="00981371"/>
    <w:rsid w:val="00981407"/>
    <w:rsid w:val="00981669"/>
    <w:rsid w:val="009816DF"/>
    <w:rsid w:val="009820A7"/>
    <w:rsid w:val="00983297"/>
    <w:rsid w:val="00983A8B"/>
    <w:rsid w:val="00984063"/>
    <w:rsid w:val="00984378"/>
    <w:rsid w:val="009846C8"/>
    <w:rsid w:val="0098473C"/>
    <w:rsid w:val="00984953"/>
    <w:rsid w:val="00985089"/>
    <w:rsid w:val="00985162"/>
    <w:rsid w:val="009852D5"/>
    <w:rsid w:val="00985D13"/>
    <w:rsid w:val="00987605"/>
    <w:rsid w:val="00987668"/>
    <w:rsid w:val="00987831"/>
    <w:rsid w:val="009902AB"/>
    <w:rsid w:val="00990626"/>
    <w:rsid w:val="009909E6"/>
    <w:rsid w:val="00990B84"/>
    <w:rsid w:val="0099149E"/>
    <w:rsid w:val="00991512"/>
    <w:rsid w:val="009919AD"/>
    <w:rsid w:val="009919B2"/>
    <w:rsid w:val="00991A71"/>
    <w:rsid w:val="00992B27"/>
    <w:rsid w:val="00992B42"/>
    <w:rsid w:val="00993098"/>
    <w:rsid w:val="0099414E"/>
    <w:rsid w:val="0099418D"/>
    <w:rsid w:val="009942C8"/>
    <w:rsid w:val="009943EC"/>
    <w:rsid w:val="00994AC3"/>
    <w:rsid w:val="009952C3"/>
    <w:rsid w:val="009957F3"/>
    <w:rsid w:val="009959B0"/>
    <w:rsid w:val="00995AFA"/>
    <w:rsid w:val="00995E9B"/>
    <w:rsid w:val="009969B9"/>
    <w:rsid w:val="00996ABD"/>
    <w:rsid w:val="00997908"/>
    <w:rsid w:val="00997F04"/>
    <w:rsid w:val="009A04E4"/>
    <w:rsid w:val="009A0FB1"/>
    <w:rsid w:val="009A11E9"/>
    <w:rsid w:val="009A1240"/>
    <w:rsid w:val="009A1258"/>
    <w:rsid w:val="009A1931"/>
    <w:rsid w:val="009A2043"/>
    <w:rsid w:val="009A212F"/>
    <w:rsid w:val="009A2379"/>
    <w:rsid w:val="009A2E8E"/>
    <w:rsid w:val="009A3735"/>
    <w:rsid w:val="009A43DC"/>
    <w:rsid w:val="009A4425"/>
    <w:rsid w:val="009A4654"/>
    <w:rsid w:val="009A4B47"/>
    <w:rsid w:val="009A4CBA"/>
    <w:rsid w:val="009A5031"/>
    <w:rsid w:val="009A575F"/>
    <w:rsid w:val="009A5AF5"/>
    <w:rsid w:val="009A5B97"/>
    <w:rsid w:val="009A74EC"/>
    <w:rsid w:val="009A7FFC"/>
    <w:rsid w:val="009B0734"/>
    <w:rsid w:val="009B0A12"/>
    <w:rsid w:val="009B10E9"/>
    <w:rsid w:val="009B15AE"/>
    <w:rsid w:val="009B1BF3"/>
    <w:rsid w:val="009B20D8"/>
    <w:rsid w:val="009B22FD"/>
    <w:rsid w:val="009B2343"/>
    <w:rsid w:val="009B2B92"/>
    <w:rsid w:val="009B311C"/>
    <w:rsid w:val="009B34A8"/>
    <w:rsid w:val="009B34C5"/>
    <w:rsid w:val="009B35D8"/>
    <w:rsid w:val="009B5F10"/>
    <w:rsid w:val="009B776C"/>
    <w:rsid w:val="009C09F8"/>
    <w:rsid w:val="009C1340"/>
    <w:rsid w:val="009C1E86"/>
    <w:rsid w:val="009C2033"/>
    <w:rsid w:val="009C27DC"/>
    <w:rsid w:val="009C3ECE"/>
    <w:rsid w:val="009C59F0"/>
    <w:rsid w:val="009C5A48"/>
    <w:rsid w:val="009C5D06"/>
    <w:rsid w:val="009C6BF1"/>
    <w:rsid w:val="009C729F"/>
    <w:rsid w:val="009D0009"/>
    <w:rsid w:val="009D072C"/>
    <w:rsid w:val="009D0C95"/>
    <w:rsid w:val="009D1AC0"/>
    <w:rsid w:val="009D1FCF"/>
    <w:rsid w:val="009D21E1"/>
    <w:rsid w:val="009D2AEB"/>
    <w:rsid w:val="009D2C8A"/>
    <w:rsid w:val="009D3FBE"/>
    <w:rsid w:val="009D4268"/>
    <w:rsid w:val="009D4570"/>
    <w:rsid w:val="009D4633"/>
    <w:rsid w:val="009D4CD6"/>
    <w:rsid w:val="009D4F7C"/>
    <w:rsid w:val="009D614B"/>
    <w:rsid w:val="009D66FA"/>
    <w:rsid w:val="009D67AF"/>
    <w:rsid w:val="009D6A1A"/>
    <w:rsid w:val="009D6DE9"/>
    <w:rsid w:val="009D6DFF"/>
    <w:rsid w:val="009D7C62"/>
    <w:rsid w:val="009D7E5F"/>
    <w:rsid w:val="009E028E"/>
    <w:rsid w:val="009E0842"/>
    <w:rsid w:val="009E0E2B"/>
    <w:rsid w:val="009E18BC"/>
    <w:rsid w:val="009E1976"/>
    <w:rsid w:val="009E1E0F"/>
    <w:rsid w:val="009E33D7"/>
    <w:rsid w:val="009E3B2D"/>
    <w:rsid w:val="009E4728"/>
    <w:rsid w:val="009E501A"/>
    <w:rsid w:val="009E522A"/>
    <w:rsid w:val="009E528D"/>
    <w:rsid w:val="009E52C0"/>
    <w:rsid w:val="009E5543"/>
    <w:rsid w:val="009E5875"/>
    <w:rsid w:val="009E5A78"/>
    <w:rsid w:val="009E5F21"/>
    <w:rsid w:val="009E6D1A"/>
    <w:rsid w:val="009E7531"/>
    <w:rsid w:val="009F0708"/>
    <w:rsid w:val="009F1284"/>
    <w:rsid w:val="009F1603"/>
    <w:rsid w:val="009F16FC"/>
    <w:rsid w:val="009F25BE"/>
    <w:rsid w:val="009F2DF0"/>
    <w:rsid w:val="009F2E90"/>
    <w:rsid w:val="009F2EBA"/>
    <w:rsid w:val="009F36ED"/>
    <w:rsid w:val="009F3C09"/>
    <w:rsid w:val="009F43C6"/>
    <w:rsid w:val="009F4980"/>
    <w:rsid w:val="009F4FE7"/>
    <w:rsid w:val="009F561B"/>
    <w:rsid w:val="009F5D24"/>
    <w:rsid w:val="009F5E69"/>
    <w:rsid w:val="009F6766"/>
    <w:rsid w:val="009F704D"/>
    <w:rsid w:val="009F7BA2"/>
    <w:rsid w:val="009F7DC7"/>
    <w:rsid w:val="00A00859"/>
    <w:rsid w:val="00A00A97"/>
    <w:rsid w:val="00A00B73"/>
    <w:rsid w:val="00A01001"/>
    <w:rsid w:val="00A01511"/>
    <w:rsid w:val="00A01991"/>
    <w:rsid w:val="00A01C6E"/>
    <w:rsid w:val="00A01D86"/>
    <w:rsid w:val="00A02366"/>
    <w:rsid w:val="00A03544"/>
    <w:rsid w:val="00A035E4"/>
    <w:rsid w:val="00A03839"/>
    <w:rsid w:val="00A040C1"/>
    <w:rsid w:val="00A048AE"/>
    <w:rsid w:val="00A04D94"/>
    <w:rsid w:val="00A0573A"/>
    <w:rsid w:val="00A05AF9"/>
    <w:rsid w:val="00A05E86"/>
    <w:rsid w:val="00A062C8"/>
    <w:rsid w:val="00A063BA"/>
    <w:rsid w:val="00A066BF"/>
    <w:rsid w:val="00A07A60"/>
    <w:rsid w:val="00A07C8E"/>
    <w:rsid w:val="00A07E59"/>
    <w:rsid w:val="00A10621"/>
    <w:rsid w:val="00A10F09"/>
    <w:rsid w:val="00A1187D"/>
    <w:rsid w:val="00A12D8B"/>
    <w:rsid w:val="00A1340B"/>
    <w:rsid w:val="00A13CCC"/>
    <w:rsid w:val="00A14113"/>
    <w:rsid w:val="00A155D4"/>
    <w:rsid w:val="00A1658E"/>
    <w:rsid w:val="00A16AAD"/>
    <w:rsid w:val="00A16C18"/>
    <w:rsid w:val="00A16E3D"/>
    <w:rsid w:val="00A17270"/>
    <w:rsid w:val="00A2048E"/>
    <w:rsid w:val="00A20498"/>
    <w:rsid w:val="00A204E6"/>
    <w:rsid w:val="00A227A0"/>
    <w:rsid w:val="00A22D64"/>
    <w:rsid w:val="00A22DAA"/>
    <w:rsid w:val="00A23210"/>
    <w:rsid w:val="00A236EA"/>
    <w:rsid w:val="00A238C5"/>
    <w:rsid w:val="00A23A33"/>
    <w:rsid w:val="00A240AE"/>
    <w:rsid w:val="00A24910"/>
    <w:rsid w:val="00A2567D"/>
    <w:rsid w:val="00A26126"/>
    <w:rsid w:val="00A26518"/>
    <w:rsid w:val="00A26703"/>
    <w:rsid w:val="00A26B2C"/>
    <w:rsid w:val="00A27175"/>
    <w:rsid w:val="00A272A0"/>
    <w:rsid w:val="00A27714"/>
    <w:rsid w:val="00A27B56"/>
    <w:rsid w:val="00A303E2"/>
    <w:rsid w:val="00A305FE"/>
    <w:rsid w:val="00A3138B"/>
    <w:rsid w:val="00A31431"/>
    <w:rsid w:val="00A317A1"/>
    <w:rsid w:val="00A3202D"/>
    <w:rsid w:val="00A32AAF"/>
    <w:rsid w:val="00A334D4"/>
    <w:rsid w:val="00A334F0"/>
    <w:rsid w:val="00A33F25"/>
    <w:rsid w:val="00A33F50"/>
    <w:rsid w:val="00A346DD"/>
    <w:rsid w:val="00A355AB"/>
    <w:rsid w:val="00A357F4"/>
    <w:rsid w:val="00A35854"/>
    <w:rsid w:val="00A3614C"/>
    <w:rsid w:val="00A36F8C"/>
    <w:rsid w:val="00A40545"/>
    <w:rsid w:val="00A407ED"/>
    <w:rsid w:val="00A40A75"/>
    <w:rsid w:val="00A40CB1"/>
    <w:rsid w:val="00A411ED"/>
    <w:rsid w:val="00A41BEF"/>
    <w:rsid w:val="00A422CA"/>
    <w:rsid w:val="00A42ACE"/>
    <w:rsid w:val="00A42B53"/>
    <w:rsid w:val="00A42E2F"/>
    <w:rsid w:val="00A42E55"/>
    <w:rsid w:val="00A4357C"/>
    <w:rsid w:val="00A43CD4"/>
    <w:rsid w:val="00A44285"/>
    <w:rsid w:val="00A44898"/>
    <w:rsid w:val="00A44DCB"/>
    <w:rsid w:val="00A4501F"/>
    <w:rsid w:val="00A45024"/>
    <w:rsid w:val="00A4508A"/>
    <w:rsid w:val="00A45252"/>
    <w:rsid w:val="00A45349"/>
    <w:rsid w:val="00A45BE1"/>
    <w:rsid w:val="00A461C0"/>
    <w:rsid w:val="00A46335"/>
    <w:rsid w:val="00A463FA"/>
    <w:rsid w:val="00A46DD0"/>
    <w:rsid w:val="00A46E56"/>
    <w:rsid w:val="00A472F3"/>
    <w:rsid w:val="00A47A73"/>
    <w:rsid w:val="00A47B53"/>
    <w:rsid w:val="00A47BB3"/>
    <w:rsid w:val="00A47E18"/>
    <w:rsid w:val="00A501F2"/>
    <w:rsid w:val="00A50344"/>
    <w:rsid w:val="00A50765"/>
    <w:rsid w:val="00A50926"/>
    <w:rsid w:val="00A51DED"/>
    <w:rsid w:val="00A520E1"/>
    <w:rsid w:val="00A52F3F"/>
    <w:rsid w:val="00A53149"/>
    <w:rsid w:val="00A532C3"/>
    <w:rsid w:val="00A53BBC"/>
    <w:rsid w:val="00A53C2C"/>
    <w:rsid w:val="00A53FB4"/>
    <w:rsid w:val="00A54202"/>
    <w:rsid w:val="00A55294"/>
    <w:rsid w:val="00A55734"/>
    <w:rsid w:val="00A56346"/>
    <w:rsid w:val="00A56A5A"/>
    <w:rsid w:val="00A57590"/>
    <w:rsid w:val="00A57BA5"/>
    <w:rsid w:val="00A604EB"/>
    <w:rsid w:val="00A609B7"/>
    <w:rsid w:val="00A6136B"/>
    <w:rsid w:val="00A61485"/>
    <w:rsid w:val="00A6181A"/>
    <w:rsid w:val="00A61CC0"/>
    <w:rsid w:val="00A61ED7"/>
    <w:rsid w:val="00A62989"/>
    <w:rsid w:val="00A6326F"/>
    <w:rsid w:val="00A63691"/>
    <w:rsid w:val="00A6387B"/>
    <w:rsid w:val="00A63D83"/>
    <w:rsid w:val="00A63E0E"/>
    <w:rsid w:val="00A64295"/>
    <w:rsid w:val="00A644D0"/>
    <w:rsid w:val="00A64841"/>
    <w:rsid w:val="00A64A86"/>
    <w:rsid w:val="00A6503D"/>
    <w:rsid w:val="00A65583"/>
    <w:rsid w:val="00A65977"/>
    <w:rsid w:val="00A6609E"/>
    <w:rsid w:val="00A66BDE"/>
    <w:rsid w:val="00A67328"/>
    <w:rsid w:val="00A67BE4"/>
    <w:rsid w:val="00A67CE0"/>
    <w:rsid w:val="00A700E8"/>
    <w:rsid w:val="00A7024B"/>
    <w:rsid w:val="00A711BE"/>
    <w:rsid w:val="00A712BA"/>
    <w:rsid w:val="00A716B2"/>
    <w:rsid w:val="00A71796"/>
    <w:rsid w:val="00A71D57"/>
    <w:rsid w:val="00A72BFC"/>
    <w:rsid w:val="00A7331E"/>
    <w:rsid w:val="00A736FD"/>
    <w:rsid w:val="00A737AF"/>
    <w:rsid w:val="00A73ADC"/>
    <w:rsid w:val="00A74526"/>
    <w:rsid w:val="00A7462E"/>
    <w:rsid w:val="00A771C9"/>
    <w:rsid w:val="00A7725A"/>
    <w:rsid w:val="00A772C9"/>
    <w:rsid w:val="00A77609"/>
    <w:rsid w:val="00A777F7"/>
    <w:rsid w:val="00A777FD"/>
    <w:rsid w:val="00A7791E"/>
    <w:rsid w:val="00A80EB0"/>
    <w:rsid w:val="00A81564"/>
    <w:rsid w:val="00A81FEC"/>
    <w:rsid w:val="00A82068"/>
    <w:rsid w:val="00A8282D"/>
    <w:rsid w:val="00A83457"/>
    <w:rsid w:val="00A8370B"/>
    <w:rsid w:val="00A83901"/>
    <w:rsid w:val="00A83DB3"/>
    <w:rsid w:val="00A83DBA"/>
    <w:rsid w:val="00A84358"/>
    <w:rsid w:val="00A84ECA"/>
    <w:rsid w:val="00A8544A"/>
    <w:rsid w:val="00A855F3"/>
    <w:rsid w:val="00A86C64"/>
    <w:rsid w:val="00A875CA"/>
    <w:rsid w:val="00A87792"/>
    <w:rsid w:val="00A87936"/>
    <w:rsid w:val="00A8797F"/>
    <w:rsid w:val="00A87A90"/>
    <w:rsid w:val="00A87F13"/>
    <w:rsid w:val="00A9028A"/>
    <w:rsid w:val="00A91C1B"/>
    <w:rsid w:val="00A922C9"/>
    <w:rsid w:val="00A927E5"/>
    <w:rsid w:val="00A92E9E"/>
    <w:rsid w:val="00A93605"/>
    <w:rsid w:val="00A93A62"/>
    <w:rsid w:val="00A93B7F"/>
    <w:rsid w:val="00A93E88"/>
    <w:rsid w:val="00A940FE"/>
    <w:rsid w:val="00A94C52"/>
    <w:rsid w:val="00A94EB7"/>
    <w:rsid w:val="00A9510B"/>
    <w:rsid w:val="00A95440"/>
    <w:rsid w:val="00A96732"/>
    <w:rsid w:val="00A96CD1"/>
    <w:rsid w:val="00A97A74"/>
    <w:rsid w:val="00A97B4C"/>
    <w:rsid w:val="00AA0905"/>
    <w:rsid w:val="00AA0D37"/>
    <w:rsid w:val="00AA1D44"/>
    <w:rsid w:val="00AA2061"/>
    <w:rsid w:val="00AA2131"/>
    <w:rsid w:val="00AA2CC5"/>
    <w:rsid w:val="00AA2E4B"/>
    <w:rsid w:val="00AA2F38"/>
    <w:rsid w:val="00AA3586"/>
    <w:rsid w:val="00AA3C65"/>
    <w:rsid w:val="00AA3C6B"/>
    <w:rsid w:val="00AA423A"/>
    <w:rsid w:val="00AA538F"/>
    <w:rsid w:val="00AA5AFF"/>
    <w:rsid w:val="00AA5C81"/>
    <w:rsid w:val="00AA5FA2"/>
    <w:rsid w:val="00AA600E"/>
    <w:rsid w:val="00AA6297"/>
    <w:rsid w:val="00AA72B8"/>
    <w:rsid w:val="00AA774E"/>
    <w:rsid w:val="00AA7768"/>
    <w:rsid w:val="00AA7CD7"/>
    <w:rsid w:val="00AB021B"/>
    <w:rsid w:val="00AB05C1"/>
    <w:rsid w:val="00AB0EE5"/>
    <w:rsid w:val="00AB1457"/>
    <w:rsid w:val="00AB20F9"/>
    <w:rsid w:val="00AB2DAA"/>
    <w:rsid w:val="00AB3ABF"/>
    <w:rsid w:val="00AB47D0"/>
    <w:rsid w:val="00AB5090"/>
    <w:rsid w:val="00AB57B9"/>
    <w:rsid w:val="00AB5B55"/>
    <w:rsid w:val="00AB5B75"/>
    <w:rsid w:val="00AB5C2E"/>
    <w:rsid w:val="00AB667E"/>
    <w:rsid w:val="00AB689C"/>
    <w:rsid w:val="00AB69B9"/>
    <w:rsid w:val="00AB72BE"/>
    <w:rsid w:val="00AB7561"/>
    <w:rsid w:val="00AB79A8"/>
    <w:rsid w:val="00AB7BBA"/>
    <w:rsid w:val="00AB7E3C"/>
    <w:rsid w:val="00AC0B96"/>
    <w:rsid w:val="00AC0FA4"/>
    <w:rsid w:val="00AC18D2"/>
    <w:rsid w:val="00AC1A2A"/>
    <w:rsid w:val="00AC2285"/>
    <w:rsid w:val="00AC2C48"/>
    <w:rsid w:val="00AC2F76"/>
    <w:rsid w:val="00AC30F0"/>
    <w:rsid w:val="00AC31D5"/>
    <w:rsid w:val="00AC35E4"/>
    <w:rsid w:val="00AC36D5"/>
    <w:rsid w:val="00AC40CB"/>
    <w:rsid w:val="00AC470D"/>
    <w:rsid w:val="00AC4B9A"/>
    <w:rsid w:val="00AC4DBE"/>
    <w:rsid w:val="00AC519F"/>
    <w:rsid w:val="00AC6E01"/>
    <w:rsid w:val="00AC77A3"/>
    <w:rsid w:val="00AC79BB"/>
    <w:rsid w:val="00AC7B8E"/>
    <w:rsid w:val="00AC7CAA"/>
    <w:rsid w:val="00AD006D"/>
    <w:rsid w:val="00AD080C"/>
    <w:rsid w:val="00AD0B53"/>
    <w:rsid w:val="00AD0C66"/>
    <w:rsid w:val="00AD0D98"/>
    <w:rsid w:val="00AD0E4F"/>
    <w:rsid w:val="00AD0F0C"/>
    <w:rsid w:val="00AD174F"/>
    <w:rsid w:val="00AD1764"/>
    <w:rsid w:val="00AD246E"/>
    <w:rsid w:val="00AD26FD"/>
    <w:rsid w:val="00AD2D03"/>
    <w:rsid w:val="00AD2FA4"/>
    <w:rsid w:val="00AD35B8"/>
    <w:rsid w:val="00AD36D4"/>
    <w:rsid w:val="00AD3F41"/>
    <w:rsid w:val="00AD41DC"/>
    <w:rsid w:val="00AD439C"/>
    <w:rsid w:val="00AD4824"/>
    <w:rsid w:val="00AD4957"/>
    <w:rsid w:val="00AD5C72"/>
    <w:rsid w:val="00AD7233"/>
    <w:rsid w:val="00AD7236"/>
    <w:rsid w:val="00AD78B6"/>
    <w:rsid w:val="00AD7DFE"/>
    <w:rsid w:val="00AD7F17"/>
    <w:rsid w:val="00AE02EE"/>
    <w:rsid w:val="00AE0D12"/>
    <w:rsid w:val="00AE0E17"/>
    <w:rsid w:val="00AE1545"/>
    <w:rsid w:val="00AE22D7"/>
    <w:rsid w:val="00AE261F"/>
    <w:rsid w:val="00AE2B07"/>
    <w:rsid w:val="00AE2BBD"/>
    <w:rsid w:val="00AE3008"/>
    <w:rsid w:val="00AE4580"/>
    <w:rsid w:val="00AE53EE"/>
    <w:rsid w:val="00AE541A"/>
    <w:rsid w:val="00AE563C"/>
    <w:rsid w:val="00AE5C92"/>
    <w:rsid w:val="00AE6424"/>
    <w:rsid w:val="00AE6708"/>
    <w:rsid w:val="00AF04D2"/>
    <w:rsid w:val="00AF0D8E"/>
    <w:rsid w:val="00AF1338"/>
    <w:rsid w:val="00AF199F"/>
    <w:rsid w:val="00AF2303"/>
    <w:rsid w:val="00AF2801"/>
    <w:rsid w:val="00AF2C75"/>
    <w:rsid w:val="00AF30D0"/>
    <w:rsid w:val="00AF3648"/>
    <w:rsid w:val="00AF3E87"/>
    <w:rsid w:val="00AF4064"/>
    <w:rsid w:val="00AF4819"/>
    <w:rsid w:val="00AF54E8"/>
    <w:rsid w:val="00AF66E4"/>
    <w:rsid w:val="00AF727E"/>
    <w:rsid w:val="00AF750C"/>
    <w:rsid w:val="00AF76A9"/>
    <w:rsid w:val="00AF79D0"/>
    <w:rsid w:val="00AF7EEA"/>
    <w:rsid w:val="00B0157D"/>
    <w:rsid w:val="00B0164F"/>
    <w:rsid w:val="00B01C1B"/>
    <w:rsid w:val="00B01DAF"/>
    <w:rsid w:val="00B02845"/>
    <w:rsid w:val="00B032D2"/>
    <w:rsid w:val="00B0336D"/>
    <w:rsid w:val="00B0352D"/>
    <w:rsid w:val="00B043BA"/>
    <w:rsid w:val="00B0485C"/>
    <w:rsid w:val="00B04D88"/>
    <w:rsid w:val="00B056BD"/>
    <w:rsid w:val="00B0588E"/>
    <w:rsid w:val="00B06504"/>
    <w:rsid w:val="00B07060"/>
    <w:rsid w:val="00B075DF"/>
    <w:rsid w:val="00B07F85"/>
    <w:rsid w:val="00B1085C"/>
    <w:rsid w:val="00B10C36"/>
    <w:rsid w:val="00B12050"/>
    <w:rsid w:val="00B12298"/>
    <w:rsid w:val="00B128B4"/>
    <w:rsid w:val="00B136D9"/>
    <w:rsid w:val="00B13730"/>
    <w:rsid w:val="00B1459F"/>
    <w:rsid w:val="00B14C28"/>
    <w:rsid w:val="00B15064"/>
    <w:rsid w:val="00B154F8"/>
    <w:rsid w:val="00B15AEF"/>
    <w:rsid w:val="00B15EFE"/>
    <w:rsid w:val="00B1650E"/>
    <w:rsid w:val="00B16D66"/>
    <w:rsid w:val="00B16DC8"/>
    <w:rsid w:val="00B17A95"/>
    <w:rsid w:val="00B20825"/>
    <w:rsid w:val="00B21440"/>
    <w:rsid w:val="00B221D5"/>
    <w:rsid w:val="00B22D1F"/>
    <w:rsid w:val="00B22E4F"/>
    <w:rsid w:val="00B238FB"/>
    <w:rsid w:val="00B23A21"/>
    <w:rsid w:val="00B23B7F"/>
    <w:rsid w:val="00B23D3B"/>
    <w:rsid w:val="00B240EA"/>
    <w:rsid w:val="00B24159"/>
    <w:rsid w:val="00B24B0D"/>
    <w:rsid w:val="00B250FC"/>
    <w:rsid w:val="00B25A67"/>
    <w:rsid w:val="00B25F75"/>
    <w:rsid w:val="00B26962"/>
    <w:rsid w:val="00B26C6A"/>
    <w:rsid w:val="00B27332"/>
    <w:rsid w:val="00B27ECF"/>
    <w:rsid w:val="00B305A8"/>
    <w:rsid w:val="00B305CF"/>
    <w:rsid w:val="00B30CFA"/>
    <w:rsid w:val="00B310BB"/>
    <w:rsid w:val="00B32610"/>
    <w:rsid w:val="00B332CB"/>
    <w:rsid w:val="00B33E03"/>
    <w:rsid w:val="00B34453"/>
    <w:rsid w:val="00B35053"/>
    <w:rsid w:val="00B35109"/>
    <w:rsid w:val="00B352F8"/>
    <w:rsid w:val="00B35683"/>
    <w:rsid w:val="00B35A54"/>
    <w:rsid w:val="00B36380"/>
    <w:rsid w:val="00B36462"/>
    <w:rsid w:val="00B3666C"/>
    <w:rsid w:val="00B36689"/>
    <w:rsid w:val="00B3747F"/>
    <w:rsid w:val="00B37A7A"/>
    <w:rsid w:val="00B406E1"/>
    <w:rsid w:val="00B420B3"/>
    <w:rsid w:val="00B421ED"/>
    <w:rsid w:val="00B42E31"/>
    <w:rsid w:val="00B43B56"/>
    <w:rsid w:val="00B43FC7"/>
    <w:rsid w:val="00B44441"/>
    <w:rsid w:val="00B449D3"/>
    <w:rsid w:val="00B44A63"/>
    <w:rsid w:val="00B452A8"/>
    <w:rsid w:val="00B455C0"/>
    <w:rsid w:val="00B461F4"/>
    <w:rsid w:val="00B46C9E"/>
    <w:rsid w:val="00B47176"/>
    <w:rsid w:val="00B4747A"/>
    <w:rsid w:val="00B478C9"/>
    <w:rsid w:val="00B502AE"/>
    <w:rsid w:val="00B5064D"/>
    <w:rsid w:val="00B524F0"/>
    <w:rsid w:val="00B524F6"/>
    <w:rsid w:val="00B5267F"/>
    <w:rsid w:val="00B53480"/>
    <w:rsid w:val="00B53803"/>
    <w:rsid w:val="00B53CE9"/>
    <w:rsid w:val="00B53DDB"/>
    <w:rsid w:val="00B5458B"/>
    <w:rsid w:val="00B547ED"/>
    <w:rsid w:val="00B54B90"/>
    <w:rsid w:val="00B5508E"/>
    <w:rsid w:val="00B556A0"/>
    <w:rsid w:val="00B556D3"/>
    <w:rsid w:val="00B55A7D"/>
    <w:rsid w:val="00B5721F"/>
    <w:rsid w:val="00B573E1"/>
    <w:rsid w:val="00B57632"/>
    <w:rsid w:val="00B60118"/>
    <w:rsid w:val="00B6047F"/>
    <w:rsid w:val="00B60672"/>
    <w:rsid w:val="00B612A2"/>
    <w:rsid w:val="00B61653"/>
    <w:rsid w:val="00B619EC"/>
    <w:rsid w:val="00B624CD"/>
    <w:rsid w:val="00B626B8"/>
    <w:rsid w:val="00B6286B"/>
    <w:rsid w:val="00B62B9C"/>
    <w:rsid w:val="00B6305A"/>
    <w:rsid w:val="00B63E15"/>
    <w:rsid w:val="00B64090"/>
    <w:rsid w:val="00B6480A"/>
    <w:rsid w:val="00B64A73"/>
    <w:rsid w:val="00B64BD5"/>
    <w:rsid w:val="00B64E53"/>
    <w:rsid w:val="00B64E6A"/>
    <w:rsid w:val="00B65162"/>
    <w:rsid w:val="00B6530B"/>
    <w:rsid w:val="00B65F8A"/>
    <w:rsid w:val="00B66AB0"/>
    <w:rsid w:val="00B67245"/>
    <w:rsid w:val="00B67A2A"/>
    <w:rsid w:val="00B67BD0"/>
    <w:rsid w:val="00B70034"/>
    <w:rsid w:val="00B700D1"/>
    <w:rsid w:val="00B7013D"/>
    <w:rsid w:val="00B71377"/>
    <w:rsid w:val="00B71CB5"/>
    <w:rsid w:val="00B71EB7"/>
    <w:rsid w:val="00B728C6"/>
    <w:rsid w:val="00B72F59"/>
    <w:rsid w:val="00B72FB0"/>
    <w:rsid w:val="00B73073"/>
    <w:rsid w:val="00B73166"/>
    <w:rsid w:val="00B7384C"/>
    <w:rsid w:val="00B73A9A"/>
    <w:rsid w:val="00B73FE8"/>
    <w:rsid w:val="00B744D9"/>
    <w:rsid w:val="00B74A3C"/>
    <w:rsid w:val="00B74E79"/>
    <w:rsid w:val="00B75018"/>
    <w:rsid w:val="00B75743"/>
    <w:rsid w:val="00B75AD7"/>
    <w:rsid w:val="00B76216"/>
    <w:rsid w:val="00B767E4"/>
    <w:rsid w:val="00B76A46"/>
    <w:rsid w:val="00B77169"/>
    <w:rsid w:val="00B7791C"/>
    <w:rsid w:val="00B77DAD"/>
    <w:rsid w:val="00B77FC2"/>
    <w:rsid w:val="00B80625"/>
    <w:rsid w:val="00B80872"/>
    <w:rsid w:val="00B82CEF"/>
    <w:rsid w:val="00B83378"/>
    <w:rsid w:val="00B83D62"/>
    <w:rsid w:val="00B84D56"/>
    <w:rsid w:val="00B84DFE"/>
    <w:rsid w:val="00B854B6"/>
    <w:rsid w:val="00B85CCC"/>
    <w:rsid w:val="00B86754"/>
    <w:rsid w:val="00B86D6E"/>
    <w:rsid w:val="00B87337"/>
    <w:rsid w:val="00B87D44"/>
    <w:rsid w:val="00B87D78"/>
    <w:rsid w:val="00B91841"/>
    <w:rsid w:val="00B92108"/>
    <w:rsid w:val="00B92A5D"/>
    <w:rsid w:val="00B93009"/>
    <w:rsid w:val="00B93492"/>
    <w:rsid w:val="00B93C50"/>
    <w:rsid w:val="00B93CE9"/>
    <w:rsid w:val="00B94C33"/>
    <w:rsid w:val="00B950EF"/>
    <w:rsid w:val="00B9535C"/>
    <w:rsid w:val="00B9576B"/>
    <w:rsid w:val="00B95DED"/>
    <w:rsid w:val="00B963B3"/>
    <w:rsid w:val="00B96591"/>
    <w:rsid w:val="00B96AD4"/>
    <w:rsid w:val="00B9711B"/>
    <w:rsid w:val="00BA0146"/>
    <w:rsid w:val="00BA0205"/>
    <w:rsid w:val="00BA0A66"/>
    <w:rsid w:val="00BA0BA6"/>
    <w:rsid w:val="00BA14A0"/>
    <w:rsid w:val="00BA19C5"/>
    <w:rsid w:val="00BA2541"/>
    <w:rsid w:val="00BA3538"/>
    <w:rsid w:val="00BA3E27"/>
    <w:rsid w:val="00BA4375"/>
    <w:rsid w:val="00BA451D"/>
    <w:rsid w:val="00BA5A82"/>
    <w:rsid w:val="00BA5F97"/>
    <w:rsid w:val="00BA6471"/>
    <w:rsid w:val="00BA6A42"/>
    <w:rsid w:val="00BA76BD"/>
    <w:rsid w:val="00BB05F8"/>
    <w:rsid w:val="00BB165D"/>
    <w:rsid w:val="00BB1D62"/>
    <w:rsid w:val="00BB3640"/>
    <w:rsid w:val="00BB3CC8"/>
    <w:rsid w:val="00BB3DAE"/>
    <w:rsid w:val="00BB3ED7"/>
    <w:rsid w:val="00BB45B7"/>
    <w:rsid w:val="00BB4690"/>
    <w:rsid w:val="00BB4CF1"/>
    <w:rsid w:val="00BB4DF0"/>
    <w:rsid w:val="00BB50A7"/>
    <w:rsid w:val="00BB537E"/>
    <w:rsid w:val="00BB5635"/>
    <w:rsid w:val="00BB5AFB"/>
    <w:rsid w:val="00BB6204"/>
    <w:rsid w:val="00BB62F6"/>
    <w:rsid w:val="00BB6D64"/>
    <w:rsid w:val="00BB6DB2"/>
    <w:rsid w:val="00BB7963"/>
    <w:rsid w:val="00BB7E18"/>
    <w:rsid w:val="00BC0A68"/>
    <w:rsid w:val="00BC0BA9"/>
    <w:rsid w:val="00BC0CA2"/>
    <w:rsid w:val="00BC0D67"/>
    <w:rsid w:val="00BC1624"/>
    <w:rsid w:val="00BC16A3"/>
    <w:rsid w:val="00BC1EB9"/>
    <w:rsid w:val="00BC20B7"/>
    <w:rsid w:val="00BC24BE"/>
    <w:rsid w:val="00BC25B3"/>
    <w:rsid w:val="00BC2607"/>
    <w:rsid w:val="00BC2760"/>
    <w:rsid w:val="00BC2B1D"/>
    <w:rsid w:val="00BC38C0"/>
    <w:rsid w:val="00BC3E64"/>
    <w:rsid w:val="00BC43A5"/>
    <w:rsid w:val="00BC4B9A"/>
    <w:rsid w:val="00BC4DC5"/>
    <w:rsid w:val="00BC5BE0"/>
    <w:rsid w:val="00BC5D1D"/>
    <w:rsid w:val="00BC5DB8"/>
    <w:rsid w:val="00BC69A1"/>
    <w:rsid w:val="00BC6BE5"/>
    <w:rsid w:val="00BC6CA5"/>
    <w:rsid w:val="00BC6FC7"/>
    <w:rsid w:val="00BC759F"/>
    <w:rsid w:val="00BD0446"/>
    <w:rsid w:val="00BD079E"/>
    <w:rsid w:val="00BD0B41"/>
    <w:rsid w:val="00BD1401"/>
    <w:rsid w:val="00BD1826"/>
    <w:rsid w:val="00BD18C0"/>
    <w:rsid w:val="00BD1D8A"/>
    <w:rsid w:val="00BD21FC"/>
    <w:rsid w:val="00BD22F3"/>
    <w:rsid w:val="00BD3285"/>
    <w:rsid w:val="00BD3996"/>
    <w:rsid w:val="00BD3DB7"/>
    <w:rsid w:val="00BD42AB"/>
    <w:rsid w:val="00BD46D9"/>
    <w:rsid w:val="00BD5E31"/>
    <w:rsid w:val="00BD64D6"/>
    <w:rsid w:val="00BD64DD"/>
    <w:rsid w:val="00BD6833"/>
    <w:rsid w:val="00BD6A8A"/>
    <w:rsid w:val="00BD6F8A"/>
    <w:rsid w:val="00BD763F"/>
    <w:rsid w:val="00BD76E5"/>
    <w:rsid w:val="00BD7E5E"/>
    <w:rsid w:val="00BE016F"/>
    <w:rsid w:val="00BE08C6"/>
    <w:rsid w:val="00BE0A64"/>
    <w:rsid w:val="00BE0B2D"/>
    <w:rsid w:val="00BE1404"/>
    <w:rsid w:val="00BE1899"/>
    <w:rsid w:val="00BE27AB"/>
    <w:rsid w:val="00BE33FA"/>
    <w:rsid w:val="00BE38B2"/>
    <w:rsid w:val="00BE4AEB"/>
    <w:rsid w:val="00BE65EE"/>
    <w:rsid w:val="00BE6F79"/>
    <w:rsid w:val="00BE6FB9"/>
    <w:rsid w:val="00BE7382"/>
    <w:rsid w:val="00BE789B"/>
    <w:rsid w:val="00BF0415"/>
    <w:rsid w:val="00BF0EDB"/>
    <w:rsid w:val="00BF0F13"/>
    <w:rsid w:val="00BF13EE"/>
    <w:rsid w:val="00BF1D34"/>
    <w:rsid w:val="00BF3095"/>
    <w:rsid w:val="00BF3CFF"/>
    <w:rsid w:val="00BF49E2"/>
    <w:rsid w:val="00BF4AD4"/>
    <w:rsid w:val="00BF57CC"/>
    <w:rsid w:val="00BF5D7C"/>
    <w:rsid w:val="00BF617A"/>
    <w:rsid w:val="00BF67BE"/>
    <w:rsid w:val="00BF78A1"/>
    <w:rsid w:val="00BF7D7A"/>
    <w:rsid w:val="00BF7F23"/>
    <w:rsid w:val="00C000C5"/>
    <w:rsid w:val="00C001F9"/>
    <w:rsid w:val="00C00255"/>
    <w:rsid w:val="00C00BF6"/>
    <w:rsid w:val="00C00BF7"/>
    <w:rsid w:val="00C044F7"/>
    <w:rsid w:val="00C04C54"/>
    <w:rsid w:val="00C054D5"/>
    <w:rsid w:val="00C06BE8"/>
    <w:rsid w:val="00C072B0"/>
    <w:rsid w:val="00C076F3"/>
    <w:rsid w:val="00C078FA"/>
    <w:rsid w:val="00C11086"/>
    <w:rsid w:val="00C1187C"/>
    <w:rsid w:val="00C11A34"/>
    <w:rsid w:val="00C11D8D"/>
    <w:rsid w:val="00C123D3"/>
    <w:rsid w:val="00C13252"/>
    <w:rsid w:val="00C13726"/>
    <w:rsid w:val="00C13B80"/>
    <w:rsid w:val="00C13D64"/>
    <w:rsid w:val="00C146CD"/>
    <w:rsid w:val="00C15986"/>
    <w:rsid w:val="00C16551"/>
    <w:rsid w:val="00C1659E"/>
    <w:rsid w:val="00C1688A"/>
    <w:rsid w:val="00C16C83"/>
    <w:rsid w:val="00C16CD0"/>
    <w:rsid w:val="00C1769C"/>
    <w:rsid w:val="00C1788B"/>
    <w:rsid w:val="00C17B8D"/>
    <w:rsid w:val="00C17D0C"/>
    <w:rsid w:val="00C20A91"/>
    <w:rsid w:val="00C20BF5"/>
    <w:rsid w:val="00C20D82"/>
    <w:rsid w:val="00C20F65"/>
    <w:rsid w:val="00C20F7A"/>
    <w:rsid w:val="00C215EA"/>
    <w:rsid w:val="00C218D6"/>
    <w:rsid w:val="00C218D9"/>
    <w:rsid w:val="00C2248F"/>
    <w:rsid w:val="00C228F9"/>
    <w:rsid w:val="00C22BD2"/>
    <w:rsid w:val="00C22C60"/>
    <w:rsid w:val="00C23033"/>
    <w:rsid w:val="00C23820"/>
    <w:rsid w:val="00C23BDF"/>
    <w:rsid w:val="00C23DEE"/>
    <w:rsid w:val="00C246CB"/>
    <w:rsid w:val="00C24842"/>
    <w:rsid w:val="00C25952"/>
    <w:rsid w:val="00C26121"/>
    <w:rsid w:val="00C2654A"/>
    <w:rsid w:val="00C26B7E"/>
    <w:rsid w:val="00C26D33"/>
    <w:rsid w:val="00C26D3C"/>
    <w:rsid w:val="00C2774E"/>
    <w:rsid w:val="00C27C6E"/>
    <w:rsid w:val="00C27EDF"/>
    <w:rsid w:val="00C307C2"/>
    <w:rsid w:val="00C309E7"/>
    <w:rsid w:val="00C30E22"/>
    <w:rsid w:val="00C310CC"/>
    <w:rsid w:val="00C31A34"/>
    <w:rsid w:val="00C32233"/>
    <w:rsid w:val="00C32614"/>
    <w:rsid w:val="00C32B6B"/>
    <w:rsid w:val="00C32C24"/>
    <w:rsid w:val="00C32D19"/>
    <w:rsid w:val="00C32DED"/>
    <w:rsid w:val="00C331C9"/>
    <w:rsid w:val="00C3323B"/>
    <w:rsid w:val="00C3344A"/>
    <w:rsid w:val="00C3437C"/>
    <w:rsid w:val="00C34522"/>
    <w:rsid w:val="00C353A9"/>
    <w:rsid w:val="00C36160"/>
    <w:rsid w:val="00C363DB"/>
    <w:rsid w:val="00C369FE"/>
    <w:rsid w:val="00C3742D"/>
    <w:rsid w:val="00C37A8B"/>
    <w:rsid w:val="00C37BAE"/>
    <w:rsid w:val="00C40C2C"/>
    <w:rsid w:val="00C41A70"/>
    <w:rsid w:val="00C41E22"/>
    <w:rsid w:val="00C421A3"/>
    <w:rsid w:val="00C421C1"/>
    <w:rsid w:val="00C43307"/>
    <w:rsid w:val="00C440F5"/>
    <w:rsid w:val="00C443DA"/>
    <w:rsid w:val="00C4440B"/>
    <w:rsid w:val="00C448DA"/>
    <w:rsid w:val="00C451BA"/>
    <w:rsid w:val="00C458A4"/>
    <w:rsid w:val="00C45914"/>
    <w:rsid w:val="00C45972"/>
    <w:rsid w:val="00C47A3C"/>
    <w:rsid w:val="00C47C94"/>
    <w:rsid w:val="00C47CF2"/>
    <w:rsid w:val="00C501F7"/>
    <w:rsid w:val="00C5044A"/>
    <w:rsid w:val="00C50F9B"/>
    <w:rsid w:val="00C51557"/>
    <w:rsid w:val="00C51DF7"/>
    <w:rsid w:val="00C5283D"/>
    <w:rsid w:val="00C52AA0"/>
    <w:rsid w:val="00C52B3F"/>
    <w:rsid w:val="00C52B83"/>
    <w:rsid w:val="00C534CE"/>
    <w:rsid w:val="00C537B2"/>
    <w:rsid w:val="00C53A7E"/>
    <w:rsid w:val="00C54099"/>
    <w:rsid w:val="00C55184"/>
    <w:rsid w:val="00C5547A"/>
    <w:rsid w:val="00C55721"/>
    <w:rsid w:val="00C55CD3"/>
    <w:rsid w:val="00C5603B"/>
    <w:rsid w:val="00C5635A"/>
    <w:rsid w:val="00C5704C"/>
    <w:rsid w:val="00C571DB"/>
    <w:rsid w:val="00C57AEB"/>
    <w:rsid w:val="00C57B5F"/>
    <w:rsid w:val="00C60D77"/>
    <w:rsid w:val="00C60DA1"/>
    <w:rsid w:val="00C61C8C"/>
    <w:rsid w:val="00C61CA0"/>
    <w:rsid w:val="00C6214C"/>
    <w:rsid w:val="00C62BB9"/>
    <w:rsid w:val="00C62FDF"/>
    <w:rsid w:val="00C6331C"/>
    <w:rsid w:val="00C63409"/>
    <w:rsid w:val="00C63784"/>
    <w:rsid w:val="00C63D10"/>
    <w:rsid w:val="00C6478E"/>
    <w:rsid w:val="00C64B3C"/>
    <w:rsid w:val="00C652F6"/>
    <w:rsid w:val="00C65C83"/>
    <w:rsid w:val="00C65EDC"/>
    <w:rsid w:val="00C6650E"/>
    <w:rsid w:val="00C67483"/>
    <w:rsid w:val="00C675A1"/>
    <w:rsid w:val="00C67618"/>
    <w:rsid w:val="00C70963"/>
    <w:rsid w:val="00C712EB"/>
    <w:rsid w:val="00C71835"/>
    <w:rsid w:val="00C71CD4"/>
    <w:rsid w:val="00C71F36"/>
    <w:rsid w:val="00C721DB"/>
    <w:rsid w:val="00C72C83"/>
    <w:rsid w:val="00C73F9A"/>
    <w:rsid w:val="00C7404A"/>
    <w:rsid w:val="00C74438"/>
    <w:rsid w:val="00C7474D"/>
    <w:rsid w:val="00C74A9B"/>
    <w:rsid w:val="00C75035"/>
    <w:rsid w:val="00C75ABF"/>
    <w:rsid w:val="00C7621E"/>
    <w:rsid w:val="00C7698C"/>
    <w:rsid w:val="00C76D78"/>
    <w:rsid w:val="00C76F07"/>
    <w:rsid w:val="00C7703B"/>
    <w:rsid w:val="00C776F5"/>
    <w:rsid w:val="00C77AE2"/>
    <w:rsid w:val="00C80623"/>
    <w:rsid w:val="00C8164B"/>
    <w:rsid w:val="00C8180F"/>
    <w:rsid w:val="00C8334F"/>
    <w:rsid w:val="00C83665"/>
    <w:rsid w:val="00C83A58"/>
    <w:rsid w:val="00C83B28"/>
    <w:rsid w:val="00C8428A"/>
    <w:rsid w:val="00C8495F"/>
    <w:rsid w:val="00C84A9C"/>
    <w:rsid w:val="00C853D1"/>
    <w:rsid w:val="00C857B8"/>
    <w:rsid w:val="00C90082"/>
    <w:rsid w:val="00C903C5"/>
    <w:rsid w:val="00C90635"/>
    <w:rsid w:val="00C90DCC"/>
    <w:rsid w:val="00C9158F"/>
    <w:rsid w:val="00C91883"/>
    <w:rsid w:val="00C91DA8"/>
    <w:rsid w:val="00C923B4"/>
    <w:rsid w:val="00C926EA"/>
    <w:rsid w:val="00C92975"/>
    <w:rsid w:val="00C92EFA"/>
    <w:rsid w:val="00C931EE"/>
    <w:rsid w:val="00C93AC1"/>
    <w:rsid w:val="00C94634"/>
    <w:rsid w:val="00C94F7B"/>
    <w:rsid w:val="00C95090"/>
    <w:rsid w:val="00C9591C"/>
    <w:rsid w:val="00C96CC1"/>
    <w:rsid w:val="00C97A1F"/>
    <w:rsid w:val="00CA0261"/>
    <w:rsid w:val="00CA0662"/>
    <w:rsid w:val="00CA2739"/>
    <w:rsid w:val="00CA3315"/>
    <w:rsid w:val="00CA36EC"/>
    <w:rsid w:val="00CA37D7"/>
    <w:rsid w:val="00CA3A73"/>
    <w:rsid w:val="00CA3C50"/>
    <w:rsid w:val="00CA4982"/>
    <w:rsid w:val="00CA4D10"/>
    <w:rsid w:val="00CA51D9"/>
    <w:rsid w:val="00CA5CC3"/>
    <w:rsid w:val="00CA63C7"/>
    <w:rsid w:val="00CA6492"/>
    <w:rsid w:val="00CA67DC"/>
    <w:rsid w:val="00CA6D3E"/>
    <w:rsid w:val="00CA7017"/>
    <w:rsid w:val="00CA7177"/>
    <w:rsid w:val="00CB03B4"/>
    <w:rsid w:val="00CB0CB0"/>
    <w:rsid w:val="00CB0E56"/>
    <w:rsid w:val="00CB1157"/>
    <w:rsid w:val="00CB1B61"/>
    <w:rsid w:val="00CB1F05"/>
    <w:rsid w:val="00CB227C"/>
    <w:rsid w:val="00CB2564"/>
    <w:rsid w:val="00CB2781"/>
    <w:rsid w:val="00CB294F"/>
    <w:rsid w:val="00CB2A64"/>
    <w:rsid w:val="00CB306C"/>
    <w:rsid w:val="00CB3130"/>
    <w:rsid w:val="00CB31F6"/>
    <w:rsid w:val="00CB320C"/>
    <w:rsid w:val="00CB34FF"/>
    <w:rsid w:val="00CB3572"/>
    <w:rsid w:val="00CB3949"/>
    <w:rsid w:val="00CB45B2"/>
    <w:rsid w:val="00CB4AB0"/>
    <w:rsid w:val="00CB60E7"/>
    <w:rsid w:val="00CB682D"/>
    <w:rsid w:val="00CB7096"/>
    <w:rsid w:val="00CB7C27"/>
    <w:rsid w:val="00CC05DA"/>
    <w:rsid w:val="00CC0630"/>
    <w:rsid w:val="00CC072F"/>
    <w:rsid w:val="00CC0AA5"/>
    <w:rsid w:val="00CC17FE"/>
    <w:rsid w:val="00CC265C"/>
    <w:rsid w:val="00CC2932"/>
    <w:rsid w:val="00CC4969"/>
    <w:rsid w:val="00CC4B94"/>
    <w:rsid w:val="00CC4F72"/>
    <w:rsid w:val="00CC588B"/>
    <w:rsid w:val="00CC5E6C"/>
    <w:rsid w:val="00CC7058"/>
    <w:rsid w:val="00CC7720"/>
    <w:rsid w:val="00CC7861"/>
    <w:rsid w:val="00CC7D3A"/>
    <w:rsid w:val="00CD0188"/>
    <w:rsid w:val="00CD0DE7"/>
    <w:rsid w:val="00CD1270"/>
    <w:rsid w:val="00CD3620"/>
    <w:rsid w:val="00CD398B"/>
    <w:rsid w:val="00CD3ED0"/>
    <w:rsid w:val="00CD3EE3"/>
    <w:rsid w:val="00CD40B9"/>
    <w:rsid w:val="00CD44F4"/>
    <w:rsid w:val="00CD4DBD"/>
    <w:rsid w:val="00CD568F"/>
    <w:rsid w:val="00CD57F6"/>
    <w:rsid w:val="00CD64EA"/>
    <w:rsid w:val="00CD6D33"/>
    <w:rsid w:val="00CD7E4D"/>
    <w:rsid w:val="00CE0C27"/>
    <w:rsid w:val="00CE1842"/>
    <w:rsid w:val="00CE2355"/>
    <w:rsid w:val="00CE2381"/>
    <w:rsid w:val="00CE27FE"/>
    <w:rsid w:val="00CE288E"/>
    <w:rsid w:val="00CE2E9D"/>
    <w:rsid w:val="00CE377B"/>
    <w:rsid w:val="00CE3CE3"/>
    <w:rsid w:val="00CE3E74"/>
    <w:rsid w:val="00CE4E3F"/>
    <w:rsid w:val="00CE59E7"/>
    <w:rsid w:val="00CE68B7"/>
    <w:rsid w:val="00CE692A"/>
    <w:rsid w:val="00CE6C33"/>
    <w:rsid w:val="00CE7C47"/>
    <w:rsid w:val="00CE7E14"/>
    <w:rsid w:val="00CF0226"/>
    <w:rsid w:val="00CF07AC"/>
    <w:rsid w:val="00CF177E"/>
    <w:rsid w:val="00CF1D11"/>
    <w:rsid w:val="00CF1D3E"/>
    <w:rsid w:val="00CF2370"/>
    <w:rsid w:val="00CF246F"/>
    <w:rsid w:val="00CF2B0D"/>
    <w:rsid w:val="00CF325F"/>
    <w:rsid w:val="00CF3347"/>
    <w:rsid w:val="00CF384B"/>
    <w:rsid w:val="00CF4170"/>
    <w:rsid w:val="00CF43C4"/>
    <w:rsid w:val="00CF4B6F"/>
    <w:rsid w:val="00CF7A4C"/>
    <w:rsid w:val="00D01672"/>
    <w:rsid w:val="00D017A5"/>
    <w:rsid w:val="00D01A4B"/>
    <w:rsid w:val="00D01BEC"/>
    <w:rsid w:val="00D01CA8"/>
    <w:rsid w:val="00D020E7"/>
    <w:rsid w:val="00D022E7"/>
    <w:rsid w:val="00D04CB9"/>
    <w:rsid w:val="00D05F39"/>
    <w:rsid w:val="00D05FC7"/>
    <w:rsid w:val="00D060BD"/>
    <w:rsid w:val="00D076EC"/>
    <w:rsid w:val="00D07EE7"/>
    <w:rsid w:val="00D10100"/>
    <w:rsid w:val="00D10494"/>
    <w:rsid w:val="00D107CC"/>
    <w:rsid w:val="00D1090A"/>
    <w:rsid w:val="00D10BB3"/>
    <w:rsid w:val="00D112E9"/>
    <w:rsid w:val="00D11351"/>
    <w:rsid w:val="00D11494"/>
    <w:rsid w:val="00D11FEC"/>
    <w:rsid w:val="00D133F6"/>
    <w:rsid w:val="00D136E5"/>
    <w:rsid w:val="00D13899"/>
    <w:rsid w:val="00D14616"/>
    <w:rsid w:val="00D14C11"/>
    <w:rsid w:val="00D15164"/>
    <w:rsid w:val="00D155AD"/>
    <w:rsid w:val="00D15E65"/>
    <w:rsid w:val="00D1604E"/>
    <w:rsid w:val="00D16163"/>
    <w:rsid w:val="00D16B8D"/>
    <w:rsid w:val="00D16FBE"/>
    <w:rsid w:val="00D1767B"/>
    <w:rsid w:val="00D178AE"/>
    <w:rsid w:val="00D17E75"/>
    <w:rsid w:val="00D2138B"/>
    <w:rsid w:val="00D217C2"/>
    <w:rsid w:val="00D21CA0"/>
    <w:rsid w:val="00D22979"/>
    <w:rsid w:val="00D2297A"/>
    <w:rsid w:val="00D23164"/>
    <w:rsid w:val="00D23586"/>
    <w:rsid w:val="00D23635"/>
    <w:rsid w:val="00D23E6C"/>
    <w:rsid w:val="00D24044"/>
    <w:rsid w:val="00D248B3"/>
    <w:rsid w:val="00D24E68"/>
    <w:rsid w:val="00D24F5C"/>
    <w:rsid w:val="00D25002"/>
    <w:rsid w:val="00D2537B"/>
    <w:rsid w:val="00D25677"/>
    <w:rsid w:val="00D264EA"/>
    <w:rsid w:val="00D26816"/>
    <w:rsid w:val="00D26C27"/>
    <w:rsid w:val="00D26C3D"/>
    <w:rsid w:val="00D270F3"/>
    <w:rsid w:val="00D277DE"/>
    <w:rsid w:val="00D27CD0"/>
    <w:rsid w:val="00D30257"/>
    <w:rsid w:val="00D31499"/>
    <w:rsid w:val="00D314A9"/>
    <w:rsid w:val="00D32D46"/>
    <w:rsid w:val="00D32F56"/>
    <w:rsid w:val="00D34043"/>
    <w:rsid w:val="00D35EFE"/>
    <w:rsid w:val="00D36CE3"/>
    <w:rsid w:val="00D36D11"/>
    <w:rsid w:val="00D375EA"/>
    <w:rsid w:val="00D3775A"/>
    <w:rsid w:val="00D37CB9"/>
    <w:rsid w:val="00D40D38"/>
    <w:rsid w:val="00D41015"/>
    <w:rsid w:val="00D415FD"/>
    <w:rsid w:val="00D41AF1"/>
    <w:rsid w:val="00D41D41"/>
    <w:rsid w:val="00D41DEC"/>
    <w:rsid w:val="00D42784"/>
    <w:rsid w:val="00D427FB"/>
    <w:rsid w:val="00D4324A"/>
    <w:rsid w:val="00D442F1"/>
    <w:rsid w:val="00D44379"/>
    <w:rsid w:val="00D443D5"/>
    <w:rsid w:val="00D4548D"/>
    <w:rsid w:val="00D45A93"/>
    <w:rsid w:val="00D47121"/>
    <w:rsid w:val="00D47758"/>
    <w:rsid w:val="00D50E0A"/>
    <w:rsid w:val="00D511BF"/>
    <w:rsid w:val="00D51376"/>
    <w:rsid w:val="00D51A7A"/>
    <w:rsid w:val="00D51EAF"/>
    <w:rsid w:val="00D53618"/>
    <w:rsid w:val="00D53697"/>
    <w:rsid w:val="00D53BED"/>
    <w:rsid w:val="00D53D66"/>
    <w:rsid w:val="00D56017"/>
    <w:rsid w:val="00D562E2"/>
    <w:rsid w:val="00D56331"/>
    <w:rsid w:val="00D572FB"/>
    <w:rsid w:val="00D574B0"/>
    <w:rsid w:val="00D57633"/>
    <w:rsid w:val="00D57BDF"/>
    <w:rsid w:val="00D57E11"/>
    <w:rsid w:val="00D57F54"/>
    <w:rsid w:val="00D57F75"/>
    <w:rsid w:val="00D60376"/>
    <w:rsid w:val="00D6107D"/>
    <w:rsid w:val="00D61086"/>
    <w:rsid w:val="00D61219"/>
    <w:rsid w:val="00D614E8"/>
    <w:rsid w:val="00D61ABB"/>
    <w:rsid w:val="00D61AD1"/>
    <w:rsid w:val="00D626D8"/>
    <w:rsid w:val="00D627AF"/>
    <w:rsid w:val="00D629D8"/>
    <w:rsid w:val="00D6381C"/>
    <w:rsid w:val="00D63E08"/>
    <w:rsid w:val="00D63ED1"/>
    <w:rsid w:val="00D64777"/>
    <w:rsid w:val="00D64F26"/>
    <w:rsid w:val="00D650DF"/>
    <w:rsid w:val="00D6516C"/>
    <w:rsid w:val="00D65A23"/>
    <w:rsid w:val="00D65DF9"/>
    <w:rsid w:val="00D65E7D"/>
    <w:rsid w:val="00D66137"/>
    <w:rsid w:val="00D6658B"/>
    <w:rsid w:val="00D667F4"/>
    <w:rsid w:val="00D669D2"/>
    <w:rsid w:val="00D6787E"/>
    <w:rsid w:val="00D700BF"/>
    <w:rsid w:val="00D70D7C"/>
    <w:rsid w:val="00D724CF"/>
    <w:rsid w:val="00D724DD"/>
    <w:rsid w:val="00D73685"/>
    <w:rsid w:val="00D73EB9"/>
    <w:rsid w:val="00D744A5"/>
    <w:rsid w:val="00D75D1C"/>
    <w:rsid w:val="00D761B8"/>
    <w:rsid w:val="00D76EAA"/>
    <w:rsid w:val="00D76EE0"/>
    <w:rsid w:val="00D774BB"/>
    <w:rsid w:val="00D777C2"/>
    <w:rsid w:val="00D778B2"/>
    <w:rsid w:val="00D807F0"/>
    <w:rsid w:val="00D80BA0"/>
    <w:rsid w:val="00D81435"/>
    <w:rsid w:val="00D81857"/>
    <w:rsid w:val="00D81E7B"/>
    <w:rsid w:val="00D81FF3"/>
    <w:rsid w:val="00D82463"/>
    <w:rsid w:val="00D83883"/>
    <w:rsid w:val="00D8413F"/>
    <w:rsid w:val="00D8443E"/>
    <w:rsid w:val="00D8525E"/>
    <w:rsid w:val="00D854C9"/>
    <w:rsid w:val="00D857C9"/>
    <w:rsid w:val="00D85C8C"/>
    <w:rsid w:val="00D85D31"/>
    <w:rsid w:val="00D85FC4"/>
    <w:rsid w:val="00D86378"/>
    <w:rsid w:val="00D879BA"/>
    <w:rsid w:val="00D90452"/>
    <w:rsid w:val="00D90B20"/>
    <w:rsid w:val="00D9116A"/>
    <w:rsid w:val="00D919F5"/>
    <w:rsid w:val="00D91DB3"/>
    <w:rsid w:val="00D9228F"/>
    <w:rsid w:val="00D92778"/>
    <w:rsid w:val="00D92B04"/>
    <w:rsid w:val="00D92CC8"/>
    <w:rsid w:val="00D937DC"/>
    <w:rsid w:val="00D93F0B"/>
    <w:rsid w:val="00D9412F"/>
    <w:rsid w:val="00D9450E"/>
    <w:rsid w:val="00D9468C"/>
    <w:rsid w:val="00D94AD0"/>
    <w:rsid w:val="00D950DF"/>
    <w:rsid w:val="00D952E2"/>
    <w:rsid w:val="00D96ABA"/>
    <w:rsid w:val="00D96DC4"/>
    <w:rsid w:val="00D96FA0"/>
    <w:rsid w:val="00D9782C"/>
    <w:rsid w:val="00DA026E"/>
    <w:rsid w:val="00DA0596"/>
    <w:rsid w:val="00DA1185"/>
    <w:rsid w:val="00DA192F"/>
    <w:rsid w:val="00DA1C38"/>
    <w:rsid w:val="00DA2036"/>
    <w:rsid w:val="00DA2472"/>
    <w:rsid w:val="00DA306B"/>
    <w:rsid w:val="00DA3080"/>
    <w:rsid w:val="00DA3379"/>
    <w:rsid w:val="00DA33F1"/>
    <w:rsid w:val="00DA34CE"/>
    <w:rsid w:val="00DA3CD5"/>
    <w:rsid w:val="00DA48B2"/>
    <w:rsid w:val="00DA4B30"/>
    <w:rsid w:val="00DA4B69"/>
    <w:rsid w:val="00DA4EE4"/>
    <w:rsid w:val="00DA5320"/>
    <w:rsid w:val="00DA5431"/>
    <w:rsid w:val="00DA5BEF"/>
    <w:rsid w:val="00DA659A"/>
    <w:rsid w:val="00DA6684"/>
    <w:rsid w:val="00DA763A"/>
    <w:rsid w:val="00DA7669"/>
    <w:rsid w:val="00DA7D8A"/>
    <w:rsid w:val="00DB1089"/>
    <w:rsid w:val="00DB1205"/>
    <w:rsid w:val="00DB152B"/>
    <w:rsid w:val="00DB152F"/>
    <w:rsid w:val="00DB16DC"/>
    <w:rsid w:val="00DB1721"/>
    <w:rsid w:val="00DB241C"/>
    <w:rsid w:val="00DB2812"/>
    <w:rsid w:val="00DB3030"/>
    <w:rsid w:val="00DB39CE"/>
    <w:rsid w:val="00DB40E9"/>
    <w:rsid w:val="00DB4436"/>
    <w:rsid w:val="00DB523D"/>
    <w:rsid w:val="00DB54F3"/>
    <w:rsid w:val="00DB57CD"/>
    <w:rsid w:val="00DB58FD"/>
    <w:rsid w:val="00DB5A4A"/>
    <w:rsid w:val="00DB6EDB"/>
    <w:rsid w:val="00DB702E"/>
    <w:rsid w:val="00DB78DD"/>
    <w:rsid w:val="00DB7977"/>
    <w:rsid w:val="00DB7B9B"/>
    <w:rsid w:val="00DB7C8B"/>
    <w:rsid w:val="00DC0C29"/>
    <w:rsid w:val="00DC1046"/>
    <w:rsid w:val="00DC1B83"/>
    <w:rsid w:val="00DC1E28"/>
    <w:rsid w:val="00DC25CB"/>
    <w:rsid w:val="00DC29DB"/>
    <w:rsid w:val="00DC2DDF"/>
    <w:rsid w:val="00DC3175"/>
    <w:rsid w:val="00DC5CE3"/>
    <w:rsid w:val="00DC605B"/>
    <w:rsid w:val="00DC616C"/>
    <w:rsid w:val="00DC6315"/>
    <w:rsid w:val="00DC69D9"/>
    <w:rsid w:val="00DC6F44"/>
    <w:rsid w:val="00DC6F5E"/>
    <w:rsid w:val="00DC6FFB"/>
    <w:rsid w:val="00DC756C"/>
    <w:rsid w:val="00DC78B5"/>
    <w:rsid w:val="00DC7E1B"/>
    <w:rsid w:val="00DD0460"/>
    <w:rsid w:val="00DD0749"/>
    <w:rsid w:val="00DD07F2"/>
    <w:rsid w:val="00DD0EE9"/>
    <w:rsid w:val="00DD13D4"/>
    <w:rsid w:val="00DD1A4F"/>
    <w:rsid w:val="00DD1EB8"/>
    <w:rsid w:val="00DD2C67"/>
    <w:rsid w:val="00DD2E46"/>
    <w:rsid w:val="00DD3674"/>
    <w:rsid w:val="00DD3963"/>
    <w:rsid w:val="00DD3CE3"/>
    <w:rsid w:val="00DD436C"/>
    <w:rsid w:val="00DD4466"/>
    <w:rsid w:val="00DD5172"/>
    <w:rsid w:val="00DD55CA"/>
    <w:rsid w:val="00DD5DF5"/>
    <w:rsid w:val="00DD6EAB"/>
    <w:rsid w:val="00DD711F"/>
    <w:rsid w:val="00DD72C8"/>
    <w:rsid w:val="00DD7613"/>
    <w:rsid w:val="00DE0AAD"/>
    <w:rsid w:val="00DE0D40"/>
    <w:rsid w:val="00DE0E02"/>
    <w:rsid w:val="00DE1961"/>
    <w:rsid w:val="00DE1B4B"/>
    <w:rsid w:val="00DE2723"/>
    <w:rsid w:val="00DE322B"/>
    <w:rsid w:val="00DE3626"/>
    <w:rsid w:val="00DE373F"/>
    <w:rsid w:val="00DE3883"/>
    <w:rsid w:val="00DE4497"/>
    <w:rsid w:val="00DE44D7"/>
    <w:rsid w:val="00DE4A11"/>
    <w:rsid w:val="00DE4A50"/>
    <w:rsid w:val="00DE4C1D"/>
    <w:rsid w:val="00DE4EDB"/>
    <w:rsid w:val="00DE4EEB"/>
    <w:rsid w:val="00DE5088"/>
    <w:rsid w:val="00DE6B05"/>
    <w:rsid w:val="00DE6F3F"/>
    <w:rsid w:val="00DE7A40"/>
    <w:rsid w:val="00DE7FCE"/>
    <w:rsid w:val="00DF0E16"/>
    <w:rsid w:val="00DF1546"/>
    <w:rsid w:val="00DF1EDD"/>
    <w:rsid w:val="00DF2147"/>
    <w:rsid w:val="00DF2302"/>
    <w:rsid w:val="00DF26D1"/>
    <w:rsid w:val="00DF3409"/>
    <w:rsid w:val="00DF39D4"/>
    <w:rsid w:val="00DF3A5F"/>
    <w:rsid w:val="00DF4229"/>
    <w:rsid w:val="00DF42C3"/>
    <w:rsid w:val="00DF46AE"/>
    <w:rsid w:val="00DF4BFC"/>
    <w:rsid w:val="00DF55C7"/>
    <w:rsid w:val="00DF5610"/>
    <w:rsid w:val="00DF5CED"/>
    <w:rsid w:val="00DF640F"/>
    <w:rsid w:val="00DF6851"/>
    <w:rsid w:val="00DF7A68"/>
    <w:rsid w:val="00DF7B40"/>
    <w:rsid w:val="00E002C2"/>
    <w:rsid w:val="00E0083A"/>
    <w:rsid w:val="00E00B1E"/>
    <w:rsid w:val="00E019C0"/>
    <w:rsid w:val="00E01A1B"/>
    <w:rsid w:val="00E01A3B"/>
    <w:rsid w:val="00E026C8"/>
    <w:rsid w:val="00E02B4F"/>
    <w:rsid w:val="00E035A2"/>
    <w:rsid w:val="00E0383D"/>
    <w:rsid w:val="00E043C2"/>
    <w:rsid w:val="00E05D30"/>
    <w:rsid w:val="00E06084"/>
    <w:rsid w:val="00E068CC"/>
    <w:rsid w:val="00E068EB"/>
    <w:rsid w:val="00E06B77"/>
    <w:rsid w:val="00E07AD4"/>
    <w:rsid w:val="00E10108"/>
    <w:rsid w:val="00E10618"/>
    <w:rsid w:val="00E1064B"/>
    <w:rsid w:val="00E107E9"/>
    <w:rsid w:val="00E11248"/>
    <w:rsid w:val="00E11282"/>
    <w:rsid w:val="00E1165D"/>
    <w:rsid w:val="00E1191A"/>
    <w:rsid w:val="00E11A09"/>
    <w:rsid w:val="00E11BDB"/>
    <w:rsid w:val="00E1245E"/>
    <w:rsid w:val="00E134AB"/>
    <w:rsid w:val="00E135AD"/>
    <w:rsid w:val="00E142AE"/>
    <w:rsid w:val="00E14AAF"/>
    <w:rsid w:val="00E14C9F"/>
    <w:rsid w:val="00E15456"/>
    <w:rsid w:val="00E15610"/>
    <w:rsid w:val="00E15D46"/>
    <w:rsid w:val="00E164FF"/>
    <w:rsid w:val="00E167E0"/>
    <w:rsid w:val="00E167E5"/>
    <w:rsid w:val="00E16B0D"/>
    <w:rsid w:val="00E172A6"/>
    <w:rsid w:val="00E17C74"/>
    <w:rsid w:val="00E17E95"/>
    <w:rsid w:val="00E20DA8"/>
    <w:rsid w:val="00E2143E"/>
    <w:rsid w:val="00E224F3"/>
    <w:rsid w:val="00E22F1A"/>
    <w:rsid w:val="00E23146"/>
    <w:rsid w:val="00E232C2"/>
    <w:rsid w:val="00E236EC"/>
    <w:rsid w:val="00E240C1"/>
    <w:rsid w:val="00E24270"/>
    <w:rsid w:val="00E2442E"/>
    <w:rsid w:val="00E2483E"/>
    <w:rsid w:val="00E24D69"/>
    <w:rsid w:val="00E24D98"/>
    <w:rsid w:val="00E25BA3"/>
    <w:rsid w:val="00E26025"/>
    <w:rsid w:val="00E2638F"/>
    <w:rsid w:val="00E26B5F"/>
    <w:rsid w:val="00E26CA1"/>
    <w:rsid w:val="00E26E9C"/>
    <w:rsid w:val="00E3007C"/>
    <w:rsid w:val="00E31401"/>
    <w:rsid w:val="00E314C5"/>
    <w:rsid w:val="00E3187D"/>
    <w:rsid w:val="00E31961"/>
    <w:rsid w:val="00E31BBB"/>
    <w:rsid w:val="00E32C14"/>
    <w:rsid w:val="00E33382"/>
    <w:rsid w:val="00E3359F"/>
    <w:rsid w:val="00E3376F"/>
    <w:rsid w:val="00E33C96"/>
    <w:rsid w:val="00E344AC"/>
    <w:rsid w:val="00E3463C"/>
    <w:rsid w:val="00E34989"/>
    <w:rsid w:val="00E34FB1"/>
    <w:rsid w:val="00E35B29"/>
    <w:rsid w:val="00E35B6B"/>
    <w:rsid w:val="00E3690F"/>
    <w:rsid w:val="00E36A8F"/>
    <w:rsid w:val="00E37409"/>
    <w:rsid w:val="00E37D50"/>
    <w:rsid w:val="00E37E94"/>
    <w:rsid w:val="00E40DE5"/>
    <w:rsid w:val="00E415C6"/>
    <w:rsid w:val="00E416DF"/>
    <w:rsid w:val="00E416E4"/>
    <w:rsid w:val="00E4189C"/>
    <w:rsid w:val="00E41D92"/>
    <w:rsid w:val="00E42CAE"/>
    <w:rsid w:val="00E42E1E"/>
    <w:rsid w:val="00E4319A"/>
    <w:rsid w:val="00E438B3"/>
    <w:rsid w:val="00E4437A"/>
    <w:rsid w:val="00E4447F"/>
    <w:rsid w:val="00E445D4"/>
    <w:rsid w:val="00E457DF"/>
    <w:rsid w:val="00E45961"/>
    <w:rsid w:val="00E45EA3"/>
    <w:rsid w:val="00E476C9"/>
    <w:rsid w:val="00E47783"/>
    <w:rsid w:val="00E47FD9"/>
    <w:rsid w:val="00E50987"/>
    <w:rsid w:val="00E50B88"/>
    <w:rsid w:val="00E51824"/>
    <w:rsid w:val="00E51F5E"/>
    <w:rsid w:val="00E52133"/>
    <w:rsid w:val="00E52671"/>
    <w:rsid w:val="00E527C1"/>
    <w:rsid w:val="00E53103"/>
    <w:rsid w:val="00E54087"/>
    <w:rsid w:val="00E548EC"/>
    <w:rsid w:val="00E54ED2"/>
    <w:rsid w:val="00E55602"/>
    <w:rsid w:val="00E55C2D"/>
    <w:rsid w:val="00E56091"/>
    <w:rsid w:val="00E57993"/>
    <w:rsid w:val="00E57EE1"/>
    <w:rsid w:val="00E60857"/>
    <w:rsid w:val="00E60C80"/>
    <w:rsid w:val="00E61012"/>
    <w:rsid w:val="00E616B2"/>
    <w:rsid w:val="00E61B39"/>
    <w:rsid w:val="00E61E16"/>
    <w:rsid w:val="00E6202B"/>
    <w:rsid w:val="00E623AF"/>
    <w:rsid w:val="00E62CF4"/>
    <w:rsid w:val="00E63434"/>
    <w:rsid w:val="00E63543"/>
    <w:rsid w:val="00E643FD"/>
    <w:rsid w:val="00E64E71"/>
    <w:rsid w:val="00E6588C"/>
    <w:rsid w:val="00E65C60"/>
    <w:rsid w:val="00E65EAA"/>
    <w:rsid w:val="00E663F1"/>
    <w:rsid w:val="00E668BF"/>
    <w:rsid w:val="00E67A78"/>
    <w:rsid w:val="00E707F5"/>
    <w:rsid w:val="00E708A9"/>
    <w:rsid w:val="00E70C62"/>
    <w:rsid w:val="00E717E8"/>
    <w:rsid w:val="00E71BC5"/>
    <w:rsid w:val="00E72410"/>
    <w:rsid w:val="00E739A7"/>
    <w:rsid w:val="00E73C6D"/>
    <w:rsid w:val="00E74424"/>
    <w:rsid w:val="00E74E89"/>
    <w:rsid w:val="00E74EE2"/>
    <w:rsid w:val="00E7506E"/>
    <w:rsid w:val="00E755B3"/>
    <w:rsid w:val="00E75763"/>
    <w:rsid w:val="00E758A2"/>
    <w:rsid w:val="00E75FD4"/>
    <w:rsid w:val="00E76C94"/>
    <w:rsid w:val="00E800F8"/>
    <w:rsid w:val="00E8065C"/>
    <w:rsid w:val="00E80F0C"/>
    <w:rsid w:val="00E81144"/>
    <w:rsid w:val="00E81308"/>
    <w:rsid w:val="00E81697"/>
    <w:rsid w:val="00E81DD6"/>
    <w:rsid w:val="00E8233B"/>
    <w:rsid w:val="00E82349"/>
    <w:rsid w:val="00E82F57"/>
    <w:rsid w:val="00E8483B"/>
    <w:rsid w:val="00E85102"/>
    <w:rsid w:val="00E8519A"/>
    <w:rsid w:val="00E851F6"/>
    <w:rsid w:val="00E8728C"/>
    <w:rsid w:val="00E90BAA"/>
    <w:rsid w:val="00E91529"/>
    <w:rsid w:val="00E9189E"/>
    <w:rsid w:val="00E91B93"/>
    <w:rsid w:val="00E92107"/>
    <w:rsid w:val="00E9216B"/>
    <w:rsid w:val="00E9254B"/>
    <w:rsid w:val="00E9284F"/>
    <w:rsid w:val="00E933C8"/>
    <w:rsid w:val="00E9381C"/>
    <w:rsid w:val="00E93E8C"/>
    <w:rsid w:val="00E944F3"/>
    <w:rsid w:val="00E94814"/>
    <w:rsid w:val="00E94A2A"/>
    <w:rsid w:val="00E9552B"/>
    <w:rsid w:val="00E9582C"/>
    <w:rsid w:val="00E95A5C"/>
    <w:rsid w:val="00E95C5D"/>
    <w:rsid w:val="00E95F87"/>
    <w:rsid w:val="00E96074"/>
    <w:rsid w:val="00E97071"/>
    <w:rsid w:val="00E971BA"/>
    <w:rsid w:val="00E974E3"/>
    <w:rsid w:val="00E97747"/>
    <w:rsid w:val="00E97AD7"/>
    <w:rsid w:val="00E97EEC"/>
    <w:rsid w:val="00EA07D4"/>
    <w:rsid w:val="00EA138D"/>
    <w:rsid w:val="00EA1CB4"/>
    <w:rsid w:val="00EA20C1"/>
    <w:rsid w:val="00EA22FA"/>
    <w:rsid w:val="00EA2D5B"/>
    <w:rsid w:val="00EA2F48"/>
    <w:rsid w:val="00EA3323"/>
    <w:rsid w:val="00EA3997"/>
    <w:rsid w:val="00EA439F"/>
    <w:rsid w:val="00EA45FA"/>
    <w:rsid w:val="00EA57CB"/>
    <w:rsid w:val="00EA57F2"/>
    <w:rsid w:val="00EA62AD"/>
    <w:rsid w:val="00EA66F3"/>
    <w:rsid w:val="00EA70FB"/>
    <w:rsid w:val="00EA7E10"/>
    <w:rsid w:val="00EB00C9"/>
    <w:rsid w:val="00EB0417"/>
    <w:rsid w:val="00EB1019"/>
    <w:rsid w:val="00EB10EB"/>
    <w:rsid w:val="00EB19EC"/>
    <w:rsid w:val="00EB1A5C"/>
    <w:rsid w:val="00EB1C90"/>
    <w:rsid w:val="00EB3382"/>
    <w:rsid w:val="00EB3951"/>
    <w:rsid w:val="00EB3E8E"/>
    <w:rsid w:val="00EB3F7F"/>
    <w:rsid w:val="00EB4A0A"/>
    <w:rsid w:val="00EB4AAD"/>
    <w:rsid w:val="00EB59E1"/>
    <w:rsid w:val="00EB61D4"/>
    <w:rsid w:val="00EB65FF"/>
    <w:rsid w:val="00EB6A15"/>
    <w:rsid w:val="00EB6AE3"/>
    <w:rsid w:val="00EB6C07"/>
    <w:rsid w:val="00EB7616"/>
    <w:rsid w:val="00EB7BEE"/>
    <w:rsid w:val="00EB7D26"/>
    <w:rsid w:val="00EC02F0"/>
    <w:rsid w:val="00EC03EB"/>
    <w:rsid w:val="00EC05D7"/>
    <w:rsid w:val="00EC069D"/>
    <w:rsid w:val="00EC087F"/>
    <w:rsid w:val="00EC0C22"/>
    <w:rsid w:val="00EC0F20"/>
    <w:rsid w:val="00EC101D"/>
    <w:rsid w:val="00EC125B"/>
    <w:rsid w:val="00EC18C8"/>
    <w:rsid w:val="00EC1F7C"/>
    <w:rsid w:val="00EC306B"/>
    <w:rsid w:val="00EC37F6"/>
    <w:rsid w:val="00EC38AF"/>
    <w:rsid w:val="00EC3CF0"/>
    <w:rsid w:val="00EC42A4"/>
    <w:rsid w:val="00EC437E"/>
    <w:rsid w:val="00EC4448"/>
    <w:rsid w:val="00EC4A0C"/>
    <w:rsid w:val="00EC4AC4"/>
    <w:rsid w:val="00EC4F25"/>
    <w:rsid w:val="00EC505B"/>
    <w:rsid w:val="00EC56E0"/>
    <w:rsid w:val="00EC62DB"/>
    <w:rsid w:val="00EC7455"/>
    <w:rsid w:val="00EC7F0E"/>
    <w:rsid w:val="00EC7F4E"/>
    <w:rsid w:val="00ED048E"/>
    <w:rsid w:val="00ED0822"/>
    <w:rsid w:val="00ED0CE8"/>
    <w:rsid w:val="00ED0E49"/>
    <w:rsid w:val="00ED1174"/>
    <w:rsid w:val="00ED1394"/>
    <w:rsid w:val="00ED165C"/>
    <w:rsid w:val="00ED1807"/>
    <w:rsid w:val="00ED1EA7"/>
    <w:rsid w:val="00ED2814"/>
    <w:rsid w:val="00ED2ED2"/>
    <w:rsid w:val="00ED2FCC"/>
    <w:rsid w:val="00ED2FEF"/>
    <w:rsid w:val="00ED31EB"/>
    <w:rsid w:val="00ED4551"/>
    <w:rsid w:val="00ED4786"/>
    <w:rsid w:val="00ED47DF"/>
    <w:rsid w:val="00ED4837"/>
    <w:rsid w:val="00ED5629"/>
    <w:rsid w:val="00ED588C"/>
    <w:rsid w:val="00ED61F8"/>
    <w:rsid w:val="00ED66D9"/>
    <w:rsid w:val="00ED7090"/>
    <w:rsid w:val="00ED75BF"/>
    <w:rsid w:val="00EE18A0"/>
    <w:rsid w:val="00EE1DE6"/>
    <w:rsid w:val="00EE3EAF"/>
    <w:rsid w:val="00EE3EF8"/>
    <w:rsid w:val="00EE41DA"/>
    <w:rsid w:val="00EE4BB7"/>
    <w:rsid w:val="00EE4C25"/>
    <w:rsid w:val="00EE4C44"/>
    <w:rsid w:val="00EE4C79"/>
    <w:rsid w:val="00EE5E3C"/>
    <w:rsid w:val="00EE6819"/>
    <w:rsid w:val="00EE6EC4"/>
    <w:rsid w:val="00EE6F6A"/>
    <w:rsid w:val="00EE75A6"/>
    <w:rsid w:val="00EE7E6C"/>
    <w:rsid w:val="00EF0411"/>
    <w:rsid w:val="00EF103B"/>
    <w:rsid w:val="00EF12D5"/>
    <w:rsid w:val="00EF2798"/>
    <w:rsid w:val="00EF2888"/>
    <w:rsid w:val="00EF2A0E"/>
    <w:rsid w:val="00EF2C07"/>
    <w:rsid w:val="00EF37E5"/>
    <w:rsid w:val="00EF3AD8"/>
    <w:rsid w:val="00EF466D"/>
    <w:rsid w:val="00EF4966"/>
    <w:rsid w:val="00EF4B08"/>
    <w:rsid w:val="00EF4BC1"/>
    <w:rsid w:val="00EF56D9"/>
    <w:rsid w:val="00EF5EA5"/>
    <w:rsid w:val="00EF5ED9"/>
    <w:rsid w:val="00EF6B96"/>
    <w:rsid w:val="00EF709C"/>
    <w:rsid w:val="00EF71D9"/>
    <w:rsid w:val="00F00DAA"/>
    <w:rsid w:val="00F01345"/>
    <w:rsid w:val="00F01B85"/>
    <w:rsid w:val="00F02901"/>
    <w:rsid w:val="00F03C99"/>
    <w:rsid w:val="00F03D32"/>
    <w:rsid w:val="00F044EC"/>
    <w:rsid w:val="00F04808"/>
    <w:rsid w:val="00F048BB"/>
    <w:rsid w:val="00F04E5E"/>
    <w:rsid w:val="00F0585C"/>
    <w:rsid w:val="00F05F10"/>
    <w:rsid w:val="00F05FEE"/>
    <w:rsid w:val="00F07CB3"/>
    <w:rsid w:val="00F07D1D"/>
    <w:rsid w:val="00F10583"/>
    <w:rsid w:val="00F11325"/>
    <w:rsid w:val="00F114C5"/>
    <w:rsid w:val="00F115D6"/>
    <w:rsid w:val="00F11886"/>
    <w:rsid w:val="00F11FB7"/>
    <w:rsid w:val="00F1216E"/>
    <w:rsid w:val="00F12C67"/>
    <w:rsid w:val="00F12F3D"/>
    <w:rsid w:val="00F142CD"/>
    <w:rsid w:val="00F14C6D"/>
    <w:rsid w:val="00F15CDE"/>
    <w:rsid w:val="00F16714"/>
    <w:rsid w:val="00F16CB6"/>
    <w:rsid w:val="00F178BA"/>
    <w:rsid w:val="00F17D9B"/>
    <w:rsid w:val="00F20AFB"/>
    <w:rsid w:val="00F20CAD"/>
    <w:rsid w:val="00F20E6C"/>
    <w:rsid w:val="00F22E7B"/>
    <w:rsid w:val="00F23101"/>
    <w:rsid w:val="00F24211"/>
    <w:rsid w:val="00F25682"/>
    <w:rsid w:val="00F2607F"/>
    <w:rsid w:val="00F26B16"/>
    <w:rsid w:val="00F26BAF"/>
    <w:rsid w:val="00F2760C"/>
    <w:rsid w:val="00F2775D"/>
    <w:rsid w:val="00F30F92"/>
    <w:rsid w:val="00F316C0"/>
    <w:rsid w:val="00F316C3"/>
    <w:rsid w:val="00F32087"/>
    <w:rsid w:val="00F32B86"/>
    <w:rsid w:val="00F32ED7"/>
    <w:rsid w:val="00F34017"/>
    <w:rsid w:val="00F3448C"/>
    <w:rsid w:val="00F34D8A"/>
    <w:rsid w:val="00F35BFF"/>
    <w:rsid w:val="00F35F68"/>
    <w:rsid w:val="00F35FA8"/>
    <w:rsid w:val="00F36C03"/>
    <w:rsid w:val="00F36E70"/>
    <w:rsid w:val="00F3707F"/>
    <w:rsid w:val="00F37106"/>
    <w:rsid w:val="00F37240"/>
    <w:rsid w:val="00F378A0"/>
    <w:rsid w:val="00F37919"/>
    <w:rsid w:val="00F37BA7"/>
    <w:rsid w:val="00F400F3"/>
    <w:rsid w:val="00F4064D"/>
    <w:rsid w:val="00F40653"/>
    <w:rsid w:val="00F4102B"/>
    <w:rsid w:val="00F412AB"/>
    <w:rsid w:val="00F416E3"/>
    <w:rsid w:val="00F4180E"/>
    <w:rsid w:val="00F423EE"/>
    <w:rsid w:val="00F42CF3"/>
    <w:rsid w:val="00F43220"/>
    <w:rsid w:val="00F44ECF"/>
    <w:rsid w:val="00F450C3"/>
    <w:rsid w:val="00F45697"/>
    <w:rsid w:val="00F456C3"/>
    <w:rsid w:val="00F457DA"/>
    <w:rsid w:val="00F45913"/>
    <w:rsid w:val="00F45941"/>
    <w:rsid w:val="00F459E2"/>
    <w:rsid w:val="00F45D2E"/>
    <w:rsid w:val="00F46B6F"/>
    <w:rsid w:val="00F470CB"/>
    <w:rsid w:val="00F476E4"/>
    <w:rsid w:val="00F47DCC"/>
    <w:rsid w:val="00F47E66"/>
    <w:rsid w:val="00F5037C"/>
    <w:rsid w:val="00F50AAA"/>
    <w:rsid w:val="00F50E88"/>
    <w:rsid w:val="00F50F68"/>
    <w:rsid w:val="00F51328"/>
    <w:rsid w:val="00F52482"/>
    <w:rsid w:val="00F5268A"/>
    <w:rsid w:val="00F5416B"/>
    <w:rsid w:val="00F5443E"/>
    <w:rsid w:val="00F54858"/>
    <w:rsid w:val="00F55433"/>
    <w:rsid w:val="00F55890"/>
    <w:rsid w:val="00F55A11"/>
    <w:rsid w:val="00F55B58"/>
    <w:rsid w:val="00F55B95"/>
    <w:rsid w:val="00F55B99"/>
    <w:rsid w:val="00F56BC0"/>
    <w:rsid w:val="00F56C5E"/>
    <w:rsid w:val="00F56E6A"/>
    <w:rsid w:val="00F575E6"/>
    <w:rsid w:val="00F57662"/>
    <w:rsid w:val="00F57D1F"/>
    <w:rsid w:val="00F57F75"/>
    <w:rsid w:val="00F60DF0"/>
    <w:rsid w:val="00F61683"/>
    <w:rsid w:val="00F62154"/>
    <w:rsid w:val="00F623D5"/>
    <w:rsid w:val="00F62EE8"/>
    <w:rsid w:val="00F63989"/>
    <w:rsid w:val="00F63B4D"/>
    <w:rsid w:val="00F63C0F"/>
    <w:rsid w:val="00F642B9"/>
    <w:rsid w:val="00F64507"/>
    <w:rsid w:val="00F64F96"/>
    <w:rsid w:val="00F651C7"/>
    <w:rsid w:val="00F6538C"/>
    <w:rsid w:val="00F65672"/>
    <w:rsid w:val="00F65CFA"/>
    <w:rsid w:val="00F65EA9"/>
    <w:rsid w:val="00F65FC5"/>
    <w:rsid w:val="00F65FE1"/>
    <w:rsid w:val="00F670F9"/>
    <w:rsid w:val="00F67257"/>
    <w:rsid w:val="00F67260"/>
    <w:rsid w:val="00F677F4"/>
    <w:rsid w:val="00F71450"/>
    <w:rsid w:val="00F71683"/>
    <w:rsid w:val="00F7238A"/>
    <w:rsid w:val="00F729CA"/>
    <w:rsid w:val="00F72AAD"/>
    <w:rsid w:val="00F73A75"/>
    <w:rsid w:val="00F73C58"/>
    <w:rsid w:val="00F74B0F"/>
    <w:rsid w:val="00F74B9C"/>
    <w:rsid w:val="00F74C26"/>
    <w:rsid w:val="00F75086"/>
    <w:rsid w:val="00F759A7"/>
    <w:rsid w:val="00F76547"/>
    <w:rsid w:val="00F77692"/>
    <w:rsid w:val="00F77A5A"/>
    <w:rsid w:val="00F77FE9"/>
    <w:rsid w:val="00F80953"/>
    <w:rsid w:val="00F80D15"/>
    <w:rsid w:val="00F8192C"/>
    <w:rsid w:val="00F81AAD"/>
    <w:rsid w:val="00F82054"/>
    <w:rsid w:val="00F822E7"/>
    <w:rsid w:val="00F825B0"/>
    <w:rsid w:val="00F82F1D"/>
    <w:rsid w:val="00F8406E"/>
    <w:rsid w:val="00F84363"/>
    <w:rsid w:val="00F84903"/>
    <w:rsid w:val="00F8536B"/>
    <w:rsid w:val="00F8597C"/>
    <w:rsid w:val="00F85BA9"/>
    <w:rsid w:val="00F85DD2"/>
    <w:rsid w:val="00F86498"/>
    <w:rsid w:val="00F873F8"/>
    <w:rsid w:val="00F8741A"/>
    <w:rsid w:val="00F87800"/>
    <w:rsid w:val="00F87F84"/>
    <w:rsid w:val="00F90164"/>
    <w:rsid w:val="00F90537"/>
    <w:rsid w:val="00F90675"/>
    <w:rsid w:val="00F92BF2"/>
    <w:rsid w:val="00F92D5A"/>
    <w:rsid w:val="00F9302E"/>
    <w:rsid w:val="00F93B23"/>
    <w:rsid w:val="00F93FDC"/>
    <w:rsid w:val="00F9400A"/>
    <w:rsid w:val="00F9418B"/>
    <w:rsid w:val="00F94287"/>
    <w:rsid w:val="00F946FA"/>
    <w:rsid w:val="00F949C3"/>
    <w:rsid w:val="00F94A7B"/>
    <w:rsid w:val="00F959B4"/>
    <w:rsid w:val="00F95C73"/>
    <w:rsid w:val="00F9608E"/>
    <w:rsid w:val="00F96769"/>
    <w:rsid w:val="00F968E7"/>
    <w:rsid w:val="00F970BA"/>
    <w:rsid w:val="00F978FA"/>
    <w:rsid w:val="00F97CA1"/>
    <w:rsid w:val="00FA0F7D"/>
    <w:rsid w:val="00FA1D90"/>
    <w:rsid w:val="00FA1E51"/>
    <w:rsid w:val="00FA1F39"/>
    <w:rsid w:val="00FA284C"/>
    <w:rsid w:val="00FA2E79"/>
    <w:rsid w:val="00FA3BAD"/>
    <w:rsid w:val="00FA3C23"/>
    <w:rsid w:val="00FA40F8"/>
    <w:rsid w:val="00FA410D"/>
    <w:rsid w:val="00FA496C"/>
    <w:rsid w:val="00FA635E"/>
    <w:rsid w:val="00FA6484"/>
    <w:rsid w:val="00FA663C"/>
    <w:rsid w:val="00FA668B"/>
    <w:rsid w:val="00FA77BB"/>
    <w:rsid w:val="00FB0166"/>
    <w:rsid w:val="00FB0DAC"/>
    <w:rsid w:val="00FB1211"/>
    <w:rsid w:val="00FB122D"/>
    <w:rsid w:val="00FB17A5"/>
    <w:rsid w:val="00FB1840"/>
    <w:rsid w:val="00FB19EF"/>
    <w:rsid w:val="00FB1C3A"/>
    <w:rsid w:val="00FB1FC5"/>
    <w:rsid w:val="00FB23DE"/>
    <w:rsid w:val="00FB2B47"/>
    <w:rsid w:val="00FB2B48"/>
    <w:rsid w:val="00FB32AD"/>
    <w:rsid w:val="00FB3940"/>
    <w:rsid w:val="00FB3A52"/>
    <w:rsid w:val="00FB3EDF"/>
    <w:rsid w:val="00FB3F53"/>
    <w:rsid w:val="00FB4DA6"/>
    <w:rsid w:val="00FB5BCF"/>
    <w:rsid w:val="00FB5E9A"/>
    <w:rsid w:val="00FB5FB7"/>
    <w:rsid w:val="00FB641C"/>
    <w:rsid w:val="00FB6745"/>
    <w:rsid w:val="00FB6974"/>
    <w:rsid w:val="00FB7116"/>
    <w:rsid w:val="00FB73DF"/>
    <w:rsid w:val="00FB7CBF"/>
    <w:rsid w:val="00FB7F30"/>
    <w:rsid w:val="00FC01EA"/>
    <w:rsid w:val="00FC0234"/>
    <w:rsid w:val="00FC0434"/>
    <w:rsid w:val="00FC09F6"/>
    <w:rsid w:val="00FC0CD2"/>
    <w:rsid w:val="00FC0F58"/>
    <w:rsid w:val="00FC132F"/>
    <w:rsid w:val="00FC1728"/>
    <w:rsid w:val="00FC1B55"/>
    <w:rsid w:val="00FC1B72"/>
    <w:rsid w:val="00FC2D83"/>
    <w:rsid w:val="00FC2FFA"/>
    <w:rsid w:val="00FC3392"/>
    <w:rsid w:val="00FC387B"/>
    <w:rsid w:val="00FC521E"/>
    <w:rsid w:val="00FC540A"/>
    <w:rsid w:val="00FC548A"/>
    <w:rsid w:val="00FC5926"/>
    <w:rsid w:val="00FC5B3B"/>
    <w:rsid w:val="00FC63CE"/>
    <w:rsid w:val="00FC6C3F"/>
    <w:rsid w:val="00FC7533"/>
    <w:rsid w:val="00FD0100"/>
    <w:rsid w:val="00FD03A3"/>
    <w:rsid w:val="00FD0773"/>
    <w:rsid w:val="00FD0BED"/>
    <w:rsid w:val="00FD183A"/>
    <w:rsid w:val="00FD1B1C"/>
    <w:rsid w:val="00FD1F30"/>
    <w:rsid w:val="00FD2D42"/>
    <w:rsid w:val="00FD37CB"/>
    <w:rsid w:val="00FD38D3"/>
    <w:rsid w:val="00FD44A0"/>
    <w:rsid w:val="00FD5299"/>
    <w:rsid w:val="00FD5327"/>
    <w:rsid w:val="00FD584E"/>
    <w:rsid w:val="00FD5A8C"/>
    <w:rsid w:val="00FD5B08"/>
    <w:rsid w:val="00FD6D33"/>
    <w:rsid w:val="00FD71E0"/>
    <w:rsid w:val="00FD7465"/>
    <w:rsid w:val="00FD7FB7"/>
    <w:rsid w:val="00FE0D5C"/>
    <w:rsid w:val="00FE0E93"/>
    <w:rsid w:val="00FE106C"/>
    <w:rsid w:val="00FE17B3"/>
    <w:rsid w:val="00FE257C"/>
    <w:rsid w:val="00FE33C6"/>
    <w:rsid w:val="00FE3583"/>
    <w:rsid w:val="00FE36B6"/>
    <w:rsid w:val="00FE39D7"/>
    <w:rsid w:val="00FE4514"/>
    <w:rsid w:val="00FE458A"/>
    <w:rsid w:val="00FE4F4D"/>
    <w:rsid w:val="00FE5098"/>
    <w:rsid w:val="00FE557A"/>
    <w:rsid w:val="00FE56FF"/>
    <w:rsid w:val="00FE5BDF"/>
    <w:rsid w:val="00FE645B"/>
    <w:rsid w:val="00FE68A8"/>
    <w:rsid w:val="00FE7C7C"/>
    <w:rsid w:val="00FF0380"/>
    <w:rsid w:val="00FF0A82"/>
    <w:rsid w:val="00FF0AB8"/>
    <w:rsid w:val="00FF0DC4"/>
    <w:rsid w:val="00FF10AA"/>
    <w:rsid w:val="00FF2249"/>
    <w:rsid w:val="00FF22CA"/>
    <w:rsid w:val="00FF4084"/>
    <w:rsid w:val="00FF43C1"/>
    <w:rsid w:val="00FF4804"/>
    <w:rsid w:val="00FF4992"/>
    <w:rsid w:val="00FF4C14"/>
    <w:rsid w:val="00FF557E"/>
    <w:rsid w:val="00FF573E"/>
    <w:rsid w:val="00FF5F40"/>
    <w:rsid w:val="00FF66ED"/>
    <w:rsid w:val="00FF69BA"/>
    <w:rsid w:val="00FF74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5875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797905"/>
    <w:pPr>
      <w:autoSpaceDE w:val="0"/>
      <w:autoSpaceDN w:val="0"/>
      <w:adjustRightInd w:val="0"/>
    </w:pPr>
    <w:rPr>
      <w:sz w:val="28"/>
      <w:szCs w:val="28"/>
    </w:rPr>
  </w:style>
  <w:style w:type="paragraph" w:styleId="ListParagraph">
    <w:name w:val="List Paragraph"/>
    <w:basedOn w:val="Normal"/>
    <w:uiPriority w:val="99"/>
    <w:qFormat/>
    <w:rsid w:val="009A0FB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8E670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E670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9A2E8E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9A2E8E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9A2E8E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9A2E8E"/>
    <w:rPr>
      <w:rFonts w:cs="Times New Roman"/>
      <w:sz w:val="24"/>
      <w:szCs w:val="24"/>
    </w:rPr>
  </w:style>
  <w:style w:type="paragraph" w:customStyle="1" w:styleId="ConsPlusTitle">
    <w:name w:val="ConsPlusTitle"/>
    <w:uiPriority w:val="99"/>
    <w:rsid w:val="00F316C0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styleId="Hyperlink">
    <w:name w:val="Hyperlink"/>
    <w:basedOn w:val="DefaultParagraphFont"/>
    <w:uiPriority w:val="99"/>
    <w:semiHidden/>
    <w:rsid w:val="00F316C0"/>
    <w:rPr>
      <w:rFonts w:cs="Times New Roman"/>
      <w:color w:val="0000FF"/>
      <w:u w:val="single"/>
    </w:rPr>
  </w:style>
  <w:style w:type="paragraph" w:customStyle="1" w:styleId="ConsTitle">
    <w:name w:val="ConsTitle"/>
    <w:uiPriority w:val="99"/>
    <w:rsid w:val="00760FA1"/>
    <w:pPr>
      <w:widowControl w:val="0"/>
      <w:autoSpaceDE w:val="0"/>
      <w:autoSpaceDN w:val="0"/>
      <w:adjustRightInd w:val="0"/>
    </w:pPr>
    <w:rPr>
      <w:rFonts w:ascii="Arial" w:eastAsia="MS Mincho" w:hAnsi="Arial" w:cs="Arial"/>
      <w:b/>
      <w:bCs/>
      <w:sz w:val="16"/>
      <w:szCs w:val="16"/>
    </w:rPr>
  </w:style>
  <w:style w:type="table" w:styleId="TableGrid">
    <w:name w:val="Table Grid"/>
    <w:basedOn w:val="TableNormal"/>
    <w:uiPriority w:val="99"/>
    <w:rsid w:val="005722A2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8647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main?base=RLAW076;n=18125;fld=134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11</TotalTime>
  <Pages>1</Pages>
  <Words>124</Words>
  <Characters>711</Characters>
  <Application>Microsoft Office Outlook</Application>
  <DocSecurity>0</DocSecurity>
  <Lines>0</Lines>
  <Paragraphs>0</Paragraphs>
  <ScaleCrop>false</ScaleCrop>
  <Company>МинФин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5</cp:revision>
  <cp:lastPrinted>2015-10-29T07:58:00Z</cp:lastPrinted>
  <dcterms:created xsi:type="dcterms:W3CDTF">2015-10-29T07:33:00Z</dcterms:created>
  <dcterms:modified xsi:type="dcterms:W3CDTF">2015-12-07T07:48:00Z</dcterms:modified>
</cp:coreProperties>
</file>