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09" w:rsidRDefault="008C1409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>Закон Ульяновской области</w:t>
      </w:r>
    </w:p>
    <w:p w:rsidR="008C1409" w:rsidRDefault="008C1409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8C1409" w:rsidRDefault="008C1409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8C1409" w:rsidRDefault="008C1409" w:rsidP="00C014B1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:rsidR="008C1409" w:rsidRDefault="008C1409" w:rsidP="0079252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1409" w:rsidRDefault="008C1409" w:rsidP="0079252E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C1409" w:rsidRDefault="008C1409" w:rsidP="00127E5D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статью </w:t>
      </w:r>
      <w:r w:rsidRPr="00127E5D">
        <w:rPr>
          <w:rFonts w:ascii="Times New Roman" w:hAnsi="Times New Roman" w:cs="Times New Roman"/>
          <w:b/>
          <w:sz w:val="28"/>
          <w:szCs w:val="28"/>
          <w:lang w:eastAsia="en-US"/>
        </w:rPr>
        <w:t>1</w:t>
      </w:r>
      <w:r w:rsidRPr="00127E5D">
        <w:rPr>
          <w:rFonts w:ascii="Times New Roman" w:hAnsi="Times New Roman" w:cs="Times New Roman"/>
          <w:b/>
          <w:sz w:val="28"/>
          <w:szCs w:val="28"/>
          <w:vertAlign w:val="superscript"/>
          <w:lang w:eastAsia="en-US"/>
        </w:rPr>
        <w:t>1</w:t>
      </w:r>
      <w:r w:rsidRPr="00127E5D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Закона Ульяновской области </w:t>
      </w:r>
    </w:p>
    <w:p w:rsidR="008C1409" w:rsidRDefault="008C1409" w:rsidP="00127E5D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27E5D">
        <w:rPr>
          <w:rFonts w:ascii="Times New Roman" w:hAnsi="Times New Roman" w:cs="Times New Roman"/>
          <w:b/>
          <w:sz w:val="28"/>
          <w:szCs w:val="28"/>
          <w:lang w:eastAsia="en-US"/>
        </w:rPr>
        <w:t>«О налоговых ставках налога, взимаемого в связи с применением упрощённой системы налогообложения, на территории</w:t>
      </w:r>
    </w:p>
    <w:p w:rsidR="008C1409" w:rsidRPr="00127E5D" w:rsidRDefault="008C1409" w:rsidP="00127E5D">
      <w:pPr>
        <w:pStyle w:val="ConsNormal"/>
        <w:ind w:right="0" w:firstLine="0"/>
        <w:jc w:val="center"/>
        <w:rPr>
          <w:rFonts w:ascii="Times New Roman" w:hAnsi="Times New Roman" w:cs="Times New Roman"/>
          <w:b/>
        </w:rPr>
      </w:pPr>
      <w:r w:rsidRPr="00127E5D">
        <w:rPr>
          <w:rFonts w:ascii="Times New Roman" w:hAnsi="Times New Roman" w:cs="Times New Roman"/>
          <w:b/>
          <w:sz w:val="28"/>
          <w:szCs w:val="28"/>
          <w:lang w:eastAsia="en-US"/>
        </w:rPr>
        <w:t>Ульяновской области»</w:t>
      </w:r>
    </w:p>
    <w:p w:rsidR="008C1409" w:rsidRDefault="008C1409" w:rsidP="00127E5D"/>
    <w:p w:rsidR="008C1409" w:rsidRDefault="008C1409" w:rsidP="00127E5D"/>
    <w:p w:rsidR="008C1409" w:rsidRDefault="008C140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C1409" w:rsidRDefault="008C140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C1409" w:rsidRDefault="008C140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C1409" w:rsidRDefault="008C140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6"/>
          <w:szCs w:val="28"/>
        </w:rPr>
      </w:pPr>
    </w:p>
    <w:p w:rsidR="008C1409" w:rsidRDefault="008C140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8C1409" w:rsidRPr="00BB2E8F" w:rsidRDefault="008C140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8C1409" w:rsidRPr="00BB2E8F" w:rsidRDefault="008C1409" w:rsidP="00A002B3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8C1409" w:rsidRPr="00863D19" w:rsidRDefault="008C1409" w:rsidP="0032230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45147D">
        <w:rPr>
          <w:sz w:val="28"/>
          <w:szCs w:val="28"/>
          <w:lang w:eastAsia="en-US"/>
        </w:rPr>
        <w:t>Внести в</w:t>
      </w:r>
      <w:r>
        <w:rPr>
          <w:sz w:val="28"/>
          <w:szCs w:val="28"/>
          <w:lang w:eastAsia="en-US"/>
        </w:rPr>
        <w:t xml:space="preserve"> </w:t>
      </w:r>
      <w:r w:rsidRPr="0045147D">
        <w:rPr>
          <w:sz w:val="28"/>
          <w:szCs w:val="28"/>
          <w:lang w:eastAsia="en-US"/>
        </w:rPr>
        <w:t>часть 1 статьи 1</w:t>
      </w:r>
      <w:r w:rsidRPr="0045147D">
        <w:rPr>
          <w:sz w:val="28"/>
          <w:szCs w:val="28"/>
          <w:vertAlign w:val="superscript"/>
          <w:lang w:eastAsia="en-US"/>
        </w:rPr>
        <w:t>1</w:t>
      </w:r>
      <w:r>
        <w:rPr>
          <w:sz w:val="28"/>
          <w:szCs w:val="28"/>
          <w:vertAlign w:val="superscript"/>
          <w:lang w:eastAsia="en-US"/>
        </w:rPr>
        <w:t xml:space="preserve"> </w:t>
      </w:r>
      <w:r w:rsidRPr="0045147D">
        <w:rPr>
          <w:sz w:val="28"/>
          <w:szCs w:val="28"/>
          <w:lang w:eastAsia="en-US"/>
        </w:rPr>
        <w:t xml:space="preserve">Закона Ульяновской области от 3 марта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 xml:space="preserve">2009 года № 13-ЗО «О налоговых ставках налога, взимаемого в связи </w:t>
      </w:r>
      <w:r>
        <w:rPr>
          <w:sz w:val="28"/>
          <w:szCs w:val="28"/>
          <w:lang w:eastAsia="en-US"/>
        </w:rPr>
        <w:br/>
      </w:r>
      <w:r w:rsidRPr="0045147D">
        <w:rPr>
          <w:sz w:val="28"/>
          <w:szCs w:val="28"/>
          <w:lang w:eastAsia="en-US"/>
        </w:rPr>
        <w:t>с применением упрощённой системы налогообложения, на территории Ульяновской области» («Ульяновская правда» от 06.03.2009 № 17; от 06.08.2010 № 64; от 06.10.2010 № 81; от 07.10.2011 № 113; от 02.03.2012 № 22; от 08.12.2014 № 180;от 06.04.2015 № 44</w:t>
      </w:r>
      <w:r>
        <w:rPr>
          <w:sz w:val="28"/>
          <w:szCs w:val="28"/>
          <w:lang w:eastAsia="en-US"/>
        </w:rPr>
        <w:t xml:space="preserve">; </w:t>
      </w:r>
      <w:r w:rsidRPr="000329C8">
        <w:rPr>
          <w:sz w:val="28"/>
          <w:szCs w:val="28"/>
          <w:lang w:eastAsia="en-US"/>
        </w:rPr>
        <w:t>от 05.10.2015 № 139) изменение</w:t>
      </w:r>
      <w:r>
        <w:rPr>
          <w:sz w:val="28"/>
          <w:szCs w:val="28"/>
          <w:lang w:eastAsia="en-US"/>
        </w:rPr>
        <w:t xml:space="preserve">, изложив её </w:t>
      </w:r>
      <w:r>
        <w:rPr>
          <w:sz w:val="28"/>
          <w:szCs w:val="28"/>
          <w:lang w:eastAsia="en-US"/>
        </w:rPr>
        <w:br/>
        <w:t xml:space="preserve">в </w:t>
      </w:r>
      <w:r w:rsidRPr="00863D19">
        <w:rPr>
          <w:sz w:val="28"/>
          <w:szCs w:val="28"/>
          <w:lang w:eastAsia="en-US"/>
        </w:rPr>
        <w:t>следующей редакции:</w:t>
      </w:r>
    </w:p>
    <w:p w:rsidR="008C1409" w:rsidRPr="00863D19" w:rsidRDefault="008C1409" w:rsidP="003223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3D19">
        <w:rPr>
          <w:rFonts w:ascii="Times New Roman" w:hAnsi="Times New Roman" w:cs="Times New Roman"/>
          <w:sz w:val="28"/>
          <w:szCs w:val="28"/>
          <w:lang w:eastAsia="en-US"/>
        </w:rPr>
        <w:t xml:space="preserve">«1. </w:t>
      </w:r>
      <w:hyperlink r:id="rId7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Налоговая ставка</w:t>
        </w:r>
      </w:hyperlink>
      <w:r w:rsidRPr="00863D19">
        <w:rPr>
          <w:rFonts w:ascii="Times New Roman" w:hAnsi="Times New Roman" w:cs="Times New Roman"/>
          <w:bCs/>
          <w:sz w:val="28"/>
          <w:szCs w:val="28"/>
        </w:rPr>
        <w:t xml:space="preserve"> в размере 0 процентов устанавливается для индивидуальных предпринимателей, впервые зарегистрированных после вступления в силу настоящей статьи, осуществляющих виды предпринимательской деятельности в производственной, социальной и (или) научной сферах, </w:t>
      </w:r>
      <w:r w:rsidRPr="00863D19">
        <w:rPr>
          <w:rFonts w:ascii="Times New Roman" w:hAnsi="Times New Roman" w:cs="Times New Roman"/>
          <w:sz w:val="28"/>
          <w:szCs w:val="28"/>
          <w:lang w:eastAsia="en-US"/>
        </w:rPr>
        <w:t>а также в сфере бытовых услуг населению, к</w:t>
      </w:r>
      <w:r w:rsidRPr="00863D19">
        <w:rPr>
          <w:rFonts w:ascii="Times New Roman" w:hAnsi="Times New Roman" w:cs="Times New Roman"/>
          <w:bCs/>
          <w:sz w:val="28"/>
          <w:szCs w:val="28"/>
        </w:rPr>
        <w:t>лассифицируемые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63D19">
        <w:rPr>
          <w:rFonts w:ascii="Times New Roman" w:hAnsi="Times New Roman" w:cs="Times New Roman"/>
          <w:bCs/>
          <w:sz w:val="28"/>
          <w:szCs w:val="28"/>
        </w:rPr>
        <w:t xml:space="preserve">в соответствии с группировками </w:t>
      </w:r>
      <w:hyperlink r:id="rId8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01</w:t>
        </w:r>
      </w:hyperlink>
      <w:r w:rsidRPr="00863D19">
        <w:rPr>
          <w:rFonts w:ascii="Times New Roman" w:hAnsi="Times New Roman" w:cs="Times New Roman"/>
          <w:bCs/>
          <w:sz w:val="28"/>
          <w:szCs w:val="28"/>
        </w:rPr>
        <w:t xml:space="preserve"> (за исключением видов экономической деятельности, предусмотренных группировками </w:t>
      </w:r>
      <w:hyperlink r:id="rId9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01.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6 и </w:t>
      </w:r>
      <w:hyperlink r:id="rId10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01.</w:t>
        </w:r>
      </w:hyperlink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863D19">
        <w:rPr>
          <w:rFonts w:ascii="Times New Roman" w:hAnsi="Times New Roman" w:cs="Times New Roman"/>
          <w:bCs/>
          <w:sz w:val="28"/>
          <w:szCs w:val="28"/>
        </w:rPr>
        <w:t xml:space="preserve">), </w:t>
      </w:r>
      <w:hyperlink r:id="rId11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02</w:t>
        </w:r>
      </w:hyperlink>
      <w:r w:rsidRPr="00863D19">
        <w:rPr>
          <w:rFonts w:ascii="Times New Roman" w:hAnsi="Times New Roman" w:cs="Times New Roman"/>
          <w:bCs/>
          <w:sz w:val="28"/>
          <w:szCs w:val="28"/>
        </w:rPr>
        <w:t xml:space="preserve"> (за исключением вида экономической деятельности, предусмотренного группировкой </w:t>
      </w:r>
      <w:hyperlink r:id="rId12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02.</w:t>
        </w:r>
      </w:hyperlink>
      <w:r w:rsidRPr="00863D19">
        <w:rPr>
          <w:rFonts w:ascii="Times New Roman" w:hAnsi="Times New Roman" w:cs="Times New Roman"/>
          <w:bCs/>
          <w:sz w:val="28"/>
          <w:szCs w:val="28"/>
        </w:rPr>
        <w:t xml:space="preserve">4), </w:t>
      </w:r>
      <w:hyperlink r:id="rId13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0</w:t>
        </w:r>
      </w:hyperlink>
      <w:r w:rsidRPr="00863D19">
        <w:rPr>
          <w:rFonts w:ascii="Times New Roman" w:hAnsi="Times New Roman" w:cs="Times New Roman"/>
          <w:bCs/>
          <w:sz w:val="28"/>
          <w:szCs w:val="28"/>
        </w:rPr>
        <w:t xml:space="preserve">3, </w:t>
      </w:r>
      <w:hyperlink r:id="rId14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1</w:t>
        </w:r>
      </w:hyperlink>
      <w:r w:rsidRPr="00863D19">
        <w:rPr>
          <w:rFonts w:ascii="Times New Roman" w:hAnsi="Times New Roman" w:cs="Times New Roman"/>
          <w:bCs/>
          <w:sz w:val="28"/>
          <w:szCs w:val="28"/>
        </w:rPr>
        <w:t xml:space="preserve">0 (за исключением видов экономической деятельности, предусмотренных группировками 10.13.9 и 10.39.9), 11.07, </w:t>
      </w:r>
      <w:hyperlink r:id="rId15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1</w:t>
        </w:r>
      </w:hyperlink>
      <w:r w:rsidRPr="00863D19">
        <w:rPr>
          <w:rFonts w:ascii="Times New Roman" w:hAnsi="Times New Roman" w:cs="Times New Roman"/>
          <w:bCs/>
          <w:sz w:val="28"/>
          <w:szCs w:val="28"/>
        </w:rPr>
        <w:t xml:space="preserve">3-17 (за исключением вида экономической деятельности, предусмотренного группировкой 16.10.9), 18.11,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63D19">
        <w:rPr>
          <w:rFonts w:ascii="Times New Roman" w:hAnsi="Times New Roman" w:cs="Times New Roman"/>
          <w:bCs/>
          <w:sz w:val="28"/>
          <w:szCs w:val="28"/>
        </w:rPr>
        <w:t>22-28 (за исключением видов экономической деятельности, предусмотренных группировками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3D19">
        <w:rPr>
          <w:rFonts w:ascii="Times New Roman" w:hAnsi="Times New Roman" w:cs="Times New Roman"/>
          <w:bCs/>
          <w:sz w:val="28"/>
          <w:szCs w:val="28"/>
        </w:rPr>
        <w:t>22.29.9</w:t>
      </w:r>
      <w:r>
        <w:rPr>
          <w:rFonts w:ascii="Times New Roman" w:hAnsi="Times New Roman" w:cs="Times New Roman"/>
          <w:bCs/>
          <w:sz w:val="28"/>
          <w:szCs w:val="28"/>
        </w:rPr>
        <w:t>, 25.30.2, 25.4, 25.50.1 и 25.50.2</w:t>
      </w:r>
      <w:r w:rsidRPr="00863D19">
        <w:rPr>
          <w:rFonts w:ascii="Times New Roman" w:hAnsi="Times New Roman" w:cs="Times New Roman"/>
          <w:bCs/>
          <w:sz w:val="28"/>
          <w:szCs w:val="28"/>
        </w:rPr>
        <w:t xml:space="preserve">), </w:t>
      </w:r>
      <w:r>
        <w:rPr>
          <w:rFonts w:ascii="Times New Roman" w:hAnsi="Times New Roman" w:cs="Times New Roman"/>
          <w:bCs/>
          <w:sz w:val="28"/>
          <w:szCs w:val="28"/>
        </w:rPr>
        <w:t xml:space="preserve">29.10.1, 29.3, </w:t>
      </w:r>
      <w:hyperlink r:id="rId16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30</w:t>
        </w:r>
      </w:hyperlink>
      <w:r>
        <w:rPr>
          <w:rFonts w:ascii="Times New Roman" w:hAnsi="Times New Roman" w:cs="Times New Roman"/>
          <w:bCs/>
          <w:sz w:val="28"/>
          <w:szCs w:val="28"/>
        </w:rPr>
        <w:br/>
      </w:r>
      <w:r w:rsidRPr="00863D19">
        <w:rPr>
          <w:rFonts w:ascii="Times New Roman" w:hAnsi="Times New Roman" w:cs="Times New Roman"/>
          <w:bCs/>
          <w:sz w:val="28"/>
          <w:szCs w:val="28"/>
        </w:rPr>
        <w:t>(за исключением вид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863D19">
        <w:rPr>
          <w:rFonts w:ascii="Times New Roman" w:hAnsi="Times New Roman" w:cs="Times New Roman"/>
          <w:bCs/>
          <w:sz w:val="28"/>
          <w:szCs w:val="28"/>
        </w:rPr>
        <w:t xml:space="preserve"> экономической деятельности, предусмотренн</w:t>
      </w:r>
      <w:r>
        <w:rPr>
          <w:rFonts w:ascii="Times New Roman" w:hAnsi="Times New Roman" w:cs="Times New Roman"/>
          <w:bCs/>
          <w:sz w:val="28"/>
          <w:szCs w:val="28"/>
        </w:rPr>
        <w:t>ых</w:t>
      </w:r>
      <w:r w:rsidRPr="00863D19">
        <w:rPr>
          <w:rFonts w:ascii="Times New Roman" w:hAnsi="Times New Roman" w:cs="Times New Roman"/>
          <w:bCs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bCs/>
          <w:sz w:val="28"/>
          <w:szCs w:val="28"/>
        </w:rPr>
        <w:t xml:space="preserve">ами 30.2 и </w:t>
      </w:r>
      <w:r w:rsidRPr="00863D19">
        <w:rPr>
          <w:rFonts w:ascii="Times New Roman" w:hAnsi="Times New Roman" w:cs="Times New Roman"/>
          <w:bCs/>
          <w:sz w:val="28"/>
          <w:szCs w:val="28"/>
        </w:rPr>
        <w:t xml:space="preserve">30.91), </w:t>
      </w:r>
      <w:hyperlink r:id="rId17" w:history="1">
        <w:r w:rsidRPr="00863D19">
          <w:rPr>
            <w:rFonts w:ascii="Times New Roman" w:hAnsi="Times New Roman" w:cs="Times New Roman"/>
            <w:bCs/>
            <w:sz w:val="28"/>
            <w:szCs w:val="28"/>
          </w:rPr>
          <w:t>31</w:t>
        </w:r>
      </w:hyperlink>
      <w:r w:rsidRPr="00863D1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32.13, 32.4, 32.5, 32.9, 33.13, 33.19, </w:t>
      </w:r>
      <w:r w:rsidRPr="00863D19">
        <w:rPr>
          <w:rFonts w:ascii="Times New Roman" w:hAnsi="Times New Roman" w:cs="Times New Roman"/>
          <w:bCs/>
          <w:sz w:val="28"/>
          <w:szCs w:val="28"/>
        </w:rPr>
        <w:t>43.12.2, 43.12.3, 43.2, 43.3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863D19">
        <w:rPr>
          <w:rFonts w:ascii="Times New Roman" w:hAnsi="Times New Roman" w:cs="Times New Roman"/>
          <w:bCs/>
          <w:sz w:val="28"/>
          <w:szCs w:val="28"/>
        </w:rPr>
        <w:t xml:space="preserve"> 43.9,</w:t>
      </w:r>
      <w:r>
        <w:rPr>
          <w:rFonts w:ascii="Times New Roman" w:hAnsi="Times New Roman" w:cs="Times New Roman"/>
          <w:bCs/>
          <w:sz w:val="28"/>
          <w:szCs w:val="28"/>
        </w:rPr>
        <w:t xml:space="preserve"> 45.2, 45.40.5,</w:t>
      </w:r>
      <w:r w:rsidRPr="00863D19">
        <w:rPr>
          <w:rFonts w:ascii="Times New Roman" w:hAnsi="Times New Roman" w:cs="Times New Roman"/>
          <w:bCs/>
          <w:sz w:val="28"/>
          <w:szCs w:val="28"/>
        </w:rPr>
        <w:t xml:space="preserve"> 55.9, 72</w:t>
      </w:r>
      <w:r w:rsidRPr="00280DD4">
        <w:rPr>
          <w:rFonts w:ascii="Times New Roman" w:hAnsi="Times New Roman" w:cs="Times New Roman"/>
          <w:bCs/>
          <w:sz w:val="28"/>
          <w:szCs w:val="28"/>
        </w:rPr>
        <w:t xml:space="preserve">, 79.11, </w:t>
      </w:r>
      <w:r>
        <w:rPr>
          <w:rFonts w:ascii="Times New Roman" w:hAnsi="Times New Roman" w:cs="Times New Roman"/>
          <w:bCs/>
          <w:sz w:val="28"/>
          <w:szCs w:val="28"/>
        </w:rPr>
        <w:t xml:space="preserve">81.2, 85.41, </w:t>
      </w:r>
      <w:r w:rsidRPr="00280DD4">
        <w:rPr>
          <w:rFonts w:ascii="Times New Roman" w:hAnsi="Times New Roman" w:cs="Times New Roman"/>
          <w:bCs/>
          <w:sz w:val="28"/>
          <w:szCs w:val="28"/>
        </w:rPr>
        <w:t>85.1, 86</w:t>
      </w:r>
      <w:r w:rsidRPr="00863D19">
        <w:rPr>
          <w:rFonts w:ascii="Times New Roman" w:hAnsi="Times New Roman" w:cs="Times New Roman"/>
          <w:bCs/>
          <w:sz w:val="28"/>
          <w:szCs w:val="28"/>
        </w:rPr>
        <w:t>.21, 86.22, 86.90, 87, 88, 91, 93.11</w:t>
      </w:r>
      <w:r>
        <w:rPr>
          <w:rFonts w:ascii="Times New Roman" w:hAnsi="Times New Roman" w:cs="Times New Roman"/>
          <w:bCs/>
          <w:sz w:val="28"/>
          <w:szCs w:val="28"/>
        </w:rPr>
        <w:t>, 93.12, 95</w:t>
      </w:r>
      <w:r w:rsidRPr="00863D19">
        <w:rPr>
          <w:rFonts w:ascii="Times New Roman" w:hAnsi="Times New Roman" w:cs="Times New Roman"/>
          <w:bCs/>
          <w:sz w:val="28"/>
          <w:szCs w:val="28"/>
        </w:rPr>
        <w:t xml:space="preserve"> и 96 </w:t>
      </w:r>
      <w:r w:rsidRPr="00863D19">
        <w:rPr>
          <w:rFonts w:ascii="Times New Roman" w:hAnsi="Times New Roman" w:cs="Times New Roman"/>
          <w:sz w:val="28"/>
          <w:szCs w:val="28"/>
        </w:rPr>
        <w:t>ОКВЭД2</w:t>
      </w:r>
      <w:r w:rsidRPr="006B558E">
        <w:rPr>
          <w:rFonts w:ascii="Times New Roman" w:hAnsi="Times New Roman" w:cs="Times New Roman"/>
          <w:sz w:val="28"/>
          <w:szCs w:val="28"/>
        </w:rPr>
        <w:t>.</w:t>
      </w:r>
      <w:r w:rsidRPr="00D92E37">
        <w:rPr>
          <w:rFonts w:ascii="Times New Roman" w:hAnsi="Times New Roman" w:cs="Times New Roman"/>
          <w:bCs/>
          <w:sz w:val="28"/>
          <w:szCs w:val="28"/>
        </w:rPr>
        <w:t>При этом по итогам налогового периода доля доходов от реализации товаров (работ, услуг) при осуществлении видов предпринимательской деятельности, в отношении которых применялась налоговая ставка в размере0 процентов, в общем объ</w:t>
      </w:r>
      <w:r>
        <w:rPr>
          <w:rFonts w:ascii="Times New Roman" w:hAnsi="Times New Roman" w:cs="Times New Roman"/>
          <w:bCs/>
          <w:sz w:val="28"/>
          <w:szCs w:val="28"/>
        </w:rPr>
        <w:t>ё</w:t>
      </w:r>
      <w:r w:rsidRPr="00D92E37">
        <w:rPr>
          <w:rFonts w:ascii="Times New Roman" w:hAnsi="Times New Roman" w:cs="Times New Roman"/>
          <w:bCs/>
          <w:sz w:val="28"/>
          <w:szCs w:val="28"/>
        </w:rPr>
        <w:t xml:space="preserve">ме доходов от реализации товаров (работ, услуг) должна </w:t>
      </w:r>
      <w:r>
        <w:rPr>
          <w:rFonts w:ascii="Times New Roman" w:hAnsi="Times New Roman" w:cs="Times New Roman"/>
          <w:bCs/>
          <w:sz w:val="28"/>
          <w:szCs w:val="28"/>
        </w:rPr>
        <w:t>составлять</w:t>
      </w:r>
      <w:r w:rsidRPr="00D92E37">
        <w:rPr>
          <w:rFonts w:ascii="Times New Roman" w:hAnsi="Times New Roman" w:cs="Times New Roman"/>
          <w:bCs/>
          <w:sz w:val="28"/>
          <w:szCs w:val="28"/>
        </w:rPr>
        <w:t xml:space="preserve"> не менее 70 процентов.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8C1409" w:rsidRPr="00F61197" w:rsidRDefault="008C1409" w:rsidP="00A002B3">
      <w:pPr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en-US"/>
        </w:rPr>
      </w:pPr>
    </w:p>
    <w:p w:rsidR="008C1409" w:rsidRPr="00784F43" w:rsidRDefault="008C1409" w:rsidP="00A002B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8C1409" w:rsidRPr="0045147D" w:rsidRDefault="008C1409" w:rsidP="00F61197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en-US"/>
        </w:rPr>
      </w:pPr>
      <w:r w:rsidRPr="0045147D">
        <w:rPr>
          <w:b/>
          <w:sz w:val="28"/>
          <w:szCs w:val="28"/>
          <w:lang w:eastAsia="en-US"/>
        </w:rPr>
        <w:t xml:space="preserve">Статья </w:t>
      </w:r>
      <w:r>
        <w:rPr>
          <w:b/>
          <w:sz w:val="28"/>
          <w:szCs w:val="28"/>
          <w:lang w:eastAsia="en-US"/>
        </w:rPr>
        <w:t>2</w:t>
      </w:r>
    </w:p>
    <w:p w:rsidR="008C1409" w:rsidRPr="00BB2E8F" w:rsidRDefault="008C1409" w:rsidP="00F61197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C1409" w:rsidRPr="00BB2E8F" w:rsidRDefault="008C1409" w:rsidP="00F61197">
      <w:pPr>
        <w:autoSpaceDE w:val="0"/>
        <w:autoSpaceDN w:val="0"/>
        <w:adjustRightInd w:val="0"/>
        <w:ind w:firstLine="709"/>
        <w:jc w:val="both"/>
        <w:rPr>
          <w:b/>
          <w:sz w:val="28"/>
          <w:lang w:eastAsia="en-US"/>
        </w:rPr>
      </w:pPr>
    </w:p>
    <w:p w:rsidR="008C1409" w:rsidRPr="00B5372C" w:rsidRDefault="008C1409" w:rsidP="00F611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5372C">
        <w:rPr>
          <w:sz w:val="28"/>
          <w:szCs w:val="28"/>
        </w:rPr>
        <w:t>Настоящий Закон вступает в силу с 1 января 201</w:t>
      </w:r>
      <w:r>
        <w:rPr>
          <w:sz w:val="28"/>
          <w:szCs w:val="28"/>
        </w:rPr>
        <w:t>6</w:t>
      </w:r>
      <w:r w:rsidRPr="00B5372C">
        <w:rPr>
          <w:sz w:val="28"/>
          <w:szCs w:val="28"/>
        </w:rPr>
        <w:t xml:space="preserve"> года.</w:t>
      </w:r>
    </w:p>
    <w:p w:rsidR="008C1409" w:rsidRPr="00E142FA" w:rsidRDefault="008C1409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C1409" w:rsidRDefault="008C1409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</w:rPr>
      </w:pPr>
    </w:p>
    <w:p w:rsidR="008C1409" w:rsidRDefault="008C1409" w:rsidP="00E81563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>С.И.Морозов</w:t>
      </w:r>
    </w:p>
    <w:p w:rsidR="008C1409" w:rsidRDefault="008C1409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1409" w:rsidRDefault="008C1409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1409" w:rsidRDefault="008C1409" w:rsidP="00E8156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1409" w:rsidRPr="0035284A" w:rsidRDefault="008C1409" w:rsidP="00C01C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  <w:bookmarkStart w:id="0" w:name="_GoBack"/>
      <w:bookmarkEnd w:id="0"/>
    </w:p>
    <w:p w:rsidR="008C1409" w:rsidRPr="0035284A" w:rsidRDefault="008C1409" w:rsidP="00C01C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</w:t>
      </w:r>
      <w:r w:rsidRPr="003528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35284A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35284A">
          <w:rPr>
            <w:rFonts w:ascii="Times New Roman" w:hAnsi="Times New Roman" w:cs="Times New Roman"/>
            <w:sz w:val="28"/>
            <w:szCs w:val="28"/>
          </w:rPr>
          <w:t>20</w:t>
        </w:r>
        <w:r>
          <w:rPr>
            <w:rFonts w:ascii="Times New Roman" w:hAnsi="Times New Roman" w:cs="Times New Roman"/>
            <w:sz w:val="28"/>
            <w:szCs w:val="28"/>
          </w:rPr>
          <w:t>15</w:t>
        </w:r>
        <w:r w:rsidRPr="0035284A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8C1409" w:rsidRPr="0035284A" w:rsidRDefault="008C1409" w:rsidP="00C01C2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177</w:t>
      </w:r>
      <w:r w:rsidRPr="0035284A">
        <w:rPr>
          <w:rFonts w:ascii="Times New Roman" w:hAnsi="Times New Roman" w:cs="Times New Roman"/>
          <w:sz w:val="28"/>
          <w:szCs w:val="28"/>
        </w:rPr>
        <w:t>-ЗО</w:t>
      </w:r>
    </w:p>
    <w:sectPr w:rsidR="008C1409" w:rsidRPr="0035284A" w:rsidSect="00C57612">
      <w:headerReference w:type="default" r:id="rId18"/>
      <w:footerReference w:type="first" r:id="rId1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1409" w:rsidRDefault="008C1409" w:rsidP="00B22B15">
      <w:r>
        <w:separator/>
      </w:r>
    </w:p>
  </w:endnote>
  <w:endnote w:type="continuationSeparator" w:id="0">
    <w:p w:rsidR="008C1409" w:rsidRDefault="008C1409" w:rsidP="00B22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409" w:rsidRPr="00C57612" w:rsidRDefault="008C1409" w:rsidP="00C57612">
    <w:pPr>
      <w:pStyle w:val="Footer"/>
      <w:jc w:val="right"/>
      <w:rPr>
        <w:sz w:val="16"/>
        <w:szCs w:val="16"/>
      </w:rPr>
    </w:pPr>
    <w:r w:rsidRPr="00C57612">
      <w:rPr>
        <w:sz w:val="16"/>
        <w:szCs w:val="16"/>
      </w:rPr>
      <w:t>1811яч1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1409" w:rsidRDefault="008C1409" w:rsidP="00B22B15">
      <w:r>
        <w:separator/>
      </w:r>
    </w:p>
  </w:footnote>
  <w:footnote w:type="continuationSeparator" w:id="0">
    <w:p w:rsidR="008C1409" w:rsidRDefault="008C1409" w:rsidP="00B22B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409" w:rsidRPr="00B22B15" w:rsidRDefault="008C1409">
    <w:pPr>
      <w:pStyle w:val="Header"/>
      <w:jc w:val="center"/>
      <w:rPr>
        <w:sz w:val="28"/>
        <w:szCs w:val="28"/>
      </w:rPr>
    </w:pPr>
    <w:r w:rsidRPr="00B22B15">
      <w:rPr>
        <w:sz w:val="28"/>
        <w:szCs w:val="28"/>
      </w:rPr>
      <w:fldChar w:fldCharType="begin"/>
    </w:r>
    <w:r w:rsidRPr="00B22B15">
      <w:rPr>
        <w:sz w:val="28"/>
        <w:szCs w:val="28"/>
      </w:rPr>
      <w:instrText xml:space="preserve"> PAGE   \* MERGEFORMAT </w:instrText>
    </w:r>
    <w:r w:rsidRPr="00B22B15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B22B15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209"/>
    <w:multiLevelType w:val="hybridMultilevel"/>
    <w:tmpl w:val="4DA2D3CC"/>
    <w:lvl w:ilvl="0" w:tplc="2828F18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A0C32AF"/>
    <w:multiLevelType w:val="hybridMultilevel"/>
    <w:tmpl w:val="6F42CB58"/>
    <w:lvl w:ilvl="0" w:tplc="E3DE6B7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B783173"/>
    <w:multiLevelType w:val="hybridMultilevel"/>
    <w:tmpl w:val="30C8E820"/>
    <w:lvl w:ilvl="0" w:tplc="37784C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2FF6E4D"/>
    <w:multiLevelType w:val="hybridMultilevel"/>
    <w:tmpl w:val="77E632BE"/>
    <w:lvl w:ilvl="0" w:tplc="71F8BD8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26B17EFF"/>
    <w:multiLevelType w:val="hybridMultilevel"/>
    <w:tmpl w:val="811A60E4"/>
    <w:lvl w:ilvl="0" w:tplc="20407D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8EA4EE5"/>
    <w:multiLevelType w:val="hybridMultilevel"/>
    <w:tmpl w:val="193ED8CE"/>
    <w:lvl w:ilvl="0" w:tplc="B9403A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C696C1A"/>
    <w:multiLevelType w:val="hybridMultilevel"/>
    <w:tmpl w:val="A400FE30"/>
    <w:lvl w:ilvl="0" w:tplc="FD02ED7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E9A67EE"/>
    <w:multiLevelType w:val="hybridMultilevel"/>
    <w:tmpl w:val="E6AAA548"/>
    <w:lvl w:ilvl="0" w:tplc="80DC0A2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C41861"/>
    <w:multiLevelType w:val="hybridMultilevel"/>
    <w:tmpl w:val="D1DEE7BA"/>
    <w:lvl w:ilvl="0" w:tplc="A8CC2E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A1C6605"/>
    <w:multiLevelType w:val="hybridMultilevel"/>
    <w:tmpl w:val="2F76108A"/>
    <w:lvl w:ilvl="0" w:tplc="1BDE606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54E476A5"/>
    <w:multiLevelType w:val="hybridMultilevel"/>
    <w:tmpl w:val="BFCA3900"/>
    <w:lvl w:ilvl="0" w:tplc="9BCEAE5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A33160C"/>
    <w:multiLevelType w:val="hybridMultilevel"/>
    <w:tmpl w:val="6F744D32"/>
    <w:lvl w:ilvl="0" w:tplc="4F6C683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C806185"/>
    <w:multiLevelType w:val="hybridMultilevel"/>
    <w:tmpl w:val="10D2B400"/>
    <w:lvl w:ilvl="0" w:tplc="7A6CF43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3823630"/>
    <w:multiLevelType w:val="hybridMultilevel"/>
    <w:tmpl w:val="4CC4777E"/>
    <w:lvl w:ilvl="0" w:tplc="FAF2987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12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0"/>
  </w:num>
  <w:num w:numId="9">
    <w:abstractNumId w:val="11"/>
  </w:num>
  <w:num w:numId="10">
    <w:abstractNumId w:val="2"/>
  </w:num>
  <w:num w:numId="11">
    <w:abstractNumId w:val="9"/>
  </w:num>
  <w:num w:numId="12">
    <w:abstractNumId w:val="10"/>
  </w:num>
  <w:num w:numId="13">
    <w:abstractNumId w:val="13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52E"/>
    <w:rsid w:val="00010101"/>
    <w:rsid w:val="00011940"/>
    <w:rsid w:val="000144B2"/>
    <w:rsid w:val="00014519"/>
    <w:rsid w:val="0001491F"/>
    <w:rsid w:val="00016AA8"/>
    <w:rsid w:val="0001751E"/>
    <w:rsid w:val="0002360C"/>
    <w:rsid w:val="00024B24"/>
    <w:rsid w:val="00024E77"/>
    <w:rsid w:val="0002712A"/>
    <w:rsid w:val="000329C8"/>
    <w:rsid w:val="00040CEA"/>
    <w:rsid w:val="0007433B"/>
    <w:rsid w:val="00077F56"/>
    <w:rsid w:val="000958A9"/>
    <w:rsid w:val="000A12C7"/>
    <w:rsid w:val="000A4728"/>
    <w:rsid w:val="000B0EBE"/>
    <w:rsid w:val="000B1E1C"/>
    <w:rsid w:val="000B50C3"/>
    <w:rsid w:val="000C3765"/>
    <w:rsid w:val="000C5C56"/>
    <w:rsid w:val="000E4276"/>
    <w:rsid w:val="000E451C"/>
    <w:rsid w:val="000F0D55"/>
    <w:rsid w:val="0011489D"/>
    <w:rsid w:val="00120C67"/>
    <w:rsid w:val="00126597"/>
    <w:rsid w:val="00127E5D"/>
    <w:rsid w:val="00134D65"/>
    <w:rsid w:val="00135851"/>
    <w:rsid w:val="00137C92"/>
    <w:rsid w:val="001403FF"/>
    <w:rsid w:val="00146696"/>
    <w:rsid w:val="00156957"/>
    <w:rsid w:val="00156E8C"/>
    <w:rsid w:val="001602F9"/>
    <w:rsid w:val="001825B7"/>
    <w:rsid w:val="001852AD"/>
    <w:rsid w:val="0019259C"/>
    <w:rsid w:val="00195F41"/>
    <w:rsid w:val="00196FDB"/>
    <w:rsid w:val="001978C6"/>
    <w:rsid w:val="001B0DB3"/>
    <w:rsid w:val="001C6886"/>
    <w:rsid w:val="001D473E"/>
    <w:rsid w:val="001F1180"/>
    <w:rsid w:val="00213700"/>
    <w:rsid w:val="00220F2B"/>
    <w:rsid w:val="002306CC"/>
    <w:rsid w:val="00234FC9"/>
    <w:rsid w:val="00242CFF"/>
    <w:rsid w:val="00266C09"/>
    <w:rsid w:val="002765CB"/>
    <w:rsid w:val="00280DD4"/>
    <w:rsid w:val="00281C1D"/>
    <w:rsid w:val="002866E1"/>
    <w:rsid w:val="002870E8"/>
    <w:rsid w:val="002956C8"/>
    <w:rsid w:val="002A7177"/>
    <w:rsid w:val="002B5631"/>
    <w:rsid w:val="002F63EE"/>
    <w:rsid w:val="00304620"/>
    <w:rsid w:val="00315472"/>
    <w:rsid w:val="00322306"/>
    <w:rsid w:val="003524A6"/>
    <w:rsid w:val="0035284A"/>
    <w:rsid w:val="00354E5E"/>
    <w:rsid w:val="0035520E"/>
    <w:rsid w:val="00357031"/>
    <w:rsid w:val="0036218C"/>
    <w:rsid w:val="00372B1C"/>
    <w:rsid w:val="00377052"/>
    <w:rsid w:val="003A216E"/>
    <w:rsid w:val="003C068B"/>
    <w:rsid w:val="00402203"/>
    <w:rsid w:val="00405D56"/>
    <w:rsid w:val="0041093E"/>
    <w:rsid w:val="004118E8"/>
    <w:rsid w:val="004230D8"/>
    <w:rsid w:val="00425A2B"/>
    <w:rsid w:val="00427180"/>
    <w:rsid w:val="00433894"/>
    <w:rsid w:val="00437B5C"/>
    <w:rsid w:val="004435F5"/>
    <w:rsid w:val="00447B4D"/>
    <w:rsid w:val="0045147D"/>
    <w:rsid w:val="00475F0C"/>
    <w:rsid w:val="00482DE4"/>
    <w:rsid w:val="00486432"/>
    <w:rsid w:val="004872D7"/>
    <w:rsid w:val="00487952"/>
    <w:rsid w:val="00490234"/>
    <w:rsid w:val="004A6D18"/>
    <w:rsid w:val="004A76D5"/>
    <w:rsid w:val="004C0852"/>
    <w:rsid w:val="004C0F3E"/>
    <w:rsid w:val="004D2CCB"/>
    <w:rsid w:val="004D52C5"/>
    <w:rsid w:val="00511674"/>
    <w:rsid w:val="005266D1"/>
    <w:rsid w:val="00527F79"/>
    <w:rsid w:val="005361A1"/>
    <w:rsid w:val="00536950"/>
    <w:rsid w:val="00542191"/>
    <w:rsid w:val="00545A73"/>
    <w:rsid w:val="0054668D"/>
    <w:rsid w:val="00546B73"/>
    <w:rsid w:val="005528CC"/>
    <w:rsid w:val="00555B9F"/>
    <w:rsid w:val="005806BB"/>
    <w:rsid w:val="00591AF5"/>
    <w:rsid w:val="00595D8B"/>
    <w:rsid w:val="005A0DB9"/>
    <w:rsid w:val="005A7440"/>
    <w:rsid w:val="005B12D9"/>
    <w:rsid w:val="005C0E9A"/>
    <w:rsid w:val="005C0F5A"/>
    <w:rsid w:val="005D11AC"/>
    <w:rsid w:val="005D337B"/>
    <w:rsid w:val="005D65E7"/>
    <w:rsid w:val="005F1499"/>
    <w:rsid w:val="005F3764"/>
    <w:rsid w:val="00615D5D"/>
    <w:rsid w:val="00623C1B"/>
    <w:rsid w:val="00631178"/>
    <w:rsid w:val="0064717E"/>
    <w:rsid w:val="00647808"/>
    <w:rsid w:val="0065086D"/>
    <w:rsid w:val="006539E8"/>
    <w:rsid w:val="00656E4F"/>
    <w:rsid w:val="00691E5C"/>
    <w:rsid w:val="006B558E"/>
    <w:rsid w:val="006B62D8"/>
    <w:rsid w:val="006C2821"/>
    <w:rsid w:val="006C582B"/>
    <w:rsid w:val="006D2DAD"/>
    <w:rsid w:val="006D5BD1"/>
    <w:rsid w:val="006D755B"/>
    <w:rsid w:val="006D7919"/>
    <w:rsid w:val="006E2D1F"/>
    <w:rsid w:val="00700F25"/>
    <w:rsid w:val="007167D1"/>
    <w:rsid w:val="00745DA5"/>
    <w:rsid w:val="007557B5"/>
    <w:rsid w:val="007710CE"/>
    <w:rsid w:val="00771197"/>
    <w:rsid w:val="007823A3"/>
    <w:rsid w:val="00784F43"/>
    <w:rsid w:val="00791D5A"/>
    <w:rsid w:val="0079252E"/>
    <w:rsid w:val="007962F8"/>
    <w:rsid w:val="007A4DBA"/>
    <w:rsid w:val="007C002C"/>
    <w:rsid w:val="007C5A4C"/>
    <w:rsid w:val="007D04BD"/>
    <w:rsid w:val="007E1FD0"/>
    <w:rsid w:val="007E3A38"/>
    <w:rsid w:val="007E4990"/>
    <w:rsid w:val="00803834"/>
    <w:rsid w:val="008059DB"/>
    <w:rsid w:val="008076DC"/>
    <w:rsid w:val="00822BF3"/>
    <w:rsid w:val="00832CF4"/>
    <w:rsid w:val="00832D79"/>
    <w:rsid w:val="00835972"/>
    <w:rsid w:val="008625B4"/>
    <w:rsid w:val="00863D19"/>
    <w:rsid w:val="00865BC1"/>
    <w:rsid w:val="0087378B"/>
    <w:rsid w:val="00874A31"/>
    <w:rsid w:val="00892934"/>
    <w:rsid w:val="00896C5A"/>
    <w:rsid w:val="008B60E0"/>
    <w:rsid w:val="008C1409"/>
    <w:rsid w:val="008E0728"/>
    <w:rsid w:val="008F0633"/>
    <w:rsid w:val="008F1A3B"/>
    <w:rsid w:val="009015B9"/>
    <w:rsid w:val="009049E1"/>
    <w:rsid w:val="0091548F"/>
    <w:rsid w:val="00915DD3"/>
    <w:rsid w:val="009169AB"/>
    <w:rsid w:val="00917C7E"/>
    <w:rsid w:val="00946111"/>
    <w:rsid w:val="00957352"/>
    <w:rsid w:val="009614D4"/>
    <w:rsid w:val="00966ABF"/>
    <w:rsid w:val="00971F9A"/>
    <w:rsid w:val="00992DF8"/>
    <w:rsid w:val="009B0DE8"/>
    <w:rsid w:val="009B3F83"/>
    <w:rsid w:val="009B687A"/>
    <w:rsid w:val="009C6757"/>
    <w:rsid w:val="009D058D"/>
    <w:rsid w:val="009D6C64"/>
    <w:rsid w:val="009F17A4"/>
    <w:rsid w:val="00A002B3"/>
    <w:rsid w:val="00A0506C"/>
    <w:rsid w:val="00A061D7"/>
    <w:rsid w:val="00A12884"/>
    <w:rsid w:val="00A140E8"/>
    <w:rsid w:val="00A33779"/>
    <w:rsid w:val="00A421C2"/>
    <w:rsid w:val="00A42D35"/>
    <w:rsid w:val="00A50168"/>
    <w:rsid w:val="00A53B76"/>
    <w:rsid w:val="00A57633"/>
    <w:rsid w:val="00A62487"/>
    <w:rsid w:val="00A73BF7"/>
    <w:rsid w:val="00A77C62"/>
    <w:rsid w:val="00AA7E48"/>
    <w:rsid w:val="00AB5014"/>
    <w:rsid w:val="00AC4081"/>
    <w:rsid w:val="00AC727C"/>
    <w:rsid w:val="00AD082E"/>
    <w:rsid w:val="00AE2354"/>
    <w:rsid w:val="00AE2A7A"/>
    <w:rsid w:val="00AE3276"/>
    <w:rsid w:val="00AE5CBC"/>
    <w:rsid w:val="00AF4A5B"/>
    <w:rsid w:val="00B0040A"/>
    <w:rsid w:val="00B020CC"/>
    <w:rsid w:val="00B021A9"/>
    <w:rsid w:val="00B116CB"/>
    <w:rsid w:val="00B14B0E"/>
    <w:rsid w:val="00B15BCB"/>
    <w:rsid w:val="00B21829"/>
    <w:rsid w:val="00B22B15"/>
    <w:rsid w:val="00B31023"/>
    <w:rsid w:val="00B3218A"/>
    <w:rsid w:val="00B373C0"/>
    <w:rsid w:val="00B46E4B"/>
    <w:rsid w:val="00B50571"/>
    <w:rsid w:val="00B51AC2"/>
    <w:rsid w:val="00B535E3"/>
    <w:rsid w:val="00B5372C"/>
    <w:rsid w:val="00B61AA1"/>
    <w:rsid w:val="00B643DF"/>
    <w:rsid w:val="00B736D9"/>
    <w:rsid w:val="00B85534"/>
    <w:rsid w:val="00B86981"/>
    <w:rsid w:val="00BA751C"/>
    <w:rsid w:val="00BB2E8F"/>
    <w:rsid w:val="00BB6327"/>
    <w:rsid w:val="00BD408A"/>
    <w:rsid w:val="00BF049A"/>
    <w:rsid w:val="00C014B1"/>
    <w:rsid w:val="00C01C2D"/>
    <w:rsid w:val="00C21C34"/>
    <w:rsid w:val="00C24F38"/>
    <w:rsid w:val="00C26717"/>
    <w:rsid w:val="00C34B17"/>
    <w:rsid w:val="00C535B4"/>
    <w:rsid w:val="00C57612"/>
    <w:rsid w:val="00C61948"/>
    <w:rsid w:val="00C80C4A"/>
    <w:rsid w:val="00C93379"/>
    <w:rsid w:val="00C937E0"/>
    <w:rsid w:val="00CC146F"/>
    <w:rsid w:val="00CC3263"/>
    <w:rsid w:val="00CD27EC"/>
    <w:rsid w:val="00CD40DD"/>
    <w:rsid w:val="00D06355"/>
    <w:rsid w:val="00D511E8"/>
    <w:rsid w:val="00D5731E"/>
    <w:rsid w:val="00D57861"/>
    <w:rsid w:val="00D73258"/>
    <w:rsid w:val="00D75F2C"/>
    <w:rsid w:val="00D917C5"/>
    <w:rsid w:val="00D92E37"/>
    <w:rsid w:val="00D92E6B"/>
    <w:rsid w:val="00D94F49"/>
    <w:rsid w:val="00D9616C"/>
    <w:rsid w:val="00D97397"/>
    <w:rsid w:val="00DA1FD1"/>
    <w:rsid w:val="00DA2C1F"/>
    <w:rsid w:val="00DA6A62"/>
    <w:rsid w:val="00DB20B3"/>
    <w:rsid w:val="00DC65CD"/>
    <w:rsid w:val="00DD3CEE"/>
    <w:rsid w:val="00DE1600"/>
    <w:rsid w:val="00DE6BDD"/>
    <w:rsid w:val="00E03341"/>
    <w:rsid w:val="00E07F75"/>
    <w:rsid w:val="00E142FA"/>
    <w:rsid w:val="00E1746B"/>
    <w:rsid w:val="00E211C9"/>
    <w:rsid w:val="00E21AC7"/>
    <w:rsid w:val="00E3114C"/>
    <w:rsid w:val="00E34793"/>
    <w:rsid w:val="00E45CE5"/>
    <w:rsid w:val="00E514E2"/>
    <w:rsid w:val="00E52776"/>
    <w:rsid w:val="00E61134"/>
    <w:rsid w:val="00E72437"/>
    <w:rsid w:val="00E74D05"/>
    <w:rsid w:val="00E80875"/>
    <w:rsid w:val="00E81563"/>
    <w:rsid w:val="00E9468C"/>
    <w:rsid w:val="00E94891"/>
    <w:rsid w:val="00E954AC"/>
    <w:rsid w:val="00EA2AAD"/>
    <w:rsid w:val="00EA4AA2"/>
    <w:rsid w:val="00EB1E37"/>
    <w:rsid w:val="00EB3A7D"/>
    <w:rsid w:val="00EF190C"/>
    <w:rsid w:val="00EF3B8C"/>
    <w:rsid w:val="00F10A1B"/>
    <w:rsid w:val="00F124A9"/>
    <w:rsid w:val="00F25A3A"/>
    <w:rsid w:val="00F301CA"/>
    <w:rsid w:val="00F423CB"/>
    <w:rsid w:val="00F57A33"/>
    <w:rsid w:val="00F61197"/>
    <w:rsid w:val="00F62793"/>
    <w:rsid w:val="00F83ACC"/>
    <w:rsid w:val="00F856CA"/>
    <w:rsid w:val="00F85737"/>
    <w:rsid w:val="00FA4380"/>
    <w:rsid w:val="00FB1B82"/>
    <w:rsid w:val="00FB3668"/>
    <w:rsid w:val="00FB619D"/>
    <w:rsid w:val="00FC66ED"/>
    <w:rsid w:val="00FC6AF8"/>
    <w:rsid w:val="00FC7945"/>
    <w:rsid w:val="00FD2705"/>
    <w:rsid w:val="00FE2966"/>
    <w:rsid w:val="00FE2F58"/>
    <w:rsid w:val="00FE4C17"/>
    <w:rsid w:val="00FF7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52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79252E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1C68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22B15"/>
    <w:rPr>
      <w:rFonts w:ascii="Times New Roman" w:hAnsi="Times New Roman" w:cs="Times New Roman"/>
      <w:sz w:val="24"/>
      <w:lang w:eastAsia="ru-RU"/>
    </w:rPr>
  </w:style>
  <w:style w:type="paragraph" w:styleId="Footer">
    <w:name w:val="footer"/>
    <w:basedOn w:val="Normal"/>
    <w:link w:val="FooterChar"/>
    <w:uiPriority w:val="99"/>
    <w:rsid w:val="00B22B1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22B15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E815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E815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EB1E37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F1A3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F1A3B"/>
    <w:rPr>
      <w:rFonts w:ascii="Tahoma" w:hAnsi="Tahoma" w:cs="Times New Roman"/>
      <w:sz w:val="16"/>
      <w:lang w:eastAsia="ru-RU"/>
    </w:rPr>
  </w:style>
  <w:style w:type="table" w:styleId="TableGrid">
    <w:name w:val="Table Grid"/>
    <w:basedOn w:val="TableNormal"/>
    <w:uiPriority w:val="99"/>
    <w:rsid w:val="00E954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3615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23614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214C07D3FB5CAA16BE2431FA10502B39A21535DD39E6B6F7AD4D1E24839E6CF5FA6327A5FDCD5EB5lBN" TargetMode="External"/><Relationship Id="rId13" Type="http://schemas.openxmlformats.org/officeDocument/2006/relationships/hyperlink" Target="consultantplus://offline/ref=B9214C07D3FB5CAA16BE2431FA10502B39A21535DD39E6B6F7AD4D1E24839E6CF5FA6327A5FDCE5FB5lBN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B9214C07D3FB5CAA16BE2431FA10502B39A21B3EDA33E6B6F7AD4D1E24839E6CF5FA6327A4F9CBB5lCN" TargetMode="External"/><Relationship Id="rId12" Type="http://schemas.openxmlformats.org/officeDocument/2006/relationships/hyperlink" Target="consultantplus://offline/ref=B9214C07D3FB5CAA16BE2431FA10502B39A21535DD39E6B6F7AD4D1E24839E6CF5FA6327A5FDCD56B5lEN" TargetMode="External"/><Relationship Id="rId17" Type="http://schemas.openxmlformats.org/officeDocument/2006/relationships/hyperlink" Target="consultantplus://offline/ref=B9214C07D3FB5CAA16BE2431FA10502B39A21535DD39E6B6F7AD4D1E24839E6CF5FA6327A5FCCD59B5l0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9214C07D3FB5CAA16BE2431FA10502B39A21535DD39E6B6F7AD4D1E24839E6CF5FA6327A5FCCD5AB5lFN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9214C07D3FB5CAA16BE2431FA10502B39A21535DD39E6B6F7AD4D1E24839E6CF5FA6327A5FDCD57B5l1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9214C07D3FB5CAA16BE2431FA10502B39A21535DD39E6B6F7AD4D1E24839E6CF5FA6327A5FDC858B5l0N" TargetMode="External"/><Relationship Id="rId10" Type="http://schemas.openxmlformats.org/officeDocument/2006/relationships/hyperlink" Target="consultantplus://offline/ref=B9214C07D3FB5CAA16BE2431FA10502B39A21535DD39E6B6F7AD4D1E24839E6CF5FA6327A5FDCD57B5lDN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9214C07D3FB5CAA16BE2431FA10502B39A21535DD39E6B6F7AD4D1E24839E6CF5FA6327A5FDCD58B5lAN" TargetMode="External"/><Relationship Id="rId14" Type="http://schemas.openxmlformats.org/officeDocument/2006/relationships/hyperlink" Target="consultantplus://offline/ref=B9214C07D3FB5CAA16BE2431FA10502B39A21535DD39E6B6F7AD4D1E24839E6CF5FA6327A5FDCF5AB5l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566</Words>
  <Characters>3231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статью 11 Закона Ульяновской области </dc:title>
  <dc:subject/>
  <dc:creator>lapshina</dc:creator>
  <cp:keywords/>
  <dc:description/>
  <cp:lastModifiedBy>Пользователь</cp:lastModifiedBy>
  <cp:revision>6</cp:revision>
  <cp:lastPrinted>2015-11-26T13:04:00Z</cp:lastPrinted>
  <dcterms:created xsi:type="dcterms:W3CDTF">2015-11-20T11:44:00Z</dcterms:created>
  <dcterms:modified xsi:type="dcterms:W3CDTF">2015-12-07T07:43:00Z</dcterms:modified>
</cp:coreProperties>
</file>