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8FB" w:rsidRPr="00074AA6" w:rsidRDefault="001608FB" w:rsidP="00D06427">
      <w:pPr>
        <w:pStyle w:val="ConsPlusTitle"/>
        <w:jc w:val="center"/>
        <w:rPr>
          <w:sz w:val="28"/>
          <w:szCs w:val="28"/>
        </w:rPr>
      </w:pPr>
      <w:r w:rsidRPr="00074AA6">
        <w:rPr>
          <w:sz w:val="28"/>
          <w:szCs w:val="28"/>
        </w:rPr>
        <w:t>Закон Ульяновской области</w:t>
      </w:r>
    </w:p>
    <w:p w:rsidR="001608FB" w:rsidRDefault="001608FB" w:rsidP="00D06427">
      <w:pPr>
        <w:pStyle w:val="ConsPlusTitle"/>
        <w:jc w:val="center"/>
        <w:rPr>
          <w:b w:val="0"/>
          <w:sz w:val="28"/>
          <w:szCs w:val="28"/>
        </w:rPr>
      </w:pPr>
    </w:p>
    <w:p w:rsidR="001608FB" w:rsidRDefault="001608FB" w:rsidP="00D06427">
      <w:pPr>
        <w:pStyle w:val="ConsPlusTitle"/>
        <w:jc w:val="center"/>
        <w:rPr>
          <w:b w:val="0"/>
          <w:sz w:val="28"/>
          <w:szCs w:val="28"/>
        </w:rPr>
      </w:pPr>
    </w:p>
    <w:p w:rsidR="001608FB" w:rsidRDefault="001608FB" w:rsidP="00D06427">
      <w:pPr>
        <w:pStyle w:val="ConsPlusTitle"/>
        <w:jc w:val="center"/>
        <w:rPr>
          <w:b w:val="0"/>
          <w:sz w:val="28"/>
          <w:szCs w:val="28"/>
        </w:rPr>
      </w:pPr>
    </w:p>
    <w:p w:rsidR="001608FB" w:rsidRDefault="001608FB" w:rsidP="00D06427">
      <w:pPr>
        <w:pStyle w:val="ConsPlusTitle"/>
        <w:jc w:val="center"/>
        <w:rPr>
          <w:b w:val="0"/>
          <w:sz w:val="28"/>
          <w:szCs w:val="28"/>
        </w:rPr>
      </w:pPr>
    </w:p>
    <w:p w:rsidR="001608FB" w:rsidRPr="00A04D85" w:rsidRDefault="001608FB" w:rsidP="00D06427">
      <w:pPr>
        <w:pStyle w:val="ConsPlusTitle"/>
        <w:jc w:val="center"/>
        <w:rPr>
          <w:b w:val="0"/>
          <w:sz w:val="16"/>
          <w:szCs w:val="16"/>
        </w:rPr>
      </w:pPr>
    </w:p>
    <w:p w:rsidR="001608FB" w:rsidRPr="00F40FB6" w:rsidRDefault="001608FB" w:rsidP="00111C8D">
      <w:pPr>
        <w:pStyle w:val="ConsPlusTitle"/>
        <w:jc w:val="center"/>
        <w:rPr>
          <w:sz w:val="28"/>
          <w:szCs w:val="28"/>
        </w:rPr>
      </w:pPr>
      <w:r w:rsidRPr="00F40FB6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  <w:r w:rsidRPr="00F40FB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статью 10</w:t>
      </w:r>
      <w:r w:rsidRPr="00F42306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Кодекса </w:t>
      </w:r>
      <w:r w:rsidRPr="00F40FB6">
        <w:rPr>
          <w:sz w:val="28"/>
          <w:szCs w:val="28"/>
        </w:rPr>
        <w:t xml:space="preserve">Ульяновской области </w:t>
      </w:r>
    </w:p>
    <w:p w:rsidR="001608FB" w:rsidRPr="00F40FB6" w:rsidRDefault="001608FB" w:rsidP="00111C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административных правонарушениях</w:t>
      </w:r>
      <w:r w:rsidRPr="00F40FB6">
        <w:rPr>
          <w:b/>
          <w:sz w:val="28"/>
          <w:szCs w:val="28"/>
        </w:rPr>
        <w:t xml:space="preserve"> </w:t>
      </w:r>
    </w:p>
    <w:p w:rsidR="001608FB" w:rsidRPr="00A04D85" w:rsidRDefault="001608FB" w:rsidP="007569FC">
      <w:pPr>
        <w:jc w:val="center"/>
        <w:rPr>
          <w:rFonts w:ascii="Times New Roman CYR" w:hAnsi="Times New Roman CYR" w:cs="Times New Roman CYR"/>
          <w:iCs/>
        </w:rPr>
      </w:pPr>
    </w:p>
    <w:p w:rsidR="001608FB" w:rsidRPr="00A04D85" w:rsidRDefault="001608FB" w:rsidP="007569FC">
      <w:pPr>
        <w:jc w:val="center"/>
        <w:rPr>
          <w:rFonts w:ascii="Times New Roman CYR" w:hAnsi="Times New Roman CYR" w:cs="Times New Roman CYR"/>
          <w:iCs/>
        </w:rPr>
      </w:pPr>
    </w:p>
    <w:p w:rsidR="001608FB" w:rsidRDefault="001608FB" w:rsidP="007569FC">
      <w:pPr>
        <w:jc w:val="center"/>
        <w:rPr>
          <w:rFonts w:ascii="Times New Roman CYR" w:hAnsi="Times New Roman CYR" w:cs="Times New Roman CYR"/>
          <w:iCs/>
          <w:sz w:val="20"/>
          <w:szCs w:val="20"/>
        </w:rPr>
      </w:pPr>
    </w:p>
    <w:p w:rsidR="001608FB" w:rsidRPr="00463611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Default="001608FB" w:rsidP="00D06427">
      <w:pPr>
        <w:jc w:val="both"/>
        <w:rPr>
          <w:sz w:val="20"/>
          <w:szCs w:val="20"/>
        </w:rPr>
      </w:pPr>
    </w:p>
    <w:p w:rsidR="001608FB" w:rsidRPr="00463611" w:rsidRDefault="001608FB" w:rsidP="00D06427">
      <w:pPr>
        <w:jc w:val="both"/>
        <w:rPr>
          <w:sz w:val="20"/>
          <w:szCs w:val="20"/>
        </w:rPr>
      </w:pPr>
    </w:p>
    <w:p w:rsidR="001608FB" w:rsidRPr="00D709E4" w:rsidRDefault="001608FB" w:rsidP="00111C8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E2C84">
        <w:rPr>
          <w:sz w:val="28"/>
          <w:szCs w:val="28"/>
        </w:rPr>
        <w:t>Внести в</w:t>
      </w:r>
      <w:r>
        <w:rPr>
          <w:sz w:val="28"/>
          <w:szCs w:val="28"/>
        </w:rPr>
        <w:t xml:space="preserve"> статью 10</w:t>
      </w:r>
      <w:r w:rsidRPr="00F42306">
        <w:rPr>
          <w:sz w:val="28"/>
          <w:szCs w:val="28"/>
          <w:vertAlign w:val="superscript"/>
        </w:rPr>
        <w:t>1</w:t>
      </w:r>
      <w:r w:rsidRPr="00FC728B">
        <w:rPr>
          <w:sz w:val="28"/>
          <w:szCs w:val="28"/>
        </w:rPr>
        <w:t xml:space="preserve"> </w:t>
      </w:r>
      <w:hyperlink r:id="rId7" w:history="1">
        <w:r w:rsidRPr="00FC728B">
          <w:rPr>
            <w:sz w:val="28"/>
            <w:szCs w:val="28"/>
          </w:rPr>
          <w:t>Кодекс</w:t>
        </w:r>
      </w:hyperlink>
      <w:r>
        <w:rPr>
          <w:sz w:val="28"/>
          <w:szCs w:val="28"/>
        </w:rPr>
        <w:t>а</w:t>
      </w:r>
      <w:r w:rsidRPr="005E2C84">
        <w:rPr>
          <w:sz w:val="28"/>
          <w:szCs w:val="28"/>
        </w:rPr>
        <w:t xml:space="preserve"> Ульяновской области об административных правонарушениях («Ульяновская правда» </w:t>
      </w:r>
      <w:r w:rsidRPr="00BC40B5">
        <w:rPr>
          <w:sz w:val="28"/>
          <w:szCs w:val="28"/>
        </w:rPr>
        <w:t xml:space="preserve">от 04.03.2011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23; от 12.08.2011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89; от 07.12.2011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138; от 02.03.2012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22; от 06.04.2012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36; от 11.04.2012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38; от 27.04.2012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44; от 24.07.2012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78; от 10.10.2012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111; от 12.12.2012 </w:t>
      </w:r>
      <w:r>
        <w:rPr>
          <w:sz w:val="28"/>
          <w:szCs w:val="28"/>
        </w:rPr>
        <w:t xml:space="preserve">                 №</w:t>
      </w:r>
      <w:r w:rsidRPr="00BC40B5">
        <w:rPr>
          <w:sz w:val="28"/>
          <w:szCs w:val="28"/>
        </w:rPr>
        <w:t xml:space="preserve"> 138-139; от 08.02.2013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14; от 06.03.2013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25; от 07.09.2013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109; </w:t>
      </w:r>
      <w:r>
        <w:rPr>
          <w:sz w:val="28"/>
          <w:szCs w:val="28"/>
        </w:rPr>
        <w:t xml:space="preserve">                 </w:t>
      </w:r>
      <w:r w:rsidRPr="00BC40B5">
        <w:rPr>
          <w:sz w:val="28"/>
          <w:szCs w:val="28"/>
        </w:rPr>
        <w:t xml:space="preserve">от 08.11.2013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143; от 31.12.2013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174; от 24.04.2014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59; </w:t>
      </w:r>
      <w:r>
        <w:rPr>
          <w:sz w:val="28"/>
          <w:szCs w:val="28"/>
        </w:rPr>
        <w:t xml:space="preserve">                                     </w:t>
      </w:r>
      <w:r w:rsidRPr="00BC40B5">
        <w:rPr>
          <w:sz w:val="28"/>
          <w:szCs w:val="28"/>
        </w:rPr>
        <w:t xml:space="preserve">от 09.06.2014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82</w:t>
      </w:r>
      <w:r>
        <w:rPr>
          <w:sz w:val="28"/>
          <w:szCs w:val="28"/>
        </w:rPr>
        <w:t>-</w:t>
      </w:r>
      <w:r w:rsidRPr="00BC40B5">
        <w:rPr>
          <w:sz w:val="28"/>
          <w:szCs w:val="28"/>
        </w:rPr>
        <w:t xml:space="preserve">83; от 08.12.2014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180; от 06</w:t>
      </w:r>
      <w:bookmarkStart w:id="0" w:name="_GoBack"/>
      <w:bookmarkEnd w:id="0"/>
      <w:r w:rsidRPr="00BC40B5">
        <w:rPr>
          <w:sz w:val="28"/>
          <w:szCs w:val="28"/>
        </w:rPr>
        <w:t xml:space="preserve">.04.2015 </w:t>
      </w:r>
      <w:r>
        <w:rPr>
          <w:sz w:val="28"/>
          <w:szCs w:val="28"/>
        </w:rPr>
        <w:t>№</w:t>
      </w:r>
      <w:r w:rsidRPr="00BC40B5">
        <w:rPr>
          <w:sz w:val="28"/>
          <w:szCs w:val="28"/>
        </w:rPr>
        <w:t xml:space="preserve"> 44</w:t>
      </w:r>
      <w:r>
        <w:rPr>
          <w:sz w:val="28"/>
          <w:szCs w:val="28"/>
        </w:rPr>
        <w:t>;                                 от 08.06.2015 № 76-77; от 09.07.2015 № 93; от 13.10.2015 № 143</w:t>
      </w:r>
      <w:r w:rsidRPr="008C29A1">
        <w:rPr>
          <w:sz w:val="28"/>
          <w:szCs w:val="28"/>
        </w:rPr>
        <w:t>)</w:t>
      </w:r>
      <w:r w:rsidRPr="009F0C55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е, изложив её в следующей редакции:</w:t>
      </w:r>
    </w:p>
    <w:p w:rsidR="001608FB" w:rsidRDefault="001608FB" w:rsidP="00111C8D">
      <w:pPr>
        <w:pStyle w:val="HEADERTEXT"/>
        <w:ind w:left="2410" w:hanging="1701"/>
        <w:jc w:val="both"/>
        <w:rPr>
          <w:b/>
          <w:bCs/>
          <w:color w:val="000000"/>
          <w:sz w:val="28"/>
          <w:szCs w:val="28"/>
        </w:rPr>
      </w:pPr>
      <w:r w:rsidRPr="00055175">
        <w:rPr>
          <w:bCs/>
          <w:color w:val="000000"/>
          <w:sz w:val="28"/>
          <w:szCs w:val="28"/>
        </w:rPr>
        <w:t>«</w:t>
      </w:r>
      <w:r>
        <w:rPr>
          <w:bCs/>
          <w:color w:val="000000"/>
          <w:sz w:val="28"/>
          <w:szCs w:val="28"/>
        </w:rPr>
        <w:t>Статья 10</w:t>
      </w:r>
      <w:r w:rsidRPr="00055175">
        <w:rPr>
          <w:bCs/>
          <w:color w:val="000000"/>
          <w:sz w:val="28"/>
          <w:szCs w:val="28"/>
          <w:vertAlign w:val="superscript"/>
        </w:rPr>
        <w:t>1</w:t>
      </w:r>
      <w:r w:rsidRPr="00055175">
        <w:rPr>
          <w:bCs/>
          <w:color w:val="000000"/>
          <w:sz w:val="28"/>
          <w:szCs w:val="28"/>
        </w:rPr>
        <w:t xml:space="preserve">. </w:t>
      </w:r>
      <w:r w:rsidRPr="00055175">
        <w:rPr>
          <w:b/>
          <w:bCs/>
          <w:color w:val="000000"/>
          <w:sz w:val="28"/>
          <w:szCs w:val="28"/>
        </w:rPr>
        <w:t xml:space="preserve">Размещение мусора, бытовых и промышленных отходов </w:t>
      </w:r>
      <w:r>
        <w:rPr>
          <w:b/>
          <w:bCs/>
          <w:color w:val="000000"/>
          <w:sz w:val="28"/>
          <w:szCs w:val="28"/>
        </w:rPr>
        <w:br/>
      </w:r>
      <w:r w:rsidRPr="00055175">
        <w:rPr>
          <w:b/>
          <w:bCs/>
          <w:color w:val="000000"/>
          <w:sz w:val="28"/>
          <w:szCs w:val="28"/>
        </w:rPr>
        <w:t>в местах, не соответствующих требованиям, установленным муниципальными нормативными правовыми актами</w:t>
      </w:r>
    </w:p>
    <w:p w:rsidR="001608FB" w:rsidRDefault="001608FB" w:rsidP="00111C8D">
      <w:pPr>
        <w:pStyle w:val="HEADERTEXT"/>
        <w:ind w:left="2410" w:hanging="1701"/>
        <w:jc w:val="both"/>
        <w:rPr>
          <w:b/>
          <w:bCs/>
          <w:color w:val="000000"/>
          <w:sz w:val="28"/>
          <w:szCs w:val="28"/>
        </w:rPr>
      </w:pPr>
    </w:p>
    <w:p w:rsidR="001608FB" w:rsidRPr="00055175" w:rsidRDefault="001608FB" w:rsidP="00111C8D">
      <w:pPr>
        <w:pStyle w:val="HEADERTEXT"/>
        <w:ind w:left="2410" w:hanging="1701"/>
        <w:jc w:val="both"/>
        <w:rPr>
          <w:b/>
          <w:bCs/>
          <w:sz w:val="28"/>
          <w:szCs w:val="28"/>
        </w:rPr>
      </w:pPr>
    </w:p>
    <w:p w:rsidR="001608FB" w:rsidRPr="00055175" w:rsidRDefault="001608FB" w:rsidP="00B46A4B">
      <w:pPr>
        <w:pStyle w:val="FORMATTEXT"/>
        <w:spacing w:line="360" w:lineRule="auto"/>
        <w:ind w:firstLine="709"/>
        <w:jc w:val="both"/>
        <w:rPr>
          <w:sz w:val="28"/>
          <w:szCs w:val="28"/>
        </w:rPr>
      </w:pPr>
      <w:r w:rsidRPr="00055175">
        <w:rPr>
          <w:sz w:val="28"/>
          <w:szCs w:val="28"/>
        </w:rPr>
        <w:t xml:space="preserve">1. Размещение мусора, бытовых и промышленных отходов в местах, </w:t>
      </w:r>
      <w:r>
        <w:rPr>
          <w:sz w:val="28"/>
          <w:szCs w:val="28"/>
        </w:rPr>
        <w:br/>
      </w:r>
      <w:r w:rsidRPr="00055175">
        <w:rPr>
          <w:sz w:val="28"/>
          <w:szCs w:val="28"/>
        </w:rPr>
        <w:t>не соответствующих требованиям, установленным муниципальными нормативными правовыми актами органов местного самоуправления городских округов и поселений Ульяновской области, принятыми (изданными) в пределах их полномочий, –</w:t>
      </w:r>
    </w:p>
    <w:p w:rsidR="001608FB" w:rsidRPr="00055175" w:rsidRDefault="001608FB" w:rsidP="00B46A4B">
      <w:pPr>
        <w:spacing w:line="360" w:lineRule="auto"/>
        <w:ind w:firstLine="709"/>
        <w:jc w:val="both"/>
        <w:rPr>
          <w:sz w:val="28"/>
          <w:szCs w:val="28"/>
        </w:rPr>
      </w:pPr>
      <w:r w:rsidRPr="00055175">
        <w:rPr>
          <w:sz w:val="28"/>
          <w:szCs w:val="28"/>
        </w:rPr>
        <w:t xml:space="preserve">влечёт предупреждение или наложение административного штрафа </w:t>
      </w:r>
      <w:r>
        <w:rPr>
          <w:sz w:val="28"/>
          <w:szCs w:val="28"/>
        </w:rPr>
        <w:br/>
      </w:r>
      <w:r w:rsidRPr="00055175">
        <w:rPr>
          <w:sz w:val="28"/>
          <w:szCs w:val="28"/>
        </w:rPr>
        <w:t xml:space="preserve">на граждан в размере от пятисот до одной тысячи рублей; на должностных лиц – от трёх тысяч до пяти тысяч рублей; на юридических лиц – от десяти тысяч </w:t>
      </w:r>
      <w:r>
        <w:rPr>
          <w:sz w:val="28"/>
          <w:szCs w:val="28"/>
        </w:rPr>
        <w:br/>
      </w:r>
      <w:r w:rsidRPr="00055175">
        <w:rPr>
          <w:sz w:val="28"/>
          <w:szCs w:val="28"/>
        </w:rPr>
        <w:t>до тридцати тысяч рублей.</w:t>
      </w:r>
    </w:p>
    <w:p w:rsidR="001608FB" w:rsidRPr="00055175" w:rsidRDefault="001608FB" w:rsidP="00B46A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055175">
        <w:rPr>
          <w:sz w:val="28"/>
          <w:szCs w:val="28"/>
        </w:rPr>
        <w:t>Повторное совершение административного правонарушения, предусмотренного частью 1 настоящей статьи, –</w:t>
      </w:r>
    </w:p>
    <w:p w:rsidR="001608FB" w:rsidRPr="00055175" w:rsidRDefault="001608FB" w:rsidP="00B46A4B">
      <w:pPr>
        <w:spacing w:line="360" w:lineRule="auto"/>
        <w:ind w:firstLine="709"/>
        <w:jc w:val="both"/>
        <w:rPr>
          <w:sz w:val="28"/>
          <w:szCs w:val="28"/>
        </w:rPr>
      </w:pPr>
      <w:r w:rsidRPr="00055175">
        <w:rPr>
          <w:sz w:val="28"/>
          <w:szCs w:val="28"/>
        </w:rPr>
        <w:t xml:space="preserve">влечёт наложение административного штрафа на граждан в размере от трёх тысяч до пяти тысяч рублей; на должностных лиц – от пятнадцати тысяч </w:t>
      </w:r>
      <w:r>
        <w:rPr>
          <w:sz w:val="28"/>
          <w:szCs w:val="28"/>
        </w:rPr>
        <w:br/>
      </w:r>
      <w:r w:rsidRPr="00055175">
        <w:rPr>
          <w:sz w:val="28"/>
          <w:szCs w:val="28"/>
        </w:rPr>
        <w:t>до тридцати тысяч рублей; на юридических лиц – от семидесяти тысяч до ста тысяч рублей.».</w:t>
      </w:r>
    </w:p>
    <w:p w:rsidR="001608FB" w:rsidRPr="00B46A4B" w:rsidRDefault="001608FB" w:rsidP="00D709E4">
      <w:pPr>
        <w:widowControl w:val="0"/>
        <w:autoSpaceDE w:val="0"/>
        <w:autoSpaceDN w:val="0"/>
        <w:adjustRightInd w:val="0"/>
        <w:ind w:left="700"/>
        <w:jc w:val="both"/>
        <w:rPr>
          <w:sz w:val="16"/>
          <w:szCs w:val="28"/>
        </w:rPr>
      </w:pPr>
    </w:p>
    <w:p w:rsidR="001608FB" w:rsidRPr="00D709E4" w:rsidRDefault="001608FB" w:rsidP="00D709E4">
      <w:pPr>
        <w:widowControl w:val="0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1608FB" w:rsidRPr="00D709E4" w:rsidRDefault="001608FB" w:rsidP="00D709E4">
      <w:pPr>
        <w:widowControl w:val="0"/>
        <w:autoSpaceDE w:val="0"/>
        <w:autoSpaceDN w:val="0"/>
        <w:adjustRightInd w:val="0"/>
        <w:ind w:left="700"/>
        <w:jc w:val="both"/>
        <w:rPr>
          <w:sz w:val="28"/>
          <w:szCs w:val="28"/>
        </w:rPr>
      </w:pPr>
    </w:p>
    <w:p w:rsidR="001608FB" w:rsidRDefault="001608FB" w:rsidP="007E180F">
      <w:pPr>
        <w:pStyle w:val="FORMATTEXT"/>
        <w:spacing w:line="360" w:lineRule="auto"/>
        <w:jc w:val="both"/>
        <w:rPr>
          <w:b/>
          <w:bCs/>
          <w:color w:val="000001"/>
          <w:sz w:val="28"/>
          <w:szCs w:val="28"/>
        </w:rPr>
      </w:pPr>
      <w:r w:rsidRPr="00331708">
        <w:rPr>
          <w:b/>
          <w:bCs/>
          <w:color w:val="000001"/>
          <w:sz w:val="28"/>
          <w:szCs w:val="28"/>
        </w:rPr>
        <w:t xml:space="preserve">Губернатор Ульяновской области                                          </w:t>
      </w:r>
      <w:r>
        <w:rPr>
          <w:b/>
          <w:bCs/>
          <w:color w:val="000001"/>
          <w:sz w:val="28"/>
          <w:szCs w:val="28"/>
        </w:rPr>
        <w:t xml:space="preserve">     </w:t>
      </w:r>
      <w:r w:rsidRPr="00331708">
        <w:rPr>
          <w:b/>
          <w:bCs/>
          <w:color w:val="000001"/>
          <w:sz w:val="28"/>
          <w:szCs w:val="28"/>
        </w:rPr>
        <w:t xml:space="preserve"> </w:t>
      </w:r>
      <w:r>
        <w:rPr>
          <w:b/>
          <w:bCs/>
          <w:color w:val="000001"/>
          <w:sz w:val="28"/>
          <w:szCs w:val="28"/>
        </w:rPr>
        <w:t xml:space="preserve">        </w:t>
      </w:r>
      <w:r w:rsidRPr="00331708">
        <w:rPr>
          <w:b/>
          <w:bCs/>
          <w:color w:val="000001"/>
          <w:sz w:val="28"/>
          <w:szCs w:val="28"/>
        </w:rPr>
        <w:t>С.И.Морозов</w:t>
      </w:r>
    </w:p>
    <w:p w:rsidR="001608FB" w:rsidRPr="00B46A4B" w:rsidRDefault="001608FB" w:rsidP="00DD02BA">
      <w:pPr>
        <w:jc w:val="both"/>
        <w:rPr>
          <w:sz w:val="16"/>
        </w:rPr>
      </w:pPr>
    </w:p>
    <w:p w:rsidR="001608FB" w:rsidRDefault="001608FB" w:rsidP="00DD02BA">
      <w:pPr>
        <w:jc w:val="both"/>
        <w:rPr>
          <w:sz w:val="28"/>
        </w:rPr>
      </w:pPr>
    </w:p>
    <w:p w:rsidR="001608FB" w:rsidRDefault="001608FB" w:rsidP="00DD02BA">
      <w:pPr>
        <w:jc w:val="both"/>
        <w:rPr>
          <w:sz w:val="28"/>
        </w:rPr>
      </w:pPr>
    </w:p>
    <w:p w:rsidR="001608FB" w:rsidRPr="001D3EF8" w:rsidRDefault="001608FB" w:rsidP="00B46A4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D3EF8">
        <w:rPr>
          <w:sz w:val="28"/>
          <w:szCs w:val="28"/>
        </w:rPr>
        <w:t>г. Ульяновск</w:t>
      </w:r>
    </w:p>
    <w:p w:rsidR="001608FB" w:rsidRPr="001D3EF8" w:rsidRDefault="001608FB" w:rsidP="00B46A4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  <w:lang w:val="en-US"/>
          </w:rPr>
          <w:t>20</w:t>
        </w:r>
        <w:r>
          <w:rPr>
            <w:sz w:val="28"/>
            <w:szCs w:val="28"/>
          </w:rPr>
          <w:t>15</w:t>
        </w:r>
        <w:r w:rsidRPr="001D3EF8">
          <w:rPr>
            <w:sz w:val="28"/>
            <w:szCs w:val="28"/>
            <w:lang w:val="en-US"/>
          </w:rPr>
          <w:t xml:space="preserve"> </w:t>
        </w:r>
        <w:r w:rsidRPr="001D3EF8">
          <w:rPr>
            <w:sz w:val="28"/>
            <w:szCs w:val="28"/>
          </w:rPr>
          <w:t>г</w:t>
        </w:r>
      </w:smartTag>
      <w:r w:rsidRPr="001D3EF8">
        <w:rPr>
          <w:sz w:val="28"/>
          <w:szCs w:val="28"/>
        </w:rPr>
        <w:t>.</w:t>
      </w:r>
    </w:p>
    <w:p w:rsidR="001608FB" w:rsidRPr="001D3EF8" w:rsidRDefault="001608FB" w:rsidP="00B46A4B">
      <w:pPr>
        <w:jc w:val="center"/>
        <w:rPr>
          <w:sz w:val="28"/>
          <w:szCs w:val="28"/>
        </w:rPr>
      </w:pPr>
      <w:r w:rsidRPr="001D3EF8">
        <w:rPr>
          <w:sz w:val="28"/>
          <w:szCs w:val="28"/>
          <w:lang w:val="en-US"/>
        </w:rPr>
        <w:t>№</w:t>
      </w:r>
      <w:r>
        <w:rPr>
          <w:sz w:val="28"/>
          <w:szCs w:val="28"/>
        </w:rPr>
        <w:t xml:space="preserve"> 174</w:t>
      </w:r>
      <w:r w:rsidRPr="001D3EF8">
        <w:rPr>
          <w:sz w:val="28"/>
          <w:szCs w:val="28"/>
          <w:lang w:val="en-US"/>
        </w:rPr>
        <w:t>-</w:t>
      </w:r>
      <w:r w:rsidRPr="001D3EF8">
        <w:rPr>
          <w:sz w:val="28"/>
          <w:szCs w:val="28"/>
        </w:rPr>
        <w:t>ЗО</w:t>
      </w:r>
    </w:p>
    <w:sectPr w:rsidR="001608FB" w:rsidRPr="001D3EF8" w:rsidSect="00111C8D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8FB" w:rsidRDefault="001608FB">
      <w:r>
        <w:separator/>
      </w:r>
    </w:p>
  </w:endnote>
  <w:endnote w:type="continuationSeparator" w:id="0">
    <w:p w:rsidR="001608FB" w:rsidRDefault="00160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8FB" w:rsidRDefault="001608FB">
      <w:r>
        <w:separator/>
      </w:r>
    </w:p>
  </w:footnote>
  <w:footnote w:type="continuationSeparator" w:id="0">
    <w:p w:rsidR="001608FB" w:rsidRDefault="001608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B" w:rsidRDefault="001608FB" w:rsidP="00D0642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08FB" w:rsidRDefault="001608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8FB" w:rsidRPr="004E39DE" w:rsidRDefault="001608FB" w:rsidP="00DD02B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072A3"/>
    <w:multiLevelType w:val="hybridMultilevel"/>
    <w:tmpl w:val="C78A731E"/>
    <w:lvl w:ilvl="0" w:tplc="E8C44A0A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427"/>
    <w:rsid w:val="0000001B"/>
    <w:rsid w:val="00000CF2"/>
    <w:rsid w:val="00001020"/>
    <w:rsid w:val="00001676"/>
    <w:rsid w:val="000017D0"/>
    <w:rsid w:val="00002FF6"/>
    <w:rsid w:val="00003555"/>
    <w:rsid w:val="00004890"/>
    <w:rsid w:val="000048D9"/>
    <w:rsid w:val="00004B2B"/>
    <w:rsid w:val="00004B69"/>
    <w:rsid w:val="00004DDE"/>
    <w:rsid w:val="00004E9D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FB3"/>
    <w:rsid w:val="00044A7E"/>
    <w:rsid w:val="00044B6D"/>
    <w:rsid w:val="00044E6A"/>
    <w:rsid w:val="0004585A"/>
    <w:rsid w:val="00045BA6"/>
    <w:rsid w:val="00046272"/>
    <w:rsid w:val="000465D4"/>
    <w:rsid w:val="000473A7"/>
    <w:rsid w:val="00047A00"/>
    <w:rsid w:val="00047B6E"/>
    <w:rsid w:val="000505DE"/>
    <w:rsid w:val="00050612"/>
    <w:rsid w:val="00051240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175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0F10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AA6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2403"/>
    <w:rsid w:val="000A2E20"/>
    <w:rsid w:val="000A2F6A"/>
    <w:rsid w:val="000A2FFB"/>
    <w:rsid w:val="000A36CE"/>
    <w:rsid w:val="000A3742"/>
    <w:rsid w:val="000A4267"/>
    <w:rsid w:val="000A4D0E"/>
    <w:rsid w:val="000A5479"/>
    <w:rsid w:val="000A642B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EE"/>
    <w:rsid w:val="000B60FB"/>
    <w:rsid w:val="000B63FB"/>
    <w:rsid w:val="000B6AB7"/>
    <w:rsid w:val="000B6E0E"/>
    <w:rsid w:val="000B715B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FA7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7F0A"/>
    <w:rsid w:val="000E0CF5"/>
    <w:rsid w:val="000E123B"/>
    <w:rsid w:val="000E12B9"/>
    <w:rsid w:val="000E1D5B"/>
    <w:rsid w:val="000E2850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7AC2"/>
    <w:rsid w:val="000E7C14"/>
    <w:rsid w:val="000F1033"/>
    <w:rsid w:val="000F1507"/>
    <w:rsid w:val="000F18D5"/>
    <w:rsid w:val="000F1F97"/>
    <w:rsid w:val="000F1FF4"/>
    <w:rsid w:val="000F390B"/>
    <w:rsid w:val="000F3A88"/>
    <w:rsid w:val="000F3CEE"/>
    <w:rsid w:val="000F415F"/>
    <w:rsid w:val="000F4462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72E8"/>
    <w:rsid w:val="00110552"/>
    <w:rsid w:val="00110577"/>
    <w:rsid w:val="00110D39"/>
    <w:rsid w:val="00111504"/>
    <w:rsid w:val="00111631"/>
    <w:rsid w:val="00111934"/>
    <w:rsid w:val="00111C8D"/>
    <w:rsid w:val="00111F2F"/>
    <w:rsid w:val="00112122"/>
    <w:rsid w:val="0011240D"/>
    <w:rsid w:val="0011273A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151"/>
    <w:rsid w:val="001376B9"/>
    <w:rsid w:val="00140502"/>
    <w:rsid w:val="00141109"/>
    <w:rsid w:val="00141127"/>
    <w:rsid w:val="001413D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5045E"/>
    <w:rsid w:val="00150521"/>
    <w:rsid w:val="00150A1A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8FB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420"/>
    <w:rsid w:val="00184708"/>
    <w:rsid w:val="00184DC4"/>
    <w:rsid w:val="001852A2"/>
    <w:rsid w:val="0018575B"/>
    <w:rsid w:val="0018577A"/>
    <w:rsid w:val="00185ADC"/>
    <w:rsid w:val="00185C0A"/>
    <w:rsid w:val="00186121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A97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1D2"/>
    <w:rsid w:val="001B3FEF"/>
    <w:rsid w:val="001B440E"/>
    <w:rsid w:val="001B5696"/>
    <w:rsid w:val="001B5B84"/>
    <w:rsid w:val="001B5D7D"/>
    <w:rsid w:val="001B6AB3"/>
    <w:rsid w:val="001B6E95"/>
    <w:rsid w:val="001C1B32"/>
    <w:rsid w:val="001C21F3"/>
    <w:rsid w:val="001C23A7"/>
    <w:rsid w:val="001C2927"/>
    <w:rsid w:val="001C2A1F"/>
    <w:rsid w:val="001C2CC4"/>
    <w:rsid w:val="001C315C"/>
    <w:rsid w:val="001C3296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3EF8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594"/>
    <w:rsid w:val="00205865"/>
    <w:rsid w:val="00206062"/>
    <w:rsid w:val="0020708E"/>
    <w:rsid w:val="002076B7"/>
    <w:rsid w:val="00207A58"/>
    <w:rsid w:val="002100E2"/>
    <w:rsid w:val="002104AD"/>
    <w:rsid w:val="00210710"/>
    <w:rsid w:val="0021130D"/>
    <w:rsid w:val="00211C17"/>
    <w:rsid w:val="00211D8D"/>
    <w:rsid w:val="00212352"/>
    <w:rsid w:val="00212363"/>
    <w:rsid w:val="002151EB"/>
    <w:rsid w:val="00215BFB"/>
    <w:rsid w:val="00215CFF"/>
    <w:rsid w:val="00215FA0"/>
    <w:rsid w:val="00216986"/>
    <w:rsid w:val="00216E83"/>
    <w:rsid w:val="002179C5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DBE"/>
    <w:rsid w:val="00236535"/>
    <w:rsid w:val="002365E4"/>
    <w:rsid w:val="00236FD8"/>
    <w:rsid w:val="0024093E"/>
    <w:rsid w:val="00242CA8"/>
    <w:rsid w:val="00243427"/>
    <w:rsid w:val="002439EF"/>
    <w:rsid w:val="0024432D"/>
    <w:rsid w:val="00244485"/>
    <w:rsid w:val="0024473B"/>
    <w:rsid w:val="00244A68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5F5"/>
    <w:rsid w:val="00253C89"/>
    <w:rsid w:val="00254024"/>
    <w:rsid w:val="00254C84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235"/>
    <w:rsid w:val="0027065E"/>
    <w:rsid w:val="002709FC"/>
    <w:rsid w:val="00270C45"/>
    <w:rsid w:val="0027124A"/>
    <w:rsid w:val="00271D76"/>
    <w:rsid w:val="00271EA6"/>
    <w:rsid w:val="00271EAC"/>
    <w:rsid w:val="00271EF8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605A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6DA6"/>
    <w:rsid w:val="00287C3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CFC"/>
    <w:rsid w:val="00293E2A"/>
    <w:rsid w:val="002941E5"/>
    <w:rsid w:val="00294F74"/>
    <w:rsid w:val="00295053"/>
    <w:rsid w:val="00295095"/>
    <w:rsid w:val="00295C85"/>
    <w:rsid w:val="002964BB"/>
    <w:rsid w:val="00296F9F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35CA"/>
    <w:rsid w:val="002A3848"/>
    <w:rsid w:val="002A3932"/>
    <w:rsid w:val="002A3AD1"/>
    <w:rsid w:val="002A3E6D"/>
    <w:rsid w:val="002A3FE0"/>
    <w:rsid w:val="002A4BAE"/>
    <w:rsid w:val="002A5CB8"/>
    <w:rsid w:val="002A6D6C"/>
    <w:rsid w:val="002A792C"/>
    <w:rsid w:val="002A7A0C"/>
    <w:rsid w:val="002A7B1F"/>
    <w:rsid w:val="002B0013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3D0"/>
    <w:rsid w:val="002E082E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4FE3"/>
    <w:rsid w:val="002E551A"/>
    <w:rsid w:val="002E5592"/>
    <w:rsid w:val="002E59CF"/>
    <w:rsid w:val="002E5B76"/>
    <w:rsid w:val="002E5D37"/>
    <w:rsid w:val="002E5DFB"/>
    <w:rsid w:val="002E6489"/>
    <w:rsid w:val="002E6B09"/>
    <w:rsid w:val="002E6B6C"/>
    <w:rsid w:val="002E748C"/>
    <w:rsid w:val="002E7598"/>
    <w:rsid w:val="002E7784"/>
    <w:rsid w:val="002F03DB"/>
    <w:rsid w:val="002F0A3D"/>
    <w:rsid w:val="002F136C"/>
    <w:rsid w:val="002F1643"/>
    <w:rsid w:val="002F1AFE"/>
    <w:rsid w:val="002F1F94"/>
    <w:rsid w:val="002F232F"/>
    <w:rsid w:val="002F24D5"/>
    <w:rsid w:val="002F2554"/>
    <w:rsid w:val="002F369A"/>
    <w:rsid w:val="002F37DC"/>
    <w:rsid w:val="002F3990"/>
    <w:rsid w:val="002F3D3D"/>
    <w:rsid w:val="002F454D"/>
    <w:rsid w:val="002F4847"/>
    <w:rsid w:val="002F515D"/>
    <w:rsid w:val="002F5352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26AF"/>
    <w:rsid w:val="00312CDF"/>
    <w:rsid w:val="00312CE8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2FF"/>
    <w:rsid w:val="00325708"/>
    <w:rsid w:val="00326DA6"/>
    <w:rsid w:val="00327CD9"/>
    <w:rsid w:val="003302A2"/>
    <w:rsid w:val="0033067A"/>
    <w:rsid w:val="003315DA"/>
    <w:rsid w:val="00331708"/>
    <w:rsid w:val="003337A7"/>
    <w:rsid w:val="00333C23"/>
    <w:rsid w:val="00333CB5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1B2E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703F0"/>
    <w:rsid w:val="00370660"/>
    <w:rsid w:val="00371A12"/>
    <w:rsid w:val="00371B2B"/>
    <w:rsid w:val="00371E0D"/>
    <w:rsid w:val="0037285A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72F"/>
    <w:rsid w:val="003769C7"/>
    <w:rsid w:val="00376A07"/>
    <w:rsid w:val="00377014"/>
    <w:rsid w:val="00377B74"/>
    <w:rsid w:val="00377EDF"/>
    <w:rsid w:val="00380565"/>
    <w:rsid w:val="00380797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46"/>
    <w:rsid w:val="003B0A3E"/>
    <w:rsid w:val="003B0A6C"/>
    <w:rsid w:val="003B0B60"/>
    <w:rsid w:val="003B0C7D"/>
    <w:rsid w:val="003B140D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9F4"/>
    <w:rsid w:val="003D6B7B"/>
    <w:rsid w:val="003D7466"/>
    <w:rsid w:val="003D7824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4004A7"/>
    <w:rsid w:val="00400767"/>
    <w:rsid w:val="004009D6"/>
    <w:rsid w:val="00400B76"/>
    <w:rsid w:val="0040161E"/>
    <w:rsid w:val="00401DCA"/>
    <w:rsid w:val="0040204C"/>
    <w:rsid w:val="004028C8"/>
    <w:rsid w:val="004044D0"/>
    <w:rsid w:val="00406F33"/>
    <w:rsid w:val="004070B1"/>
    <w:rsid w:val="0040740B"/>
    <w:rsid w:val="00407C7C"/>
    <w:rsid w:val="00407DD4"/>
    <w:rsid w:val="00410A3B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AD"/>
    <w:rsid w:val="00416378"/>
    <w:rsid w:val="004168F6"/>
    <w:rsid w:val="004170E9"/>
    <w:rsid w:val="0041757B"/>
    <w:rsid w:val="004178A8"/>
    <w:rsid w:val="00417E41"/>
    <w:rsid w:val="00417E8B"/>
    <w:rsid w:val="00420970"/>
    <w:rsid w:val="00420DB4"/>
    <w:rsid w:val="00421CF2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2E52"/>
    <w:rsid w:val="00433F26"/>
    <w:rsid w:val="00434366"/>
    <w:rsid w:val="00434551"/>
    <w:rsid w:val="0043523F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1316"/>
    <w:rsid w:val="004415A4"/>
    <w:rsid w:val="00442B2F"/>
    <w:rsid w:val="00442BA8"/>
    <w:rsid w:val="004430EF"/>
    <w:rsid w:val="00443501"/>
    <w:rsid w:val="004438FD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73D0"/>
    <w:rsid w:val="00457908"/>
    <w:rsid w:val="0046057C"/>
    <w:rsid w:val="00460927"/>
    <w:rsid w:val="0046119E"/>
    <w:rsid w:val="00461294"/>
    <w:rsid w:val="0046180A"/>
    <w:rsid w:val="00461E30"/>
    <w:rsid w:val="00462AB9"/>
    <w:rsid w:val="00462C38"/>
    <w:rsid w:val="00462DB3"/>
    <w:rsid w:val="004630DC"/>
    <w:rsid w:val="00463166"/>
    <w:rsid w:val="00463611"/>
    <w:rsid w:val="004644ED"/>
    <w:rsid w:val="00464C57"/>
    <w:rsid w:val="00465253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8AE"/>
    <w:rsid w:val="0046786F"/>
    <w:rsid w:val="00467D07"/>
    <w:rsid w:val="00467F44"/>
    <w:rsid w:val="00467F52"/>
    <w:rsid w:val="00467F62"/>
    <w:rsid w:val="00467FDD"/>
    <w:rsid w:val="00470043"/>
    <w:rsid w:val="0047047D"/>
    <w:rsid w:val="0047054B"/>
    <w:rsid w:val="004707D4"/>
    <w:rsid w:val="00470BC5"/>
    <w:rsid w:val="00470DD7"/>
    <w:rsid w:val="004714F5"/>
    <w:rsid w:val="0047197A"/>
    <w:rsid w:val="00472060"/>
    <w:rsid w:val="00472196"/>
    <w:rsid w:val="00472261"/>
    <w:rsid w:val="0047271C"/>
    <w:rsid w:val="00472CAB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6A2"/>
    <w:rsid w:val="004829FC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B30"/>
    <w:rsid w:val="00491F9B"/>
    <w:rsid w:val="004922F3"/>
    <w:rsid w:val="004929C9"/>
    <w:rsid w:val="0049372B"/>
    <w:rsid w:val="00493D87"/>
    <w:rsid w:val="004953B6"/>
    <w:rsid w:val="0049556E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4258"/>
    <w:rsid w:val="004A460A"/>
    <w:rsid w:val="004A4FD9"/>
    <w:rsid w:val="004A5100"/>
    <w:rsid w:val="004A548A"/>
    <w:rsid w:val="004A68E9"/>
    <w:rsid w:val="004A724E"/>
    <w:rsid w:val="004A775B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559A"/>
    <w:rsid w:val="004C6853"/>
    <w:rsid w:val="004C6BC1"/>
    <w:rsid w:val="004C744D"/>
    <w:rsid w:val="004C79A9"/>
    <w:rsid w:val="004C7DBA"/>
    <w:rsid w:val="004D0618"/>
    <w:rsid w:val="004D12E0"/>
    <w:rsid w:val="004D1424"/>
    <w:rsid w:val="004D1D31"/>
    <w:rsid w:val="004D28F6"/>
    <w:rsid w:val="004D2967"/>
    <w:rsid w:val="004D2A60"/>
    <w:rsid w:val="004D38A7"/>
    <w:rsid w:val="004D3B21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9DE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819"/>
    <w:rsid w:val="004E6B94"/>
    <w:rsid w:val="004E7587"/>
    <w:rsid w:val="004E7B20"/>
    <w:rsid w:val="004E7C43"/>
    <w:rsid w:val="004F0CD6"/>
    <w:rsid w:val="004F0DDA"/>
    <w:rsid w:val="004F1198"/>
    <w:rsid w:val="004F128E"/>
    <w:rsid w:val="004F136F"/>
    <w:rsid w:val="004F34A5"/>
    <w:rsid w:val="004F4215"/>
    <w:rsid w:val="004F57AE"/>
    <w:rsid w:val="004F605C"/>
    <w:rsid w:val="004F6342"/>
    <w:rsid w:val="004F719F"/>
    <w:rsid w:val="004F72AC"/>
    <w:rsid w:val="004F7454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E48"/>
    <w:rsid w:val="00502451"/>
    <w:rsid w:val="005028B4"/>
    <w:rsid w:val="0050291B"/>
    <w:rsid w:val="00502D06"/>
    <w:rsid w:val="00502D13"/>
    <w:rsid w:val="00503295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5D2F"/>
    <w:rsid w:val="00516243"/>
    <w:rsid w:val="00516255"/>
    <w:rsid w:val="00521EC2"/>
    <w:rsid w:val="005221FC"/>
    <w:rsid w:val="005225F5"/>
    <w:rsid w:val="0052316C"/>
    <w:rsid w:val="005231CF"/>
    <w:rsid w:val="005235DA"/>
    <w:rsid w:val="0052362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BA7"/>
    <w:rsid w:val="005340CD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C23"/>
    <w:rsid w:val="00542A87"/>
    <w:rsid w:val="00542AEA"/>
    <w:rsid w:val="0054356A"/>
    <w:rsid w:val="005435E7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8B6"/>
    <w:rsid w:val="00562AF6"/>
    <w:rsid w:val="00562E27"/>
    <w:rsid w:val="00562F51"/>
    <w:rsid w:val="005630B6"/>
    <w:rsid w:val="005646BD"/>
    <w:rsid w:val="005647AC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2B27"/>
    <w:rsid w:val="00573837"/>
    <w:rsid w:val="00574204"/>
    <w:rsid w:val="00574520"/>
    <w:rsid w:val="00574A99"/>
    <w:rsid w:val="00574AAA"/>
    <w:rsid w:val="00575C5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4C9"/>
    <w:rsid w:val="00584736"/>
    <w:rsid w:val="00584778"/>
    <w:rsid w:val="00584945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7689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40"/>
    <w:rsid w:val="005A3259"/>
    <w:rsid w:val="005A35E8"/>
    <w:rsid w:val="005A368D"/>
    <w:rsid w:val="005A371E"/>
    <w:rsid w:val="005A4035"/>
    <w:rsid w:val="005A407D"/>
    <w:rsid w:val="005A46FC"/>
    <w:rsid w:val="005A4D8C"/>
    <w:rsid w:val="005A567E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226C"/>
    <w:rsid w:val="005B24C2"/>
    <w:rsid w:val="005B34BB"/>
    <w:rsid w:val="005B4117"/>
    <w:rsid w:val="005B47BB"/>
    <w:rsid w:val="005B4EF9"/>
    <w:rsid w:val="005B523B"/>
    <w:rsid w:val="005B5764"/>
    <w:rsid w:val="005B5B82"/>
    <w:rsid w:val="005B6496"/>
    <w:rsid w:val="005B659C"/>
    <w:rsid w:val="005B6777"/>
    <w:rsid w:val="005B6EB0"/>
    <w:rsid w:val="005B6F4D"/>
    <w:rsid w:val="005B7515"/>
    <w:rsid w:val="005B755A"/>
    <w:rsid w:val="005B7967"/>
    <w:rsid w:val="005C1401"/>
    <w:rsid w:val="005C15B7"/>
    <w:rsid w:val="005C160E"/>
    <w:rsid w:val="005C1F20"/>
    <w:rsid w:val="005C23A1"/>
    <w:rsid w:val="005C391C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D08C1"/>
    <w:rsid w:val="005D0C0B"/>
    <w:rsid w:val="005D0F01"/>
    <w:rsid w:val="005D116C"/>
    <w:rsid w:val="005D2ABE"/>
    <w:rsid w:val="005D37E9"/>
    <w:rsid w:val="005D3A33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C84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A7F"/>
    <w:rsid w:val="005F1945"/>
    <w:rsid w:val="005F1A51"/>
    <w:rsid w:val="005F1B83"/>
    <w:rsid w:val="005F2561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7CB"/>
    <w:rsid w:val="00620FA2"/>
    <w:rsid w:val="0062114F"/>
    <w:rsid w:val="00621CE9"/>
    <w:rsid w:val="006226BE"/>
    <w:rsid w:val="00622E01"/>
    <w:rsid w:val="006233DC"/>
    <w:rsid w:val="006236C6"/>
    <w:rsid w:val="006241AC"/>
    <w:rsid w:val="006241DB"/>
    <w:rsid w:val="006243F6"/>
    <w:rsid w:val="00625043"/>
    <w:rsid w:val="00625BC0"/>
    <w:rsid w:val="00625E7E"/>
    <w:rsid w:val="00625F37"/>
    <w:rsid w:val="00626091"/>
    <w:rsid w:val="0062622B"/>
    <w:rsid w:val="0062625C"/>
    <w:rsid w:val="00626292"/>
    <w:rsid w:val="00626A86"/>
    <w:rsid w:val="00627684"/>
    <w:rsid w:val="00627744"/>
    <w:rsid w:val="006279FE"/>
    <w:rsid w:val="0063002C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2F5"/>
    <w:rsid w:val="006367CD"/>
    <w:rsid w:val="00636983"/>
    <w:rsid w:val="00636ADB"/>
    <w:rsid w:val="0063743D"/>
    <w:rsid w:val="00637569"/>
    <w:rsid w:val="0063764E"/>
    <w:rsid w:val="006379EB"/>
    <w:rsid w:val="006402B3"/>
    <w:rsid w:val="0064035A"/>
    <w:rsid w:val="006405A7"/>
    <w:rsid w:val="00640840"/>
    <w:rsid w:val="00640A44"/>
    <w:rsid w:val="00640A69"/>
    <w:rsid w:val="00641CAA"/>
    <w:rsid w:val="00641F6C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6546"/>
    <w:rsid w:val="00647520"/>
    <w:rsid w:val="0064763A"/>
    <w:rsid w:val="006479B3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5A"/>
    <w:rsid w:val="00656CDA"/>
    <w:rsid w:val="00656DE7"/>
    <w:rsid w:val="006579D2"/>
    <w:rsid w:val="0066089B"/>
    <w:rsid w:val="00661334"/>
    <w:rsid w:val="0066174E"/>
    <w:rsid w:val="00661893"/>
    <w:rsid w:val="00661974"/>
    <w:rsid w:val="006633D1"/>
    <w:rsid w:val="00664A96"/>
    <w:rsid w:val="006656A3"/>
    <w:rsid w:val="00665B07"/>
    <w:rsid w:val="00665C28"/>
    <w:rsid w:val="00665DE8"/>
    <w:rsid w:val="0066641C"/>
    <w:rsid w:val="00667DFC"/>
    <w:rsid w:val="00670064"/>
    <w:rsid w:val="0067052E"/>
    <w:rsid w:val="00670942"/>
    <w:rsid w:val="00670F15"/>
    <w:rsid w:val="00671A66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90A4A"/>
    <w:rsid w:val="00690B8A"/>
    <w:rsid w:val="006912A2"/>
    <w:rsid w:val="00691D07"/>
    <w:rsid w:val="006923AE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058"/>
    <w:rsid w:val="006B4159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EC"/>
    <w:rsid w:val="006E7B02"/>
    <w:rsid w:val="006F0BC4"/>
    <w:rsid w:val="006F1229"/>
    <w:rsid w:val="006F1C3F"/>
    <w:rsid w:val="006F1E20"/>
    <w:rsid w:val="006F238A"/>
    <w:rsid w:val="006F2499"/>
    <w:rsid w:val="006F2623"/>
    <w:rsid w:val="006F2A69"/>
    <w:rsid w:val="006F2EAD"/>
    <w:rsid w:val="006F3882"/>
    <w:rsid w:val="006F478B"/>
    <w:rsid w:val="006F4893"/>
    <w:rsid w:val="006F48D9"/>
    <w:rsid w:val="006F53F7"/>
    <w:rsid w:val="006F552D"/>
    <w:rsid w:val="006F566D"/>
    <w:rsid w:val="006F5E9C"/>
    <w:rsid w:val="006F63B7"/>
    <w:rsid w:val="006F6ADD"/>
    <w:rsid w:val="006F72C1"/>
    <w:rsid w:val="006F762F"/>
    <w:rsid w:val="00700C43"/>
    <w:rsid w:val="00700D17"/>
    <w:rsid w:val="00701774"/>
    <w:rsid w:val="00701BFF"/>
    <w:rsid w:val="007024BE"/>
    <w:rsid w:val="0070271E"/>
    <w:rsid w:val="007029F9"/>
    <w:rsid w:val="0070352A"/>
    <w:rsid w:val="0070371C"/>
    <w:rsid w:val="00703AB4"/>
    <w:rsid w:val="00703F5D"/>
    <w:rsid w:val="0070409D"/>
    <w:rsid w:val="00704C89"/>
    <w:rsid w:val="00704C9F"/>
    <w:rsid w:val="0070556A"/>
    <w:rsid w:val="00705D08"/>
    <w:rsid w:val="00705E38"/>
    <w:rsid w:val="007063DB"/>
    <w:rsid w:val="00707184"/>
    <w:rsid w:val="007109CF"/>
    <w:rsid w:val="00710DEF"/>
    <w:rsid w:val="0071186E"/>
    <w:rsid w:val="007122CA"/>
    <w:rsid w:val="007123EE"/>
    <w:rsid w:val="007125CE"/>
    <w:rsid w:val="00712644"/>
    <w:rsid w:val="00713CE4"/>
    <w:rsid w:val="00713FDD"/>
    <w:rsid w:val="00714481"/>
    <w:rsid w:val="007147E2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20C56"/>
    <w:rsid w:val="00720D39"/>
    <w:rsid w:val="00722298"/>
    <w:rsid w:val="0072281D"/>
    <w:rsid w:val="007239F5"/>
    <w:rsid w:val="00723B8C"/>
    <w:rsid w:val="00723B8F"/>
    <w:rsid w:val="00723BDC"/>
    <w:rsid w:val="00723C99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1B8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9FC"/>
    <w:rsid w:val="00756AD5"/>
    <w:rsid w:val="00757104"/>
    <w:rsid w:val="007575FB"/>
    <w:rsid w:val="0075773F"/>
    <w:rsid w:val="00757E32"/>
    <w:rsid w:val="00760092"/>
    <w:rsid w:val="007600E7"/>
    <w:rsid w:val="00760347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8DE"/>
    <w:rsid w:val="00766C2F"/>
    <w:rsid w:val="00766DD5"/>
    <w:rsid w:val="007671EE"/>
    <w:rsid w:val="00767317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303"/>
    <w:rsid w:val="00783ECB"/>
    <w:rsid w:val="00785294"/>
    <w:rsid w:val="0078555F"/>
    <w:rsid w:val="00785E48"/>
    <w:rsid w:val="00786258"/>
    <w:rsid w:val="00786957"/>
    <w:rsid w:val="007869AD"/>
    <w:rsid w:val="007879E4"/>
    <w:rsid w:val="007901D8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365A"/>
    <w:rsid w:val="007A4A5F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F3C"/>
    <w:rsid w:val="007B1F3D"/>
    <w:rsid w:val="007B2BF7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A53"/>
    <w:rsid w:val="007E0964"/>
    <w:rsid w:val="007E09E2"/>
    <w:rsid w:val="007E1684"/>
    <w:rsid w:val="007E17E6"/>
    <w:rsid w:val="007E180F"/>
    <w:rsid w:val="007E278D"/>
    <w:rsid w:val="007E27E9"/>
    <w:rsid w:val="007E28F6"/>
    <w:rsid w:val="007E2BE7"/>
    <w:rsid w:val="007E2C90"/>
    <w:rsid w:val="007E2E6E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105F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4F50"/>
    <w:rsid w:val="008052EA"/>
    <w:rsid w:val="008053F2"/>
    <w:rsid w:val="008066E8"/>
    <w:rsid w:val="00806776"/>
    <w:rsid w:val="00806A8A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6BB9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B87"/>
    <w:rsid w:val="0084510D"/>
    <w:rsid w:val="00845318"/>
    <w:rsid w:val="00845874"/>
    <w:rsid w:val="008466DC"/>
    <w:rsid w:val="0084678A"/>
    <w:rsid w:val="00847B7E"/>
    <w:rsid w:val="00850E58"/>
    <w:rsid w:val="008510F0"/>
    <w:rsid w:val="008515AA"/>
    <w:rsid w:val="0085168A"/>
    <w:rsid w:val="008517EB"/>
    <w:rsid w:val="0085230D"/>
    <w:rsid w:val="0085259D"/>
    <w:rsid w:val="008532FA"/>
    <w:rsid w:val="00853A50"/>
    <w:rsid w:val="00853CF3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10CB"/>
    <w:rsid w:val="0086124D"/>
    <w:rsid w:val="00861DA5"/>
    <w:rsid w:val="008626BF"/>
    <w:rsid w:val="008628D0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0DE"/>
    <w:rsid w:val="008677A2"/>
    <w:rsid w:val="008702F4"/>
    <w:rsid w:val="0087088E"/>
    <w:rsid w:val="0087147C"/>
    <w:rsid w:val="00871BCF"/>
    <w:rsid w:val="008724F7"/>
    <w:rsid w:val="008728CA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E74"/>
    <w:rsid w:val="008923E2"/>
    <w:rsid w:val="0089327B"/>
    <w:rsid w:val="008939C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C1F"/>
    <w:rsid w:val="008A19E5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AA8"/>
    <w:rsid w:val="008C1C23"/>
    <w:rsid w:val="008C29A1"/>
    <w:rsid w:val="008C2EB4"/>
    <w:rsid w:val="008C33BD"/>
    <w:rsid w:val="008C3F5E"/>
    <w:rsid w:val="008C5562"/>
    <w:rsid w:val="008C5617"/>
    <w:rsid w:val="008C5B46"/>
    <w:rsid w:val="008C5B93"/>
    <w:rsid w:val="008C5C45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6DEA"/>
    <w:rsid w:val="008D7855"/>
    <w:rsid w:val="008D79BF"/>
    <w:rsid w:val="008D7A81"/>
    <w:rsid w:val="008D7D14"/>
    <w:rsid w:val="008D7E64"/>
    <w:rsid w:val="008E005A"/>
    <w:rsid w:val="008E06FC"/>
    <w:rsid w:val="008E07FC"/>
    <w:rsid w:val="008E0A3D"/>
    <w:rsid w:val="008E1157"/>
    <w:rsid w:val="008E19F4"/>
    <w:rsid w:val="008E2558"/>
    <w:rsid w:val="008E2762"/>
    <w:rsid w:val="008E28A0"/>
    <w:rsid w:val="008E3EB0"/>
    <w:rsid w:val="008E46C8"/>
    <w:rsid w:val="008E47ED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F1A"/>
    <w:rsid w:val="008F1F98"/>
    <w:rsid w:val="008F209E"/>
    <w:rsid w:val="008F2320"/>
    <w:rsid w:val="008F2585"/>
    <w:rsid w:val="008F2878"/>
    <w:rsid w:val="008F2BCB"/>
    <w:rsid w:val="008F578D"/>
    <w:rsid w:val="008F59B6"/>
    <w:rsid w:val="008F65A1"/>
    <w:rsid w:val="008F6976"/>
    <w:rsid w:val="008F7348"/>
    <w:rsid w:val="008F7493"/>
    <w:rsid w:val="008F7B0B"/>
    <w:rsid w:val="008F7E94"/>
    <w:rsid w:val="009003C1"/>
    <w:rsid w:val="00900480"/>
    <w:rsid w:val="009009C6"/>
    <w:rsid w:val="00900B31"/>
    <w:rsid w:val="00900DCD"/>
    <w:rsid w:val="00900E1E"/>
    <w:rsid w:val="00901CD1"/>
    <w:rsid w:val="009026BC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3975"/>
    <w:rsid w:val="0091453C"/>
    <w:rsid w:val="0091480C"/>
    <w:rsid w:val="0091558F"/>
    <w:rsid w:val="00916C81"/>
    <w:rsid w:val="00916E7A"/>
    <w:rsid w:val="00916F7E"/>
    <w:rsid w:val="00917634"/>
    <w:rsid w:val="00917F3E"/>
    <w:rsid w:val="00920421"/>
    <w:rsid w:val="0092095F"/>
    <w:rsid w:val="009224B4"/>
    <w:rsid w:val="00922869"/>
    <w:rsid w:val="00922FC0"/>
    <w:rsid w:val="009231E3"/>
    <w:rsid w:val="00924C4A"/>
    <w:rsid w:val="009259DD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00B"/>
    <w:rsid w:val="009372CB"/>
    <w:rsid w:val="00937C7D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3A73"/>
    <w:rsid w:val="009442A8"/>
    <w:rsid w:val="00944365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185A"/>
    <w:rsid w:val="009619F2"/>
    <w:rsid w:val="009627C8"/>
    <w:rsid w:val="009627EA"/>
    <w:rsid w:val="00962AC8"/>
    <w:rsid w:val="00962C41"/>
    <w:rsid w:val="0096326A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6E22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17F2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5B9A"/>
    <w:rsid w:val="00975FBC"/>
    <w:rsid w:val="009760C3"/>
    <w:rsid w:val="009768D4"/>
    <w:rsid w:val="0097691C"/>
    <w:rsid w:val="00976EF6"/>
    <w:rsid w:val="009772EE"/>
    <w:rsid w:val="009772F6"/>
    <w:rsid w:val="00977A1B"/>
    <w:rsid w:val="00977FAC"/>
    <w:rsid w:val="00980BD4"/>
    <w:rsid w:val="00981257"/>
    <w:rsid w:val="00982875"/>
    <w:rsid w:val="009829CF"/>
    <w:rsid w:val="0098325F"/>
    <w:rsid w:val="00983400"/>
    <w:rsid w:val="009839FD"/>
    <w:rsid w:val="00983D66"/>
    <w:rsid w:val="00984176"/>
    <w:rsid w:val="00985138"/>
    <w:rsid w:val="0098519A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E6C"/>
    <w:rsid w:val="0099008E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5F8"/>
    <w:rsid w:val="009A2283"/>
    <w:rsid w:val="009A24A8"/>
    <w:rsid w:val="009A265F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CBC"/>
    <w:rsid w:val="009B0F43"/>
    <w:rsid w:val="009B1195"/>
    <w:rsid w:val="009B149C"/>
    <w:rsid w:val="009B155E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60C8"/>
    <w:rsid w:val="009C63E9"/>
    <w:rsid w:val="009C6928"/>
    <w:rsid w:val="009C7234"/>
    <w:rsid w:val="009C776A"/>
    <w:rsid w:val="009C7C1B"/>
    <w:rsid w:val="009C7EE2"/>
    <w:rsid w:val="009D1337"/>
    <w:rsid w:val="009D149C"/>
    <w:rsid w:val="009D177B"/>
    <w:rsid w:val="009D2748"/>
    <w:rsid w:val="009D3363"/>
    <w:rsid w:val="009D40F0"/>
    <w:rsid w:val="009D41E5"/>
    <w:rsid w:val="009D432B"/>
    <w:rsid w:val="009D4B74"/>
    <w:rsid w:val="009D4BE3"/>
    <w:rsid w:val="009D4FA1"/>
    <w:rsid w:val="009D5034"/>
    <w:rsid w:val="009D543E"/>
    <w:rsid w:val="009D5A46"/>
    <w:rsid w:val="009D640F"/>
    <w:rsid w:val="009D6847"/>
    <w:rsid w:val="009D6B12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3A"/>
    <w:rsid w:val="009E3352"/>
    <w:rsid w:val="009E3750"/>
    <w:rsid w:val="009E38C6"/>
    <w:rsid w:val="009E3BCA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0C55"/>
    <w:rsid w:val="009F105B"/>
    <w:rsid w:val="009F17E5"/>
    <w:rsid w:val="009F1D03"/>
    <w:rsid w:val="009F22B2"/>
    <w:rsid w:val="009F35DD"/>
    <w:rsid w:val="009F361C"/>
    <w:rsid w:val="009F3E41"/>
    <w:rsid w:val="009F3E7B"/>
    <w:rsid w:val="009F4588"/>
    <w:rsid w:val="009F4AE8"/>
    <w:rsid w:val="009F5B03"/>
    <w:rsid w:val="009F6132"/>
    <w:rsid w:val="009F629B"/>
    <w:rsid w:val="009F6465"/>
    <w:rsid w:val="009F68C0"/>
    <w:rsid w:val="009F6C84"/>
    <w:rsid w:val="009F7590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310"/>
    <w:rsid w:val="00A04828"/>
    <w:rsid w:val="00A04B4E"/>
    <w:rsid w:val="00A04D85"/>
    <w:rsid w:val="00A05667"/>
    <w:rsid w:val="00A061A4"/>
    <w:rsid w:val="00A06DB2"/>
    <w:rsid w:val="00A06DB8"/>
    <w:rsid w:val="00A06F1E"/>
    <w:rsid w:val="00A07AB0"/>
    <w:rsid w:val="00A10297"/>
    <w:rsid w:val="00A11023"/>
    <w:rsid w:val="00A1119B"/>
    <w:rsid w:val="00A1141A"/>
    <w:rsid w:val="00A114D4"/>
    <w:rsid w:val="00A117A0"/>
    <w:rsid w:val="00A11F04"/>
    <w:rsid w:val="00A11F30"/>
    <w:rsid w:val="00A1201E"/>
    <w:rsid w:val="00A1258F"/>
    <w:rsid w:val="00A1261A"/>
    <w:rsid w:val="00A12652"/>
    <w:rsid w:val="00A12B6E"/>
    <w:rsid w:val="00A133E3"/>
    <w:rsid w:val="00A141F6"/>
    <w:rsid w:val="00A14376"/>
    <w:rsid w:val="00A14B9B"/>
    <w:rsid w:val="00A14CCC"/>
    <w:rsid w:val="00A150D1"/>
    <w:rsid w:val="00A1525F"/>
    <w:rsid w:val="00A156D9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E01"/>
    <w:rsid w:val="00A310A1"/>
    <w:rsid w:val="00A31387"/>
    <w:rsid w:val="00A3193C"/>
    <w:rsid w:val="00A31D5D"/>
    <w:rsid w:val="00A328F7"/>
    <w:rsid w:val="00A329D4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E8D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988"/>
    <w:rsid w:val="00A511EA"/>
    <w:rsid w:val="00A51B1A"/>
    <w:rsid w:val="00A51ED3"/>
    <w:rsid w:val="00A52766"/>
    <w:rsid w:val="00A528AA"/>
    <w:rsid w:val="00A52BF0"/>
    <w:rsid w:val="00A53CAD"/>
    <w:rsid w:val="00A541F5"/>
    <w:rsid w:val="00A54284"/>
    <w:rsid w:val="00A54382"/>
    <w:rsid w:val="00A5443B"/>
    <w:rsid w:val="00A546BB"/>
    <w:rsid w:val="00A54936"/>
    <w:rsid w:val="00A55766"/>
    <w:rsid w:val="00A55828"/>
    <w:rsid w:val="00A561FC"/>
    <w:rsid w:val="00A57073"/>
    <w:rsid w:val="00A571AF"/>
    <w:rsid w:val="00A575B1"/>
    <w:rsid w:val="00A57742"/>
    <w:rsid w:val="00A602E2"/>
    <w:rsid w:val="00A608CC"/>
    <w:rsid w:val="00A60CD9"/>
    <w:rsid w:val="00A60FE4"/>
    <w:rsid w:val="00A60FF3"/>
    <w:rsid w:val="00A611AC"/>
    <w:rsid w:val="00A61589"/>
    <w:rsid w:val="00A619AA"/>
    <w:rsid w:val="00A62128"/>
    <w:rsid w:val="00A62C17"/>
    <w:rsid w:val="00A63576"/>
    <w:rsid w:val="00A63BA1"/>
    <w:rsid w:val="00A64AF3"/>
    <w:rsid w:val="00A64FCB"/>
    <w:rsid w:val="00A6519B"/>
    <w:rsid w:val="00A652ED"/>
    <w:rsid w:val="00A6589F"/>
    <w:rsid w:val="00A65E38"/>
    <w:rsid w:val="00A66593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EEC"/>
    <w:rsid w:val="00A73F53"/>
    <w:rsid w:val="00A74697"/>
    <w:rsid w:val="00A75289"/>
    <w:rsid w:val="00A75F98"/>
    <w:rsid w:val="00A7638B"/>
    <w:rsid w:val="00A765FD"/>
    <w:rsid w:val="00A76C05"/>
    <w:rsid w:val="00A779D1"/>
    <w:rsid w:val="00A77F49"/>
    <w:rsid w:val="00A8082F"/>
    <w:rsid w:val="00A80A33"/>
    <w:rsid w:val="00A80A3E"/>
    <w:rsid w:val="00A82BFF"/>
    <w:rsid w:val="00A8374F"/>
    <w:rsid w:val="00A83B57"/>
    <w:rsid w:val="00A84322"/>
    <w:rsid w:val="00A84E7D"/>
    <w:rsid w:val="00A8530F"/>
    <w:rsid w:val="00A85370"/>
    <w:rsid w:val="00A855B4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BB0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7183"/>
    <w:rsid w:val="00AA79B3"/>
    <w:rsid w:val="00AB0146"/>
    <w:rsid w:val="00AB0B1F"/>
    <w:rsid w:val="00AB14EF"/>
    <w:rsid w:val="00AB296D"/>
    <w:rsid w:val="00AB3382"/>
    <w:rsid w:val="00AB36E6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6CA2"/>
    <w:rsid w:val="00AC6D73"/>
    <w:rsid w:val="00AC6DEF"/>
    <w:rsid w:val="00AD0148"/>
    <w:rsid w:val="00AD026F"/>
    <w:rsid w:val="00AD06F9"/>
    <w:rsid w:val="00AD15B6"/>
    <w:rsid w:val="00AD20E1"/>
    <w:rsid w:val="00AD2FF0"/>
    <w:rsid w:val="00AD390D"/>
    <w:rsid w:val="00AD39D1"/>
    <w:rsid w:val="00AD43F5"/>
    <w:rsid w:val="00AD47C3"/>
    <w:rsid w:val="00AD4B3A"/>
    <w:rsid w:val="00AD5530"/>
    <w:rsid w:val="00AD59CC"/>
    <w:rsid w:val="00AD6DF1"/>
    <w:rsid w:val="00AD73FD"/>
    <w:rsid w:val="00AD75D3"/>
    <w:rsid w:val="00AD7AEC"/>
    <w:rsid w:val="00AD7E1A"/>
    <w:rsid w:val="00AE0277"/>
    <w:rsid w:val="00AE06A9"/>
    <w:rsid w:val="00AE0A99"/>
    <w:rsid w:val="00AE0D41"/>
    <w:rsid w:val="00AE0E93"/>
    <w:rsid w:val="00AE16BF"/>
    <w:rsid w:val="00AE170E"/>
    <w:rsid w:val="00AE24C3"/>
    <w:rsid w:val="00AE2C72"/>
    <w:rsid w:val="00AE2CA1"/>
    <w:rsid w:val="00AE2E64"/>
    <w:rsid w:val="00AE2FD4"/>
    <w:rsid w:val="00AE47B8"/>
    <w:rsid w:val="00AE562B"/>
    <w:rsid w:val="00AE6349"/>
    <w:rsid w:val="00AE64FA"/>
    <w:rsid w:val="00AE6DCB"/>
    <w:rsid w:val="00AE6E10"/>
    <w:rsid w:val="00AE6F52"/>
    <w:rsid w:val="00AE776B"/>
    <w:rsid w:val="00AF0364"/>
    <w:rsid w:val="00AF060C"/>
    <w:rsid w:val="00AF0785"/>
    <w:rsid w:val="00AF0788"/>
    <w:rsid w:val="00AF0A17"/>
    <w:rsid w:val="00AF117E"/>
    <w:rsid w:val="00AF16D3"/>
    <w:rsid w:val="00AF177A"/>
    <w:rsid w:val="00AF1A95"/>
    <w:rsid w:val="00AF2A36"/>
    <w:rsid w:val="00AF2BDD"/>
    <w:rsid w:val="00AF3A43"/>
    <w:rsid w:val="00AF4822"/>
    <w:rsid w:val="00AF52AC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AF4"/>
    <w:rsid w:val="00B13B9F"/>
    <w:rsid w:val="00B13E7F"/>
    <w:rsid w:val="00B1448C"/>
    <w:rsid w:val="00B14912"/>
    <w:rsid w:val="00B14A30"/>
    <w:rsid w:val="00B14BFC"/>
    <w:rsid w:val="00B150C1"/>
    <w:rsid w:val="00B152D9"/>
    <w:rsid w:val="00B15F49"/>
    <w:rsid w:val="00B1637C"/>
    <w:rsid w:val="00B1701C"/>
    <w:rsid w:val="00B2021D"/>
    <w:rsid w:val="00B2024B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27F9"/>
    <w:rsid w:val="00B32B06"/>
    <w:rsid w:val="00B33524"/>
    <w:rsid w:val="00B3356D"/>
    <w:rsid w:val="00B33936"/>
    <w:rsid w:val="00B34439"/>
    <w:rsid w:val="00B34812"/>
    <w:rsid w:val="00B3513F"/>
    <w:rsid w:val="00B35D0F"/>
    <w:rsid w:val="00B35FAC"/>
    <w:rsid w:val="00B362BB"/>
    <w:rsid w:val="00B36C35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A4B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3A4"/>
    <w:rsid w:val="00B546B7"/>
    <w:rsid w:val="00B54B3D"/>
    <w:rsid w:val="00B5590D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B42"/>
    <w:rsid w:val="00B85D64"/>
    <w:rsid w:val="00B860DC"/>
    <w:rsid w:val="00B8698B"/>
    <w:rsid w:val="00B86A68"/>
    <w:rsid w:val="00B86D09"/>
    <w:rsid w:val="00B8701A"/>
    <w:rsid w:val="00B87429"/>
    <w:rsid w:val="00B8772C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2CAD"/>
    <w:rsid w:val="00BA3440"/>
    <w:rsid w:val="00BA3BB7"/>
    <w:rsid w:val="00BA4C0B"/>
    <w:rsid w:val="00BA4E7F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75BC"/>
    <w:rsid w:val="00BB765A"/>
    <w:rsid w:val="00BB7A0B"/>
    <w:rsid w:val="00BB7D47"/>
    <w:rsid w:val="00BC01E5"/>
    <w:rsid w:val="00BC05D9"/>
    <w:rsid w:val="00BC06F6"/>
    <w:rsid w:val="00BC0A4C"/>
    <w:rsid w:val="00BC0E46"/>
    <w:rsid w:val="00BC1463"/>
    <w:rsid w:val="00BC173F"/>
    <w:rsid w:val="00BC1FCB"/>
    <w:rsid w:val="00BC273E"/>
    <w:rsid w:val="00BC2C9A"/>
    <w:rsid w:val="00BC3535"/>
    <w:rsid w:val="00BC3D1A"/>
    <w:rsid w:val="00BC3E4E"/>
    <w:rsid w:val="00BC40B5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40FE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E0056"/>
    <w:rsid w:val="00BE02C5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7BEB"/>
    <w:rsid w:val="00BE7D94"/>
    <w:rsid w:val="00BF2994"/>
    <w:rsid w:val="00BF2A7B"/>
    <w:rsid w:val="00BF2F57"/>
    <w:rsid w:val="00BF3589"/>
    <w:rsid w:val="00BF3979"/>
    <w:rsid w:val="00BF3EB3"/>
    <w:rsid w:val="00BF58EB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1049"/>
    <w:rsid w:val="00C21966"/>
    <w:rsid w:val="00C21EA0"/>
    <w:rsid w:val="00C21F4C"/>
    <w:rsid w:val="00C22610"/>
    <w:rsid w:val="00C22956"/>
    <w:rsid w:val="00C22B4F"/>
    <w:rsid w:val="00C22CD4"/>
    <w:rsid w:val="00C2357F"/>
    <w:rsid w:val="00C2402E"/>
    <w:rsid w:val="00C24649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3C2F"/>
    <w:rsid w:val="00C33CDA"/>
    <w:rsid w:val="00C33CE1"/>
    <w:rsid w:val="00C34352"/>
    <w:rsid w:val="00C3585B"/>
    <w:rsid w:val="00C367B1"/>
    <w:rsid w:val="00C37CEF"/>
    <w:rsid w:val="00C37F8F"/>
    <w:rsid w:val="00C4127A"/>
    <w:rsid w:val="00C4144A"/>
    <w:rsid w:val="00C416B1"/>
    <w:rsid w:val="00C424FA"/>
    <w:rsid w:val="00C42895"/>
    <w:rsid w:val="00C42F56"/>
    <w:rsid w:val="00C43396"/>
    <w:rsid w:val="00C4462F"/>
    <w:rsid w:val="00C44700"/>
    <w:rsid w:val="00C447B4"/>
    <w:rsid w:val="00C4532E"/>
    <w:rsid w:val="00C45576"/>
    <w:rsid w:val="00C45596"/>
    <w:rsid w:val="00C4719B"/>
    <w:rsid w:val="00C4728C"/>
    <w:rsid w:val="00C4777E"/>
    <w:rsid w:val="00C47DDE"/>
    <w:rsid w:val="00C500FF"/>
    <w:rsid w:val="00C504EE"/>
    <w:rsid w:val="00C51058"/>
    <w:rsid w:val="00C51AD1"/>
    <w:rsid w:val="00C51FA9"/>
    <w:rsid w:val="00C523F1"/>
    <w:rsid w:val="00C52906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814"/>
    <w:rsid w:val="00C60B67"/>
    <w:rsid w:val="00C60B76"/>
    <w:rsid w:val="00C621A9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70227"/>
    <w:rsid w:val="00C703FD"/>
    <w:rsid w:val="00C70481"/>
    <w:rsid w:val="00C70FF7"/>
    <w:rsid w:val="00C7102B"/>
    <w:rsid w:val="00C7407F"/>
    <w:rsid w:val="00C74182"/>
    <w:rsid w:val="00C74B65"/>
    <w:rsid w:val="00C74FE9"/>
    <w:rsid w:val="00C751A7"/>
    <w:rsid w:val="00C75823"/>
    <w:rsid w:val="00C75A7C"/>
    <w:rsid w:val="00C75B31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2B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0F5D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CE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B7D"/>
    <w:rsid w:val="00CA2389"/>
    <w:rsid w:val="00CA28C0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7F9"/>
    <w:rsid w:val="00CA7916"/>
    <w:rsid w:val="00CB0295"/>
    <w:rsid w:val="00CB04FE"/>
    <w:rsid w:val="00CB0539"/>
    <w:rsid w:val="00CB09E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205F"/>
    <w:rsid w:val="00CD25DA"/>
    <w:rsid w:val="00CD2848"/>
    <w:rsid w:val="00CD2BAB"/>
    <w:rsid w:val="00CD324E"/>
    <w:rsid w:val="00CD336B"/>
    <w:rsid w:val="00CD39CA"/>
    <w:rsid w:val="00CD3F84"/>
    <w:rsid w:val="00CD4261"/>
    <w:rsid w:val="00CD4DCF"/>
    <w:rsid w:val="00CD4E5F"/>
    <w:rsid w:val="00CD5861"/>
    <w:rsid w:val="00CD5E76"/>
    <w:rsid w:val="00CD6D1D"/>
    <w:rsid w:val="00CD707A"/>
    <w:rsid w:val="00CD7B37"/>
    <w:rsid w:val="00CE0B4E"/>
    <w:rsid w:val="00CE1066"/>
    <w:rsid w:val="00CE140A"/>
    <w:rsid w:val="00CE150D"/>
    <w:rsid w:val="00CE1D00"/>
    <w:rsid w:val="00CE28C9"/>
    <w:rsid w:val="00CE2979"/>
    <w:rsid w:val="00CE3417"/>
    <w:rsid w:val="00CE3622"/>
    <w:rsid w:val="00CE37C9"/>
    <w:rsid w:val="00CE3BED"/>
    <w:rsid w:val="00CE3F3C"/>
    <w:rsid w:val="00CE451F"/>
    <w:rsid w:val="00CE4DE7"/>
    <w:rsid w:val="00CE588C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9C7"/>
    <w:rsid w:val="00D016D9"/>
    <w:rsid w:val="00D02124"/>
    <w:rsid w:val="00D02369"/>
    <w:rsid w:val="00D02704"/>
    <w:rsid w:val="00D029D7"/>
    <w:rsid w:val="00D02FBB"/>
    <w:rsid w:val="00D03CCD"/>
    <w:rsid w:val="00D04158"/>
    <w:rsid w:val="00D04E84"/>
    <w:rsid w:val="00D06427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F56"/>
    <w:rsid w:val="00D132A7"/>
    <w:rsid w:val="00D13381"/>
    <w:rsid w:val="00D13454"/>
    <w:rsid w:val="00D13527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65E"/>
    <w:rsid w:val="00D24B0A"/>
    <w:rsid w:val="00D24BA7"/>
    <w:rsid w:val="00D2521A"/>
    <w:rsid w:val="00D255F4"/>
    <w:rsid w:val="00D25E28"/>
    <w:rsid w:val="00D301D8"/>
    <w:rsid w:val="00D3020A"/>
    <w:rsid w:val="00D30569"/>
    <w:rsid w:val="00D306BA"/>
    <w:rsid w:val="00D30904"/>
    <w:rsid w:val="00D31B8C"/>
    <w:rsid w:val="00D3327E"/>
    <w:rsid w:val="00D336B3"/>
    <w:rsid w:val="00D33DCA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874"/>
    <w:rsid w:val="00D57989"/>
    <w:rsid w:val="00D608C8"/>
    <w:rsid w:val="00D60A80"/>
    <w:rsid w:val="00D6113A"/>
    <w:rsid w:val="00D6130C"/>
    <w:rsid w:val="00D61456"/>
    <w:rsid w:val="00D61BE5"/>
    <w:rsid w:val="00D62264"/>
    <w:rsid w:val="00D623F7"/>
    <w:rsid w:val="00D62767"/>
    <w:rsid w:val="00D629CD"/>
    <w:rsid w:val="00D64064"/>
    <w:rsid w:val="00D64391"/>
    <w:rsid w:val="00D64C08"/>
    <w:rsid w:val="00D655C4"/>
    <w:rsid w:val="00D65E6F"/>
    <w:rsid w:val="00D66082"/>
    <w:rsid w:val="00D66B61"/>
    <w:rsid w:val="00D67A9F"/>
    <w:rsid w:val="00D67D93"/>
    <w:rsid w:val="00D70942"/>
    <w:rsid w:val="00D709E4"/>
    <w:rsid w:val="00D709FB"/>
    <w:rsid w:val="00D716C8"/>
    <w:rsid w:val="00D727BD"/>
    <w:rsid w:val="00D72E90"/>
    <w:rsid w:val="00D736A1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6AA"/>
    <w:rsid w:val="00D84758"/>
    <w:rsid w:val="00D84E6C"/>
    <w:rsid w:val="00D84F2E"/>
    <w:rsid w:val="00D85BE5"/>
    <w:rsid w:val="00D85D57"/>
    <w:rsid w:val="00D863C2"/>
    <w:rsid w:val="00D86697"/>
    <w:rsid w:val="00D8767B"/>
    <w:rsid w:val="00D87857"/>
    <w:rsid w:val="00D87F07"/>
    <w:rsid w:val="00D90BB0"/>
    <w:rsid w:val="00D918A6"/>
    <w:rsid w:val="00D9258E"/>
    <w:rsid w:val="00D93A7F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8D6"/>
    <w:rsid w:val="00DA1CAA"/>
    <w:rsid w:val="00DA1FA4"/>
    <w:rsid w:val="00DA301C"/>
    <w:rsid w:val="00DA360E"/>
    <w:rsid w:val="00DA3E56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7C"/>
    <w:rsid w:val="00DB1DAD"/>
    <w:rsid w:val="00DB278C"/>
    <w:rsid w:val="00DB279D"/>
    <w:rsid w:val="00DB2C37"/>
    <w:rsid w:val="00DB2D39"/>
    <w:rsid w:val="00DB49B8"/>
    <w:rsid w:val="00DB4CBC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2BA"/>
    <w:rsid w:val="00DD0767"/>
    <w:rsid w:val="00DD089F"/>
    <w:rsid w:val="00DD08B1"/>
    <w:rsid w:val="00DD0E59"/>
    <w:rsid w:val="00DD2150"/>
    <w:rsid w:val="00DD29A9"/>
    <w:rsid w:val="00DD2A36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3D63"/>
    <w:rsid w:val="00DE4060"/>
    <w:rsid w:val="00DE43E5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0FB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AD4"/>
    <w:rsid w:val="00E075C0"/>
    <w:rsid w:val="00E075D4"/>
    <w:rsid w:val="00E102B7"/>
    <w:rsid w:val="00E108C1"/>
    <w:rsid w:val="00E10937"/>
    <w:rsid w:val="00E10D3D"/>
    <w:rsid w:val="00E1132A"/>
    <w:rsid w:val="00E116EE"/>
    <w:rsid w:val="00E11B60"/>
    <w:rsid w:val="00E12F5A"/>
    <w:rsid w:val="00E13194"/>
    <w:rsid w:val="00E13451"/>
    <w:rsid w:val="00E1387C"/>
    <w:rsid w:val="00E13FFD"/>
    <w:rsid w:val="00E14426"/>
    <w:rsid w:val="00E144E5"/>
    <w:rsid w:val="00E15CF1"/>
    <w:rsid w:val="00E16346"/>
    <w:rsid w:val="00E169FD"/>
    <w:rsid w:val="00E16FD7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8CC"/>
    <w:rsid w:val="00E239FD"/>
    <w:rsid w:val="00E24BE6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4B19"/>
    <w:rsid w:val="00E34BAA"/>
    <w:rsid w:val="00E351B1"/>
    <w:rsid w:val="00E35DCF"/>
    <w:rsid w:val="00E36A13"/>
    <w:rsid w:val="00E3716C"/>
    <w:rsid w:val="00E37207"/>
    <w:rsid w:val="00E378C0"/>
    <w:rsid w:val="00E378F1"/>
    <w:rsid w:val="00E37D74"/>
    <w:rsid w:val="00E37FF5"/>
    <w:rsid w:val="00E4035E"/>
    <w:rsid w:val="00E408E6"/>
    <w:rsid w:val="00E41A2B"/>
    <w:rsid w:val="00E41F1B"/>
    <w:rsid w:val="00E42304"/>
    <w:rsid w:val="00E425DB"/>
    <w:rsid w:val="00E42E01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7F7"/>
    <w:rsid w:val="00E50BAD"/>
    <w:rsid w:val="00E51173"/>
    <w:rsid w:val="00E5177F"/>
    <w:rsid w:val="00E51E52"/>
    <w:rsid w:val="00E53615"/>
    <w:rsid w:val="00E542EE"/>
    <w:rsid w:val="00E54B8F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196B"/>
    <w:rsid w:val="00E63554"/>
    <w:rsid w:val="00E63D8F"/>
    <w:rsid w:val="00E64385"/>
    <w:rsid w:val="00E64522"/>
    <w:rsid w:val="00E64894"/>
    <w:rsid w:val="00E64A23"/>
    <w:rsid w:val="00E651CA"/>
    <w:rsid w:val="00E65D6E"/>
    <w:rsid w:val="00E66190"/>
    <w:rsid w:val="00E66BF4"/>
    <w:rsid w:val="00E66F48"/>
    <w:rsid w:val="00E6720D"/>
    <w:rsid w:val="00E675E4"/>
    <w:rsid w:val="00E70545"/>
    <w:rsid w:val="00E72E06"/>
    <w:rsid w:val="00E72F3D"/>
    <w:rsid w:val="00E730D1"/>
    <w:rsid w:val="00E73125"/>
    <w:rsid w:val="00E73683"/>
    <w:rsid w:val="00E7376F"/>
    <w:rsid w:val="00E73861"/>
    <w:rsid w:val="00E73D19"/>
    <w:rsid w:val="00E741B6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3C6"/>
    <w:rsid w:val="00E82644"/>
    <w:rsid w:val="00E828E9"/>
    <w:rsid w:val="00E82ABA"/>
    <w:rsid w:val="00E834E7"/>
    <w:rsid w:val="00E845A5"/>
    <w:rsid w:val="00E854DB"/>
    <w:rsid w:val="00E85C58"/>
    <w:rsid w:val="00E871CF"/>
    <w:rsid w:val="00E874C0"/>
    <w:rsid w:val="00E87CA8"/>
    <w:rsid w:val="00E90041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5AC6"/>
    <w:rsid w:val="00EA6BD2"/>
    <w:rsid w:val="00EA6E65"/>
    <w:rsid w:val="00EB02CE"/>
    <w:rsid w:val="00EB0BCC"/>
    <w:rsid w:val="00EB0FF7"/>
    <w:rsid w:val="00EB1060"/>
    <w:rsid w:val="00EB12AC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0715"/>
    <w:rsid w:val="00EC1540"/>
    <w:rsid w:val="00EC20F4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A10"/>
    <w:rsid w:val="00EE61A6"/>
    <w:rsid w:val="00EE64F3"/>
    <w:rsid w:val="00EE65F3"/>
    <w:rsid w:val="00EE6629"/>
    <w:rsid w:val="00EE6D6A"/>
    <w:rsid w:val="00EF06B1"/>
    <w:rsid w:val="00EF082C"/>
    <w:rsid w:val="00EF0CC2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92C"/>
    <w:rsid w:val="00F0704A"/>
    <w:rsid w:val="00F07236"/>
    <w:rsid w:val="00F074EA"/>
    <w:rsid w:val="00F07726"/>
    <w:rsid w:val="00F10499"/>
    <w:rsid w:val="00F11265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CC0"/>
    <w:rsid w:val="00F33E9A"/>
    <w:rsid w:val="00F34B51"/>
    <w:rsid w:val="00F35149"/>
    <w:rsid w:val="00F352F0"/>
    <w:rsid w:val="00F35F12"/>
    <w:rsid w:val="00F3608B"/>
    <w:rsid w:val="00F36609"/>
    <w:rsid w:val="00F36795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FB7"/>
    <w:rsid w:val="00F42306"/>
    <w:rsid w:val="00F42510"/>
    <w:rsid w:val="00F42B27"/>
    <w:rsid w:val="00F42E93"/>
    <w:rsid w:val="00F42FD7"/>
    <w:rsid w:val="00F43238"/>
    <w:rsid w:val="00F448CF"/>
    <w:rsid w:val="00F44925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22"/>
    <w:rsid w:val="00F660A0"/>
    <w:rsid w:val="00F663D4"/>
    <w:rsid w:val="00F66A3C"/>
    <w:rsid w:val="00F6709E"/>
    <w:rsid w:val="00F67249"/>
    <w:rsid w:val="00F67642"/>
    <w:rsid w:val="00F67C65"/>
    <w:rsid w:val="00F67E99"/>
    <w:rsid w:val="00F70508"/>
    <w:rsid w:val="00F70721"/>
    <w:rsid w:val="00F71ABB"/>
    <w:rsid w:val="00F72100"/>
    <w:rsid w:val="00F72B58"/>
    <w:rsid w:val="00F72BCD"/>
    <w:rsid w:val="00F72BE4"/>
    <w:rsid w:val="00F72E14"/>
    <w:rsid w:val="00F72E25"/>
    <w:rsid w:val="00F732CA"/>
    <w:rsid w:val="00F74105"/>
    <w:rsid w:val="00F74356"/>
    <w:rsid w:val="00F744AD"/>
    <w:rsid w:val="00F75356"/>
    <w:rsid w:val="00F75369"/>
    <w:rsid w:val="00F75D0C"/>
    <w:rsid w:val="00F7614E"/>
    <w:rsid w:val="00F768A3"/>
    <w:rsid w:val="00F8007B"/>
    <w:rsid w:val="00F803EA"/>
    <w:rsid w:val="00F81335"/>
    <w:rsid w:val="00F82496"/>
    <w:rsid w:val="00F8346A"/>
    <w:rsid w:val="00F836C4"/>
    <w:rsid w:val="00F8370E"/>
    <w:rsid w:val="00F83CEC"/>
    <w:rsid w:val="00F83D50"/>
    <w:rsid w:val="00F849F8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B1C"/>
    <w:rsid w:val="00FA2BE5"/>
    <w:rsid w:val="00FA31B8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339D"/>
    <w:rsid w:val="00FC38CF"/>
    <w:rsid w:val="00FC43A0"/>
    <w:rsid w:val="00FC47DE"/>
    <w:rsid w:val="00FC669B"/>
    <w:rsid w:val="00FC7151"/>
    <w:rsid w:val="00FC728B"/>
    <w:rsid w:val="00FC73B5"/>
    <w:rsid w:val="00FC76D3"/>
    <w:rsid w:val="00FC7907"/>
    <w:rsid w:val="00FC7A8D"/>
    <w:rsid w:val="00FD00C2"/>
    <w:rsid w:val="00FD04F5"/>
    <w:rsid w:val="00FD0FE7"/>
    <w:rsid w:val="00FD2FB7"/>
    <w:rsid w:val="00FD399B"/>
    <w:rsid w:val="00FD3B5C"/>
    <w:rsid w:val="00FD3E98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E09"/>
    <w:rsid w:val="00FE60F8"/>
    <w:rsid w:val="00FE613A"/>
    <w:rsid w:val="00FE6929"/>
    <w:rsid w:val="00FE77B3"/>
    <w:rsid w:val="00FE7DA0"/>
    <w:rsid w:val="00FF0D62"/>
    <w:rsid w:val="00FF1624"/>
    <w:rsid w:val="00FF1869"/>
    <w:rsid w:val="00FF1B5A"/>
    <w:rsid w:val="00FF21A6"/>
    <w:rsid w:val="00FF29B5"/>
    <w:rsid w:val="00FF2BAE"/>
    <w:rsid w:val="00FF3281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42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64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06427"/>
    <w:rPr>
      <w:rFonts w:cs="Times New Roman"/>
    </w:rPr>
  </w:style>
  <w:style w:type="paragraph" w:customStyle="1" w:styleId="ConsPlusTitle">
    <w:name w:val="ConsPlusTitle"/>
    <w:uiPriority w:val="99"/>
    <w:rsid w:val="00D06427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uiPriority w:val="99"/>
    <w:rsid w:val="00D06427"/>
    <w:pPr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DD02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6A4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753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FontStyle22">
    <w:name w:val="Font Style22"/>
    <w:basedOn w:val="DefaultParagraphFont"/>
    <w:uiPriority w:val="99"/>
    <w:rsid w:val="00312CE8"/>
    <w:rPr>
      <w:rFonts w:ascii="Times New Roman" w:hAnsi="Times New Roman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AE6D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7E180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E63554"/>
    <w:pPr>
      <w:widowControl w:val="0"/>
      <w:autoSpaceDE w:val="0"/>
      <w:autoSpaceDN w:val="0"/>
      <w:adjustRightInd w:val="0"/>
    </w:pPr>
    <w:rPr>
      <w:color w:val="2B4279"/>
      <w:sz w:val="24"/>
      <w:szCs w:val="24"/>
    </w:rPr>
  </w:style>
  <w:style w:type="paragraph" w:customStyle="1" w:styleId="ConsNormal">
    <w:name w:val="ConsNormal"/>
    <w:uiPriority w:val="99"/>
    <w:rsid w:val="00A04D85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4B72C75226FDB8871D5E73F4BE4EBCBCA339C29D6B0B7B6636CE921ACEB46CX3t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319</Words>
  <Characters>1822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Кодекс Ульяновской области</dc:title>
  <dc:subject/>
  <dc:creator>user</dc:creator>
  <cp:keywords/>
  <dc:description/>
  <cp:lastModifiedBy>Пользователь</cp:lastModifiedBy>
  <cp:revision>7</cp:revision>
  <cp:lastPrinted>2015-11-27T09:34:00Z</cp:lastPrinted>
  <dcterms:created xsi:type="dcterms:W3CDTF">2015-10-27T11:07:00Z</dcterms:created>
  <dcterms:modified xsi:type="dcterms:W3CDTF">2015-12-07T07:19:00Z</dcterms:modified>
</cp:coreProperties>
</file>