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E6D" w:rsidRDefault="00D67E6D" w:rsidP="000F3704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Закон Ульяновской области</w:t>
      </w:r>
    </w:p>
    <w:p w:rsidR="00D67E6D" w:rsidRDefault="00D67E6D" w:rsidP="000F370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D67E6D" w:rsidRDefault="00D67E6D" w:rsidP="000F370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D67E6D" w:rsidRDefault="00D67E6D" w:rsidP="000F370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D67E6D" w:rsidRDefault="00D67E6D" w:rsidP="000F3704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D67E6D" w:rsidRDefault="00D67E6D" w:rsidP="000F3704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изменения в статью 2 Закона Ульяновской области                                                 «О званиях Ульяновской области «Город трудовой славы» </w:t>
      </w:r>
    </w:p>
    <w:p w:rsidR="00D67E6D" w:rsidRDefault="00D67E6D" w:rsidP="000F3704">
      <w:pPr>
        <w:pStyle w:val="ConsPlusTitle"/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и «Посёлок трудовой славы»</w:t>
      </w:r>
    </w:p>
    <w:p w:rsidR="00D67E6D" w:rsidRDefault="00D67E6D" w:rsidP="00546BD2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67E6D" w:rsidRDefault="00D67E6D" w:rsidP="00546BD2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67E6D" w:rsidRDefault="00D67E6D" w:rsidP="00546BD2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67E6D" w:rsidRDefault="00D67E6D" w:rsidP="00546BD2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67E6D" w:rsidRPr="00C9793C" w:rsidRDefault="00D67E6D" w:rsidP="00546BD2">
      <w:pPr>
        <w:autoSpaceDE w:val="0"/>
        <w:autoSpaceDN w:val="0"/>
        <w:adjustRightInd w:val="0"/>
        <w:jc w:val="center"/>
        <w:outlineLvl w:val="0"/>
        <w:rPr>
          <w:i/>
        </w:rPr>
      </w:pPr>
    </w:p>
    <w:p w:rsidR="00D67E6D" w:rsidRDefault="00D67E6D" w:rsidP="002F6763">
      <w:pPr>
        <w:tabs>
          <w:tab w:val="left" w:pos="1140"/>
        </w:tabs>
        <w:autoSpaceDE w:val="0"/>
        <w:autoSpaceDN w:val="0"/>
        <w:adjustRightInd w:val="0"/>
        <w:outlineLvl w:val="0"/>
        <w:rPr>
          <w:i/>
        </w:rPr>
      </w:pPr>
    </w:p>
    <w:p w:rsidR="00D67E6D" w:rsidRPr="002F6763" w:rsidRDefault="00D67E6D" w:rsidP="00546BD2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D67E6D" w:rsidRPr="00DF1AB4" w:rsidRDefault="00D67E6D" w:rsidP="00B61BF8">
      <w:pPr>
        <w:autoSpaceDE w:val="0"/>
        <w:autoSpaceDN w:val="0"/>
        <w:adjustRightInd w:val="0"/>
        <w:spacing w:line="360" w:lineRule="auto"/>
        <w:ind w:firstLine="851"/>
        <w:contextualSpacing/>
        <w:jc w:val="both"/>
        <w:rPr>
          <w:sz w:val="28"/>
          <w:szCs w:val="28"/>
        </w:rPr>
      </w:pPr>
      <w:r w:rsidRPr="00396BE3"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в наименование статьи 2</w:t>
      </w:r>
      <w:r w:rsidRPr="00396BE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 Ульяновской области от 26 марта 2014 года № 31-ЗО «О званиях Ульяновской области «Город трудовой славы»              и «Посёлок трудовой славы» («Ульяновская правда» от</w:t>
      </w:r>
      <w:r w:rsidRPr="007D5544">
        <w:rPr>
          <w:sz w:val="28"/>
          <w:szCs w:val="28"/>
        </w:rPr>
        <w:t xml:space="preserve"> 01.04.2014</w:t>
      </w:r>
      <w:r>
        <w:rPr>
          <w:sz w:val="28"/>
          <w:szCs w:val="28"/>
        </w:rPr>
        <w:t xml:space="preserve"> № 46;                      от 08.06.2015 № 76-77)</w:t>
      </w:r>
      <w:r w:rsidRPr="00396BE3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е,</w:t>
      </w:r>
      <w:r w:rsidRPr="00362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дополнив его словами </w:t>
      </w:r>
      <w:r w:rsidRPr="00DF1AB4">
        <w:rPr>
          <w:sz w:val="28"/>
          <w:szCs w:val="28"/>
        </w:rPr>
        <w:t xml:space="preserve">«или </w:t>
      </w:r>
      <w:r>
        <w:rPr>
          <w:sz w:val="28"/>
          <w:szCs w:val="28"/>
        </w:rPr>
        <w:t>«</w:t>
      </w:r>
      <w:r w:rsidRPr="00DF1AB4">
        <w:rPr>
          <w:sz w:val="28"/>
          <w:szCs w:val="28"/>
        </w:rPr>
        <w:t>Посёлок трудовой славы».</w:t>
      </w:r>
    </w:p>
    <w:p w:rsidR="00D67E6D" w:rsidRDefault="00D67E6D" w:rsidP="00EF2106">
      <w:pPr>
        <w:ind w:firstLine="851"/>
        <w:contextualSpacing/>
        <w:jc w:val="both"/>
        <w:rPr>
          <w:sz w:val="28"/>
          <w:szCs w:val="28"/>
        </w:rPr>
      </w:pPr>
    </w:p>
    <w:p w:rsidR="00D67E6D" w:rsidRDefault="00D67E6D" w:rsidP="00EF2106">
      <w:pPr>
        <w:ind w:firstLine="851"/>
        <w:contextualSpacing/>
        <w:jc w:val="both"/>
        <w:rPr>
          <w:sz w:val="28"/>
          <w:szCs w:val="28"/>
        </w:rPr>
      </w:pPr>
    </w:p>
    <w:p w:rsidR="00D67E6D" w:rsidRDefault="00D67E6D" w:rsidP="00EF2106">
      <w:pPr>
        <w:ind w:firstLine="851"/>
        <w:contextualSpacing/>
        <w:jc w:val="both"/>
        <w:rPr>
          <w:sz w:val="28"/>
          <w:szCs w:val="28"/>
        </w:rPr>
      </w:pPr>
    </w:p>
    <w:p w:rsidR="00D67E6D" w:rsidRDefault="00D67E6D" w:rsidP="00C81AF5">
      <w:pPr>
        <w:spacing w:line="360" w:lineRule="auto"/>
        <w:jc w:val="both"/>
        <w:rPr>
          <w:sz w:val="28"/>
        </w:rPr>
      </w:pPr>
      <w:r w:rsidRPr="00F40FB6">
        <w:rPr>
          <w:b/>
          <w:sz w:val="28"/>
        </w:rPr>
        <w:t>Губернатор Ульяновской области</w:t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 w:rsidRPr="00F40FB6">
        <w:rPr>
          <w:b/>
          <w:sz w:val="28"/>
        </w:rPr>
        <w:tab/>
      </w:r>
      <w:r>
        <w:rPr>
          <w:b/>
          <w:sz w:val="28"/>
        </w:rPr>
        <w:t xml:space="preserve">               </w:t>
      </w:r>
      <w:r w:rsidRPr="00F40FB6">
        <w:rPr>
          <w:b/>
          <w:sz w:val="28"/>
        </w:rPr>
        <w:t>С.И.Морозов</w:t>
      </w:r>
    </w:p>
    <w:p w:rsidR="00D67E6D" w:rsidRDefault="00D67E6D" w:rsidP="008426FC">
      <w:pPr>
        <w:tabs>
          <w:tab w:val="left" w:pos="709"/>
          <w:tab w:val="left" w:pos="851"/>
        </w:tabs>
        <w:rPr>
          <w:sz w:val="28"/>
        </w:rPr>
      </w:pPr>
    </w:p>
    <w:p w:rsidR="00D67E6D" w:rsidRDefault="00D67E6D" w:rsidP="008426FC">
      <w:pPr>
        <w:rPr>
          <w:sz w:val="28"/>
        </w:rPr>
      </w:pPr>
    </w:p>
    <w:p w:rsidR="00D67E6D" w:rsidRDefault="00D67E6D" w:rsidP="008426FC">
      <w:pPr>
        <w:rPr>
          <w:sz w:val="28"/>
        </w:rPr>
      </w:pPr>
    </w:p>
    <w:p w:rsidR="00D67E6D" w:rsidRPr="007F2307" w:rsidRDefault="00D67E6D" w:rsidP="00EF2106">
      <w:pPr>
        <w:jc w:val="center"/>
        <w:rPr>
          <w:sz w:val="28"/>
        </w:rPr>
      </w:pPr>
      <w:r w:rsidRPr="007F2307">
        <w:rPr>
          <w:sz w:val="28"/>
        </w:rPr>
        <w:t>г. Ульяновск</w:t>
      </w:r>
    </w:p>
    <w:p w:rsidR="00D67E6D" w:rsidRPr="007F2307" w:rsidRDefault="00D67E6D" w:rsidP="00EF2106">
      <w:pPr>
        <w:tabs>
          <w:tab w:val="left" w:pos="851"/>
        </w:tabs>
        <w:jc w:val="center"/>
        <w:rPr>
          <w:sz w:val="28"/>
        </w:rPr>
      </w:pPr>
      <w:r>
        <w:rPr>
          <w:sz w:val="28"/>
        </w:rPr>
        <w:t>02</w:t>
      </w:r>
      <w:r w:rsidRPr="007F2307">
        <w:rPr>
          <w:sz w:val="28"/>
        </w:rPr>
        <w:t xml:space="preserve"> </w:t>
      </w:r>
      <w:r>
        <w:rPr>
          <w:sz w:val="28"/>
        </w:rPr>
        <w:t>декабря</w:t>
      </w:r>
      <w:r w:rsidRPr="007F2307">
        <w:rPr>
          <w:sz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F2307">
          <w:rPr>
            <w:sz w:val="28"/>
          </w:rPr>
          <w:t>2015 г</w:t>
        </w:r>
      </w:smartTag>
      <w:r w:rsidRPr="007F2307">
        <w:rPr>
          <w:sz w:val="28"/>
        </w:rPr>
        <w:t>.</w:t>
      </w:r>
    </w:p>
    <w:p w:rsidR="00D67E6D" w:rsidRDefault="00D67E6D" w:rsidP="00EF2106">
      <w:pPr>
        <w:jc w:val="center"/>
      </w:pPr>
      <w:r w:rsidRPr="007F2307">
        <w:rPr>
          <w:sz w:val="28"/>
        </w:rPr>
        <w:t>№</w:t>
      </w:r>
      <w:r>
        <w:rPr>
          <w:sz w:val="28"/>
        </w:rPr>
        <w:t xml:space="preserve"> 173</w:t>
      </w:r>
      <w:r w:rsidRPr="007F2307">
        <w:rPr>
          <w:sz w:val="28"/>
        </w:rPr>
        <w:t>-ЗО</w:t>
      </w:r>
      <w:bookmarkStart w:id="0" w:name="_GoBack"/>
      <w:bookmarkEnd w:id="0"/>
    </w:p>
    <w:sectPr w:rsidR="00D67E6D" w:rsidSect="008426FC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E6D" w:rsidRDefault="00D67E6D">
      <w:r>
        <w:separator/>
      </w:r>
    </w:p>
  </w:endnote>
  <w:endnote w:type="continuationSeparator" w:id="0">
    <w:p w:rsidR="00D67E6D" w:rsidRDefault="00D67E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6D" w:rsidRDefault="00D67E6D" w:rsidP="00546B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7E6D" w:rsidRDefault="00D67E6D" w:rsidP="00546BD2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6D" w:rsidRDefault="00D67E6D" w:rsidP="00546BD2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E6D" w:rsidRDefault="00D67E6D">
      <w:r>
        <w:separator/>
      </w:r>
    </w:p>
  </w:footnote>
  <w:footnote w:type="continuationSeparator" w:id="0">
    <w:p w:rsidR="00D67E6D" w:rsidRDefault="00D67E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6D" w:rsidRDefault="00D67E6D" w:rsidP="00546BD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7E6D" w:rsidRDefault="00D67E6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E6D" w:rsidRPr="00D22B5F" w:rsidRDefault="00D67E6D" w:rsidP="00546BD2">
    <w:pPr>
      <w:pStyle w:val="Header"/>
      <w:tabs>
        <w:tab w:val="left" w:pos="1056"/>
        <w:tab w:val="center" w:pos="4960"/>
      </w:tabs>
      <w:rPr>
        <w:sz w:val="28"/>
        <w:szCs w:val="28"/>
      </w:rPr>
    </w:pPr>
    <w:r w:rsidRPr="00D22B5F">
      <w:rPr>
        <w:rStyle w:val="PageNumber"/>
        <w:sz w:val="28"/>
        <w:szCs w:val="28"/>
      </w:rPr>
      <w:tab/>
    </w:r>
    <w:r w:rsidRPr="00D22B5F">
      <w:rPr>
        <w:rStyle w:val="PageNumber"/>
        <w:sz w:val="28"/>
        <w:szCs w:val="28"/>
      </w:rPr>
      <w:tab/>
    </w:r>
    <w:r w:rsidRPr="00D22B5F">
      <w:rPr>
        <w:rStyle w:val="PageNumber"/>
        <w:sz w:val="28"/>
        <w:szCs w:val="28"/>
      </w:rPr>
      <w:tab/>
    </w:r>
    <w:r w:rsidRPr="00D22B5F">
      <w:rPr>
        <w:rStyle w:val="PageNumber"/>
        <w:sz w:val="28"/>
        <w:szCs w:val="28"/>
      </w:rPr>
      <w:fldChar w:fldCharType="begin"/>
    </w:r>
    <w:r w:rsidRPr="00D22B5F">
      <w:rPr>
        <w:rStyle w:val="PageNumber"/>
        <w:sz w:val="28"/>
        <w:szCs w:val="28"/>
      </w:rPr>
      <w:instrText xml:space="preserve">PAGE  </w:instrText>
    </w:r>
    <w:r w:rsidRPr="00D22B5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D22B5F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CD457B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774DB0"/>
    <w:multiLevelType w:val="hybridMultilevel"/>
    <w:tmpl w:val="585E82DA"/>
    <w:lvl w:ilvl="0" w:tplc="A8D0C7B8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">
    <w:nsid w:val="0D104AE8"/>
    <w:multiLevelType w:val="hybridMultilevel"/>
    <w:tmpl w:val="D644A0D2"/>
    <w:lvl w:ilvl="0" w:tplc="175EF58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1C29073D"/>
    <w:multiLevelType w:val="hybridMultilevel"/>
    <w:tmpl w:val="CB68DBEE"/>
    <w:lvl w:ilvl="0" w:tplc="2B8CF0A6">
      <w:start w:val="1"/>
      <w:numFmt w:val="decimal"/>
      <w:lvlText w:val="%1."/>
      <w:lvlJc w:val="left"/>
      <w:pPr>
        <w:ind w:left="11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  <w:rPr>
        <w:rFonts w:cs="Times New Roman"/>
      </w:rPr>
    </w:lvl>
  </w:abstractNum>
  <w:abstractNum w:abstractNumId="4">
    <w:nsid w:val="2D357476"/>
    <w:multiLevelType w:val="hybridMultilevel"/>
    <w:tmpl w:val="9FE6EB98"/>
    <w:lvl w:ilvl="0" w:tplc="BA9A500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319D0790"/>
    <w:multiLevelType w:val="hybridMultilevel"/>
    <w:tmpl w:val="128A80F8"/>
    <w:lvl w:ilvl="0" w:tplc="0E6EF8D8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321B7886"/>
    <w:multiLevelType w:val="hybridMultilevel"/>
    <w:tmpl w:val="00C01F10"/>
    <w:lvl w:ilvl="0" w:tplc="B9207BE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5F97986"/>
    <w:multiLevelType w:val="hybridMultilevel"/>
    <w:tmpl w:val="40AC966E"/>
    <w:lvl w:ilvl="0" w:tplc="E5D4A3A4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A7A409A"/>
    <w:multiLevelType w:val="hybridMultilevel"/>
    <w:tmpl w:val="3954C8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0B3599"/>
    <w:multiLevelType w:val="hybridMultilevel"/>
    <w:tmpl w:val="BFD83A80"/>
    <w:lvl w:ilvl="0" w:tplc="89A02E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73060181"/>
    <w:multiLevelType w:val="hybridMultilevel"/>
    <w:tmpl w:val="6C183B0C"/>
    <w:lvl w:ilvl="0" w:tplc="BD5E580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75F87FD1"/>
    <w:multiLevelType w:val="hybridMultilevel"/>
    <w:tmpl w:val="F2346C6E"/>
    <w:lvl w:ilvl="0" w:tplc="9A0E91EE">
      <w:start w:val="2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11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6BD2"/>
    <w:rsid w:val="0000001B"/>
    <w:rsid w:val="0000086A"/>
    <w:rsid w:val="00000CF2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91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4AB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9F6"/>
    <w:rsid w:val="000426AB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2A7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9D4"/>
    <w:rsid w:val="00080B7A"/>
    <w:rsid w:val="000815CD"/>
    <w:rsid w:val="000818A3"/>
    <w:rsid w:val="00081B98"/>
    <w:rsid w:val="00082CA1"/>
    <w:rsid w:val="00082CAC"/>
    <w:rsid w:val="000830BB"/>
    <w:rsid w:val="00083F93"/>
    <w:rsid w:val="000845CE"/>
    <w:rsid w:val="0008508A"/>
    <w:rsid w:val="000853D9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642B"/>
    <w:rsid w:val="000A6676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FCB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5F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6FB6"/>
    <w:rsid w:val="000D7F0A"/>
    <w:rsid w:val="000E0CF5"/>
    <w:rsid w:val="000E123B"/>
    <w:rsid w:val="000E12B9"/>
    <w:rsid w:val="000E18B8"/>
    <w:rsid w:val="000E1D5B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1033"/>
    <w:rsid w:val="000F1507"/>
    <w:rsid w:val="000F18D5"/>
    <w:rsid w:val="000F1F97"/>
    <w:rsid w:val="000F1FF4"/>
    <w:rsid w:val="000F2960"/>
    <w:rsid w:val="000F3704"/>
    <w:rsid w:val="000F390B"/>
    <w:rsid w:val="000F3A88"/>
    <w:rsid w:val="000F3CEE"/>
    <w:rsid w:val="000F415F"/>
    <w:rsid w:val="000F4273"/>
    <w:rsid w:val="000F4462"/>
    <w:rsid w:val="000F53B1"/>
    <w:rsid w:val="000F59F2"/>
    <w:rsid w:val="000F7389"/>
    <w:rsid w:val="000F74E2"/>
    <w:rsid w:val="000F7639"/>
    <w:rsid w:val="000F7667"/>
    <w:rsid w:val="000F7DDB"/>
    <w:rsid w:val="000F7F61"/>
    <w:rsid w:val="000F7F75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5343"/>
    <w:rsid w:val="0010634F"/>
    <w:rsid w:val="001071A8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07FA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C1D"/>
    <w:rsid w:val="00161DC4"/>
    <w:rsid w:val="00162551"/>
    <w:rsid w:val="0016256C"/>
    <w:rsid w:val="00163CF2"/>
    <w:rsid w:val="00163DDF"/>
    <w:rsid w:val="0016415C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D2C"/>
    <w:rsid w:val="001805F6"/>
    <w:rsid w:val="0018095A"/>
    <w:rsid w:val="00180A13"/>
    <w:rsid w:val="0018154B"/>
    <w:rsid w:val="00181B04"/>
    <w:rsid w:val="00181CF6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E12"/>
    <w:rsid w:val="001878A4"/>
    <w:rsid w:val="001901E0"/>
    <w:rsid w:val="00190374"/>
    <w:rsid w:val="001903F1"/>
    <w:rsid w:val="00190BA6"/>
    <w:rsid w:val="001910FB"/>
    <w:rsid w:val="001915C3"/>
    <w:rsid w:val="00191F2B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5B9"/>
    <w:rsid w:val="001A202E"/>
    <w:rsid w:val="001A2227"/>
    <w:rsid w:val="001A2378"/>
    <w:rsid w:val="001A2401"/>
    <w:rsid w:val="001A263E"/>
    <w:rsid w:val="001A299C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B1027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CC4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0B1"/>
    <w:rsid w:val="001C430D"/>
    <w:rsid w:val="001C45FD"/>
    <w:rsid w:val="001C46B9"/>
    <w:rsid w:val="001C4971"/>
    <w:rsid w:val="001C577A"/>
    <w:rsid w:val="001C5C6C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927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595"/>
    <w:rsid w:val="001D77EF"/>
    <w:rsid w:val="001E085F"/>
    <w:rsid w:val="001E0A21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AF2"/>
    <w:rsid w:val="001F3C28"/>
    <w:rsid w:val="001F3FAA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5865"/>
    <w:rsid w:val="00206062"/>
    <w:rsid w:val="00206892"/>
    <w:rsid w:val="0020708E"/>
    <w:rsid w:val="002076B7"/>
    <w:rsid w:val="00207A58"/>
    <w:rsid w:val="002100E2"/>
    <w:rsid w:val="002103A0"/>
    <w:rsid w:val="002104AD"/>
    <w:rsid w:val="002104E8"/>
    <w:rsid w:val="00210710"/>
    <w:rsid w:val="0021130D"/>
    <w:rsid w:val="00211C17"/>
    <w:rsid w:val="00211D8D"/>
    <w:rsid w:val="00212352"/>
    <w:rsid w:val="00212363"/>
    <w:rsid w:val="00213CC1"/>
    <w:rsid w:val="002151EB"/>
    <w:rsid w:val="00215BFB"/>
    <w:rsid w:val="00215CFF"/>
    <w:rsid w:val="00215FA0"/>
    <w:rsid w:val="00216E83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6535"/>
    <w:rsid w:val="002365E4"/>
    <w:rsid w:val="00236CF2"/>
    <w:rsid w:val="00236FD8"/>
    <w:rsid w:val="0024093E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E68"/>
    <w:rsid w:val="0025018A"/>
    <w:rsid w:val="00250818"/>
    <w:rsid w:val="00251649"/>
    <w:rsid w:val="0025168D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8FB"/>
    <w:rsid w:val="00255A59"/>
    <w:rsid w:val="00256259"/>
    <w:rsid w:val="002564FB"/>
    <w:rsid w:val="002568A3"/>
    <w:rsid w:val="00257C0E"/>
    <w:rsid w:val="002600EB"/>
    <w:rsid w:val="00260113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CCF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583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2065"/>
    <w:rsid w:val="002C24F2"/>
    <w:rsid w:val="002C2914"/>
    <w:rsid w:val="002C2B90"/>
    <w:rsid w:val="002C2BDD"/>
    <w:rsid w:val="002C30FE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A39"/>
    <w:rsid w:val="002F5C65"/>
    <w:rsid w:val="002F5FBB"/>
    <w:rsid w:val="002F6120"/>
    <w:rsid w:val="002F6763"/>
    <w:rsid w:val="002F6856"/>
    <w:rsid w:val="002F6896"/>
    <w:rsid w:val="002F6A74"/>
    <w:rsid w:val="002F6C90"/>
    <w:rsid w:val="002F6CCE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6050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40CD"/>
    <w:rsid w:val="00324D25"/>
    <w:rsid w:val="00325708"/>
    <w:rsid w:val="00327CD9"/>
    <w:rsid w:val="003302A2"/>
    <w:rsid w:val="0033067A"/>
    <w:rsid w:val="003315DA"/>
    <w:rsid w:val="00331945"/>
    <w:rsid w:val="003321CB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50FC"/>
    <w:rsid w:val="00355CDC"/>
    <w:rsid w:val="00356A65"/>
    <w:rsid w:val="00356E1D"/>
    <w:rsid w:val="00357C8A"/>
    <w:rsid w:val="00357FB6"/>
    <w:rsid w:val="0036005E"/>
    <w:rsid w:val="00361A18"/>
    <w:rsid w:val="00362015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471E"/>
    <w:rsid w:val="00384B4C"/>
    <w:rsid w:val="00384E3A"/>
    <w:rsid w:val="00385A37"/>
    <w:rsid w:val="00386AC5"/>
    <w:rsid w:val="00387295"/>
    <w:rsid w:val="0038731B"/>
    <w:rsid w:val="0038744E"/>
    <w:rsid w:val="0038747D"/>
    <w:rsid w:val="003879ED"/>
    <w:rsid w:val="00390424"/>
    <w:rsid w:val="0039057A"/>
    <w:rsid w:val="00391300"/>
    <w:rsid w:val="0039162A"/>
    <w:rsid w:val="003918AB"/>
    <w:rsid w:val="00391DEC"/>
    <w:rsid w:val="003921B8"/>
    <w:rsid w:val="0039228C"/>
    <w:rsid w:val="003929C7"/>
    <w:rsid w:val="003936DF"/>
    <w:rsid w:val="00393D26"/>
    <w:rsid w:val="00394851"/>
    <w:rsid w:val="00395216"/>
    <w:rsid w:val="00395302"/>
    <w:rsid w:val="0039563A"/>
    <w:rsid w:val="003957BE"/>
    <w:rsid w:val="00395D80"/>
    <w:rsid w:val="00395DBC"/>
    <w:rsid w:val="00395F39"/>
    <w:rsid w:val="00396513"/>
    <w:rsid w:val="00396802"/>
    <w:rsid w:val="00396BE3"/>
    <w:rsid w:val="003974F2"/>
    <w:rsid w:val="00397795"/>
    <w:rsid w:val="00397CD7"/>
    <w:rsid w:val="003A0634"/>
    <w:rsid w:val="003A06DB"/>
    <w:rsid w:val="003A14FF"/>
    <w:rsid w:val="003A228D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B65"/>
    <w:rsid w:val="003C1F1F"/>
    <w:rsid w:val="003C2095"/>
    <w:rsid w:val="003C2E31"/>
    <w:rsid w:val="003C2EC8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4E8"/>
    <w:rsid w:val="003D3EEC"/>
    <w:rsid w:val="003D464C"/>
    <w:rsid w:val="003D476B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44D0"/>
    <w:rsid w:val="004070B1"/>
    <w:rsid w:val="0040740B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970"/>
    <w:rsid w:val="0042108F"/>
    <w:rsid w:val="004215FC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6822"/>
    <w:rsid w:val="004269E9"/>
    <w:rsid w:val="00427021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F26"/>
    <w:rsid w:val="00434366"/>
    <w:rsid w:val="00434551"/>
    <w:rsid w:val="0043523F"/>
    <w:rsid w:val="004357FC"/>
    <w:rsid w:val="004359D9"/>
    <w:rsid w:val="00435AA3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A22"/>
    <w:rsid w:val="00452EF3"/>
    <w:rsid w:val="00453AB7"/>
    <w:rsid w:val="00454121"/>
    <w:rsid w:val="00454370"/>
    <w:rsid w:val="00454A10"/>
    <w:rsid w:val="00454FA4"/>
    <w:rsid w:val="0045550F"/>
    <w:rsid w:val="00455BCA"/>
    <w:rsid w:val="00455F2C"/>
    <w:rsid w:val="004573D0"/>
    <w:rsid w:val="00457908"/>
    <w:rsid w:val="004579B5"/>
    <w:rsid w:val="004600B4"/>
    <w:rsid w:val="0046057C"/>
    <w:rsid w:val="004606D8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9C6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697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117"/>
    <w:rsid w:val="004B4423"/>
    <w:rsid w:val="004B4767"/>
    <w:rsid w:val="004B4A15"/>
    <w:rsid w:val="004B4C93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2FF"/>
    <w:rsid w:val="004D1424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454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3D14"/>
    <w:rsid w:val="004F421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520"/>
    <w:rsid w:val="00512D3C"/>
    <w:rsid w:val="005139AF"/>
    <w:rsid w:val="005139E5"/>
    <w:rsid w:val="00514309"/>
    <w:rsid w:val="0051485F"/>
    <w:rsid w:val="00514915"/>
    <w:rsid w:val="00515731"/>
    <w:rsid w:val="00516094"/>
    <w:rsid w:val="00516243"/>
    <w:rsid w:val="00517336"/>
    <w:rsid w:val="00521BBA"/>
    <w:rsid w:val="00521BC5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BA7"/>
    <w:rsid w:val="005340CD"/>
    <w:rsid w:val="00534225"/>
    <w:rsid w:val="0053505C"/>
    <w:rsid w:val="00535603"/>
    <w:rsid w:val="00535CAD"/>
    <w:rsid w:val="00535F89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6BD2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13A6"/>
    <w:rsid w:val="0055192D"/>
    <w:rsid w:val="00551976"/>
    <w:rsid w:val="00552471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4BD7"/>
    <w:rsid w:val="005760CC"/>
    <w:rsid w:val="005761DD"/>
    <w:rsid w:val="005769DE"/>
    <w:rsid w:val="00576C18"/>
    <w:rsid w:val="00576FCB"/>
    <w:rsid w:val="005770D5"/>
    <w:rsid w:val="00577581"/>
    <w:rsid w:val="00577ED1"/>
    <w:rsid w:val="005813AE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225"/>
    <w:rsid w:val="00587689"/>
    <w:rsid w:val="00590001"/>
    <w:rsid w:val="005906AD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95"/>
    <w:rsid w:val="005A27D9"/>
    <w:rsid w:val="005A2A58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55A"/>
    <w:rsid w:val="005B7967"/>
    <w:rsid w:val="005C1401"/>
    <w:rsid w:val="005C15B7"/>
    <w:rsid w:val="005C160E"/>
    <w:rsid w:val="005C1CEF"/>
    <w:rsid w:val="005C1F20"/>
    <w:rsid w:val="005C23A1"/>
    <w:rsid w:val="005C2E46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44D"/>
    <w:rsid w:val="005C69E6"/>
    <w:rsid w:val="005C720F"/>
    <w:rsid w:val="005C72E5"/>
    <w:rsid w:val="005C73CE"/>
    <w:rsid w:val="005C75BC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845"/>
    <w:rsid w:val="005E6CB7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8F6"/>
    <w:rsid w:val="005F351F"/>
    <w:rsid w:val="005F3556"/>
    <w:rsid w:val="005F37E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921"/>
    <w:rsid w:val="00602787"/>
    <w:rsid w:val="00603338"/>
    <w:rsid w:val="006034E3"/>
    <w:rsid w:val="00604444"/>
    <w:rsid w:val="00604856"/>
    <w:rsid w:val="006049DF"/>
    <w:rsid w:val="00604AFD"/>
    <w:rsid w:val="00604B5C"/>
    <w:rsid w:val="00605AA2"/>
    <w:rsid w:val="00605EAA"/>
    <w:rsid w:val="0060620D"/>
    <w:rsid w:val="00606415"/>
    <w:rsid w:val="00606C1C"/>
    <w:rsid w:val="00606DAA"/>
    <w:rsid w:val="006072A6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6BE"/>
    <w:rsid w:val="00622E01"/>
    <w:rsid w:val="006233DC"/>
    <w:rsid w:val="006236C6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5B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8C0"/>
    <w:rsid w:val="006519E8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ACF"/>
    <w:rsid w:val="00656C53"/>
    <w:rsid w:val="00656CDA"/>
    <w:rsid w:val="00656DE7"/>
    <w:rsid w:val="0066089B"/>
    <w:rsid w:val="00661334"/>
    <w:rsid w:val="0066174E"/>
    <w:rsid w:val="00661893"/>
    <w:rsid w:val="00661974"/>
    <w:rsid w:val="0066252A"/>
    <w:rsid w:val="00662F6E"/>
    <w:rsid w:val="006633D1"/>
    <w:rsid w:val="00663588"/>
    <w:rsid w:val="00663E46"/>
    <w:rsid w:val="00664A96"/>
    <w:rsid w:val="006656A3"/>
    <w:rsid w:val="00665B07"/>
    <w:rsid w:val="00665C28"/>
    <w:rsid w:val="00665DE8"/>
    <w:rsid w:val="0066641C"/>
    <w:rsid w:val="00666A84"/>
    <w:rsid w:val="00667DFC"/>
    <w:rsid w:val="00670064"/>
    <w:rsid w:val="0067052E"/>
    <w:rsid w:val="00670942"/>
    <w:rsid w:val="00670F15"/>
    <w:rsid w:val="006714A3"/>
    <w:rsid w:val="00671A3A"/>
    <w:rsid w:val="00671A66"/>
    <w:rsid w:val="00671C13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728D"/>
    <w:rsid w:val="006777D5"/>
    <w:rsid w:val="00677B4C"/>
    <w:rsid w:val="00680898"/>
    <w:rsid w:val="00681450"/>
    <w:rsid w:val="00681BAE"/>
    <w:rsid w:val="006826FA"/>
    <w:rsid w:val="00682CA5"/>
    <w:rsid w:val="00682E5F"/>
    <w:rsid w:val="006833F4"/>
    <w:rsid w:val="00683CEF"/>
    <w:rsid w:val="00683F5E"/>
    <w:rsid w:val="00683F73"/>
    <w:rsid w:val="00683FD7"/>
    <w:rsid w:val="006846B3"/>
    <w:rsid w:val="006846ED"/>
    <w:rsid w:val="00684E22"/>
    <w:rsid w:val="00685A26"/>
    <w:rsid w:val="006872D1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824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41A4"/>
    <w:rsid w:val="006B4319"/>
    <w:rsid w:val="006B43DD"/>
    <w:rsid w:val="006B4707"/>
    <w:rsid w:val="006B4C14"/>
    <w:rsid w:val="006B4F02"/>
    <w:rsid w:val="006B561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40B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6CD9"/>
    <w:rsid w:val="006E768C"/>
    <w:rsid w:val="006E76EC"/>
    <w:rsid w:val="006E7990"/>
    <w:rsid w:val="006E7B02"/>
    <w:rsid w:val="006F0BC4"/>
    <w:rsid w:val="006F1229"/>
    <w:rsid w:val="006F1C3F"/>
    <w:rsid w:val="006F1E20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414"/>
    <w:rsid w:val="0070556A"/>
    <w:rsid w:val="00705D08"/>
    <w:rsid w:val="007063DB"/>
    <w:rsid w:val="00707184"/>
    <w:rsid w:val="00707F92"/>
    <w:rsid w:val="007109CF"/>
    <w:rsid w:val="00710DEF"/>
    <w:rsid w:val="0071186E"/>
    <w:rsid w:val="007122CA"/>
    <w:rsid w:val="007123EE"/>
    <w:rsid w:val="007125CE"/>
    <w:rsid w:val="00712644"/>
    <w:rsid w:val="00712706"/>
    <w:rsid w:val="00713B8E"/>
    <w:rsid w:val="00713CE4"/>
    <w:rsid w:val="00713FDD"/>
    <w:rsid w:val="007140AF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1E6"/>
    <w:rsid w:val="0072577A"/>
    <w:rsid w:val="0072590F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22"/>
    <w:rsid w:val="00750C34"/>
    <w:rsid w:val="0075184E"/>
    <w:rsid w:val="00751D1B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AD5"/>
    <w:rsid w:val="00756D56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717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F73"/>
    <w:rsid w:val="007724F1"/>
    <w:rsid w:val="00772601"/>
    <w:rsid w:val="00772636"/>
    <w:rsid w:val="00772959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856"/>
    <w:rsid w:val="007A19AC"/>
    <w:rsid w:val="007A1FC8"/>
    <w:rsid w:val="007A284C"/>
    <w:rsid w:val="007A29CF"/>
    <w:rsid w:val="007A2C76"/>
    <w:rsid w:val="007A2D50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544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6DE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307"/>
    <w:rsid w:val="007F2E0F"/>
    <w:rsid w:val="007F329D"/>
    <w:rsid w:val="007F38D0"/>
    <w:rsid w:val="007F3D51"/>
    <w:rsid w:val="007F4A5F"/>
    <w:rsid w:val="007F4F03"/>
    <w:rsid w:val="007F5628"/>
    <w:rsid w:val="007F5C32"/>
    <w:rsid w:val="007F61DF"/>
    <w:rsid w:val="007F6534"/>
    <w:rsid w:val="007F6E62"/>
    <w:rsid w:val="007F6F16"/>
    <w:rsid w:val="007F70B8"/>
    <w:rsid w:val="007F7416"/>
    <w:rsid w:val="007F7D7D"/>
    <w:rsid w:val="00800502"/>
    <w:rsid w:val="0080105F"/>
    <w:rsid w:val="00801942"/>
    <w:rsid w:val="00802680"/>
    <w:rsid w:val="00802EF0"/>
    <w:rsid w:val="00802FE7"/>
    <w:rsid w:val="00803098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828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1401"/>
    <w:rsid w:val="008224FF"/>
    <w:rsid w:val="00824494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1F30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26FC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63B0"/>
    <w:rsid w:val="008563D3"/>
    <w:rsid w:val="008565BA"/>
    <w:rsid w:val="008565F7"/>
    <w:rsid w:val="0085661D"/>
    <w:rsid w:val="00856860"/>
    <w:rsid w:val="00856B6D"/>
    <w:rsid w:val="00857551"/>
    <w:rsid w:val="0085772C"/>
    <w:rsid w:val="00857898"/>
    <w:rsid w:val="00857DCD"/>
    <w:rsid w:val="00857E03"/>
    <w:rsid w:val="008601C8"/>
    <w:rsid w:val="008605FA"/>
    <w:rsid w:val="008606A4"/>
    <w:rsid w:val="0086079A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77A2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D13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639D"/>
    <w:rsid w:val="00896AD9"/>
    <w:rsid w:val="00897795"/>
    <w:rsid w:val="0089795E"/>
    <w:rsid w:val="00897E1C"/>
    <w:rsid w:val="00897FD4"/>
    <w:rsid w:val="008A0954"/>
    <w:rsid w:val="008A09E3"/>
    <w:rsid w:val="008A0A64"/>
    <w:rsid w:val="008A0C1F"/>
    <w:rsid w:val="008A2E8B"/>
    <w:rsid w:val="008A3028"/>
    <w:rsid w:val="008A36B4"/>
    <w:rsid w:val="008A3E9D"/>
    <w:rsid w:val="008A476E"/>
    <w:rsid w:val="008A53C9"/>
    <w:rsid w:val="008A5615"/>
    <w:rsid w:val="008A5712"/>
    <w:rsid w:val="008A58CE"/>
    <w:rsid w:val="008A5DC0"/>
    <w:rsid w:val="008A60B2"/>
    <w:rsid w:val="008A6173"/>
    <w:rsid w:val="008A658E"/>
    <w:rsid w:val="008A65D9"/>
    <w:rsid w:val="008A6ADB"/>
    <w:rsid w:val="008A6E59"/>
    <w:rsid w:val="008A7013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C54"/>
    <w:rsid w:val="008B7D63"/>
    <w:rsid w:val="008C00A7"/>
    <w:rsid w:val="008C04CA"/>
    <w:rsid w:val="008C09C8"/>
    <w:rsid w:val="008C0B6F"/>
    <w:rsid w:val="008C0F32"/>
    <w:rsid w:val="008C11C0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177"/>
    <w:rsid w:val="008D16CF"/>
    <w:rsid w:val="008D21E4"/>
    <w:rsid w:val="008D257F"/>
    <w:rsid w:val="008D29B3"/>
    <w:rsid w:val="008D2AC7"/>
    <w:rsid w:val="008D2C4F"/>
    <w:rsid w:val="008D2FF7"/>
    <w:rsid w:val="008D3E42"/>
    <w:rsid w:val="008D4316"/>
    <w:rsid w:val="008D4363"/>
    <w:rsid w:val="008D4396"/>
    <w:rsid w:val="008D4EF8"/>
    <w:rsid w:val="008D5AA5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CDD"/>
    <w:rsid w:val="008E1157"/>
    <w:rsid w:val="008E19F4"/>
    <w:rsid w:val="008E2105"/>
    <w:rsid w:val="008E2558"/>
    <w:rsid w:val="008E27B4"/>
    <w:rsid w:val="008E28A0"/>
    <w:rsid w:val="008E3932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BF2"/>
    <w:rsid w:val="00901CD1"/>
    <w:rsid w:val="00902677"/>
    <w:rsid w:val="00903B06"/>
    <w:rsid w:val="00903C6B"/>
    <w:rsid w:val="009043AC"/>
    <w:rsid w:val="00904474"/>
    <w:rsid w:val="009049B3"/>
    <w:rsid w:val="00904BFB"/>
    <w:rsid w:val="00904E06"/>
    <w:rsid w:val="009054E1"/>
    <w:rsid w:val="00905986"/>
    <w:rsid w:val="00905EDC"/>
    <w:rsid w:val="00906623"/>
    <w:rsid w:val="00906787"/>
    <w:rsid w:val="009069A3"/>
    <w:rsid w:val="00906F97"/>
    <w:rsid w:val="00907364"/>
    <w:rsid w:val="0091052D"/>
    <w:rsid w:val="0091073E"/>
    <w:rsid w:val="009107B7"/>
    <w:rsid w:val="00910807"/>
    <w:rsid w:val="00910B77"/>
    <w:rsid w:val="00910DA3"/>
    <w:rsid w:val="0091188C"/>
    <w:rsid w:val="00912959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21"/>
    <w:rsid w:val="0092095F"/>
    <w:rsid w:val="0092103E"/>
    <w:rsid w:val="009224B4"/>
    <w:rsid w:val="00922FC0"/>
    <w:rsid w:val="009231E3"/>
    <w:rsid w:val="00924C4A"/>
    <w:rsid w:val="009259DD"/>
    <w:rsid w:val="00925C45"/>
    <w:rsid w:val="00925EC1"/>
    <w:rsid w:val="009262D1"/>
    <w:rsid w:val="00926820"/>
    <w:rsid w:val="00927727"/>
    <w:rsid w:val="00927F1F"/>
    <w:rsid w:val="0093025A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CB8"/>
    <w:rsid w:val="00944D27"/>
    <w:rsid w:val="0094570C"/>
    <w:rsid w:val="00945A9E"/>
    <w:rsid w:val="0094653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4DD"/>
    <w:rsid w:val="0095297A"/>
    <w:rsid w:val="00952DC8"/>
    <w:rsid w:val="00953026"/>
    <w:rsid w:val="009531B4"/>
    <w:rsid w:val="00954647"/>
    <w:rsid w:val="00954871"/>
    <w:rsid w:val="00954ED8"/>
    <w:rsid w:val="00954FC7"/>
    <w:rsid w:val="009565DE"/>
    <w:rsid w:val="00956B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237"/>
    <w:rsid w:val="009903B5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EF7"/>
    <w:rsid w:val="00995F5A"/>
    <w:rsid w:val="0099610D"/>
    <w:rsid w:val="009961A5"/>
    <w:rsid w:val="00996493"/>
    <w:rsid w:val="00996753"/>
    <w:rsid w:val="00996827"/>
    <w:rsid w:val="009968A5"/>
    <w:rsid w:val="00996A58"/>
    <w:rsid w:val="00996FD0"/>
    <w:rsid w:val="00997222"/>
    <w:rsid w:val="0099726D"/>
    <w:rsid w:val="00997407"/>
    <w:rsid w:val="0099754C"/>
    <w:rsid w:val="009979FD"/>
    <w:rsid w:val="009A2283"/>
    <w:rsid w:val="009A24A8"/>
    <w:rsid w:val="009A2DA0"/>
    <w:rsid w:val="009A33C1"/>
    <w:rsid w:val="009A35F6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4163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4E09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37F20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BC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A29"/>
    <w:rsid w:val="00AA2114"/>
    <w:rsid w:val="00AA275C"/>
    <w:rsid w:val="00AA2818"/>
    <w:rsid w:val="00AA2846"/>
    <w:rsid w:val="00AA2AA8"/>
    <w:rsid w:val="00AA2D2C"/>
    <w:rsid w:val="00AA2EB0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58"/>
    <w:rsid w:val="00AB7D1C"/>
    <w:rsid w:val="00AC0618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95B"/>
    <w:rsid w:val="00AC5D28"/>
    <w:rsid w:val="00AC67EA"/>
    <w:rsid w:val="00AC6CA2"/>
    <w:rsid w:val="00AC6D73"/>
    <w:rsid w:val="00AC6DEF"/>
    <w:rsid w:val="00AC72D1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A36"/>
    <w:rsid w:val="00AF2BDD"/>
    <w:rsid w:val="00AF3A43"/>
    <w:rsid w:val="00AF4822"/>
    <w:rsid w:val="00AF52AC"/>
    <w:rsid w:val="00AF5703"/>
    <w:rsid w:val="00AF5A33"/>
    <w:rsid w:val="00AF632D"/>
    <w:rsid w:val="00AF640D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178D"/>
    <w:rsid w:val="00B02235"/>
    <w:rsid w:val="00B023D8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F04"/>
    <w:rsid w:val="00B06C79"/>
    <w:rsid w:val="00B06F08"/>
    <w:rsid w:val="00B072B5"/>
    <w:rsid w:val="00B07477"/>
    <w:rsid w:val="00B07F57"/>
    <w:rsid w:val="00B10403"/>
    <w:rsid w:val="00B10A44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C7C"/>
    <w:rsid w:val="00B15F49"/>
    <w:rsid w:val="00B1637C"/>
    <w:rsid w:val="00B1701C"/>
    <w:rsid w:val="00B2021D"/>
    <w:rsid w:val="00B2024B"/>
    <w:rsid w:val="00B20841"/>
    <w:rsid w:val="00B20A2A"/>
    <w:rsid w:val="00B21069"/>
    <w:rsid w:val="00B21176"/>
    <w:rsid w:val="00B21854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4C8"/>
    <w:rsid w:val="00B44707"/>
    <w:rsid w:val="00B447A6"/>
    <w:rsid w:val="00B449AB"/>
    <w:rsid w:val="00B455BC"/>
    <w:rsid w:val="00B45DF6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7C4"/>
    <w:rsid w:val="00B529DF"/>
    <w:rsid w:val="00B52A74"/>
    <w:rsid w:val="00B52FBF"/>
    <w:rsid w:val="00B537BF"/>
    <w:rsid w:val="00B53ABC"/>
    <w:rsid w:val="00B53E48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8D3"/>
    <w:rsid w:val="00B614F1"/>
    <w:rsid w:val="00B61B6D"/>
    <w:rsid w:val="00B61BF8"/>
    <w:rsid w:val="00B61F8D"/>
    <w:rsid w:val="00B623C0"/>
    <w:rsid w:val="00B63987"/>
    <w:rsid w:val="00B63A05"/>
    <w:rsid w:val="00B63B6F"/>
    <w:rsid w:val="00B63D77"/>
    <w:rsid w:val="00B63E22"/>
    <w:rsid w:val="00B6430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2146"/>
    <w:rsid w:val="00B725AB"/>
    <w:rsid w:val="00B726D3"/>
    <w:rsid w:val="00B72953"/>
    <w:rsid w:val="00B72F9A"/>
    <w:rsid w:val="00B732F7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6486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8BA"/>
    <w:rsid w:val="00BC6AAF"/>
    <w:rsid w:val="00BC74F3"/>
    <w:rsid w:val="00BC7584"/>
    <w:rsid w:val="00BC7876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3BA"/>
    <w:rsid w:val="00BD3806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0DE"/>
    <w:rsid w:val="00BF2994"/>
    <w:rsid w:val="00BF2A64"/>
    <w:rsid w:val="00BF2A7B"/>
    <w:rsid w:val="00BF2F57"/>
    <w:rsid w:val="00BF3589"/>
    <w:rsid w:val="00BF3979"/>
    <w:rsid w:val="00BF3EB3"/>
    <w:rsid w:val="00BF55CE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7756"/>
    <w:rsid w:val="00C077B4"/>
    <w:rsid w:val="00C07BEE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4C34"/>
    <w:rsid w:val="00C14D46"/>
    <w:rsid w:val="00C15765"/>
    <w:rsid w:val="00C15E92"/>
    <w:rsid w:val="00C162E5"/>
    <w:rsid w:val="00C1664C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67BB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6C28"/>
    <w:rsid w:val="00C37CEF"/>
    <w:rsid w:val="00C405A6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8F4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5F5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480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1AF5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E09"/>
    <w:rsid w:val="00C90306"/>
    <w:rsid w:val="00C90C7C"/>
    <w:rsid w:val="00C90DF2"/>
    <w:rsid w:val="00C915C4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93C"/>
    <w:rsid w:val="00C97B08"/>
    <w:rsid w:val="00CA0585"/>
    <w:rsid w:val="00CA0CD9"/>
    <w:rsid w:val="00CA167A"/>
    <w:rsid w:val="00CA1B7D"/>
    <w:rsid w:val="00CA28C0"/>
    <w:rsid w:val="00CA3145"/>
    <w:rsid w:val="00CA39BC"/>
    <w:rsid w:val="00CA3B0D"/>
    <w:rsid w:val="00CA40A2"/>
    <w:rsid w:val="00CA43D4"/>
    <w:rsid w:val="00CA4549"/>
    <w:rsid w:val="00CA47D7"/>
    <w:rsid w:val="00CA5044"/>
    <w:rsid w:val="00CA51B9"/>
    <w:rsid w:val="00CA5857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48CE"/>
    <w:rsid w:val="00CB4977"/>
    <w:rsid w:val="00CB4AB4"/>
    <w:rsid w:val="00CB4F87"/>
    <w:rsid w:val="00CB5599"/>
    <w:rsid w:val="00CB6661"/>
    <w:rsid w:val="00CB669F"/>
    <w:rsid w:val="00CB6906"/>
    <w:rsid w:val="00CB74C9"/>
    <w:rsid w:val="00CC01C0"/>
    <w:rsid w:val="00CC0CE9"/>
    <w:rsid w:val="00CC157D"/>
    <w:rsid w:val="00CC15B2"/>
    <w:rsid w:val="00CC17ED"/>
    <w:rsid w:val="00CC2112"/>
    <w:rsid w:val="00CC2234"/>
    <w:rsid w:val="00CC27E3"/>
    <w:rsid w:val="00CC366F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F41"/>
    <w:rsid w:val="00CE725C"/>
    <w:rsid w:val="00CE7983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16D9"/>
    <w:rsid w:val="00D01AEF"/>
    <w:rsid w:val="00D02124"/>
    <w:rsid w:val="00D02704"/>
    <w:rsid w:val="00D029D7"/>
    <w:rsid w:val="00D02FBB"/>
    <w:rsid w:val="00D03BC8"/>
    <w:rsid w:val="00D03CCD"/>
    <w:rsid w:val="00D04158"/>
    <w:rsid w:val="00D04D2B"/>
    <w:rsid w:val="00D04E84"/>
    <w:rsid w:val="00D0509C"/>
    <w:rsid w:val="00D058B0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0C2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B5F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24A"/>
    <w:rsid w:val="00D5386B"/>
    <w:rsid w:val="00D53C01"/>
    <w:rsid w:val="00D53DFF"/>
    <w:rsid w:val="00D54AF7"/>
    <w:rsid w:val="00D551AC"/>
    <w:rsid w:val="00D5555B"/>
    <w:rsid w:val="00D560C4"/>
    <w:rsid w:val="00D562B0"/>
    <w:rsid w:val="00D56A48"/>
    <w:rsid w:val="00D56F90"/>
    <w:rsid w:val="00D5782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67E6D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41E"/>
    <w:rsid w:val="00D8767B"/>
    <w:rsid w:val="00D87857"/>
    <w:rsid w:val="00D87F07"/>
    <w:rsid w:val="00D906F8"/>
    <w:rsid w:val="00D90BB0"/>
    <w:rsid w:val="00D918A6"/>
    <w:rsid w:val="00D9258E"/>
    <w:rsid w:val="00D93A7F"/>
    <w:rsid w:val="00D95912"/>
    <w:rsid w:val="00D95B3C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2797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324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CB"/>
    <w:rsid w:val="00DF0CE8"/>
    <w:rsid w:val="00DF1649"/>
    <w:rsid w:val="00DF1768"/>
    <w:rsid w:val="00DF1AB4"/>
    <w:rsid w:val="00DF3104"/>
    <w:rsid w:val="00DF4302"/>
    <w:rsid w:val="00DF4526"/>
    <w:rsid w:val="00DF4D17"/>
    <w:rsid w:val="00DF5A34"/>
    <w:rsid w:val="00DF63F2"/>
    <w:rsid w:val="00DF662A"/>
    <w:rsid w:val="00DF744F"/>
    <w:rsid w:val="00DF7577"/>
    <w:rsid w:val="00DF7659"/>
    <w:rsid w:val="00DF76F6"/>
    <w:rsid w:val="00E0012E"/>
    <w:rsid w:val="00E016A0"/>
    <w:rsid w:val="00E01889"/>
    <w:rsid w:val="00E02B8E"/>
    <w:rsid w:val="00E02CA5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5D3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14C"/>
    <w:rsid w:val="00E57BAC"/>
    <w:rsid w:val="00E60888"/>
    <w:rsid w:val="00E609BA"/>
    <w:rsid w:val="00E60EEA"/>
    <w:rsid w:val="00E612DB"/>
    <w:rsid w:val="00E6183D"/>
    <w:rsid w:val="00E61841"/>
    <w:rsid w:val="00E630D6"/>
    <w:rsid w:val="00E634C5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71CF"/>
    <w:rsid w:val="00E874C0"/>
    <w:rsid w:val="00E87CA8"/>
    <w:rsid w:val="00E90041"/>
    <w:rsid w:val="00E90532"/>
    <w:rsid w:val="00E919CD"/>
    <w:rsid w:val="00E91C13"/>
    <w:rsid w:val="00E91E62"/>
    <w:rsid w:val="00E92106"/>
    <w:rsid w:val="00E921DC"/>
    <w:rsid w:val="00E92875"/>
    <w:rsid w:val="00E93059"/>
    <w:rsid w:val="00E93FEC"/>
    <w:rsid w:val="00E94542"/>
    <w:rsid w:val="00E9597E"/>
    <w:rsid w:val="00E9657D"/>
    <w:rsid w:val="00E96614"/>
    <w:rsid w:val="00E968FC"/>
    <w:rsid w:val="00E9748E"/>
    <w:rsid w:val="00E97ABB"/>
    <w:rsid w:val="00EA014E"/>
    <w:rsid w:val="00EA0810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E91"/>
    <w:rsid w:val="00EB5D29"/>
    <w:rsid w:val="00EB5D70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0B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F06B1"/>
    <w:rsid w:val="00EF0803"/>
    <w:rsid w:val="00EF082C"/>
    <w:rsid w:val="00EF0BB6"/>
    <w:rsid w:val="00EF0EF7"/>
    <w:rsid w:val="00EF10FF"/>
    <w:rsid w:val="00EF2106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AA4"/>
    <w:rsid w:val="00EF7E5B"/>
    <w:rsid w:val="00F0058B"/>
    <w:rsid w:val="00F00AAE"/>
    <w:rsid w:val="00F01039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B8F"/>
    <w:rsid w:val="00F15DF4"/>
    <w:rsid w:val="00F16161"/>
    <w:rsid w:val="00F16614"/>
    <w:rsid w:val="00F20331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325"/>
    <w:rsid w:val="00F30782"/>
    <w:rsid w:val="00F307F6"/>
    <w:rsid w:val="00F30B81"/>
    <w:rsid w:val="00F315A5"/>
    <w:rsid w:val="00F31669"/>
    <w:rsid w:val="00F319FD"/>
    <w:rsid w:val="00F32709"/>
    <w:rsid w:val="00F328D2"/>
    <w:rsid w:val="00F32F3E"/>
    <w:rsid w:val="00F338AA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0FB6"/>
    <w:rsid w:val="00F41395"/>
    <w:rsid w:val="00F41555"/>
    <w:rsid w:val="00F41FB7"/>
    <w:rsid w:val="00F42B27"/>
    <w:rsid w:val="00F42E93"/>
    <w:rsid w:val="00F42FD7"/>
    <w:rsid w:val="00F42FE8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46578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8E8"/>
    <w:rsid w:val="00F53E77"/>
    <w:rsid w:val="00F53ED5"/>
    <w:rsid w:val="00F542D7"/>
    <w:rsid w:val="00F545CC"/>
    <w:rsid w:val="00F546FA"/>
    <w:rsid w:val="00F549E0"/>
    <w:rsid w:val="00F5735C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11D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DC4"/>
    <w:rsid w:val="00F9519D"/>
    <w:rsid w:val="00F95496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BD2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46BD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546BD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6BD2"/>
    <w:rPr>
      <w:rFonts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546BD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546B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34C5"/>
    <w:rPr>
      <w:rFonts w:cs="Times New Roman"/>
      <w:sz w:val="24"/>
    </w:rPr>
  </w:style>
  <w:style w:type="paragraph" w:customStyle="1" w:styleId="FORMATTEXT">
    <w:name w:val=".FORMATTEXT"/>
    <w:uiPriority w:val="99"/>
    <w:rsid w:val="00546B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uiPriority w:val="99"/>
    <w:rsid w:val="00BF55CE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2F685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F6856"/>
    <w:rPr>
      <w:rFonts w:ascii="Tahoma" w:hAnsi="Tahoma" w:cs="Times New Roman"/>
      <w:sz w:val="16"/>
    </w:rPr>
  </w:style>
  <w:style w:type="paragraph" w:customStyle="1" w:styleId="ConsNormal">
    <w:name w:val="ConsNormal"/>
    <w:uiPriority w:val="99"/>
    <w:rsid w:val="004D12F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9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99</Words>
  <Characters>566</Characters>
  <Application>Microsoft Office Outlook</Application>
  <DocSecurity>0</DocSecurity>
  <Lines>0</Lines>
  <Paragraphs>0</Paragraphs>
  <ScaleCrop>false</ScaleCrop>
  <Company>zsuo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subject/>
  <dc:creator>user</dc:creator>
  <cp:keywords/>
  <dc:description/>
  <cp:lastModifiedBy>Пользователь</cp:lastModifiedBy>
  <cp:revision>9</cp:revision>
  <cp:lastPrinted>2015-11-27T09:20:00Z</cp:lastPrinted>
  <dcterms:created xsi:type="dcterms:W3CDTF">2015-10-27T06:54:00Z</dcterms:created>
  <dcterms:modified xsi:type="dcterms:W3CDTF">2015-12-07T07:09:00Z</dcterms:modified>
</cp:coreProperties>
</file>