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Закон Ульяновской области</w:t>
      </w: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52D9" w:rsidRPr="00096DC6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40"/>
          <w:szCs w:val="40"/>
        </w:rPr>
      </w:pP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33EE3">
        <w:rPr>
          <w:rFonts w:ascii="Times New Roman CYR" w:hAnsi="Times New Roman CYR" w:cs="Times New Roman CYR"/>
          <w:b/>
          <w:bCs/>
          <w:sz w:val="28"/>
          <w:szCs w:val="28"/>
        </w:rPr>
        <w:t>О внесении изменени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й в отдельные законодательные акты </w:t>
      </w: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Ульяновской области</w:t>
      </w: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52D9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52D9" w:rsidRPr="00096DC6" w:rsidRDefault="000552D9" w:rsidP="00D260B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0552D9" w:rsidRDefault="000552D9" w:rsidP="00BA0D3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7B7920">
        <w:rPr>
          <w:rFonts w:ascii="Times New Roman CYR" w:hAnsi="Times New Roman CYR" w:cs="Times New Roman CYR"/>
          <w:b/>
          <w:sz w:val="28"/>
          <w:szCs w:val="28"/>
        </w:rPr>
        <w:t>Статья 1</w:t>
      </w:r>
    </w:p>
    <w:p w:rsidR="000552D9" w:rsidRPr="00096DC6" w:rsidRDefault="000552D9" w:rsidP="00BA0D3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</w:p>
    <w:p w:rsidR="000552D9" w:rsidRPr="00096DC6" w:rsidRDefault="000552D9" w:rsidP="00BA0D3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</w:p>
    <w:p w:rsidR="000552D9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статью 5</w:t>
      </w:r>
      <w:r w:rsidRPr="006F78D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530DA6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Ульяновской области от </w:t>
      </w:r>
      <w:r w:rsidRPr="00530DA6">
        <w:rPr>
          <w:sz w:val="28"/>
          <w:szCs w:val="28"/>
        </w:rPr>
        <w:t xml:space="preserve">9 июня 2005 года  </w:t>
      </w:r>
      <w:r>
        <w:rPr>
          <w:sz w:val="28"/>
          <w:szCs w:val="28"/>
        </w:rPr>
        <w:br/>
      </w:r>
      <w:r w:rsidRPr="0026598C">
        <w:rPr>
          <w:spacing w:val="-4"/>
          <w:sz w:val="28"/>
          <w:szCs w:val="28"/>
        </w:rPr>
        <w:t xml:space="preserve">№ 043-ЗО «О Правительстве Ульяновской области» («Ульяновская правда» </w:t>
      </w:r>
      <w:r w:rsidRPr="0026598C">
        <w:rPr>
          <w:spacing w:val="-4"/>
          <w:sz w:val="28"/>
          <w:szCs w:val="28"/>
        </w:rPr>
        <w:br/>
        <w:t xml:space="preserve">от 15.06.2005 № 60; от 09.12.2005 № 114; от 05.04.2006 № 23; от 10.06.2006 № 43; </w:t>
      </w:r>
      <w:r w:rsidRPr="0026598C">
        <w:rPr>
          <w:spacing w:val="-4"/>
          <w:sz w:val="28"/>
          <w:szCs w:val="28"/>
        </w:rPr>
        <w:br/>
        <w:t xml:space="preserve">от 08.11.2006 № 86; от 09.12.2006 № 97; от 05.05.2007 № 37; от 09.06.2007 № 47; </w:t>
      </w:r>
      <w:r w:rsidRPr="0026598C">
        <w:rPr>
          <w:spacing w:val="-4"/>
          <w:sz w:val="28"/>
          <w:szCs w:val="28"/>
        </w:rPr>
        <w:br/>
        <w:t xml:space="preserve">от 13.11.2007 № 96; от 22.12.2007 № 110; от 23.04.2008 № 35; от 13.06.2008 № 48; </w:t>
      </w:r>
      <w:r w:rsidRPr="0026598C">
        <w:rPr>
          <w:spacing w:val="-4"/>
          <w:sz w:val="28"/>
          <w:szCs w:val="28"/>
        </w:rPr>
        <w:br/>
        <w:t xml:space="preserve">от 07.11.2008 № 91; от 19.12.2008 № 103; от 06.03.2009 № 17; от 30.04.2009 № 33; </w:t>
      </w:r>
      <w:r w:rsidRPr="0026598C">
        <w:rPr>
          <w:spacing w:val="-4"/>
          <w:sz w:val="28"/>
          <w:szCs w:val="28"/>
        </w:rPr>
        <w:br/>
        <w:t xml:space="preserve">от 05.08.2009 № 63; от 04.12.2009 № 97; от 10.03.2010 № 17; от 12.05.2010 № 35-36; </w:t>
      </w:r>
      <w:r w:rsidRPr="0026598C">
        <w:rPr>
          <w:spacing w:val="-4"/>
          <w:sz w:val="28"/>
          <w:szCs w:val="28"/>
        </w:rPr>
        <w:br/>
        <w:t xml:space="preserve">от 09.10.2010 № 83; от 22.10.2010 № 87; от 06.05.2011 № 48; от 28.12.2011 № 147; </w:t>
      </w:r>
      <w:r w:rsidRPr="0026598C">
        <w:rPr>
          <w:spacing w:val="-4"/>
          <w:sz w:val="28"/>
          <w:szCs w:val="28"/>
        </w:rPr>
        <w:br/>
        <w:t xml:space="preserve">от 04.05.2012 № 45; от 29.06.2012 № 67; от 10.10.2012 № 111; от 01.03.2013 № 23; </w:t>
      </w:r>
      <w:r w:rsidRPr="0026598C">
        <w:rPr>
          <w:spacing w:val="-4"/>
          <w:sz w:val="28"/>
          <w:szCs w:val="28"/>
        </w:rPr>
        <w:br/>
        <w:t xml:space="preserve">от 07.06.2013 № 60-61; от 08.11.2013 № 143; от 11.11.2013 № 144; от 28.12.2013 </w:t>
      </w:r>
      <w:r w:rsidRPr="0026598C">
        <w:rPr>
          <w:spacing w:val="-4"/>
          <w:sz w:val="28"/>
          <w:szCs w:val="28"/>
        </w:rPr>
        <w:br/>
        <w:t>№ 173; от 09.06.2014 № 82-83; от 10.07.2014 № 98; от 14.05.2015 № 62; от 09.11.2015 № 156; от 19.12.2015 № 183) следующие изменения:</w:t>
      </w:r>
    </w:p>
    <w:p w:rsidR="000552D9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наименование после слова «Ограничения» дополнить словами </w:t>
      </w:r>
      <w:r>
        <w:rPr>
          <w:sz w:val="28"/>
          <w:szCs w:val="28"/>
        </w:rPr>
        <w:br/>
        <w:t>«и обязанности»;</w:t>
      </w:r>
    </w:p>
    <w:p w:rsidR="000552D9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1 после слов «распространяются ограничения» дополнить словами </w:t>
      </w:r>
      <w:r>
        <w:rPr>
          <w:sz w:val="28"/>
          <w:szCs w:val="28"/>
        </w:rPr>
        <w:br/>
        <w:t>«и обязанности».</w:t>
      </w:r>
    </w:p>
    <w:p w:rsidR="000552D9" w:rsidRPr="00B668F9" w:rsidRDefault="000552D9" w:rsidP="00B668F9">
      <w:pPr>
        <w:pStyle w:val="ConsPlusNormal"/>
        <w:ind w:firstLine="709"/>
        <w:jc w:val="both"/>
        <w:rPr>
          <w:sz w:val="16"/>
          <w:szCs w:val="28"/>
        </w:rPr>
      </w:pPr>
    </w:p>
    <w:p w:rsidR="000552D9" w:rsidRPr="00096DC6" w:rsidRDefault="000552D9" w:rsidP="00B668F9">
      <w:pPr>
        <w:pStyle w:val="ConsPlusNormal"/>
        <w:ind w:firstLine="709"/>
        <w:jc w:val="both"/>
        <w:rPr>
          <w:szCs w:val="24"/>
        </w:rPr>
      </w:pPr>
    </w:p>
    <w:p w:rsidR="000552D9" w:rsidRDefault="000552D9" w:rsidP="00B668F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7B7920">
        <w:rPr>
          <w:rFonts w:ascii="Times New Roman CYR" w:hAnsi="Times New Roman CYR" w:cs="Times New Roman CYR"/>
          <w:b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sz w:val="28"/>
          <w:szCs w:val="28"/>
        </w:rPr>
        <w:t>2</w:t>
      </w:r>
    </w:p>
    <w:p w:rsidR="000552D9" w:rsidRPr="00096DC6" w:rsidRDefault="000552D9" w:rsidP="00550B03">
      <w:pPr>
        <w:tabs>
          <w:tab w:val="left" w:pos="501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</w:p>
    <w:p w:rsidR="000552D9" w:rsidRPr="00096DC6" w:rsidRDefault="000552D9" w:rsidP="00C949A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</w:rPr>
      </w:pPr>
    </w:p>
    <w:p w:rsidR="000552D9" w:rsidRDefault="000552D9" w:rsidP="00B668F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Внести в Закон Ульяновской области от 30 января 2006 года  № 06-ЗО                 </w:t>
      </w:r>
      <w:r w:rsidRPr="00D260B9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государственных должностях Ульяновской области</w:t>
      </w:r>
      <w:r w:rsidRPr="00D260B9">
        <w:rPr>
          <w:sz w:val="28"/>
          <w:szCs w:val="28"/>
        </w:rPr>
        <w:t>» («</w:t>
      </w:r>
      <w:r>
        <w:rPr>
          <w:rFonts w:ascii="Times New Roman CYR" w:hAnsi="Times New Roman CYR" w:cs="Times New Roman CYR"/>
          <w:sz w:val="28"/>
          <w:szCs w:val="28"/>
        </w:rPr>
        <w:t>Ульяновская правда</w:t>
      </w:r>
      <w:r w:rsidRPr="00D260B9">
        <w:rPr>
          <w:sz w:val="28"/>
          <w:szCs w:val="28"/>
        </w:rPr>
        <w:t xml:space="preserve">» </w:t>
      </w:r>
      <w:r>
        <w:rPr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</w:rPr>
        <w:t xml:space="preserve">от 01.02.2006 № 7; от 10.06.2006 № 43; от 07.07.2006 № 51; от 08.11.2006 № 86;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22.12.2007 № 110; от 26.12.2007 № 111; от 28.03.2008 № 28; от 07.11.2008 № 91;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19.12.2008 № 103; от 06.03.2009 № 17; от 30.04.2009 № 33; от 04.12.2009 № 97;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10.03.2010 № 17; от 12.05.2010 № 35-36; от 13.10.2010 № 84;  от 04.02.2011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12-13; от 04.03.2011 № 23; от 06.05.2011 № 48; от 12.10.2011 № 115;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28.12.2011 № 147; от 04.05.2012 № 45; от 29.06.2012 № 67; от 01.03.2013 № 23;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13.03.2013 № 27; от 08.05.2013 № 48; от 07.09.2013 № 109; от 07.10.2013 № 125;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08.11.2013 № 143; от 11.11.2013 № 144; от 05.12.2013 № 158;  от 28.12.2013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№ 173; от 31.03.2014 № 45; от 08.05.2014 № 65; от 09.06.2014 № 82-83;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от 09.10.2014 № 149; от 10.11.2014 № 163-164; от 06.04.2015 № 44; от 09.11.2015 </w:t>
      </w:r>
      <w:r>
        <w:rPr>
          <w:rFonts w:ascii="Times New Roman CYR" w:hAnsi="Times New Roman CYR" w:cs="Times New Roman CYR"/>
          <w:sz w:val="28"/>
          <w:szCs w:val="28"/>
        </w:rPr>
        <w:br/>
        <w:t>№ 156) следующие изменения:</w:t>
      </w:r>
    </w:p>
    <w:p w:rsidR="000552D9" w:rsidRPr="00264346" w:rsidRDefault="000552D9" w:rsidP="00B668F9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</w:t>
      </w:r>
      <w:r>
        <w:rPr>
          <w:sz w:val="28"/>
          <w:szCs w:val="28"/>
        </w:rPr>
        <w:t>в части 3 статьи 8</w:t>
      </w:r>
      <w:r w:rsidRPr="0037078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слово «, </w:t>
      </w:r>
      <w:r w:rsidRPr="00264346">
        <w:rPr>
          <w:sz w:val="28"/>
          <w:szCs w:val="28"/>
        </w:rPr>
        <w:t>акций</w:t>
      </w:r>
      <w:r>
        <w:rPr>
          <w:sz w:val="28"/>
          <w:szCs w:val="28"/>
        </w:rPr>
        <w:t>»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0552D9" w:rsidRDefault="000552D9" w:rsidP="00B668F9">
      <w:pPr>
        <w:autoSpaceDE w:val="0"/>
        <w:autoSpaceDN w:val="0"/>
        <w:adjustRightInd w:val="0"/>
        <w:spacing w:line="365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2) статью</w:t>
      </w:r>
      <w:r w:rsidRPr="0037078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изложить в следующей редакции:</w:t>
      </w:r>
    </w:p>
    <w:tbl>
      <w:tblPr>
        <w:tblW w:w="9345" w:type="dxa"/>
        <w:tblInd w:w="828" w:type="dxa"/>
        <w:tblLook w:val="0000"/>
      </w:tblPr>
      <w:tblGrid>
        <w:gridCol w:w="1620"/>
        <w:gridCol w:w="7725"/>
      </w:tblGrid>
      <w:tr w:rsidR="000552D9" w:rsidTr="0026598C">
        <w:trPr>
          <w:trHeight w:val="360"/>
        </w:trPr>
        <w:tc>
          <w:tcPr>
            <w:tcW w:w="1620" w:type="dxa"/>
          </w:tcPr>
          <w:p w:rsidR="000552D9" w:rsidRDefault="000552D9" w:rsidP="00163416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9A4633"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Статья 9</w:t>
            </w:r>
            <w:r>
              <w:rPr>
                <w:rFonts w:ascii="Times New Roman CYR" w:hAnsi="Times New Roman CYR" w:cs="Times New Roman CYR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  <w:tc>
          <w:tcPr>
            <w:tcW w:w="7725" w:type="dxa"/>
          </w:tcPr>
          <w:p w:rsidR="000552D9" w:rsidRPr="008367FD" w:rsidRDefault="000552D9" w:rsidP="00102151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Порядок проведения проверок достоверности и полноты сведений о доходах, об имуществе и обязательствах имущественного характера, представленных лицами, замещающими отдельные государственные должности,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а также соблюдения налагаемых на них ограничений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>и обязанностей</w:t>
            </w:r>
          </w:p>
        </w:tc>
      </w:tr>
    </w:tbl>
    <w:p w:rsidR="000552D9" w:rsidRDefault="000552D9" w:rsidP="00102151">
      <w:pPr>
        <w:pStyle w:val="ConsPlusNormal"/>
        <w:ind w:firstLine="709"/>
        <w:jc w:val="both"/>
        <w:rPr>
          <w:sz w:val="28"/>
          <w:szCs w:val="28"/>
        </w:rPr>
      </w:pPr>
      <w:bookmarkStart w:id="0" w:name="P41"/>
      <w:bookmarkEnd w:id="0"/>
    </w:p>
    <w:p w:rsidR="000552D9" w:rsidRDefault="000552D9" w:rsidP="00102151">
      <w:pPr>
        <w:pStyle w:val="ConsPlusNormal"/>
        <w:ind w:firstLine="709"/>
        <w:jc w:val="both"/>
        <w:rPr>
          <w:sz w:val="28"/>
          <w:szCs w:val="28"/>
        </w:rPr>
      </w:pP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C30BD">
        <w:rPr>
          <w:sz w:val="28"/>
          <w:szCs w:val="28"/>
        </w:rPr>
        <w:t xml:space="preserve">Решение о проведении проверки достоверности и полноты представленных лицом, замещающим государственную должность, не указанную в </w:t>
      </w:r>
      <w:hyperlink r:id="rId6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7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8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9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0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1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2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детей, равно как и решение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о проведении проверки соблюдения им налагаемых Федеральным </w:t>
      </w:r>
      <w:hyperlink r:id="rId13" w:history="1">
        <w:r w:rsidRPr="00DC30BD">
          <w:rPr>
            <w:sz w:val="28"/>
            <w:szCs w:val="28"/>
          </w:rPr>
          <w:t>законом</w:t>
        </w:r>
      </w:hyperlink>
      <w:r w:rsidRPr="00DC30B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</w:t>
      </w:r>
      <w:r w:rsidRPr="00DC30B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DC30BD">
        <w:rPr>
          <w:sz w:val="28"/>
          <w:szCs w:val="28"/>
        </w:rPr>
        <w:t xml:space="preserve"> и иными федеральными законами, а также законами Ульяновской области ограничений и обязанностей, принимается Губернатором Ульяновской области и оформляется правовым актом Губернатора Ульяновской области.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Решение о проведении проверки достоверности и полноты представленных лицом, претендующим на замещение государственной должности, не указанной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</w:t>
      </w:r>
      <w:hyperlink r:id="rId14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5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6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7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8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9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20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 принимается Губернатором Ульяновской области и оформляется правовым актом Губернатора Ульяновской области.</w:t>
      </w:r>
    </w:p>
    <w:p w:rsidR="000552D9" w:rsidRPr="00C374D0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2. Организация указанных в </w:t>
      </w:r>
      <w:hyperlink w:anchor="P41" w:history="1">
        <w:r w:rsidRPr="00DC30BD">
          <w:rPr>
            <w:sz w:val="28"/>
            <w:szCs w:val="28"/>
          </w:rPr>
          <w:t>части 1</w:t>
        </w:r>
      </w:hyperlink>
      <w:r w:rsidRPr="00DC30BD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астоящей статьи проверок (далее –  проверки) возлагается на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, образуемое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>реализующее функци</w:t>
      </w:r>
      <w:r>
        <w:rPr>
          <w:sz w:val="28"/>
          <w:szCs w:val="28"/>
        </w:rPr>
        <w:t xml:space="preserve">и по профилактике коррупционных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>и иных правонарушений в Ульяновской области.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3. Основанием для проведения </w:t>
      </w:r>
      <w:r>
        <w:rPr>
          <w:sz w:val="28"/>
          <w:szCs w:val="28"/>
        </w:rPr>
        <w:t xml:space="preserve">проверок является поступившая Губернатору </w:t>
      </w:r>
      <w:r w:rsidRPr="00DC30BD">
        <w:rPr>
          <w:sz w:val="28"/>
          <w:szCs w:val="28"/>
        </w:rPr>
        <w:t>Ульяновской области в письменной форме: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1) информация кадровой службы соответствующего государственного органа Ульяновской области о непредставлении лицом, замещающим государственную должность, не указанную в </w:t>
      </w:r>
      <w:hyperlink r:id="rId21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22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23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24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25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26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27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должности, сведений о своих доходах, об имуществе и обязательствах имущественного характера, а также сведений о доходах, об имуществе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и обязательствах имущественного характера своих супруги (супруга)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и несовершеннолетних детей;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bookmarkStart w:id="1" w:name="P48"/>
      <w:bookmarkEnd w:id="1"/>
      <w:r w:rsidRPr="00DC30BD">
        <w:rPr>
          <w:sz w:val="28"/>
          <w:szCs w:val="28"/>
        </w:rPr>
        <w:t xml:space="preserve">2) информация, свидетельствующая о недостоверности и (или) неполноте представленных лицом, замещающим государственную должность, не указанную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</w:t>
      </w:r>
      <w:hyperlink r:id="rId28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29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30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31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32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33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34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на замещение такой государственной должности, сведений о своих доходах,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об имуществе и обязательствах имущественного характера, а также сведений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о доходах, об имуществе и обязательствах имущественного характера своих супруги (супруга) и несовершеннолетних детей и (или) свидетельствующая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о несоблюдении им налагаемых Федеральным </w:t>
      </w:r>
      <w:hyperlink r:id="rId35" w:history="1">
        <w:r w:rsidRPr="00DC30BD">
          <w:rPr>
            <w:sz w:val="28"/>
            <w:szCs w:val="28"/>
          </w:rPr>
          <w:t>законом</w:t>
        </w:r>
      </w:hyperlink>
      <w:r w:rsidRPr="00DC30B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C30B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DC30BD">
        <w:rPr>
          <w:sz w:val="28"/>
          <w:szCs w:val="28"/>
        </w:rPr>
        <w:t xml:space="preserve"> и иными федеральными законами, а также законами Ульяновской области ограничений и обязанностей, если такая информация представлена: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а) правоохранительными и другими государственными органами;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б) постоянно действующими руководящими органами политических партий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и региональных общественных объединений;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в) Общественной палатой Российской Федерации или Общественной палатой Ульяновской области;</w:t>
      </w:r>
    </w:p>
    <w:p w:rsidR="000552D9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t> </w:t>
      </w:r>
      <w:r w:rsidRPr="00DC30BD">
        <w:rPr>
          <w:sz w:val="28"/>
          <w:szCs w:val="28"/>
        </w:rPr>
        <w:t>редакциями общероссийских и региональ</w:t>
      </w:r>
      <w:r>
        <w:rPr>
          <w:sz w:val="28"/>
          <w:szCs w:val="28"/>
        </w:rPr>
        <w:t>ных средств массовой информации;</w:t>
      </w:r>
    </w:p>
    <w:p w:rsidR="000552D9" w:rsidRPr="00C374D0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73BE8">
        <w:rPr>
          <w:sz w:val="28"/>
          <w:szCs w:val="28"/>
        </w:rPr>
        <w:t>д) кадровыми службами соответствующих государственных органов Ульяновской области или</w:t>
      </w:r>
      <w:r w:rsidRPr="00C374D0">
        <w:rPr>
          <w:color w:val="FF0000"/>
          <w:sz w:val="28"/>
          <w:szCs w:val="28"/>
        </w:rPr>
        <w:t xml:space="preserve">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м, образуемым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</w:t>
      </w:r>
      <w:r>
        <w:rPr>
          <w:sz w:val="28"/>
          <w:szCs w:val="28"/>
        </w:rPr>
        <w:t>ующим</w:t>
      </w:r>
      <w:r w:rsidRPr="00C374D0">
        <w:rPr>
          <w:sz w:val="28"/>
          <w:szCs w:val="28"/>
        </w:rPr>
        <w:t xml:space="preserve"> функции по профилактике коррупционных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>и иных правонарушений в Ульяновской области.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896418">
        <w:rPr>
          <w:sz w:val="28"/>
          <w:szCs w:val="28"/>
        </w:rPr>
        <w:t>4. Проверки</w:t>
      </w:r>
      <w:r w:rsidRPr="00DC30BD">
        <w:rPr>
          <w:sz w:val="28"/>
          <w:szCs w:val="28"/>
        </w:rPr>
        <w:t xml:space="preserve"> проводятся в срок, не превышающий 60 рабочих дней со дня принятия решения об их проведении. Срок проведения проверок может быть продл</w:t>
      </w:r>
      <w:r>
        <w:rPr>
          <w:sz w:val="28"/>
          <w:szCs w:val="28"/>
        </w:rPr>
        <w:t>ё</w:t>
      </w:r>
      <w:r w:rsidRPr="00DC30BD">
        <w:rPr>
          <w:sz w:val="28"/>
          <w:szCs w:val="28"/>
        </w:rPr>
        <w:t xml:space="preserve">н до 90 рабочих дней </w:t>
      </w:r>
      <w:r>
        <w:rPr>
          <w:sz w:val="28"/>
          <w:szCs w:val="28"/>
        </w:rPr>
        <w:t>решением Губернатора Ульяновской области</w:t>
      </w:r>
      <w:r w:rsidRPr="00DC30BD">
        <w:rPr>
          <w:sz w:val="28"/>
          <w:szCs w:val="28"/>
        </w:rPr>
        <w:t>.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5. При проведении проверок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, образуемое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реализующее функции по профилактике коррупционных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>и иных правонарушений в Ульяновской области, вправе</w:t>
      </w:r>
      <w:r w:rsidRPr="00DC30BD">
        <w:rPr>
          <w:sz w:val="28"/>
          <w:szCs w:val="28"/>
        </w:rPr>
        <w:t>:</w:t>
      </w:r>
    </w:p>
    <w:p w:rsidR="000552D9" w:rsidRPr="00DC30BD" w:rsidRDefault="000552D9" w:rsidP="00C949AA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1) проводить собеседование с лицом, замещающим государственную должность, не указанную в </w:t>
      </w:r>
      <w:hyperlink r:id="rId36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37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>,</w:t>
      </w:r>
      <w:r w:rsidRPr="00A86ACC">
        <w:rPr>
          <w:sz w:val="28"/>
          <w:szCs w:val="28"/>
        </w:rPr>
        <w:t xml:space="preserve"> </w:t>
      </w:r>
      <w:hyperlink r:id="rId38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39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40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41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42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должности;</w:t>
      </w:r>
    </w:p>
    <w:p w:rsidR="000552D9" w:rsidRPr="00DC30BD" w:rsidRDefault="000552D9" w:rsidP="00C949AA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2) изучать представленные лицом, замещающим государственную должность, не указанную в </w:t>
      </w:r>
      <w:hyperlink r:id="rId43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44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45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46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47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48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49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</w:t>
      </w:r>
      <w:r>
        <w:rPr>
          <w:sz w:val="28"/>
          <w:szCs w:val="28"/>
        </w:rPr>
        <w:t xml:space="preserve">й должности, сведения о доходах, </w:t>
      </w:r>
      <w:r w:rsidRPr="00DC30BD">
        <w:rPr>
          <w:sz w:val="28"/>
          <w:szCs w:val="28"/>
        </w:rPr>
        <w:t xml:space="preserve">об имуществе и обязательствах имущественного характера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и дополнительные материалы, которые приобщаются к материалам проверок;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3) получать от лица, замещающего государственную должность,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не указанную в </w:t>
      </w:r>
      <w:hyperlink r:id="rId50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51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52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53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54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55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56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либо претендующего на замещение такой государственной должности, пояснения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по представленным им сведениям о доходах, об имуществе и обязательствах имущественного характера и дополнительным материалам;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4) направлять в установленном порядке запрос в органы прокуратуры, иные государственные органы, органы местного самоуправления, в организации </w:t>
      </w:r>
      <w:r>
        <w:rPr>
          <w:sz w:val="28"/>
          <w:szCs w:val="28"/>
        </w:rPr>
        <w:br/>
        <w:t xml:space="preserve">об имеющихся </w:t>
      </w:r>
      <w:r w:rsidRPr="00DC30BD">
        <w:rPr>
          <w:sz w:val="28"/>
          <w:szCs w:val="28"/>
        </w:rPr>
        <w:t>сведениях: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а) о доходах, об имуществе и обязательствах имущественного характера лица, замещающего государственную должность, не указанную в </w:t>
      </w:r>
      <w:hyperlink r:id="rId57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58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59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60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61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62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63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претендующего на замещение такой государственной должности, его супруги (супруга) и несовершеннолетних детей;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б) о соблюдении лицом, замещающим государственную должность,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не указанную в </w:t>
      </w:r>
      <w:hyperlink r:id="rId64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65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66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67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68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69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70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налагаемых на него ограничений и обязанностей;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5) наводить справки у физических лиц и получать от них информацию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с их согласия;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6) осуществлять анализ сведений, представленных лицом, замещающим государственную должность, не указанную в </w:t>
      </w:r>
      <w:hyperlink r:id="rId71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72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73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74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75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76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77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должности, в соответствии с законодательством Российской Федерации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о противодействии коррупции.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6. </w:t>
      </w:r>
      <w:r>
        <w:rPr>
          <w:sz w:val="28"/>
          <w:szCs w:val="28"/>
        </w:rPr>
        <w:t>П</w:t>
      </w:r>
      <w:r w:rsidRPr="00C374D0">
        <w:rPr>
          <w:sz w:val="28"/>
          <w:szCs w:val="28"/>
        </w:rPr>
        <w:t>одразделение</w:t>
      </w:r>
      <w:r>
        <w:rPr>
          <w:sz w:val="28"/>
          <w:szCs w:val="28"/>
        </w:rPr>
        <w:t>, образуемое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 xml:space="preserve">реализующее функции по профилактике коррупционных и иных правонарушений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>в</w:t>
      </w:r>
      <w:r>
        <w:rPr>
          <w:sz w:val="28"/>
          <w:szCs w:val="28"/>
        </w:rPr>
        <w:t xml:space="preserve"> Ульяновской области</w:t>
      </w:r>
      <w:r w:rsidRPr="00C374D0">
        <w:rPr>
          <w:sz w:val="28"/>
          <w:szCs w:val="28"/>
        </w:rPr>
        <w:t>, о</w:t>
      </w:r>
      <w:r w:rsidRPr="00DC30BD">
        <w:rPr>
          <w:sz w:val="28"/>
          <w:szCs w:val="28"/>
        </w:rPr>
        <w:t>беспечивает:</w:t>
      </w:r>
    </w:p>
    <w:p w:rsidR="000552D9" w:rsidRPr="00DC30BD" w:rsidRDefault="000552D9" w:rsidP="0026598C">
      <w:pPr>
        <w:pStyle w:val="ConsPlusNormal"/>
        <w:spacing w:line="353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1) уведомление в письменной форме лица, замещающего государственную должность, не указанную в </w:t>
      </w:r>
      <w:hyperlink r:id="rId78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79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80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81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82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83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84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претендующего на замещение такой государственной должности,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о проведе</w:t>
      </w:r>
      <w:r>
        <w:rPr>
          <w:sz w:val="28"/>
          <w:szCs w:val="28"/>
        </w:rPr>
        <w:t xml:space="preserve">нии в отношении его проверок – в </w:t>
      </w:r>
      <w:r w:rsidRPr="00DC30BD">
        <w:rPr>
          <w:sz w:val="28"/>
          <w:szCs w:val="28"/>
        </w:rPr>
        <w:t>течение двух рабочих дней со дня издания соответствующего правового акта Губернатора Ульяновской области;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bookmarkStart w:id="2" w:name="P72"/>
      <w:bookmarkEnd w:id="2"/>
      <w:r w:rsidRPr="00DC30BD">
        <w:rPr>
          <w:sz w:val="28"/>
          <w:szCs w:val="28"/>
        </w:rPr>
        <w:t xml:space="preserve">2) проведение в случае обращения лица, замещающего государственную должность, не указанную в </w:t>
      </w:r>
      <w:hyperlink r:id="rId85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86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87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88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89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90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91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претендующего на замещение такой государственной должности, беседы с ним, в ходе которой </w:t>
      </w:r>
      <w:r>
        <w:rPr>
          <w:sz w:val="28"/>
          <w:szCs w:val="28"/>
        </w:rPr>
        <w:t>указанное лицо</w:t>
      </w:r>
      <w:r w:rsidRPr="00DC30BD">
        <w:rPr>
          <w:sz w:val="28"/>
          <w:szCs w:val="28"/>
        </w:rPr>
        <w:t xml:space="preserve"> должно быть проинформировано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о том, полнота и достоверность каких представляемых им сведений и соблюдение каких налагаемых на него ограничений и обязанностей подлежат проверкам, </w:t>
      </w:r>
      <w:r>
        <w:rPr>
          <w:sz w:val="28"/>
          <w:szCs w:val="28"/>
        </w:rPr>
        <w:t>–</w:t>
      </w:r>
      <w:r w:rsidRPr="00DC30B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в течение семи рабочих дней со дня получения обращения лица, замещающего такую государственную должность либо претендующего на е</w:t>
      </w:r>
      <w:r>
        <w:rPr>
          <w:sz w:val="28"/>
          <w:szCs w:val="28"/>
        </w:rPr>
        <w:t>ё</w:t>
      </w:r>
      <w:r w:rsidRPr="00DC30BD">
        <w:rPr>
          <w:sz w:val="28"/>
          <w:szCs w:val="28"/>
        </w:rPr>
        <w:t xml:space="preserve"> замещение, а при наличии уважительной причины </w:t>
      </w:r>
      <w:r>
        <w:rPr>
          <w:sz w:val="28"/>
          <w:szCs w:val="28"/>
        </w:rPr>
        <w:t>–</w:t>
      </w:r>
      <w:r w:rsidRPr="00DC30BD">
        <w:rPr>
          <w:sz w:val="28"/>
          <w:szCs w:val="28"/>
        </w:rPr>
        <w:t xml:space="preserve"> в срок, согласованный с лицом, замещающим эту государственную должность либо претендующим на е</w:t>
      </w:r>
      <w:r>
        <w:rPr>
          <w:sz w:val="28"/>
          <w:szCs w:val="28"/>
        </w:rPr>
        <w:t>ё</w:t>
      </w:r>
      <w:r w:rsidRPr="00DC30BD">
        <w:rPr>
          <w:sz w:val="28"/>
          <w:szCs w:val="28"/>
        </w:rPr>
        <w:t xml:space="preserve"> замещение.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t> </w:t>
      </w:r>
      <w:r w:rsidRPr="00DC30BD">
        <w:rPr>
          <w:sz w:val="28"/>
          <w:szCs w:val="28"/>
        </w:rPr>
        <w:t>По окончании проведения проверок</w:t>
      </w:r>
      <w:r w:rsidRPr="00373BE8">
        <w:rPr>
          <w:color w:val="FF0000"/>
          <w:sz w:val="28"/>
          <w:szCs w:val="28"/>
        </w:rPr>
        <w:t xml:space="preserve">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 xml:space="preserve">, образуемое </w:t>
      </w:r>
      <w:r>
        <w:rPr>
          <w:sz w:val="28"/>
          <w:szCs w:val="28"/>
        </w:rPr>
        <w:br/>
        <w:t>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реализующее функции по профилактике коррупционных и иных правонарушений в Ульяновской области,</w:t>
      </w:r>
      <w:r>
        <w:rPr>
          <w:color w:val="FF0000"/>
          <w:sz w:val="28"/>
          <w:szCs w:val="28"/>
        </w:rPr>
        <w:t xml:space="preserve"> </w:t>
      </w:r>
      <w:r w:rsidRPr="00DC30BD">
        <w:rPr>
          <w:sz w:val="28"/>
          <w:szCs w:val="28"/>
        </w:rPr>
        <w:t>обязан</w:t>
      </w:r>
      <w:r>
        <w:rPr>
          <w:sz w:val="28"/>
          <w:szCs w:val="28"/>
        </w:rPr>
        <w:t xml:space="preserve">о </w:t>
      </w:r>
      <w:r w:rsidRPr="00DC30BD">
        <w:rPr>
          <w:sz w:val="28"/>
          <w:szCs w:val="28"/>
        </w:rPr>
        <w:t xml:space="preserve">ознакомить лицо, замещающее государственную должность, не указанную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</w:t>
      </w:r>
      <w:hyperlink r:id="rId92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93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94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95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96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97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98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претендующее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на замещение такой государственной должности, с их результатами.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8. Лицо, замещающее государственную должность, не указанную в </w:t>
      </w:r>
      <w:hyperlink r:id="rId99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00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01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02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03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04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05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претендующее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на замещение такой государственной должности, вправе: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1) давать пояснения в письменной форме: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а) в ходе проведения проверок;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б) по вопросам, указанным в </w:t>
      </w:r>
      <w:hyperlink w:anchor="P72" w:history="1">
        <w:r w:rsidRPr="00DC30BD">
          <w:rPr>
            <w:sz w:val="28"/>
            <w:szCs w:val="28"/>
          </w:rPr>
          <w:t>пункте 2 части 6</w:t>
        </w:r>
      </w:hyperlink>
      <w:r w:rsidRPr="00DC30BD">
        <w:rPr>
          <w:sz w:val="28"/>
          <w:szCs w:val="28"/>
        </w:rPr>
        <w:t xml:space="preserve"> настоящей статьи;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в) по результатам проверок;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2) представлять дополнительные материалы и давать по ним пояснения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в письменной форме;</w:t>
      </w:r>
    </w:p>
    <w:p w:rsidR="000552D9" w:rsidRPr="00DC30BD" w:rsidRDefault="000552D9" w:rsidP="00B668F9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3) обращаться </w:t>
      </w:r>
      <w:r>
        <w:rPr>
          <w:sz w:val="28"/>
          <w:szCs w:val="28"/>
        </w:rPr>
        <w:t xml:space="preserve">в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, образуемое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 xml:space="preserve">реализующее функции по профилактике коррупционных и иных правонарушений в Ульяновской области, </w:t>
      </w:r>
      <w:r w:rsidRPr="00DC30BD">
        <w:rPr>
          <w:sz w:val="28"/>
          <w:szCs w:val="28"/>
        </w:rPr>
        <w:t xml:space="preserve">с подлежащим удовлетворению ходатайством о проведении с ним беседы по вопросам, указанным в </w:t>
      </w:r>
      <w:hyperlink w:anchor="P72" w:history="1">
        <w:r w:rsidRPr="00DC30BD">
          <w:rPr>
            <w:sz w:val="28"/>
            <w:szCs w:val="28"/>
          </w:rPr>
          <w:t>пункте 2 части 6</w:t>
        </w:r>
      </w:hyperlink>
      <w:r w:rsidRPr="00DC30BD">
        <w:rPr>
          <w:sz w:val="28"/>
          <w:szCs w:val="28"/>
        </w:rPr>
        <w:t xml:space="preserve"> настоящей статьи.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3" w:name="P84"/>
      <w:bookmarkEnd w:id="3"/>
      <w:r w:rsidRPr="00DC30BD">
        <w:rPr>
          <w:sz w:val="28"/>
          <w:szCs w:val="28"/>
        </w:rPr>
        <w:t xml:space="preserve">9. Руководитель </w:t>
      </w:r>
      <w:r>
        <w:rPr>
          <w:sz w:val="28"/>
          <w:szCs w:val="28"/>
        </w:rPr>
        <w:t>подразделения, образуемого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>реализующе</w:t>
      </w:r>
      <w:r>
        <w:rPr>
          <w:sz w:val="28"/>
          <w:szCs w:val="28"/>
        </w:rPr>
        <w:t>го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области,</w:t>
      </w:r>
      <w:r>
        <w:rPr>
          <w:color w:val="FF0000"/>
          <w:sz w:val="28"/>
          <w:szCs w:val="28"/>
        </w:rPr>
        <w:t xml:space="preserve"> </w:t>
      </w:r>
      <w:r w:rsidRPr="00DC30BD">
        <w:rPr>
          <w:sz w:val="28"/>
          <w:szCs w:val="28"/>
        </w:rPr>
        <w:t>представляет Губернатору Ульяновской области доклад об их результатах.</w:t>
      </w:r>
      <w:r>
        <w:rPr>
          <w:sz w:val="28"/>
          <w:szCs w:val="28"/>
        </w:rPr>
        <w:t xml:space="preserve"> </w:t>
      </w:r>
      <w:r w:rsidRPr="00DC30BD">
        <w:rPr>
          <w:sz w:val="28"/>
          <w:szCs w:val="28"/>
        </w:rPr>
        <w:t>При этом в докладе должен содержаться один из следующих выводов: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1) сведения, представленные лицом, замещающим государственную должность, не указанную в </w:t>
      </w:r>
      <w:hyperlink r:id="rId106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07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08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09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10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11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12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в отношении которого проводилась проверка, являются достоверными;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4" w:name="P88"/>
      <w:bookmarkEnd w:id="4"/>
      <w:r w:rsidRPr="00DC30BD">
        <w:rPr>
          <w:sz w:val="28"/>
          <w:szCs w:val="28"/>
        </w:rPr>
        <w:t xml:space="preserve">2) сведения, представленные лицом, замещающим государственную должность, не указанную в </w:t>
      </w:r>
      <w:hyperlink r:id="rId113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14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15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16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17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18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19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отношении которого проводилась проверка, являются достоверными,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но неполными;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5" w:name="P90"/>
      <w:bookmarkEnd w:id="5"/>
      <w:r w:rsidRPr="00DC30BD">
        <w:rPr>
          <w:sz w:val="28"/>
          <w:szCs w:val="28"/>
        </w:rPr>
        <w:t xml:space="preserve">3) сведения, представленные лицом, замещающим государственную должность, не указанную в </w:t>
      </w:r>
      <w:hyperlink r:id="rId120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21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22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23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24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25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26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претендующим на замещение такой государственной должности,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в отношении которого проводилась проверка, являются недостоверными;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 xml:space="preserve">4) лицом, замещающим государственную должность, не указанную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</w:t>
      </w:r>
      <w:hyperlink r:id="rId127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28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29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30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31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32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33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в отношении которого проводилась проверка, соблюдены налагаемые на него ограничения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и обязанности;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6" w:name="P93"/>
      <w:bookmarkEnd w:id="6"/>
      <w:r w:rsidRPr="00DC30BD">
        <w:rPr>
          <w:sz w:val="28"/>
          <w:szCs w:val="28"/>
        </w:rPr>
        <w:t xml:space="preserve">5) лицом, замещающим государственную должность, не указанную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</w:t>
      </w:r>
      <w:hyperlink r:id="rId134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35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36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37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38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39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40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в отношении которого проводилась проверка, не соблюдены налагаемые на него ограничения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и обязанности.</w:t>
      </w:r>
    </w:p>
    <w:p w:rsidR="000552D9" w:rsidRPr="00DC30BD" w:rsidRDefault="000552D9" w:rsidP="0026598C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C30BD">
        <w:rPr>
          <w:sz w:val="28"/>
          <w:szCs w:val="28"/>
        </w:rPr>
        <w:t xml:space="preserve">В случаях, предусмотренных </w:t>
      </w:r>
      <w:hyperlink w:anchor="P88" w:history="1">
        <w:r w:rsidRPr="00DC30BD">
          <w:rPr>
            <w:sz w:val="28"/>
            <w:szCs w:val="28"/>
          </w:rPr>
          <w:t>пунктами 2</w:t>
        </w:r>
      </w:hyperlink>
      <w:r w:rsidRPr="00DC30BD">
        <w:rPr>
          <w:sz w:val="28"/>
          <w:szCs w:val="28"/>
        </w:rPr>
        <w:t xml:space="preserve">, </w:t>
      </w:r>
      <w:hyperlink w:anchor="P90" w:history="1">
        <w:r w:rsidRPr="00DC30BD">
          <w:rPr>
            <w:sz w:val="28"/>
            <w:szCs w:val="28"/>
          </w:rPr>
          <w:t>3</w:t>
        </w:r>
      </w:hyperlink>
      <w:r w:rsidRPr="00DC30BD">
        <w:rPr>
          <w:sz w:val="28"/>
          <w:szCs w:val="28"/>
        </w:rPr>
        <w:t xml:space="preserve"> и </w:t>
      </w:r>
      <w:hyperlink w:anchor="P93" w:history="1">
        <w:r w:rsidRPr="00DC30BD">
          <w:rPr>
            <w:sz w:val="28"/>
            <w:szCs w:val="28"/>
          </w:rPr>
          <w:t>5</w:t>
        </w:r>
      </w:hyperlink>
      <w:r w:rsidRPr="00DC30BD">
        <w:rPr>
          <w:sz w:val="28"/>
          <w:szCs w:val="28"/>
        </w:rPr>
        <w:t xml:space="preserve"> части</w:t>
      </w:r>
      <w:r>
        <w:rPr>
          <w:sz w:val="28"/>
          <w:szCs w:val="28"/>
        </w:rPr>
        <w:t xml:space="preserve"> 9 настоящей статьи</w:t>
      </w:r>
      <w:r w:rsidRPr="00DC30BD">
        <w:rPr>
          <w:sz w:val="28"/>
          <w:szCs w:val="28"/>
        </w:rPr>
        <w:t xml:space="preserve">, материалы проверки передаются в комиссию, уполномоченную рассматривать вопросы соблюдения лицами, замещающими государственные должности, не указанные в </w:t>
      </w:r>
      <w:hyperlink r:id="rId141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42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43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44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45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46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47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налагаемых на них ограничений и обязанностей, а также вопросы полноты и достоверности сведений, представляемых лицами, претендующими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>на замещение таких должностей.</w:t>
      </w:r>
    </w:p>
    <w:p w:rsidR="000552D9" w:rsidRPr="00DC30BD" w:rsidRDefault="000552D9" w:rsidP="0026598C">
      <w:pPr>
        <w:pStyle w:val="ConsPlusNormal"/>
        <w:spacing w:line="367" w:lineRule="auto"/>
        <w:ind w:firstLine="709"/>
        <w:jc w:val="both"/>
        <w:rPr>
          <w:sz w:val="28"/>
          <w:szCs w:val="28"/>
        </w:rPr>
      </w:pPr>
      <w:r w:rsidRPr="00DC30BD">
        <w:rPr>
          <w:sz w:val="28"/>
          <w:szCs w:val="28"/>
        </w:rPr>
        <w:t>Состав указанной комиссии и порядок осуществления ею соответствующей деятельности устанавливаются Губернатор</w:t>
      </w:r>
      <w:r>
        <w:rPr>
          <w:sz w:val="28"/>
          <w:szCs w:val="28"/>
        </w:rPr>
        <w:t>ом</w:t>
      </w:r>
      <w:r w:rsidRPr="00DC30BD">
        <w:rPr>
          <w:sz w:val="28"/>
          <w:szCs w:val="28"/>
        </w:rPr>
        <w:t xml:space="preserve"> Ульяновской области.</w:t>
      </w:r>
    </w:p>
    <w:p w:rsidR="000552D9" w:rsidRPr="00DC30BD" w:rsidRDefault="000552D9" w:rsidP="0026598C">
      <w:pPr>
        <w:pStyle w:val="ConsPlusNormal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DC30BD">
        <w:rPr>
          <w:sz w:val="28"/>
          <w:szCs w:val="28"/>
        </w:rPr>
        <w:t xml:space="preserve">. Сведения о результатах проверок на основании правового акта Губернатора Ульяновской области представляются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 xml:space="preserve">м, образуемым </w:t>
      </w:r>
      <w:r>
        <w:rPr>
          <w:sz w:val="28"/>
          <w:szCs w:val="28"/>
        </w:rPr>
        <w:br/>
        <w:t>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реализующ</w:t>
      </w:r>
      <w:r>
        <w:rPr>
          <w:sz w:val="28"/>
          <w:szCs w:val="28"/>
        </w:rPr>
        <w:t xml:space="preserve">им </w:t>
      </w:r>
      <w:r w:rsidRPr="00C374D0">
        <w:rPr>
          <w:sz w:val="28"/>
          <w:szCs w:val="28"/>
        </w:rPr>
        <w:t xml:space="preserve">функции по профилактике коррупционных и иных правонарушений в Ульяновской области, </w:t>
      </w:r>
      <w:r>
        <w:rPr>
          <w:sz w:val="28"/>
          <w:szCs w:val="28"/>
        </w:rPr>
        <w:br/>
      </w:r>
      <w:r w:rsidRPr="00C374D0">
        <w:rPr>
          <w:sz w:val="28"/>
          <w:szCs w:val="28"/>
        </w:rPr>
        <w:t>с</w:t>
      </w:r>
      <w:r w:rsidRPr="00DC30BD">
        <w:rPr>
          <w:sz w:val="28"/>
          <w:szCs w:val="28"/>
        </w:rPr>
        <w:t xml:space="preserve"> одновременным уведомлением об этом лица, замещающего государственную должность, не указанную в </w:t>
      </w:r>
      <w:hyperlink r:id="rId148" w:history="1">
        <w:r w:rsidRPr="00DC30BD">
          <w:rPr>
            <w:sz w:val="28"/>
            <w:szCs w:val="28"/>
          </w:rPr>
          <w:t>пунктах 1</w:t>
        </w:r>
      </w:hyperlink>
      <w:r w:rsidRPr="00DC30BD">
        <w:rPr>
          <w:sz w:val="28"/>
          <w:szCs w:val="28"/>
        </w:rPr>
        <w:t xml:space="preserve">, </w:t>
      </w:r>
      <w:hyperlink r:id="rId149" w:history="1">
        <w:r w:rsidRPr="00DC30BD">
          <w:rPr>
            <w:sz w:val="28"/>
            <w:szCs w:val="28"/>
          </w:rPr>
          <w:t>2</w:t>
        </w:r>
      </w:hyperlink>
      <w:r w:rsidRPr="00DC30BD">
        <w:rPr>
          <w:sz w:val="28"/>
          <w:szCs w:val="28"/>
        </w:rPr>
        <w:t xml:space="preserve">, </w:t>
      </w:r>
      <w:hyperlink r:id="rId150" w:history="1">
        <w:r>
          <w:rPr>
            <w:sz w:val="28"/>
            <w:szCs w:val="28"/>
          </w:rPr>
          <w:t>5</w:t>
        </w:r>
        <w:r w:rsidRPr="001464AC">
          <w:rPr>
            <w:sz w:val="28"/>
            <w:szCs w:val="28"/>
            <w:vertAlign w:val="superscript"/>
          </w:rPr>
          <w:t>1</w:t>
        </w:r>
      </w:hyperlink>
      <w:r w:rsidRPr="00DC30BD">
        <w:rPr>
          <w:sz w:val="28"/>
          <w:szCs w:val="28"/>
        </w:rPr>
        <w:t xml:space="preserve">, </w:t>
      </w:r>
      <w:hyperlink r:id="rId151" w:history="1">
        <w:r w:rsidRPr="00DC30BD">
          <w:rPr>
            <w:sz w:val="28"/>
            <w:szCs w:val="28"/>
          </w:rPr>
          <w:t>6</w:t>
        </w:r>
      </w:hyperlink>
      <w:r w:rsidRPr="00DC30BD">
        <w:rPr>
          <w:sz w:val="28"/>
          <w:szCs w:val="28"/>
        </w:rPr>
        <w:t xml:space="preserve">, </w:t>
      </w:r>
      <w:hyperlink r:id="rId152" w:history="1">
        <w:r w:rsidRPr="00DC30BD">
          <w:rPr>
            <w:sz w:val="28"/>
            <w:szCs w:val="28"/>
          </w:rPr>
          <w:t>9</w:t>
        </w:r>
      </w:hyperlink>
      <w:r w:rsidRPr="00DC30BD">
        <w:rPr>
          <w:sz w:val="28"/>
          <w:szCs w:val="28"/>
        </w:rPr>
        <w:t xml:space="preserve">, </w:t>
      </w:r>
      <w:hyperlink r:id="rId153" w:history="1">
        <w:r w:rsidRPr="00DC30BD">
          <w:rPr>
            <w:sz w:val="28"/>
            <w:szCs w:val="28"/>
          </w:rPr>
          <w:t>11</w:t>
        </w:r>
      </w:hyperlink>
      <w:r w:rsidRPr="00DC30BD">
        <w:rPr>
          <w:sz w:val="28"/>
          <w:szCs w:val="28"/>
        </w:rPr>
        <w:t xml:space="preserve"> и </w:t>
      </w:r>
      <w:hyperlink r:id="rId154" w:history="1">
        <w:r w:rsidRPr="00DC30BD">
          <w:rPr>
            <w:sz w:val="28"/>
            <w:szCs w:val="28"/>
          </w:rPr>
          <w:t>13 статьи 3</w:t>
        </w:r>
      </w:hyperlink>
      <w:r w:rsidRPr="00DC30BD">
        <w:rPr>
          <w:sz w:val="28"/>
          <w:szCs w:val="28"/>
        </w:rPr>
        <w:t xml:space="preserve"> настоящего Закона, либо претендующего на замещение такой государственной должности, </w:t>
      </w:r>
      <w:r>
        <w:rPr>
          <w:sz w:val="28"/>
          <w:szCs w:val="28"/>
        </w:rPr>
        <w:br/>
      </w:r>
      <w:r w:rsidRPr="00DC30BD">
        <w:rPr>
          <w:sz w:val="28"/>
          <w:szCs w:val="28"/>
        </w:rPr>
        <w:t xml:space="preserve">в отношении которого проводились проверки, органам и организациям, указанным в </w:t>
      </w:r>
      <w:hyperlink w:anchor="P48" w:history="1">
        <w:r w:rsidRPr="00DC30BD">
          <w:rPr>
            <w:sz w:val="28"/>
            <w:szCs w:val="28"/>
          </w:rPr>
          <w:t>пункте 2 части 3</w:t>
        </w:r>
      </w:hyperlink>
      <w:r w:rsidRPr="00DC30BD">
        <w:rPr>
          <w:sz w:val="28"/>
          <w:szCs w:val="28"/>
        </w:rPr>
        <w:t xml:space="preserve"> настоящей статьи, представившим информацию, явившуюся основанием для проведения проверок, с соблюдением законодательства Российской Федерации о персональных данных.</w:t>
      </w:r>
    </w:p>
    <w:p w:rsidR="000552D9" w:rsidRDefault="000552D9" w:rsidP="0026598C">
      <w:pPr>
        <w:pStyle w:val="ConsPlusNormal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DC30BD">
        <w:rPr>
          <w:sz w:val="28"/>
          <w:szCs w:val="28"/>
        </w:rPr>
        <w:t>. При установ</w:t>
      </w:r>
      <w:r>
        <w:rPr>
          <w:sz w:val="28"/>
          <w:szCs w:val="28"/>
        </w:rPr>
        <w:t xml:space="preserve">лении в ходе проверок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 xml:space="preserve">м, образуемым </w:t>
      </w:r>
      <w:r>
        <w:rPr>
          <w:sz w:val="28"/>
          <w:szCs w:val="28"/>
        </w:rPr>
        <w:br/>
        <w:t>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</w:t>
      </w:r>
      <w:r>
        <w:rPr>
          <w:sz w:val="28"/>
          <w:szCs w:val="28"/>
        </w:rPr>
        <w:t>ующим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</w:t>
      </w:r>
      <w:r>
        <w:rPr>
          <w:sz w:val="28"/>
          <w:szCs w:val="28"/>
        </w:rPr>
        <w:t xml:space="preserve">, </w:t>
      </w:r>
      <w:r w:rsidRPr="00DC30BD">
        <w:rPr>
          <w:sz w:val="28"/>
          <w:szCs w:val="28"/>
        </w:rPr>
        <w:t>обстоятельств, свидетельствующих о наличии признаков преступления или административного правонарушения, материалы об этом представляются в уполномоченные государственные органы.</w:t>
      </w:r>
      <w:r>
        <w:rPr>
          <w:sz w:val="28"/>
          <w:szCs w:val="28"/>
        </w:rPr>
        <w:t>».</w:t>
      </w:r>
    </w:p>
    <w:p w:rsidR="000552D9" w:rsidRPr="00D9605B" w:rsidRDefault="000552D9" w:rsidP="00D9605B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D9605B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D960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Статья 3</w:t>
      </w:r>
    </w:p>
    <w:p w:rsidR="000552D9" w:rsidRDefault="000552D9" w:rsidP="00D960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0552D9" w:rsidRPr="007B7920" w:rsidRDefault="000552D9" w:rsidP="00D9605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0552D9" w:rsidRDefault="000552D9" w:rsidP="00603CAA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 w:rsidRPr="006C4CF8">
        <w:rPr>
          <w:sz w:val="28"/>
          <w:szCs w:val="28"/>
        </w:rPr>
        <w:t>Статью 5</w:t>
      </w:r>
      <w:r w:rsidRPr="006C4CF8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Закона Ульяновской области от </w:t>
      </w:r>
      <w:r w:rsidRPr="006C4CF8">
        <w:rPr>
          <w:sz w:val="28"/>
          <w:szCs w:val="28"/>
        </w:rPr>
        <w:t>4 апреля 2006 года  № 31</w:t>
      </w:r>
      <w:r>
        <w:rPr>
          <w:sz w:val="28"/>
          <w:szCs w:val="28"/>
        </w:rPr>
        <w:t>-ЗО</w:t>
      </w:r>
      <w:r>
        <w:rPr>
          <w:sz w:val="28"/>
          <w:szCs w:val="28"/>
        </w:rPr>
        <w:br/>
      </w:r>
      <w:r w:rsidRPr="006C4CF8">
        <w:rPr>
          <w:sz w:val="28"/>
          <w:szCs w:val="28"/>
        </w:rPr>
        <w:t xml:space="preserve">«О Губернаторе Ульяновской области» («Ульяновская правда» </w:t>
      </w:r>
      <w:r>
        <w:rPr>
          <w:sz w:val="28"/>
          <w:szCs w:val="28"/>
        </w:rPr>
        <w:t xml:space="preserve">от 05.04.2006 </w:t>
      </w:r>
      <w:r>
        <w:rPr>
          <w:sz w:val="28"/>
          <w:szCs w:val="28"/>
        </w:rPr>
        <w:br/>
        <w:t xml:space="preserve">№ 23; от 10.06.2006 № 43; от 06.10.2006 № 77; от 05.05.2007 № 37; от 09.06.2007 </w:t>
      </w:r>
      <w:r>
        <w:rPr>
          <w:sz w:val="28"/>
          <w:szCs w:val="28"/>
        </w:rPr>
        <w:br/>
        <w:t xml:space="preserve">№ 47; от 22.12.2007 № 110; от 06.03.2009 № 17; от 04.12.2009 № 97; от 12.05.2010 </w:t>
      </w:r>
      <w:r>
        <w:rPr>
          <w:sz w:val="28"/>
          <w:szCs w:val="28"/>
        </w:rPr>
        <w:br/>
        <w:t>№ 35</w:t>
      </w:r>
      <w:r w:rsidRPr="006C4CF8">
        <w:rPr>
          <w:sz w:val="28"/>
          <w:szCs w:val="28"/>
        </w:rPr>
        <w:t>-</w:t>
      </w:r>
      <w:r>
        <w:rPr>
          <w:sz w:val="28"/>
          <w:szCs w:val="28"/>
        </w:rPr>
        <w:t xml:space="preserve">36; от 09.10.2010 № 83; от 11.05.2011 № 50; от 12.10.2011 № 115; </w:t>
      </w:r>
      <w:r>
        <w:rPr>
          <w:sz w:val="28"/>
          <w:szCs w:val="28"/>
        </w:rPr>
        <w:br/>
        <w:t xml:space="preserve">от 04.05.2012 № 45; от 29.06.2012 № 67; от 28.12.2012 № 146; от 01.03.2013 № 23; </w:t>
      </w:r>
      <w:r>
        <w:rPr>
          <w:sz w:val="28"/>
          <w:szCs w:val="28"/>
        </w:rPr>
        <w:br/>
        <w:t xml:space="preserve">от 08.05.2013 № 48; от 07.09.2013 № 109; от 08.11.2013 № 143; от 11.11.2013 </w:t>
      </w:r>
      <w:r>
        <w:rPr>
          <w:sz w:val="28"/>
          <w:szCs w:val="28"/>
        </w:rPr>
        <w:br/>
        <w:t>№ 144; от 28.12.2013 №</w:t>
      </w:r>
      <w:r w:rsidRPr="006C4CF8">
        <w:rPr>
          <w:sz w:val="28"/>
          <w:szCs w:val="28"/>
        </w:rPr>
        <w:t xml:space="preserve"> 173; от 09</w:t>
      </w:r>
      <w:r>
        <w:rPr>
          <w:sz w:val="28"/>
          <w:szCs w:val="28"/>
        </w:rPr>
        <w:t xml:space="preserve">.06.2014 № 82-83; от 10.07.2014 № 98; </w:t>
      </w:r>
      <w:r>
        <w:rPr>
          <w:sz w:val="28"/>
          <w:szCs w:val="28"/>
        </w:rPr>
        <w:br/>
        <w:t>от 09</w:t>
      </w:r>
      <w:r w:rsidRPr="006C4CF8">
        <w:rPr>
          <w:sz w:val="28"/>
          <w:szCs w:val="28"/>
        </w:rPr>
        <w:t xml:space="preserve">.10.2014 </w:t>
      </w:r>
      <w:r>
        <w:rPr>
          <w:sz w:val="28"/>
          <w:szCs w:val="28"/>
        </w:rPr>
        <w:t xml:space="preserve">№ 149) </w:t>
      </w:r>
      <w:r w:rsidRPr="006C4CF8">
        <w:rPr>
          <w:sz w:val="28"/>
          <w:szCs w:val="28"/>
        </w:rPr>
        <w:t>изложить в следующей редакции:</w:t>
      </w:r>
    </w:p>
    <w:tbl>
      <w:tblPr>
        <w:tblW w:w="0" w:type="auto"/>
        <w:tblInd w:w="648" w:type="dxa"/>
        <w:tblLook w:val="0000"/>
      </w:tblPr>
      <w:tblGrid>
        <w:gridCol w:w="1597"/>
        <w:gridCol w:w="7893"/>
      </w:tblGrid>
      <w:tr w:rsidR="000552D9" w:rsidTr="00E77671">
        <w:trPr>
          <w:trHeight w:val="360"/>
        </w:trPr>
        <w:tc>
          <w:tcPr>
            <w:tcW w:w="1619" w:type="dxa"/>
          </w:tcPr>
          <w:p w:rsidR="000552D9" w:rsidRDefault="000552D9" w:rsidP="006E33B8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9A4633"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Статья 5.</w:t>
            </w:r>
          </w:p>
        </w:tc>
        <w:tc>
          <w:tcPr>
            <w:tcW w:w="8189" w:type="dxa"/>
          </w:tcPr>
          <w:p w:rsidR="000552D9" w:rsidRPr="008367FD" w:rsidRDefault="000552D9" w:rsidP="006E33B8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Ограничения и запреты, связанные с замещением должности Губернатора Ульяновской области</w:t>
            </w:r>
          </w:p>
        </w:tc>
      </w:tr>
    </w:tbl>
    <w:p w:rsidR="000552D9" w:rsidRDefault="000552D9" w:rsidP="00FB2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52D9" w:rsidRDefault="000552D9" w:rsidP="00FB25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52D9" w:rsidRDefault="000552D9" w:rsidP="00603CAA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Ограничения и запреты, связанные с замещением должности Губернатора Ульяновской области, устанавливаются федеральным законодательством.». </w:t>
      </w:r>
    </w:p>
    <w:p w:rsidR="000552D9" w:rsidRPr="00EA572B" w:rsidRDefault="000552D9" w:rsidP="00EA572B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0552D9" w:rsidRDefault="000552D9" w:rsidP="00EA57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52D9" w:rsidRDefault="000552D9" w:rsidP="00EA572B">
      <w:pPr>
        <w:pStyle w:val="ConsPlusNormal"/>
        <w:ind w:firstLine="709"/>
        <w:jc w:val="both"/>
        <w:rPr>
          <w:b/>
          <w:sz w:val="28"/>
          <w:szCs w:val="28"/>
        </w:rPr>
      </w:pPr>
      <w:r w:rsidRPr="002562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  <w:r w:rsidRPr="002562C2">
        <w:rPr>
          <w:b/>
          <w:sz w:val="28"/>
          <w:szCs w:val="28"/>
        </w:rPr>
        <w:t xml:space="preserve"> </w:t>
      </w:r>
    </w:p>
    <w:p w:rsidR="000552D9" w:rsidRDefault="000552D9" w:rsidP="00EA572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2562C2" w:rsidRDefault="000552D9" w:rsidP="00EA572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603CAA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статье</w:t>
      </w:r>
      <w:r w:rsidRPr="00264346">
        <w:rPr>
          <w:sz w:val="28"/>
          <w:szCs w:val="28"/>
        </w:rPr>
        <w:t xml:space="preserve"> 8</w:t>
      </w:r>
      <w:r w:rsidRPr="00264346">
        <w:rPr>
          <w:sz w:val="28"/>
          <w:szCs w:val="28"/>
          <w:vertAlign w:val="superscript"/>
        </w:rPr>
        <w:t>2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Ульяновской области от </w:t>
      </w:r>
      <w:r w:rsidRPr="00264346">
        <w:rPr>
          <w:sz w:val="28"/>
          <w:szCs w:val="28"/>
        </w:rPr>
        <w:t>7 ноября 2007</w:t>
      </w:r>
      <w:r>
        <w:rPr>
          <w:sz w:val="28"/>
          <w:szCs w:val="28"/>
        </w:rPr>
        <w:t xml:space="preserve"> года № 163-</w:t>
      </w:r>
      <w:r w:rsidRPr="00264346">
        <w:rPr>
          <w:sz w:val="28"/>
          <w:szCs w:val="28"/>
        </w:rPr>
        <w:t xml:space="preserve">ЗО </w:t>
      </w:r>
      <w:r>
        <w:rPr>
          <w:sz w:val="28"/>
          <w:szCs w:val="28"/>
        </w:rPr>
        <w:br/>
      </w:r>
      <w:r w:rsidRPr="00264346">
        <w:rPr>
          <w:sz w:val="28"/>
          <w:szCs w:val="28"/>
        </w:rPr>
        <w:t>«О муниципальной службе в Ульяновской области» («Ульяновская правда»</w:t>
      </w:r>
      <w:r w:rsidRPr="00264346">
        <w:t xml:space="preserve"> </w:t>
      </w:r>
      <w:r>
        <w:br/>
      </w:r>
      <w:r w:rsidRPr="00264346">
        <w:rPr>
          <w:sz w:val="28"/>
          <w:szCs w:val="28"/>
        </w:rPr>
        <w:t xml:space="preserve">от 09.11.2007 </w:t>
      </w:r>
      <w:r>
        <w:rPr>
          <w:sz w:val="28"/>
          <w:szCs w:val="28"/>
        </w:rPr>
        <w:t>№</w:t>
      </w:r>
      <w:r w:rsidRPr="00264346">
        <w:rPr>
          <w:sz w:val="28"/>
          <w:szCs w:val="28"/>
        </w:rPr>
        <w:t xml:space="preserve"> 95; от 13.06.2008 </w:t>
      </w:r>
      <w:r>
        <w:rPr>
          <w:sz w:val="28"/>
          <w:szCs w:val="28"/>
        </w:rPr>
        <w:t>№</w:t>
      </w:r>
      <w:r w:rsidRPr="00264346">
        <w:rPr>
          <w:sz w:val="28"/>
          <w:szCs w:val="28"/>
        </w:rPr>
        <w:t xml:space="preserve"> 48; от 15.10.2008</w:t>
      </w:r>
      <w:r>
        <w:rPr>
          <w:sz w:val="28"/>
          <w:szCs w:val="28"/>
        </w:rPr>
        <w:t xml:space="preserve"> №</w:t>
      </w:r>
      <w:r w:rsidRPr="00264346">
        <w:rPr>
          <w:sz w:val="28"/>
          <w:szCs w:val="28"/>
        </w:rPr>
        <w:t xml:space="preserve"> 84; от 24.10.2008 </w:t>
      </w:r>
      <w:r>
        <w:rPr>
          <w:sz w:val="28"/>
          <w:szCs w:val="28"/>
        </w:rPr>
        <w:t>№</w:t>
      </w:r>
      <w:r w:rsidRPr="00264346">
        <w:rPr>
          <w:sz w:val="28"/>
          <w:szCs w:val="28"/>
        </w:rPr>
        <w:t xml:space="preserve"> 88; </w:t>
      </w:r>
      <w:r>
        <w:rPr>
          <w:sz w:val="28"/>
          <w:szCs w:val="28"/>
        </w:rPr>
        <w:br/>
      </w:r>
      <w:r w:rsidRPr="0026598C">
        <w:rPr>
          <w:spacing w:val="-4"/>
          <w:sz w:val="28"/>
          <w:szCs w:val="28"/>
        </w:rPr>
        <w:t xml:space="preserve">от 26.11.2008 № 96; от 05.12.2008 № 99; от 19.12.2008 № 103; от 03.04.2009 № 25; </w:t>
      </w:r>
      <w:r w:rsidRPr="0026598C">
        <w:rPr>
          <w:spacing w:val="-4"/>
          <w:sz w:val="28"/>
          <w:szCs w:val="28"/>
        </w:rPr>
        <w:br/>
        <w:t xml:space="preserve">от 22.07.2009 № 59; от 02.10.2009 № 80; от 07.04.2010 № 25; от 12.05.2010 </w:t>
      </w:r>
      <w:r w:rsidRPr="0026598C">
        <w:rPr>
          <w:spacing w:val="-4"/>
          <w:sz w:val="28"/>
          <w:szCs w:val="28"/>
        </w:rPr>
        <w:br/>
        <w:t xml:space="preserve">№ 35-36; от 09.10.2010 № 83; от 08.11.2010 № 91; от 06.05.2011 № 48; от 11.05.2011 № 50; от 08.06.2011 № 62; от 12.08.2011 № 89; от 28.12.2011 № 147; от 24.07.2012 </w:t>
      </w:r>
      <w:r w:rsidRPr="0026598C">
        <w:rPr>
          <w:spacing w:val="-4"/>
          <w:sz w:val="28"/>
          <w:szCs w:val="28"/>
        </w:rPr>
        <w:br/>
        <w:t xml:space="preserve">№ 78; от 28.12.2012 № 146; от 10.04.2013 № 39; от 08.05.2013 № 48; от 11.11.2013 </w:t>
      </w:r>
      <w:r w:rsidRPr="0026598C">
        <w:rPr>
          <w:spacing w:val="-4"/>
          <w:sz w:val="28"/>
          <w:szCs w:val="28"/>
        </w:rPr>
        <w:br/>
        <w:t xml:space="preserve">№ 144; от 06.02.2014 № 16; от 31.03.2014 № 45; от 08.05.2014 № 65; от 09.06.2014 </w:t>
      </w:r>
      <w:r w:rsidRPr="0026598C">
        <w:rPr>
          <w:spacing w:val="-4"/>
          <w:sz w:val="28"/>
          <w:szCs w:val="28"/>
        </w:rPr>
        <w:br/>
        <w:t>№ 82-83; от 09.10.2014 № 149; от 09.02.2015 № 16; от 06.04.2015 № 44; от 09.07.2015 № 93)</w:t>
      </w:r>
      <w:r>
        <w:rPr>
          <w:sz w:val="28"/>
          <w:szCs w:val="28"/>
        </w:rPr>
        <w:t xml:space="preserve"> слова «кадровой службой Правительства Ульяновской области» заменить словами «подразделением, образуемым в Правительстве Ульяновской области, </w:t>
      </w:r>
      <w:r w:rsidRPr="00C374D0">
        <w:rPr>
          <w:sz w:val="28"/>
          <w:szCs w:val="28"/>
        </w:rPr>
        <w:t>реализующ</w:t>
      </w:r>
      <w:r>
        <w:rPr>
          <w:sz w:val="28"/>
          <w:szCs w:val="28"/>
        </w:rPr>
        <w:t>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области,</w:t>
      </w:r>
      <w:r>
        <w:rPr>
          <w:sz w:val="28"/>
          <w:szCs w:val="28"/>
        </w:rPr>
        <w:t>».</w:t>
      </w:r>
    </w:p>
    <w:p w:rsidR="000552D9" w:rsidRPr="005D3390" w:rsidRDefault="000552D9" w:rsidP="005D3390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5D3390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5D3390">
      <w:pPr>
        <w:pStyle w:val="ConsPlusNormal"/>
        <w:ind w:firstLine="709"/>
        <w:jc w:val="both"/>
        <w:rPr>
          <w:b/>
          <w:sz w:val="28"/>
          <w:szCs w:val="28"/>
        </w:rPr>
      </w:pPr>
      <w:r w:rsidRPr="002562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2562C2">
        <w:rPr>
          <w:b/>
          <w:sz w:val="28"/>
          <w:szCs w:val="28"/>
        </w:rPr>
        <w:t xml:space="preserve"> </w:t>
      </w:r>
    </w:p>
    <w:p w:rsidR="000552D9" w:rsidRDefault="000552D9" w:rsidP="005D3390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2562C2" w:rsidRDefault="000552D9" w:rsidP="005D3390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</w:t>
      </w:r>
      <w:r w:rsidRPr="00264346">
        <w:rPr>
          <w:sz w:val="28"/>
          <w:szCs w:val="28"/>
        </w:rPr>
        <w:t>татью 8</w:t>
      </w:r>
      <w:r>
        <w:rPr>
          <w:sz w:val="28"/>
          <w:szCs w:val="28"/>
        </w:rPr>
        <w:t xml:space="preserve"> Закона Ульяновской области от 4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2008 года № </w:t>
      </w:r>
      <w:r w:rsidRPr="00264346">
        <w:rPr>
          <w:sz w:val="28"/>
          <w:szCs w:val="28"/>
        </w:rPr>
        <w:t xml:space="preserve">63-ЗО  </w:t>
      </w:r>
      <w:r>
        <w:rPr>
          <w:sz w:val="28"/>
          <w:szCs w:val="28"/>
        </w:rPr>
        <w:br/>
      </w:r>
      <w:r w:rsidRPr="00264346">
        <w:rPr>
          <w:sz w:val="28"/>
          <w:szCs w:val="28"/>
        </w:rPr>
        <w:t>«</w:t>
      </w:r>
      <w:r>
        <w:rPr>
          <w:sz w:val="28"/>
          <w:szCs w:val="28"/>
        </w:rPr>
        <w:t>Об Уполномоченном по правам человека</w:t>
      </w:r>
      <w:r w:rsidRPr="00264346">
        <w:rPr>
          <w:sz w:val="28"/>
          <w:szCs w:val="28"/>
        </w:rPr>
        <w:t xml:space="preserve"> в Ульяновской области» («</w:t>
      </w:r>
      <w:r>
        <w:rPr>
          <w:sz w:val="28"/>
          <w:szCs w:val="28"/>
        </w:rPr>
        <w:t>Ульяновская правда» от 08.05.2008 №</w:t>
      </w:r>
      <w:r w:rsidRPr="000D3D58">
        <w:rPr>
          <w:sz w:val="28"/>
          <w:szCs w:val="28"/>
        </w:rPr>
        <w:t xml:space="preserve"> 38;</w:t>
      </w:r>
      <w:r>
        <w:rPr>
          <w:sz w:val="28"/>
          <w:szCs w:val="28"/>
        </w:rPr>
        <w:t xml:space="preserve"> от 04.07.2008 № 55; от 06.03.2009 № 17; от 06.11.2009 </w:t>
      </w:r>
      <w:r>
        <w:rPr>
          <w:sz w:val="28"/>
          <w:szCs w:val="28"/>
        </w:rPr>
        <w:br/>
        <w:t>№ 89; от 12.10.2011 № 115; от 04.05.2012 № 45; от 11.11.2013 №</w:t>
      </w:r>
      <w:r w:rsidRPr="000D3D58">
        <w:rPr>
          <w:sz w:val="28"/>
          <w:szCs w:val="28"/>
        </w:rPr>
        <w:t xml:space="preserve"> 144</w:t>
      </w:r>
      <w:r>
        <w:rPr>
          <w:sz w:val="28"/>
          <w:szCs w:val="28"/>
        </w:rPr>
        <w:t xml:space="preserve">; от </w:t>
      </w:r>
      <w:r w:rsidRPr="009A1F16">
        <w:rPr>
          <w:sz w:val="28"/>
          <w:szCs w:val="28"/>
        </w:rPr>
        <w:t xml:space="preserve">31.03.2014 </w:t>
      </w:r>
      <w:r>
        <w:rPr>
          <w:sz w:val="28"/>
          <w:szCs w:val="28"/>
        </w:rPr>
        <w:t>№ 45) следующие изменения: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после слова «Ограничения» дополнить словами </w:t>
      </w:r>
      <w:r>
        <w:rPr>
          <w:sz w:val="28"/>
          <w:szCs w:val="28"/>
        </w:rPr>
        <w:br/>
        <w:t>«и обязанности»;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1 после слов «распространяются ограничения» дополнить словами </w:t>
      </w:r>
      <w:r>
        <w:rPr>
          <w:sz w:val="28"/>
          <w:szCs w:val="28"/>
        </w:rPr>
        <w:br/>
        <w:t>«и обязанности».</w:t>
      </w:r>
    </w:p>
    <w:p w:rsidR="000552D9" w:rsidRPr="002F1211" w:rsidRDefault="000552D9" w:rsidP="002F1211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2F1211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2F1211">
      <w:pPr>
        <w:pStyle w:val="ConsPlusNormal"/>
        <w:ind w:firstLine="709"/>
        <w:jc w:val="both"/>
        <w:rPr>
          <w:b/>
          <w:sz w:val="28"/>
          <w:szCs w:val="28"/>
        </w:rPr>
      </w:pPr>
      <w:r w:rsidRPr="002562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2562C2">
        <w:rPr>
          <w:b/>
          <w:sz w:val="28"/>
          <w:szCs w:val="28"/>
        </w:rPr>
        <w:t xml:space="preserve"> </w:t>
      </w:r>
    </w:p>
    <w:p w:rsidR="000552D9" w:rsidRDefault="000552D9" w:rsidP="002F1211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2562C2" w:rsidRDefault="000552D9" w:rsidP="00163416">
      <w:pPr>
        <w:pStyle w:val="ConsPlusNormal"/>
        <w:spacing w:line="360" w:lineRule="auto"/>
        <w:ind w:firstLine="709"/>
        <w:jc w:val="both"/>
        <w:rPr>
          <w:b/>
          <w:sz w:val="28"/>
          <w:szCs w:val="28"/>
        </w:rPr>
      </w:pP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</w:t>
      </w:r>
      <w:r w:rsidRPr="00264346">
        <w:rPr>
          <w:sz w:val="28"/>
          <w:szCs w:val="28"/>
        </w:rPr>
        <w:t>татью 8</w:t>
      </w:r>
      <w:r>
        <w:rPr>
          <w:sz w:val="28"/>
          <w:szCs w:val="28"/>
        </w:rPr>
        <w:t xml:space="preserve"> Закона Ульяновской области от 6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2011 года </w:t>
      </w:r>
      <w:r>
        <w:rPr>
          <w:sz w:val="28"/>
          <w:szCs w:val="28"/>
        </w:rPr>
        <w:br/>
        <w:t>№ 165</w:t>
      </w:r>
      <w:r w:rsidRPr="00264346">
        <w:rPr>
          <w:sz w:val="28"/>
          <w:szCs w:val="28"/>
        </w:rPr>
        <w:t>-ЗО «</w:t>
      </w:r>
      <w:r>
        <w:rPr>
          <w:sz w:val="28"/>
          <w:szCs w:val="28"/>
        </w:rPr>
        <w:t>Об Уполномоченном по правам ребёнка</w:t>
      </w:r>
      <w:r w:rsidRPr="00264346">
        <w:rPr>
          <w:sz w:val="28"/>
          <w:szCs w:val="28"/>
        </w:rPr>
        <w:t xml:space="preserve"> в Ульяновской области» («</w:t>
      </w:r>
      <w:r>
        <w:rPr>
          <w:sz w:val="28"/>
          <w:szCs w:val="28"/>
        </w:rPr>
        <w:t xml:space="preserve">Ульяновская правда» от 12.10.2011 № 115; от 04.05.2012 № 45; от 11.11.2013 </w:t>
      </w:r>
      <w:r>
        <w:rPr>
          <w:sz w:val="28"/>
          <w:szCs w:val="28"/>
        </w:rPr>
        <w:br/>
        <w:t xml:space="preserve">№ </w:t>
      </w:r>
      <w:r w:rsidRPr="008367FD">
        <w:rPr>
          <w:sz w:val="28"/>
          <w:szCs w:val="28"/>
        </w:rPr>
        <w:t>144</w:t>
      </w:r>
      <w:r>
        <w:rPr>
          <w:sz w:val="28"/>
          <w:szCs w:val="28"/>
        </w:rPr>
        <w:t xml:space="preserve">; от </w:t>
      </w:r>
      <w:r w:rsidRPr="008367FD">
        <w:rPr>
          <w:sz w:val="28"/>
          <w:szCs w:val="28"/>
        </w:rPr>
        <w:t>31.03.2014</w:t>
      </w:r>
      <w:r>
        <w:rPr>
          <w:sz w:val="28"/>
          <w:szCs w:val="28"/>
        </w:rPr>
        <w:t xml:space="preserve"> № 45) следующие изменения: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после слова «Ограничения» дополнить словами </w:t>
      </w:r>
      <w:r>
        <w:rPr>
          <w:sz w:val="28"/>
          <w:szCs w:val="28"/>
        </w:rPr>
        <w:br/>
        <w:t>«и обязанности»;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1 после слов «распространяются ограничения» дополнить словами </w:t>
      </w:r>
      <w:r>
        <w:rPr>
          <w:sz w:val="28"/>
          <w:szCs w:val="28"/>
        </w:rPr>
        <w:br/>
        <w:t>«и обязанности».</w:t>
      </w:r>
    </w:p>
    <w:p w:rsidR="000552D9" w:rsidRPr="007E3452" w:rsidRDefault="000552D9" w:rsidP="007E3452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7E3452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7E3452">
      <w:pPr>
        <w:pStyle w:val="ConsPlusNormal"/>
        <w:ind w:firstLine="709"/>
        <w:jc w:val="both"/>
        <w:rPr>
          <w:b/>
          <w:sz w:val="28"/>
          <w:szCs w:val="28"/>
        </w:rPr>
      </w:pPr>
      <w:r w:rsidRPr="002562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2562C2">
        <w:rPr>
          <w:b/>
          <w:sz w:val="28"/>
          <w:szCs w:val="28"/>
        </w:rPr>
        <w:t xml:space="preserve"> </w:t>
      </w:r>
    </w:p>
    <w:p w:rsidR="000552D9" w:rsidRDefault="000552D9" w:rsidP="007E3452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2562C2" w:rsidRDefault="000552D9" w:rsidP="007E3452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</w:t>
      </w:r>
      <w:r w:rsidRPr="00264346">
        <w:rPr>
          <w:sz w:val="28"/>
          <w:szCs w:val="28"/>
        </w:rPr>
        <w:t>татью 8</w:t>
      </w:r>
      <w:r>
        <w:rPr>
          <w:sz w:val="28"/>
          <w:szCs w:val="28"/>
        </w:rPr>
        <w:t xml:space="preserve"> Закона Ульяновской области от 6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октября 2011 года </w:t>
      </w:r>
      <w:r>
        <w:rPr>
          <w:sz w:val="28"/>
          <w:szCs w:val="28"/>
        </w:rPr>
        <w:br/>
        <w:t xml:space="preserve">№ 166-ЗО </w:t>
      </w:r>
      <w:r w:rsidRPr="00264346">
        <w:rPr>
          <w:sz w:val="28"/>
          <w:szCs w:val="28"/>
        </w:rPr>
        <w:t>«</w:t>
      </w:r>
      <w:r>
        <w:rPr>
          <w:sz w:val="28"/>
          <w:szCs w:val="28"/>
        </w:rPr>
        <w:t>Об Уполномоченном по защите прав предпринимателей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64346">
        <w:rPr>
          <w:sz w:val="28"/>
          <w:szCs w:val="28"/>
        </w:rPr>
        <w:t>в Ульяновской области» («</w:t>
      </w:r>
      <w:r>
        <w:rPr>
          <w:sz w:val="28"/>
          <w:szCs w:val="28"/>
        </w:rPr>
        <w:t xml:space="preserve">Ульяновская правда» от 12.10.2011 № 115; </w:t>
      </w:r>
      <w:r>
        <w:rPr>
          <w:sz w:val="28"/>
          <w:szCs w:val="28"/>
        </w:rPr>
        <w:br/>
        <w:t>от 04.05.2012 № 45; от 11.11.2013 №</w:t>
      </w:r>
      <w:r w:rsidRPr="008367FD">
        <w:rPr>
          <w:sz w:val="28"/>
          <w:szCs w:val="28"/>
        </w:rPr>
        <w:t xml:space="preserve"> 144</w:t>
      </w:r>
      <w:r>
        <w:rPr>
          <w:sz w:val="28"/>
          <w:szCs w:val="28"/>
        </w:rPr>
        <w:t xml:space="preserve">; от </w:t>
      </w:r>
      <w:r w:rsidRPr="008367FD">
        <w:rPr>
          <w:sz w:val="28"/>
          <w:szCs w:val="28"/>
        </w:rPr>
        <w:t>31.03.2014</w:t>
      </w:r>
      <w:r>
        <w:rPr>
          <w:sz w:val="28"/>
          <w:szCs w:val="28"/>
        </w:rPr>
        <w:t xml:space="preserve"> № 45)</w:t>
      </w:r>
      <w:r w:rsidRPr="008367F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после слова «Ограничения» дополнить словами </w:t>
      </w:r>
      <w:r>
        <w:rPr>
          <w:sz w:val="28"/>
          <w:szCs w:val="28"/>
        </w:rPr>
        <w:br/>
        <w:t>«и обязанности»;</w:t>
      </w:r>
    </w:p>
    <w:p w:rsidR="000552D9" w:rsidRDefault="000552D9" w:rsidP="00603CAA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1 после слов «распространяются ограничения» дополнить словами </w:t>
      </w:r>
      <w:r>
        <w:rPr>
          <w:sz w:val="28"/>
          <w:szCs w:val="28"/>
        </w:rPr>
        <w:br/>
        <w:t>«и обязанности».</w:t>
      </w:r>
    </w:p>
    <w:p w:rsidR="000552D9" w:rsidRDefault="000552D9" w:rsidP="004D7BD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Статья 8</w:t>
      </w:r>
    </w:p>
    <w:p w:rsidR="000552D9" w:rsidRDefault="000552D9" w:rsidP="004D7BD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0552D9" w:rsidRPr="00622031" w:rsidRDefault="000552D9" w:rsidP="004D7BD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0552D9" w:rsidRDefault="000552D9" w:rsidP="00EA18BD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статью 18</w:t>
      </w:r>
      <w:r w:rsidRPr="006C4CF8">
        <w:rPr>
          <w:sz w:val="28"/>
          <w:szCs w:val="28"/>
          <w:vertAlign w:val="superscript"/>
        </w:rPr>
        <w:t xml:space="preserve"> </w:t>
      </w:r>
      <w:r w:rsidRPr="006C4CF8">
        <w:rPr>
          <w:sz w:val="28"/>
          <w:szCs w:val="28"/>
        </w:rPr>
        <w:t xml:space="preserve">Закона Ульяновской области от </w:t>
      </w:r>
      <w:r>
        <w:rPr>
          <w:sz w:val="28"/>
          <w:szCs w:val="28"/>
        </w:rPr>
        <w:t>20</w:t>
      </w:r>
      <w:r w:rsidRPr="006C4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2012 года  </w:t>
      </w:r>
      <w:r>
        <w:rPr>
          <w:sz w:val="28"/>
          <w:szCs w:val="28"/>
        </w:rPr>
        <w:br/>
        <w:t xml:space="preserve">№ 89-ЗО </w:t>
      </w:r>
      <w:r w:rsidRPr="006C4CF8">
        <w:rPr>
          <w:sz w:val="28"/>
          <w:szCs w:val="28"/>
        </w:rPr>
        <w:t xml:space="preserve">«О </w:t>
      </w:r>
      <w:r>
        <w:rPr>
          <w:sz w:val="28"/>
          <w:szCs w:val="28"/>
        </w:rPr>
        <w:t>противодействии коррупции в</w:t>
      </w:r>
      <w:r w:rsidRPr="006C4CF8">
        <w:rPr>
          <w:sz w:val="28"/>
          <w:szCs w:val="28"/>
        </w:rPr>
        <w:t xml:space="preserve"> Ульяновской области» («Ульяновская правда» </w:t>
      </w:r>
      <w:r>
        <w:rPr>
          <w:sz w:val="28"/>
          <w:szCs w:val="28"/>
        </w:rPr>
        <w:t>от 24.07.2012 № 78; от 13.03.2013 №</w:t>
      </w:r>
      <w:r w:rsidRPr="002562C2">
        <w:rPr>
          <w:sz w:val="28"/>
          <w:szCs w:val="28"/>
        </w:rPr>
        <w:t xml:space="preserve"> 27; о</w:t>
      </w:r>
      <w:r>
        <w:rPr>
          <w:sz w:val="28"/>
          <w:szCs w:val="28"/>
        </w:rPr>
        <w:t xml:space="preserve">т 07.06.2013 № 60-61; </w:t>
      </w:r>
      <w:r>
        <w:rPr>
          <w:sz w:val="28"/>
          <w:szCs w:val="28"/>
        </w:rPr>
        <w:br/>
        <w:t>от 11.11.2013 № 144; от 31.03.2014 № 45; от 08.05.2014 №</w:t>
      </w:r>
      <w:r w:rsidRPr="002562C2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; от 08.12.2014 </w:t>
      </w:r>
      <w:r>
        <w:rPr>
          <w:sz w:val="28"/>
          <w:szCs w:val="28"/>
        </w:rPr>
        <w:br/>
        <w:t xml:space="preserve">№ 180) следующие изменения: </w:t>
      </w:r>
    </w:p>
    <w:p w:rsidR="000552D9" w:rsidRDefault="000552D9" w:rsidP="00EA18BD">
      <w:pPr>
        <w:pStyle w:val="ConsPlusNormal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после слова «Ограничения» дополнить словами </w:t>
      </w:r>
      <w:r>
        <w:rPr>
          <w:sz w:val="28"/>
          <w:szCs w:val="28"/>
        </w:rPr>
        <w:br/>
        <w:t>«и обязанности»;</w:t>
      </w:r>
    </w:p>
    <w:p w:rsidR="000552D9" w:rsidRDefault="000552D9" w:rsidP="00EA18BD">
      <w:pPr>
        <w:pStyle w:val="ConsPlusNormal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часть 1 после слов «распространяются ограничения» дополнить словами </w:t>
      </w:r>
      <w:r>
        <w:rPr>
          <w:sz w:val="28"/>
          <w:szCs w:val="28"/>
        </w:rPr>
        <w:br/>
        <w:t>«и обязанности».</w:t>
      </w:r>
    </w:p>
    <w:p w:rsidR="000552D9" w:rsidRPr="009B3E1C" w:rsidRDefault="000552D9" w:rsidP="009B3E1C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9B3E1C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9B3E1C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</w:p>
    <w:p w:rsidR="000552D9" w:rsidRDefault="000552D9" w:rsidP="009B3E1C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7B7920" w:rsidRDefault="000552D9" w:rsidP="009B3E1C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9115E5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Закон Ульяновской области от </w:t>
      </w:r>
      <w:r w:rsidRPr="007B7920">
        <w:rPr>
          <w:sz w:val="28"/>
          <w:szCs w:val="28"/>
        </w:rPr>
        <w:t>6</w:t>
      </w:r>
      <w:r>
        <w:rPr>
          <w:sz w:val="28"/>
          <w:szCs w:val="28"/>
        </w:rPr>
        <w:t xml:space="preserve"> мая </w:t>
      </w:r>
      <w:r w:rsidRPr="007B7920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 w:rsidRPr="007B792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7B7920">
        <w:rPr>
          <w:sz w:val="28"/>
          <w:szCs w:val="28"/>
        </w:rPr>
        <w:t xml:space="preserve"> 49-ЗО </w:t>
      </w:r>
      <w:r>
        <w:rPr>
          <w:sz w:val="28"/>
          <w:szCs w:val="28"/>
        </w:rPr>
        <w:t xml:space="preserve">                       «</w:t>
      </w:r>
      <w:r w:rsidRPr="007B7920">
        <w:rPr>
          <w:sz w:val="28"/>
          <w:szCs w:val="28"/>
        </w:rPr>
        <w:t>О правовом регулировании некоторых вопросов, связанных с осуществлением контроля за соответствием расходов лиц, замещающих отдельные государственные должности Ульяновской области, и иных лиц их доходам</w:t>
      </w:r>
      <w:r>
        <w:rPr>
          <w:sz w:val="28"/>
          <w:szCs w:val="28"/>
        </w:rPr>
        <w:t>» (</w:t>
      </w:r>
      <w:r w:rsidRPr="00264346">
        <w:rPr>
          <w:sz w:val="28"/>
          <w:szCs w:val="28"/>
        </w:rPr>
        <w:t>«Ульяновская правда»</w:t>
      </w:r>
      <w:r>
        <w:rPr>
          <w:sz w:val="28"/>
          <w:szCs w:val="28"/>
        </w:rPr>
        <w:t xml:space="preserve"> от 08.05.2013 № 48; от 06.04.2015 № 44) следующие изменения:</w:t>
      </w:r>
    </w:p>
    <w:p w:rsidR="000552D9" w:rsidRDefault="000552D9" w:rsidP="009115E5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«б» пункта 1 части 2 статьи 1 слова «на постоянной основе» исключить;</w:t>
      </w:r>
    </w:p>
    <w:p w:rsidR="000552D9" w:rsidRDefault="000552D9" w:rsidP="009115E5">
      <w:pPr>
        <w:pStyle w:val="ConsPlusNormal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3 изложить в следующей редакции:</w:t>
      </w:r>
    </w:p>
    <w:tbl>
      <w:tblPr>
        <w:tblW w:w="0" w:type="auto"/>
        <w:tblInd w:w="828" w:type="dxa"/>
        <w:tblLook w:val="0000"/>
      </w:tblPr>
      <w:tblGrid>
        <w:gridCol w:w="1548"/>
        <w:gridCol w:w="7762"/>
      </w:tblGrid>
      <w:tr w:rsidR="000552D9" w:rsidTr="0000095D">
        <w:trPr>
          <w:trHeight w:val="360"/>
        </w:trPr>
        <w:tc>
          <w:tcPr>
            <w:tcW w:w="1548" w:type="dxa"/>
          </w:tcPr>
          <w:p w:rsidR="000552D9" w:rsidRDefault="000552D9" w:rsidP="00A50BE0">
            <w:pPr>
              <w:pStyle w:val="ConsPlusNormal"/>
              <w:spacing w:line="360" w:lineRule="auto"/>
              <w:jc w:val="both"/>
              <w:rPr>
                <w:sz w:val="28"/>
                <w:szCs w:val="28"/>
              </w:rPr>
            </w:pPr>
            <w:r w:rsidRPr="009A4633">
              <w:t>«</w:t>
            </w:r>
            <w:r w:rsidRPr="009A4633">
              <w:rPr>
                <w:rFonts w:ascii="Times New Roman CYR" w:hAnsi="Times New Roman CYR" w:cs="Times New Roman CYR"/>
                <w:sz w:val="28"/>
                <w:szCs w:val="28"/>
              </w:rPr>
              <w:t>Статья 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  <w:tc>
          <w:tcPr>
            <w:tcW w:w="7762" w:type="dxa"/>
          </w:tcPr>
          <w:p w:rsidR="000552D9" w:rsidRPr="008367FD" w:rsidRDefault="000552D9" w:rsidP="00A50BE0">
            <w:pPr>
              <w:pStyle w:val="ConsPlusNormal"/>
              <w:jc w:val="both"/>
              <w:rPr>
                <w:b/>
                <w:sz w:val="28"/>
                <w:szCs w:val="28"/>
              </w:rPr>
            </w:pPr>
            <w:r w:rsidRPr="008367FD">
              <w:rPr>
                <w:b/>
                <w:sz w:val="28"/>
                <w:szCs w:val="28"/>
              </w:rPr>
              <w:t>Подразделения и должностные лица, осуществляющие контроль за расходами</w:t>
            </w:r>
          </w:p>
        </w:tc>
      </w:tr>
    </w:tbl>
    <w:p w:rsidR="000552D9" w:rsidRDefault="000552D9" w:rsidP="00AE55CF">
      <w:pPr>
        <w:pStyle w:val="ConsPlusNormal"/>
        <w:ind w:firstLine="709"/>
        <w:jc w:val="both"/>
        <w:rPr>
          <w:sz w:val="28"/>
          <w:szCs w:val="28"/>
        </w:rPr>
      </w:pPr>
    </w:p>
    <w:p w:rsidR="000552D9" w:rsidRPr="00BB5750" w:rsidRDefault="000552D9" w:rsidP="00AE55CF">
      <w:pPr>
        <w:pStyle w:val="ConsPlusNormal"/>
        <w:ind w:firstLine="709"/>
        <w:jc w:val="both"/>
        <w:rPr>
          <w:sz w:val="28"/>
          <w:szCs w:val="28"/>
        </w:rPr>
      </w:pPr>
    </w:p>
    <w:p w:rsidR="000552D9" w:rsidRPr="00313CC5" w:rsidRDefault="000552D9" w:rsidP="00C7799F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13CC5">
        <w:rPr>
          <w:sz w:val="28"/>
          <w:szCs w:val="28"/>
        </w:rPr>
        <w:t xml:space="preserve">1. Контроль за расходами лиц, замещающих должности, указанные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в </w:t>
      </w:r>
      <w:hyperlink r:id="rId155" w:history="1">
        <w:r w:rsidRPr="00313CC5">
          <w:rPr>
            <w:sz w:val="28"/>
            <w:szCs w:val="28"/>
          </w:rPr>
          <w:t xml:space="preserve">подпункте </w:t>
        </w:r>
        <w:r>
          <w:rPr>
            <w:sz w:val="28"/>
            <w:szCs w:val="28"/>
          </w:rPr>
          <w:t>«</w:t>
        </w:r>
        <w:r w:rsidRPr="00313CC5">
          <w:rPr>
            <w:sz w:val="28"/>
            <w:szCs w:val="28"/>
          </w:rPr>
          <w:t>а</w:t>
        </w:r>
        <w:r>
          <w:rPr>
            <w:sz w:val="28"/>
            <w:szCs w:val="28"/>
          </w:rPr>
          <w:t>»</w:t>
        </w:r>
        <w:r w:rsidRPr="00313CC5">
          <w:rPr>
            <w:sz w:val="28"/>
            <w:szCs w:val="28"/>
          </w:rPr>
          <w:t xml:space="preserve"> пункта 1 части 2 статьи 1</w:t>
        </w:r>
      </w:hyperlink>
      <w:r w:rsidRPr="00313CC5">
        <w:rPr>
          <w:sz w:val="28"/>
          <w:szCs w:val="28"/>
        </w:rPr>
        <w:t xml:space="preserve"> настоящего Закона (за исключением лиц, замещающих государственные должности Ульяновской области, указанные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в </w:t>
      </w:r>
      <w:hyperlink r:id="rId156" w:history="1">
        <w:r>
          <w:rPr>
            <w:sz w:val="28"/>
            <w:szCs w:val="28"/>
          </w:rPr>
          <w:t>пунктах 3</w:t>
        </w:r>
        <w:r w:rsidRPr="00B7495A">
          <w:rPr>
            <w:sz w:val="28"/>
            <w:szCs w:val="28"/>
            <w:vertAlign w:val="superscript"/>
          </w:rPr>
          <w:t>1</w:t>
        </w:r>
        <w:r>
          <w:rPr>
            <w:sz w:val="28"/>
            <w:szCs w:val="28"/>
          </w:rPr>
          <w:t>, 4, 7, 8,</w:t>
        </w:r>
        <w:r w:rsidRPr="00313CC5">
          <w:rPr>
            <w:sz w:val="28"/>
            <w:szCs w:val="28"/>
          </w:rPr>
          <w:t xml:space="preserve"> 10 статьи 3</w:t>
        </w:r>
      </w:hyperlink>
      <w:r w:rsidRPr="00313CC5">
        <w:rPr>
          <w:sz w:val="28"/>
          <w:szCs w:val="28"/>
        </w:rPr>
        <w:t xml:space="preserve"> Закона Ульяновской области </w:t>
      </w:r>
      <w:r>
        <w:rPr>
          <w:sz w:val="28"/>
          <w:szCs w:val="28"/>
        </w:rPr>
        <w:t>«</w:t>
      </w:r>
      <w:r w:rsidRPr="00313CC5">
        <w:rPr>
          <w:sz w:val="28"/>
          <w:szCs w:val="28"/>
        </w:rPr>
        <w:t>О государственных должностях Ульяновской области</w:t>
      </w:r>
      <w:r>
        <w:rPr>
          <w:sz w:val="28"/>
          <w:szCs w:val="28"/>
        </w:rPr>
        <w:t>»</w:t>
      </w:r>
      <w:r w:rsidRPr="00313CC5">
        <w:rPr>
          <w:sz w:val="28"/>
          <w:szCs w:val="28"/>
        </w:rPr>
        <w:t xml:space="preserve">), а также за расходами их супруг (супругов)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>и несовершеннолетних детей осуществляется кадровой службой государственного органа Ульяновской области, в котором учреждены соответствующие должности, либо должностным лицом указанного органа, ответственным за работу по профилактике коррупционных и иных правонарушений.</w:t>
      </w:r>
    </w:p>
    <w:p w:rsidR="000552D9" w:rsidRDefault="000552D9" w:rsidP="00C7799F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13CC5">
        <w:rPr>
          <w:sz w:val="28"/>
          <w:szCs w:val="28"/>
        </w:rPr>
        <w:t xml:space="preserve">Контроль за расходами лиц, замещающих государственные должности Ульяновской области, указанные в </w:t>
      </w:r>
      <w:hyperlink r:id="rId157" w:history="1">
        <w:r w:rsidRPr="00B7495A">
          <w:t xml:space="preserve"> </w:t>
        </w:r>
        <w:r w:rsidRPr="00B7495A">
          <w:rPr>
            <w:sz w:val="28"/>
            <w:szCs w:val="28"/>
          </w:rPr>
          <w:t>пунктах 3</w:t>
        </w:r>
        <w:r w:rsidRPr="00B7495A">
          <w:rPr>
            <w:sz w:val="28"/>
            <w:szCs w:val="28"/>
            <w:vertAlign w:val="superscript"/>
          </w:rPr>
          <w:t>1</w:t>
        </w:r>
        <w:r w:rsidRPr="00B7495A">
          <w:rPr>
            <w:sz w:val="28"/>
            <w:szCs w:val="28"/>
          </w:rPr>
          <w:t>, 4, 7, 8, 10</w:t>
        </w:r>
        <w:r w:rsidRPr="00313CC5">
          <w:rPr>
            <w:sz w:val="28"/>
            <w:szCs w:val="28"/>
          </w:rPr>
          <w:t xml:space="preserve"> статьи 3</w:t>
        </w:r>
      </w:hyperlink>
      <w:r w:rsidRPr="00313CC5">
        <w:rPr>
          <w:sz w:val="28"/>
          <w:szCs w:val="28"/>
        </w:rPr>
        <w:t xml:space="preserve"> Закона Ульяновской области </w:t>
      </w:r>
      <w:r>
        <w:rPr>
          <w:sz w:val="28"/>
          <w:szCs w:val="28"/>
        </w:rPr>
        <w:t>«</w:t>
      </w:r>
      <w:r w:rsidRPr="00313CC5">
        <w:rPr>
          <w:sz w:val="28"/>
          <w:szCs w:val="28"/>
        </w:rPr>
        <w:t>О государственных должностях Ульяновской области</w:t>
      </w:r>
      <w:r>
        <w:rPr>
          <w:sz w:val="28"/>
          <w:szCs w:val="28"/>
        </w:rPr>
        <w:t>»</w:t>
      </w:r>
      <w:r w:rsidRPr="00313CC5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а также за расходами их супруг (супругов) и несовершеннолетних детей осуществляется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м, образуемым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>,</w:t>
      </w:r>
      <w:r w:rsidRPr="00C374D0">
        <w:rPr>
          <w:sz w:val="28"/>
          <w:szCs w:val="28"/>
        </w:rPr>
        <w:t xml:space="preserve"> реализующ</w:t>
      </w:r>
      <w:r>
        <w:rPr>
          <w:sz w:val="28"/>
          <w:szCs w:val="28"/>
        </w:rPr>
        <w:t>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</w:t>
      </w:r>
      <w:r>
        <w:rPr>
          <w:sz w:val="28"/>
          <w:szCs w:val="28"/>
        </w:rPr>
        <w:t>.</w:t>
      </w:r>
    </w:p>
    <w:p w:rsidR="000552D9" w:rsidRDefault="000552D9" w:rsidP="00C7799F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13CC5">
        <w:rPr>
          <w:sz w:val="28"/>
          <w:szCs w:val="28"/>
        </w:rPr>
        <w:t xml:space="preserve">2. Контроль за расходами лиц, замещающих должности, указанные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в </w:t>
      </w:r>
      <w:hyperlink r:id="rId158" w:history="1">
        <w:r w:rsidRPr="00313CC5">
          <w:rPr>
            <w:sz w:val="28"/>
            <w:szCs w:val="28"/>
          </w:rPr>
          <w:t xml:space="preserve">подпункте </w:t>
        </w:r>
        <w:r>
          <w:rPr>
            <w:sz w:val="28"/>
            <w:szCs w:val="28"/>
          </w:rPr>
          <w:t>«</w:t>
        </w:r>
        <w:r w:rsidRPr="00313CC5">
          <w:rPr>
            <w:sz w:val="28"/>
            <w:szCs w:val="28"/>
          </w:rPr>
          <w:t>б</w:t>
        </w:r>
        <w:r>
          <w:rPr>
            <w:sz w:val="28"/>
            <w:szCs w:val="28"/>
          </w:rPr>
          <w:t>»</w:t>
        </w:r>
        <w:r w:rsidRPr="00313CC5">
          <w:rPr>
            <w:sz w:val="28"/>
            <w:szCs w:val="28"/>
          </w:rPr>
          <w:t xml:space="preserve"> пункта 1 части 2 статьи 1</w:t>
        </w:r>
      </w:hyperlink>
      <w:r w:rsidRPr="00313CC5">
        <w:rPr>
          <w:sz w:val="28"/>
          <w:szCs w:val="28"/>
        </w:rPr>
        <w:t xml:space="preserve"> настоящего Закона, а также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за расходами их супруг (супругов) и несовершеннолетних детей осуществляется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м, образуемым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>реализующ</w:t>
      </w:r>
      <w:r>
        <w:rPr>
          <w:sz w:val="28"/>
          <w:szCs w:val="28"/>
        </w:rPr>
        <w:t>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</w:t>
      </w:r>
      <w:r>
        <w:rPr>
          <w:sz w:val="28"/>
          <w:szCs w:val="28"/>
        </w:rPr>
        <w:t>.</w:t>
      </w:r>
    </w:p>
    <w:p w:rsidR="000552D9" w:rsidRDefault="000552D9" w:rsidP="00C7799F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13CC5">
        <w:rPr>
          <w:sz w:val="28"/>
          <w:szCs w:val="28"/>
        </w:rPr>
        <w:t xml:space="preserve">3. Контроль за расходами лиц, замещающих должности, указанные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в </w:t>
      </w:r>
      <w:hyperlink r:id="rId159" w:history="1">
        <w:r w:rsidRPr="00313CC5">
          <w:rPr>
            <w:sz w:val="28"/>
            <w:szCs w:val="28"/>
          </w:rPr>
          <w:t xml:space="preserve">подпункте </w:t>
        </w:r>
        <w:r>
          <w:rPr>
            <w:sz w:val="28"/>
            <w:szCs w:val="28"/>
          </w:rPr>
          <w:t>«</w:t>
        </w:r>
        <w:r w:rsidRPr="00313CC5">
          <w:rPr>
            <w:sz w:val="28"/>
            <w:szCs w:val="28"/>
          </w:rPr>
          <w:t>в</w:t>
        </w:r>
        <w:r>
          <w:rPr>
            <w:sz w:val="28"/>
            <w:szCs w:val="28"/>
          </w:rPr>
          <w:t>»</w:t>
        </w:r>
        <w:r w:rsidRPr="00313CC5">
          <w:rPr>
            <w:sz w:val="28"/>
            <w:szCs w:val="28"/>
          </w:rPr>
          <w:t xml:space="preserve"> пункта 1 части 2 статьи 1</w:t>
        </w:r>
      </w:hyperlink>
      <w:r w:rsidRPr="00313CC5">
        <w:rPr>
          <w:sz w:val="28"/>
          <w:szCs w:val="28"/>
        </w:rPr>
        <w:t xml:space="preserve"> настоящего Закона, а также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за расходами их супруг (супругов) и несовершеннолетних детей осуществляется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м, образуемым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>реализующ</w:t>
      </w:r>
      <w:r>
        <w:rPr>
          <w:sz w:val="28"/>
          <w:szCs w:val="28"/>
        </w:rPr>
        <w:t>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</w:t>
      </w:r>
      <w:r>
        <w:rPr>
          <w:sz w:val="28"/>
          <w:szCs w:val="28"/>
        </w:rPr>
        <w:t>.</w:t>
      </w:r>
    </w:p>
    <w:p w:rsidR="000552D9" w:rsidRDefault="000552D9" w:rsidP="00C7799F">
      <w:pPr>
        <w:pStyle w:val="ConsPlusNormal"/>
        <w:spacing w:line="365" w:lineRule="auto"/>
        <w:ind w:firstLine="709"/>
        <w:jc w:val="both"/>
        <w:rPr>
          <w:sz w:val="28"/>
          <w:szCs w:val="28"/>
        </w:rPr>
      </w:pPr>
      <w:r w:rsidRPr="00313CC5">
        <w:rPr>
          <w:sz w:val="28"/>
          <w:szCs w:val="28"/>
        </w:rPr>
        <w:t xml:space="preserve">4. Контроль за расходами лиц, замещающих должности, указанные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в </w:t>
      </w:r>
      <w:hyperlink r:id="rId160" w:history="1">
        <w:r w:rsidRPr="00313CC5">
          <w:rPr>
            <w:sz w:val="28"/>
            <w:szCs w:val="28"/>
          </w:rPr>
          <w:t xml:space="preserve">подпункте </w:t>
        </w:r>
        <w:r>
          <w:rPr>
            <w:sz w:val="28"/>
            <w:szCs w:val="28"/>
          </w:rPr>
          <w:t>«</w:t>
        </w:r>
        <w:r w:rsidRPr="00313CC5">
          <w:rPr>
            <w:sz w:val="28"/>
            <w:szCs w:val="28"/>
          </w:rPr>
          <w:t>г</w:t>
        </w:r>
        <w:r>
          <w:rPr>
            <w:sz w:val="28"/>
            <w:szCs w:val="28"/>
          </w:rPr>
          <w:t>»</w:t>
        </w:r>
        <w:r w:rsidRPr="00313CC5">
          <w:rPr>
            <w:sz w:val="28"/>
            <w:szCs w:val="28"/>
          </w:rPr>
          <w:t xml:space="preserve"> пункта 1 части 2 статьи 1</w:t>
        </w:r>
      </w:hyperlink>
      <w:r w:rsidRPr="00313CC5">
        <w:rPr>
          <w:sz w:val="28"/>
          <w:szCs w:val="28"/>
        </w:rPr>
        <w:t xml:space="preserve"> настоящего Закона, а также </w:t>
      </w:r>
      <w:r>
        <w:rPr>
          <w:sz w:val="28"/>
          <w:szCs w:val="28"/>
        </w:rPr>
        <w:br/>
      </w:r>
      <w:r w:rsidRPr="00313CC5">
        <w:rPr>
          <w:sz w:val="28"/>
          <w:szCs w:val="28"/>
        </w:rPr>
        <w:t xml:space="preserve">за расходами их супруг (супругов) и несовершеннолетних детей осуществляется </w:t>
      </w:r>
      <w:r w:rsidRPr="00C374D0">
        <w:rPr>
          <w:sz w:val="28"/>
          <w:szCs w:val="28"/>
        </w:rPr>
        <w:t>подразделение</w:t>
      </w:r>
      <w:r>
        <w:rPr>
          <w:sz w:val="28"/>
          <w:szCs w:val="28"/>
        </w:rPr>
        <w:t>м, образуемым в</w:t>
      </w:r>
      <w:r w:rsidRPr="00C374D0">
        <w:rPr>
          <w:sz w:val="28"/>
          <w:szCs w:val="28"/>
        </w:rPr>
        <w:t xml:space="preserve"> Правительств</w:t>
      </w:r>
      <w:r>
        <w:rPr>
          <w:sz w:val="28"/>
          <w:szCs w:val="28"/>
        </w:rPr>
        <w:t>е</w:t>
      </w:r>
      <w:r w:rsidRPr="00C374D0">
        <w:rPr>
          <w:sz w:val="28"/>
          <w:szCs w:val="28"/>
        </w:rPr>
        <w:t xml:space="preserve"> Ульяновской области</w:t>
      </w:r>
      <w:r>
        <w:rPr>
          <w:sz w:val="28"/>
          <w:szCs w:val="28"/>
        </w:rPr>
        <w:t xml:space="preserve">, </w:t>
      </w:r>
      <w:r w:rsidRPr="00C374D0">
        <w:rPr>
          <w:sz w:val="28"/>
          <w:szCs w:val="28"/>
        </w:rPr>
        <w:t>реализующ</w:t>
      </w:r>
      <w:r>
        <w:rPr>
          <w:sz w:val="28"/>
          <w:szCs w:val="28"/>
        </w:rPr>
        <w:t>им</w:t>
      </w:r>
      <w:r w:rsidRPr="00C374D0">
        <w:rPr>
          <w:sz w:val="28"/>
          <w:szCs w:val="28"/>
        </w:rPr>
        <w:t xml:space="preserve"> функции по профилактике коррупционных и иных правонарушений в Ульяновской области</w:t>
      </w:r>
      <w:r>
        <w:rPr>
          <w:sz w:val="28"/>
          <w:szCs w:val="28"/>
        </w:rPr>
        <w:t>.».</w:t>
      </w:r>
    </w:p>
    <w:p w:rsidR="000552D9" w:rsidRDefault="000552D9" w:rsidP="009115E5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</w:p>
    <w:p w:rsidR="000552D9" w:rsidRDefault="000552D9" w:rsidP="009115E5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8A1EE2" w:rsidRDefault="000552D9" w:rsidP="009115E5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C82A91">
      <w:pPr>
        <w:pStyle w:val="ConsPlusNormal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4 части 1 статьи</w:t>
      </w:r>
      <w:r w:rsidRPr="008A1EE2">
        <w:rPr>
          <w:sz w:val="28"/>
          <w:szCs w:val="28"/>
        </w:rPr>
        <w:t xml:space="preserve"> 2 Закона Ульяно</w:t>
      </w:r>
      <w:r>
        <w:rPr>
          <w:sz w:val="28"/>
          <w:szCs w:val="28"/>
        </w:rPr>
        <w:t xml:space="preserve">вской области от 5 ноября </w:t>
      </w:r>
      <w:r>
        <w:rPr>
          <w:sz w:val="28"/>
          <w:szCs w:val="28"/>
        </w:rPr>
        <w:br/>
      </w:r>
      <w:bookmarkStart w:id="7" w:name="_GoBack"/>
      <w:bookmarkEnd w:id="7"/>
      <w:r>
        <w:rPr>
          <w:sz w:val="28"/>
          <w:szCs w:val="28"/>
        </w:rPr>
        <w:t xml:space="preserve">2013 года № </w:t>
      </w:r>
      <w:r w:rsidRPr="008A1EE2">
        <w:rPr>
          <w:sz w:val="28"/>
          <w:szCs w:val="28"/>
        </w:rPr>
        <w:t>200-ЗО «О порядке размещени</w:t>
      </w:r>
      <w:r>
        <w:rPr>
          <w:sz w:val="28"/>
          <w:szCs w:val="28"/>
        </w:rPr>
        <w:t xml:space="preserve">я сведений о доходах, расходах, </w:t>
      </w:r>
      <w:r>
        <w:rPr>
          <w:sz w:val="28"/>
          <w:szCs w:val="28"/>
        </w:rPr>
        <w:br/>
        <w:t xml:space="preserve">об имуществе </w:t>
      </w:r>
      <w:r w:rsidRPr="008A1EE2">
        <w:rPr>
          <w:sz w:val="28"/>
          <w:szCs w:val="28"/>
        </w:rPr>
        <w:t xml:space="preserve">и обязательствах имущественного характера лиц, замещающих отдельные государственные должности Ульяновской области, и членов их семей </w:t>
      </w:r>
      <w:r>
        <w:rPr>
          <w:sz w:val="28"/>
          <w:szCs w:val="28"/>
        </w:rPr>
        <w:br/>
      </w:r>
      <w:r w:rsidRPr="008A1EE2">
        <w:rPr>
          <w:sz w:val="28"/>
          <w:szCs w:val="28"/>
        </w:rPr>
        <w:t xml:space="preserve">на официальных сайтах государственных органов Ульяновской области </w:t>
      </w:r>
      <w:r>
        <w:rPr>
          <w:sz w:val="28"/>
          <w:szCs w:val="28"/>
        </w:rPr>
        <w:br/>
      </w:r>
      <w:r w:rsidRPr="008A1EE2">
        <w:rPr>
          <w:sz w:val="28"/>
          <w:szCs w:val="28"/>
        </w:rPr>
        <w:t>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(«Улья</w:t>
      </w:r>
      <w:r>
        <w:rPr>
          <w:sz w:val="28"/>
          <w:szCs w:val="28"/>
        </w:rPr>
        <w:t>новская правда» от  08.11.2013 № 143;</w:t>
      </w:r>
      <w:r w:rsidRPr="008A1EE2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06.04.2015 № 44) слово «, </w:t>
      </w:r>
      <w:r w:rsidRPr="00264346">
        <w:rPr>
          <w:sz w:val="28"/>
          <w:szCs w:val="28"/>
        </w:rPr>
        <w:t>акций</w:t>
      </w:r>
      <w:r>
        <w:rPr>
          <w:sz w:val="28"/>
          <w:szCs w:val="28"/>
        </w:rPr>
        <w:t>»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</w:t>
      </w:r>
      <w:r w:rsidRPr="008A1EE2">
        <w:rPr>
          <w:sz w:val="28"/>
          <w:szCs w:val="28"/>
        </w:rPr>
        <w:t>.</w:t>
      </w:r>
    </w:p>
    <w:p w:rsidR="000552D9" w:rsidRPr="00B67C6E" w:rsidRDefault="000552D9" w:rsidP="00B67C6E">
      <w:pPr>
        <w:pStyle w:val="ConsPlusNormal"/>
        <w:ind w:firstLine="709"/>
        <w:jc w:val="both"/>
        <w:rPr>
          <w:sz w:val="16"/>
          <w:szCs w:val="28"/>
        </w:rPr>
      </w:pPr>
    </w:p>
    <w:p w:rsidR="000552D9" w:rsidRDefault="000552D9" w:rsidP="00B67C6E">
      <w:pPr>
        <w:pStyle w:val="ConsPlusNormal"/>
        <w:ind w:firstLine="709"/>
        <w:jc w:val="both"/>
        <w:rPr>
          <w:sz w:val="28"/>
          <w:szCs w:val="28"/>
        </w:rPr>
      </w:pPr>
    </w:p>
    <w:p w:rsidR="000552D9" w:rsidRDefault="000552D9" w:rsidP="00B67C6E">
      <w:pPr>
        <w:pStyle w:val="ConsPlusNormal"/>
        <w:ind w:firstLine="709"/>
        <w:jc w:val="both"/>
        <w:rPr>
          <w:b/>
          <w:sz w:val="28"/>
          <w:szCs w:val="28"/>
        </w:rPr>
      </w:pPr>
      <w:r w:rsidRPr="002562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11</w:t>
      </w:r>
    </w:p>
    <w:p w:rsidR="000552D9" w:rsidRDefault="000552D9" w:rsidP="00B67C6E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Pr="002562C2" w:rsidRDefault="000552D9" w:rsidP="00B67C6E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0552D9" w:rsidRDefault="000552D9" w:rsidP="001C5E85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 7 статьи 4 Закона Ульяновской области от 6</w:t>
      </w:r>
      <w:r w:rsidRPr="002643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2013 года </w:t>
      </w:r>
      <w:r>
        <w:rPr>
          <w:sz w:val="28"/>
          <w:szCs w:val="28"/>
        </w:rPr>
        <w:br/>
        <w:t xml:space="preserve">№ 208-ЗО </w:t>
      </w:r>
      <w:r w:rsidRPr="00264346">
        <w:rPr>
          <w:sz w:val="28"/>
          <w:szCs w:val="28"/>
        </w:rPr>
        <w:t>«</w:t>
      </w:r>
      <w:r>
        <w:rPr>
          <w:sz w:val="28"/>
          <w:szCs w:val="28"/>
        </w:rPr>
        <w:t>О Палате справедливости и общественного контроля в Ульяновской области</w:t>
      </w:r>
      <w:r w:rsidRPr="00264346">
        <w:rPr>
          <w:sz w:val="28"/>
          <w:szCs w:val="28"/>
        </w:rPr>
        <w:t>» («</w:t>
      </w:r>
      <w:r>
        <w:rPr>
          <w:sz w:val="28"/>
          <w:szCs w:val="28"/>
        </w:rPr>
        <w:t>Ульяновская правда» от 11.11.2013 №</w:t>
      </w:r>
      <w:r w:rsidRPr="00622031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4; от 31.03.2014 № 45; </w:t>
      </w:r>
      <w:r>
        <w:rPr>
          <w:sz w:val="28"/>
          <w:szCs w:val="28"/>
        </w:rPr>
        <w:br/>
        <w:t>от 08.05.2014 №</w:t>
      </w:r>
      <w:r w:rsidRPr="00622031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; от </w:t>
      </w:r>
      <w:r w:rsidRPr="00622031">
        <w:rPr>
          <w:sz w:val="28"/>
          <w:szCs w:val="28"/>
        </w:rPr>
        <w:t xml:space="preserve">08.06.2015 </w:t>
      </w:r>
      <w:r>
        <w:rPr>
          <w:sz w:val="28"/>
          <w:szCs w:val="28"/>
        </w:rPr>
        <w:t>№ 76-77)</w:t>
      </w:r>
      <w:r w:rsidRPr="008367F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слов «распространяются ограничения» дополнить словами «и обязанности».</w:t>
      </w:r>
    </w:p>
    <w:p w:rsidR="000552D9" w:rsidRPr="00EC26E0" w:rsidRDefault="000552D9" w:rsidP="00EC26E0">
      <w:pPr>
        <w:rPr>
          <w:sz w:val="16"/>
          <w:szCs w:val="28"/>
        </w:rPr>
      </w:pPr>
    </w:p>
    <w:p w:rsidR="000552D9" w:rsidRPr="00DC30BD" w:rsidRDefault="000552D9" w:rsidP="00EC26E0">
      <w:pPr>
        <w:rPr>
          <w:sz w:val="28"/>
          <w:szCs w:val="28"/>
        </w:rPr>
      </w:pPr>
    </w:p>
    <w:p w:rsidR="000552D9" w:rsidRPr="00D260B9" w:rsidRDefault="000552D9" w:rsidP="00EC26E0">
      <w:pPr>
        <w:autoSpaceDE w:val="0"/>
        <w:autoSpaceDN w:val="0"/>
        <w:adjustRightInd w:val="0"/>
        <w:rPr>
          <w:sz w:val="28"/>
          <w:szCs w:val="28"/>
        </w:rPr>
      </w:pPr>
    </w:p>
    <w:p w:rsidR="000552D9" w:rsidRDefault="000552D9" w:rsidP="00D260B9">
      <w:p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Губернатор Ульяновской области                                                        С.И.Морозов</w:t>
      </w:r>
    </w:p>
    <w:p w:rsidR="000552D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552D9" w:rsidRPr="00D260B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552D9" w:rsidRPr="00D260B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552D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г. Ульяновск</w:t>
      </w:r>
    </w:p>
    <w:p w:rsidR="000552D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</w:t>
      </w:r>
      <w:r w:rsidRPr="00CA3D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>
        <w:rPr>
          <w:color w:val="000000"/>
          <w:sz w:val="28"/>
          <w:szCs w:val="28"/>
          <w:lang w:val="en-US"/>
        </w:rPr>
        <w:t xml:space="preserve"> 201</w:t>
      </w:r>
      <w:r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г.</w:t>
      </w:r>
    </w:p>
    <w:p w:rsidR="000552D9" w:rsidRDefault="000552D9" w:rsidP="00EC26E0">
      <w:pPr>
        <w:tabs>
          <w:tab w:val="left" w:pos="7020"/>
        </w:tabs>
        <w:suppressAutoHyphens/>
        <w:autoSpaceDE w:val="0"/>
        <w:autoSpaceDN w:val="0"/>
        <w:adjustRightInd w:val="0"/>
        <w:jc w:val="center"/>
      </w:pPr>
      <w:r>
        <w:rPr>
          <w:color w:val="000000"/>
          <w:sz w:val="28"/>
          <w:szCs w:val="28"/>
          <w:lang w:val="en-US"/>
        </w:rPr>
        <w:t>№</w:t>
      </w:r>
      <w:r>
        <w:rPr>
          <w:color w:val="000000"/>
          <w:sz w:val="28"/>
          <w:szCs w:val="28"/>
        </w:rPr>
        <w:t xml:space="preserve"> 16</w:t>
      </w:r>
      <w:r>
        <w:rPr>
          <w:color w:val="000000"/>
          <w:sz w:val="28"/>
          <w:szCs w:val="28"/>
          <w:lang w:val="en-US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ЗО</w:t>
      </w:r>
    </w:p>
    <w:sectPr w:rsidR="000552D9" w:rsidSect="0026598C">
      <w:headerReference w:type="even" r:id="rId161"/>
      <w:headerReference w:type="default" r:id="rId162"/>
      <w:pgSz w:w="11907" w:h="16840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D9" w:rsidRDefault="000552D9">
      <w:r>
        <w:separator/>
      </w:r>
    </w:p>
  </w:endnote>
  <w:endnote w:type="continuationSeparator" w:id="0">
    <w:p w:rsidR="000552D9" w:rsidRDefault="00055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D9" w:rsidRDefault="000552D9">
      <w:r>
        <w:separator/>
      </w:r>
    </w:p>
  </w:footnote>
  <w:footnote w:type="continuationSeparator" w:id="0">
    <w:p w:rsidR="000552D9" w:rsidRDefault="00055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D9" w:rsidRDefault="000552D9" w:rsidP="00FF58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2D9" w:rsidRDefault="000552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D9" w:rsidRPr="006F4CD2" w:rsidRDefault="000552D9" w:rsidP="00BA0D30">
    <w:pPr>
      <w:pStyle w:val="Header"/>
      <w:jc w:val="center"/>
      <w:rPr>
        <w:rStyle w:val="PageNumber"/>
        <w:sz w:val="28"/>
        <w:szCs w:val="28"/>
      </w:rPr>
    </w:pPr>
    <w:r w:rsidRPr="006F4CD2">
      <w:rPr>
        <w:rStyle w:val="PageNumber"/>
        <w:sz w:val="28"/>
        <w:szCs w:val="28"/>
      </w:rPr>
      <w:fldChar w:fldCharType="begin"/>
    </w:r>
    <w:r w:rsidRPr="006F4CD2">
      <w:rPr>
        <w:rStyle w:val="PageNumber"/>
        <w:sz w:val="28"/>
        <w:szCs w:val="28"/>
      </w:rPr>
      <w:instrText xml:space="preserve">PAGE  </w:instrText>
    </w:r>
    <w:r w:rsidRPr="006F4CD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13</w:t>
    </w:r>
    <w:r w:rsidRPr="006F4CD2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0B9"/>
    <w:rsid w:val="0000095D"/>
    <w:rsid w:val="00004A6B"/>
    <w:rsid w:val="00011994"/>
    <w:rsid w:val="000226E3"/>
    <w:rsid w:val="0004461E"/>
    <w:rsid w:val="000552D9"/>
    <w:rsid w:val="00084670"/>
    <w:rsid w:val="00096DC6"/>
    <w:rsid w:val="000C574B"/>
    <w:rsid w:val="000D3D58"/>
    <w:rsid w:val="00102151"/>
    <w:rsid w:val="0011543B"/>
    <w:rsid w:val="00136904"/>
    <w:rsid w:val="001464AC"/>
    <w:rsid w:val="00163416"/>
    <w:rsid w:val="00171326"/>
    <w:rsid w:val="001C5E85"/>
    <w:rsid w:val="001D346C"/>
    <w:rsid w:val="001F7B60"/>
    <w:rsid w:val="00202651"/>
    <w:rsid w:val="00207350"/>
    <w:rsid w:val="00232FFB"/>
    <w:rsid w:val="002340D9"/>
    <w:rsid w:val="0023704D"/>
    <w:rsid w:val="002562C2"/>
    <w:rsid w:val="00264115"/>
    <w:rsid w:val="00264346"/>
    <w:rsid w:val="002646FD"/>
    <w:rsid w:val="0026598C"/>
    <w:rsid w:val="00266A02"/>
    <w:rsid w:val="00281CEF"/>
    <w:rsid w:val="002918D9"/>
    <w:rsid w:val="002F1211"/>
    <w:rsid w:val="002F5E94"/>
    <w:rsid w:val="00313CC5"/>
    <w:rsid w:val="00316BF1"/>
    <w:rsid w:val="003462E2"/>
    <w:rsid w:val="00370786"/>
    <w:rsid w:val="00373BE8"/>
    <w:rsid w:val="003D6883"/>
    <w:rsid w:val="004058D9"/>
    <w:rsid w:val="00406267"/>
    <w:rsid w:val="00407339"/>
    <w:rsid w:val="004305F0"/>
    <w:rsid w:val="00454D9D"/>
    <w:rsid w:val="004776A0"/>
    <w:rsid w:val="004B06F8"/>
    <w:rsid w:val="004D7BDC"/>
    <w:rsid w:val="00526F66"/>
    <w:rsid w:val="00530DA6"/>
    <w:rsid w:val="00534C4A"/>
    <w:rsid w:val="00537DF5"/>
    <w:rsid w:val="00550B03"/>
    <w:rsid w:val="005551D6"/>
    <w:rsid w:val="00562E09"/>
    <w:rsid w:val="00564A62"/>
    <w:rsid w:val="00593141"/>
    <w:rsid w:val="005D335C"/>
    <w:rsid w:val="005D3390"/>
    <w:rsid w:val="005E09F0"/>
    <w:rsid w:val="005F0D6C"/>
    <w:rsid w:val="00603CAA"/>
    <w:rsid w:val="00622031"/>
    <w:rsid w:val="00652C9E"/>
    <w:rsid w:val="006C4CF8"/>
    <w:rsid w:val="006E33B8"/>
    <w:rsid w:val="006F4CD2"/>
    <w:rsid w:val="006F78DD"/>
    <w:rsid w:val="00707193"/>
    <w:rsid w:val="0074154E"/>
    <w:rsid w:val="0075096D"/>
    <w:rsid w:val="0079273C"/>
    <w:rsid w:val="007A3569"/>
    <w:rsid w:val="007B7920"/>
    <w:rsid w:val="007C1323"/>
    <w:rsid w:val="007D3593"/>
    <w:rsid w:val="007E3452"/>
    <w:rsid w:val="00823319"/>
    <w:rsid w:val="00824A94"/>
    <w:rsid w:val="008367FD"/>
    <w:rsid w:val="00837E14"/>
    <w:rsid w:val="0084180B"/>
    <w:rsid w:val="008862F7"/>
    <w:rsid w:val="00896418"/>
    <w:rsid w:val="008A1EE2"/>
    <w:rsid w:val="008C33A9"/>
    <w:rsid w:val="008C79D8"/>
    <w:rsid w:val="008E62F1"/>
    <w:rsid w:val="008F21F6"/>
    <w:rsid w:val="009012CA"/>
    <w:rsid w:val="009115E5"/>
    <w:rsid w:val="009A1F16"/>
    <w:rsid w:val="009A4633"/>
    <w:rsid w:val="009B3E1C"/>
    <w:rsid w:val="009C06FF"/>
    <w:rsid w:val="009E5790"/>
    <w:rsid w:val="009F454C"/>
    <w:rsid w:val="00A50BE0"/>
    <w:rsid w:val="00A8541E"/>
    <w:rsid w:val="00A86ACC"/>
    <w:rsid w:val="00A87F4A"/>
    <w:rsid w:val="00AA7318"/>
    <w:rsid w:val="00AB23DC"/>
    <w:rsid w:val="00AE55CF"/>
    <w:rsid w:val="00B2021C"/>
    <w:rsid w:val="00B24347"/>
    <w:rsid w:val="00B26724"/>
    <w:rsid w:val="00B668F9"/>
    <w:rsid w:val="00B67C6E"/>
    <w:rsid w:val="00B7495A"/>
    <w:rsid w:val="00BA0D30"/>
    <w:rsid w:val="00BB5750"/>
    <w:rsid w:val="00BC2184"/>
    <w:rsid w:val="00C257D6"/>
    <w:rsid w:val="00C36AEC"/>
    <w:rsid w:val="00C374D0"/>
    <w:rsid w:val="00C46255"/>
    <w:rsid w:val="00C62976"/>
    <w:rsid w:val="00C76BF4"/>
    <w:rsid w:val="00C7799F"/>
    <w:rsid w:val="00C82A91"/>
    <w:rsid w:val="00C949AA"/>
    <w:rsid w:val="00CA3D29"/>
    <w:rsid w:val="00CC37A8"/>
    <w:rsid w:val="00CC4087"/>
    <w:rsid w:val="00D07D30"/>
    <w:rsid w:val="00D212A4"/>
    <w:rsid w:val="00D260B9"/>
    <w:rsid w:val="00D51013"/>
    <w:rsid w:val="00D66300"/>
    <w:rsid w:val="00D95090"/>
    <w:rsid w:val="00D9534A"/>
    <w:rsid w:val="00D9605B"/>
    <w:rsid w:val="00DC02B1"/>
    <w:rsid w:val="00DC30BD"/>
    <w:rsid w:val="00DF1ED9"/>
    <w:rsid w:val="00DF4803"/>
    <w:rsid w:val="00E0284F"/>
    <w:rsid w:val="00E2116D"/>
    <w:rsid w:val="00E43481"/>
    <w:rsid w:val="00E55E06"/>
    <w:rsid w:val="00E77671"/>
    <w:rsid w:val="00EA18BD"/>
    <w:rsid w:val="00EA4901"/>
    <w:rsid w:val="00EA572B"/>
    <w:rsid w:val="00EB4CD3"/>
    <w:rsid w:val="00EC26E0"/>
    <w:rsid w:val="00EC68A8"/>
    <w:rsid w:val="00ED27C8"/>
    <w:rsid w:val="00EE61FF"/>
    <w:rsid w:val="00F0519A"/>
    <w:rsid w:val="00F1076B"/>
    <w:rsid w:val="00F32AC6"/>
    <w:rsid w:val="00F33EE3"/>
    <w:rsid w:val="00F37E29"/>
    <w:rsid w:val="00FB25CD"/>
    <w:rsid w:val="00FD1E0D"/>
    <w:rsid w:val="00FD5D60"/>
    <w:rsid w:val="00FF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0B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60B9"/>
    <w:pPr>
      <w:widowControl w:val="0"/>
      <w:autoSpaceDE w:val="0"/>
      <w:autoSpaceDN w:val="0"/>
    </w:pPr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33E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E14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DC02B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7E1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C0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7F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434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64115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96DC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42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2A94254F176BCA0A06FED40E66B1A8CF322632DD325B3085917D3F28A690A9695D6F0DC844C0DF85DB0ADUCG9J" TargetMode="External"/><Relationship Id="rId117" Type="http://schemas.openxmlformats.org/officeDocument/2006/relationships/hyperlink" Target="consultantplus://offline/ref=72A94254F176BCA0A06FED40E66B1A8CF322632DD325B3085917D3F28A690A9695D6F0DC844C0DF85DB0ADUCGFJ" TargetMode="External"/><Relationship Id="rId21" Type="http://schemas.openxmlformats.org/officeDocument/2006/relationships/hyperlink" Target="consultantplus://offline/ref=72A94254F176BCA0A06FED40E66B1A8CF322632DD325B3085917D3F28A690A9695D6F0DC844C0DF85DB0AEUCG9J" TargetMode="External"/><Relationship Id="rId42" Type="http://schemas.openxmlformats.org/officeDocument/2006/relationships/hyperlink" Target="consultantplus://offline/ref=72A94254F176BCA0A06FED40E66B1A8CF322632DD325B3085917D3F28A690A9695D6F0DC844C0DF85DB0ADUCGBJ" TargetMode="External"/><Relationship Id="rId47" Type="http://schemas.openxmlformats.org/officeDocument/2006/relationships/hyperlink" Target="consultantplus://offline/ref=72A94254F176BCA0A06FED40E66B1A8CF322632DD325B3085917D3F28A690A9695D6F0DC844C0DF85DB0ADUCGFJ" TargetMode="External"/><Relationship Id="rId63" Type="http://schemas.openxmlformats.org/officeDocument/2006/relationships/hyperlink" Target="consultantplus://offline/ref=72A94254F176BCA0A06FED40E66B1A8CF322632DD325B3085917D3F28A690A9695D6F0DC844C0DF85DB0ADUCGBJ" TargetMode="External"/><Relationship Id="rId68" Type="http://schemas.openxmlformats.org/officeDocument/2006/relationships/hyperlink" Target="consultantplus://offline/ref=72A94254F176BCA0A06FED40E66B1A8CF322632DD325B3085917D3F28A690A9695D6F0DC844C0DF85DB0ADUCGFJ" TargetMode="External"/><Relationship Id="rId84" Type="http://schemas.openxmlformats.org/officeDocument/2006/relationships/hyperlink" Target="consultantplus://offline/ref=72A94254F176BCA0A06FED40E66B1A8CF322632DD325B3085917D3F28A690A9695D6F0DC844C0DF85DB0ADUCGBJ" TargetMode="External"/><Relationship Id="rId89" Type="http://schemas.openxmlformats.org/officeDocument/2006/relationships/hyperlink" Target="consultantplus://offline/ref=72A94254F176BCA0A06FED40E66B1A8CF322632DD325B3085917D3F28A690A9695D6F0DC844C0DF85DB0ADUCGFJ" TargetMode="External"/><Relationship Id="rId112" Type="http://schemas.openxmlformats.org/officeDocument/2006/relationships/hyperlink" Target="consultantplus://offline/ref=72A94254F176BCA0A06FED40E66B1A8CF322632DD325B3085917D3F28A690A9695D6F0DC844C0DF85DB0ADUCGBJ" TargetMode="External"/><Relationship Id="rId133" Type="http://schemas.openxmlformats.org/officeDocument/2006/relationships/hyperlink" Target="consultantplus://offline/ref=72A94254F176BCA0A06FED40E66B1A8CF322632DD325B3085917D3F28A690A9695D6F0DC844C0DF85DB0ADUCGBJ" TargetMode="External"/><Relationship Id="rId138" Type="http://schemas.openxmlformats.org/officeDocument/2006/relationships/hyperlink" Target="consultantplus://offline/ref=72A94254F176BCA0A06FED40E66B1A8CF322632DD325B3085917D3F28A690A9695D6F0DC844C0DF85DB0ADUCGFJ" TargetMode="External"/><Relationship Id="rId154" Type="http://schemas.openxmlformats.org/officeDocument/2006/relationships/hyperlink" Target="consultantplus://offline/ref=72A94254F176BCA0A06FED40E66B1A8CF322632DD325B3085917D3F28A690A9695D6F0DC844C0DF85DB0ADUCGBJ" TargetMode="External"/><Relationship Id="rId159" Type="http://schemas.openxmlformats.org/officeDocument/2006/relationships/hyperlink" Target="consultantplus://offline/ref=0E463549F0A075D96E6F876277FFB95B16E4FF1FB4507C02DD7C84EDAE231949DCC383AB77C7EC7448D5CAGBF9H" TargetMode="External"/><Relationship Id="rId16" Type="http://schemas.openxmlformats.org/officeDocument/2006/relationships/hyperlink" Target="consultantplus://offline/ref=72A94254F176BCA0A06FED40E66B1A8CF322632DD325B3085917D3F28A690A9695D6F0DC844C0DF85DB1A7UCGEJ" TargetMode="External"/><Relationship Id="rId107" Type="http://schemas.openxmlformats.org/officeDocument/2006/relationships/hyperlink" Target="consultantplus://offline/ref=72A94254F176BCA0A06FED40E66B1A8CF322632DD325B3085917D3F28A690A9695D6F0DC844C0DF85DB0AEUCG8J" TargetMode="External"/><Relationship Id="rId11" Type="http://schemas.openxmlformats.org/officeDocument/2006/relationships/hyperlink" Target="consultantplus://offline/ref=72A94254F176BCA0A06FED40E66B1A8CF322632DD325B3085917D3F28A690A9695D6F0DC844C0DF85DB0ADUCG9J" TargetMode="External"/><Relationship Id="rId32" Type="http://schemas.openxmlformats.org/officeDocument/2006/relationships/hyperlink" Target="consultantplus://offline/ref=72A94254F176BCA0A06FED40E66B1A8CF322632DD325B3085917D3F28A690A9695D6F0DC844C0DF85DB0ADUCGFJ" TargetMode="External"/><Relationship Id="rId37" Type="http://schemas.openxmlformats.org/officeDocument/2006/relationships/hyperlink" Target="consultantplus://offline/ref=72A94254F176BCA0A06FED40E66B1A8CF322632DD325B3085917D3F28A690A9695D6F0DC844C0DF85DB0AEUCG8J" TargetMode="External"/><Relationship Id="rId53" Type="http://schemas.openxmlformats.org/officeDocument/2006/relationships/hyperlink" Target="consultantplus://offline/ref=72A94254F176BCA0A06FED40E66B1A8CF322632DD325B3085917D3F28A690A9695D6F0DC844C0DF85DB0AEUCG4J" TargetMode="External"/><Relationship Id="rId58" Type="http://schemas.openxmlformats.org/officeDocument/2006/relationships/hyperlink" Target="consultantplus://offline/ref=72A94254F176BCA0A06FED40E66B1A8CF322632DD325B3085917D3F28A690A9695D6F0DC844C0DF85DB0AEUCG8J" TargetMode="External"/><Relationship Id="rId74" Type="http://schemas.openxmlformats.org/officeDocument/2006/relationships/hyperlink" Target="consultantplus://offline/ref=72A94254F176BCA0A06FED40E66B1A8CF322632DD325B3085917D3F28A690A9695D6F0DC844C0DF85DB0AEUCG4J" TargetMode="External"/><Relationship Id="rId79" Type="http://schemas.openxmlformats.org/officeDocument/2006/relationships/hyperlink" Target="consultantplus://offline/ref=72A94254F176BCA0A06FED40E66B1A8CF322632DD325B3085917D3F28A690A9695D6F0DC844C0DF85DB0AEUCG8J" TargetMode="External"/><Relationship Id="rId102" Type="http://schemas.openxmlformats.org/officeDocument/2006/relationships/hyperlink" Target="consultantplus://offline/ref=72A94254F176BCA0A06FED40E66B1A8CF322632DD325B3085917D3F28A690A9695D6F0DC844C0DF85DB0AEUCG4J" TargetMode="External"/><Relationship Id="rId123" Type="http://schemas.openxmlformats.org/officeDocument/2006/relationships/hyperlink" Target="consultantplus://offline/ref=72A94254F176BCA0A06FED40E66B1A8CF322632DD325B3085917D3F28A690A9695D6F0DC844C0DF85DB0AEUCG4J" TargetMode="External"/><Relationship Id="rId128" Type="http://schemas.openxmlformats.org/officeDocument/2006/relationships/hyperlink" Target="consultantplus://offline/ref=72A94254F176BCA0A06FED40E66B1A8CF322632DD325B3085917D3F28A690A9695D6F0DC844C0DF85DB0AEUCG8J" TargetMode="External"/><Relationship Id="rId144" Type="http://schemas.openxmlformats.org/officeDocument/2006/relationships/hyperlink" Target="consultantplus://offline/ref=72A94254F176BCA0A06FED40E66B1A8CF322632DD325B3085917D3F28A690A9695D6F0DC844C0DF85DB0AEUCG4J" TargetMode="External"/><Relationship Id="rId149" Type="http://schemas.openxmlformats.org/officeDocument/2006/relationships/hyperlink" Target="consultantplus://offline/ref=72A94254F176BCA0A06FED40E66B1A8CF322632DD325B3085917D3F28A690A9695D6F0DC844C0DF85DB0AEUCG8J" TargetMode="External"/><Relationship Id="rId5" Type="http://schemas.openxmlformats.org/officeDocument/2006/relationships/endnotes" Target="endnotes.xml"/><Relationship Id="rId90" Type="http://schemas.openxmlformats.org/officeDocument/2006/relationships/hyperlink" Target="consultantplus://offline/ref=72A94254F176BCA0A06FED40E66B1A8CF322632DD325B3085917D3F28A690A9695D6F0DC844C0DF85DB0ADUCG9J" TargetMode="External"/><Relationship Id="rId95" Type="http://schemas.openxmlformats.org/officeDocument/2006/relationships/hyperlink" Target="consultantplus://offline/ref=72A94254F176BCA0A06FED40E66B1A8CF322632DD325B3085917D3F28A690A9695D6F0DC844C0DF85DB0AEUCG4J" TargetMode="External"/><Relationship Id="rId160" Type="http://schemas.openxmlformats.org/officeDocument/2006/relationships/hyperlink" Target="consultantplus://offline/ref=0E463549F0A075D96E6F876277FFB95B16E4FF1FB4507C02DD7C84EDAE231949DCC383AB77C7EC7448D5CAGBFEH" TargetMode="External"/><Relationship Id="rId22" Type="http://schemas.openxmlformats.org/officeDocument/2006/relationships/hyperlink" Target="consultantplus://offline/ref=72A94254F176BCA0A06FED40E66B1A8CF322632DD325B3085917D3F28A690A9695D6F0DC844C0DF85DB0AEUCG8J" TargetMode="External"/><Relationship Id="rId27" Type="http://schemas.openxmlformats.org/officeDocument/2006/relationships/hyperlink" Target="consultantplus://offline/ref=72A94254F176BCA0A06FED40E66B1A8CF322632DD325B3085917D3F28A690A9695D6F0DC844C0DF85DB0ADUCGBJ" TargetMode="External"/><Relationship Id="rId43" Type="http://schemas.openxmlformats.org/officeDocument/2006/relationships/hyperlink" Target="consultantplus://offline/ref=72A94254F176BCA0A06FED40E66B1A8CF322632DD325B3085917D3F28A690A9695D6F0DC844C0DF85DB0AEUCG9J" TargetMode="External"/><Relationship Id="rId48" Type="http://schemas.openxmlformats.org/officeDocument/2006/relationships/hyperlink" Target="consultantplus://offline/ref=72A94254F176BCA0A06FED40E66B1A8CF322632DD325B3085917D3F28A690A9695D6F0DC844C0DF85DB0ADUCG9J" TargetMode="External"/><Relationship Id="rId64" Type="http://schemas.openxmlformats.org/officeDocument/2006/relationships/hyperlink" Target="consultantplus://offline/ref=72A94254F176BCA0A06FED40E66B1A8CF322632DD325B3085917D3F28A690A9695D6F0DC844C0DF85DB0AEUCG9J" TargetMode="External"/><Relationship Id="rId69" Type="http://schemas.openxmlformats.org/officeDocument/2006/relationships/hyperlink" Target="consultantplus://offline/ref=72A94254F176BCA0A06FED40E66B1A8CF322632DD325B3085917D3F28A690A9695D6F0DC844C0DF85DB0ADUCG9J" TargetMode="External"/><Relationship Id="rId113" Type="http://schemas.openxmlformats.org/officeDocument/2006/relationships/hyperlink" Target="consultantplus://offline/ref=72A94254F176BCA0A06FED40E66B1A8CF322632DD325B3085917D3F28A690A9695D6F0DC844C0DF85DB0AEUCG9J" TargetMode="External"/><Relationship Id="rId118" Type="http://schemas.openxmlformats.org/officeDocument/2006/relationships/hyperlink" Target="consultantplus://offline/ref=72A94254F176BCA0A06FED40E66B1A8CF322632DD325B3085917D3F28A690A9695D6F0DC844C0DF85DB0ADUCG9J" TargetMode="External"/><Relationship Id="rId134" Type="http://schemas.openxmlformats.org/officeDocument/2006/relationships/hyperlink" Target="consultantplus://offline/ref=72A94254F176BCA0A06FED40E66B1A8CF322632DD325B3085917D3F28A690A9695D6F0DC844C0DF85DB0AEUCG9J" TargetMode="External"/><Relationship Id="rId139" Type="http://schemas.openxmlformats.org/officeDocument/2006/relationships/hyperlink" Target="consultantplus://offline/ref=72A94254F176BCA0A06FED40E66B1A8CF322632DD325B3085917D3F28A690A9695D6F0DC844C0DF85DB0ADUCG9J" TargetMode="External"/><Relationship Id="rId80" Type="http://schemas.openxmlformats.org/officeDocument/2006/relationships/hyperlink" Target="consultantplus://offline/ref=72A94254F176BCA0A06FED40E66B1A8CF322632DD325B3085917D3F28A690A9695D6F0DC844C0DF85DB1A7UCGEJ" TargetMode="External"/><Relationship Id="rId85" Type="http://schemas.openxmlformats.org/officeDocument/2006/relationships/hyperlink" Target="consultantplus://offline/ref=72A94254F176BCA0A06FED40E66B1A8CF322632DD325B3085917D3F28A690A9695D6F0DC844C0DF85DB0AEUCG9J" TargetMode="External"/><Relationship Id="rId150" Type="http://schemas.openxmlformats.org/officeDocument/2006/relationships/hyperlink" Target="consultantplus://offline/ref=72A94254F176BCA0A06FED40E66B1A8CF322632DD325B3085917D3F28A690A9695D6F0DC844C0DF85DB1A7UCGEJ" TargetMode="External"/><Relationship Id="rId155" Type="http://schemas.openxmlformats.org/officeDocument/2006/relationships/hyperlink" Target="consultantplus://offline/ref=0E463549F0A075D96E6F876277FFB95B16E4FF1FB4507C02DD7C84EDAE231949DCC383AB77C7EC7448D5CAGBFBH" TargetMode="External"/><Relationship Id="rId12" Type="http://schemas.openxmlformats.org/officeDocument/2006/relationships/hyperlink" Target="consultantplus://offline/ref=72A94254F176BCA0A06FED40E66B1A8CF322632DD325B3085917D3F28A690A9695D6F0DC844C0DF85DB0ADUCGBJ" TargetMode="External"/><Relationship Id="rId17" Type="http://schemas.openxmlformats.org/officeDocument/2006/relationships/hyperlink" Target="consultantplus://offline/ref=72A94254F176BCA0A06FED40E66B1A8CF322632DD325B3085917D3F28A690A9695D6F0DC844C0DF85DB0AEUCG4J" TargetMode="External"/><Relationship Id="rId33" Type="http://schemas.openxmlformats.org/officeDocument/2006/relationships/hyperlink" Target="consultantplus://offline/ref=72A94254F176BCA0A06FED40E66B1A8CF322632DD325B3085917D3F28A690A9695D6F0DC844C0DF85DB0ADUCG9J" TargetMode="External"/><Relationship Id="rId38" Type="http://schemas.openxmlformats.org/officeDocument/2006/relationships/hyperlink" Target="consultantplus://offline/ref=72A94254F176BCA0A06FED40E66B1A8CF322632DD325B3085917D3F28A690A9695D6F0DC844C0DF85DB1A7UCGEJ" TargetMode="External"/><Relationship Id="rId59" Type="http://schemas.openxmlformats.org/officeDocument/2006/relationships/hyperlink" Target="consultantplus://offline/ref=72A94254F176BCA0A06FED40E66B1A8CF322632DD325B3085917D3F28A690A9695D6F0DC844C0DF85DB1A7UCGEJ" TargetMode="External"/><Relationship Id="rId103" Type="http://schemas.openxmlformats.org/officeDocument/2006/relationships/hyperlink" Target="consultantplus://offline/ref=72A94254F176BCA0A06FED40E66B1A8CF322632DD325B3085917D3F28A690A9695D6F0DC844C0DF85DB0ADUCGFJ" TargetMode="External"/><Relationship Id="rId108" Type="http://schemas.openxmlformats.org/officeDocument/2006/relationships/hyperlink" Target="consultantplus://offline/ref=72A94254F176BCA0A06FED40E66B1A8CF322632DD325B3085917D3F28A690A9695D6F0DC844C0DF85DB1A7UCGEJ" TargetMode="External"/><Relationship Id="rId124" Type="http://schemas.openxmlformats.org/officeDocument/2006/relationships/hyperlink" Target="consultantplus://offline/ref=72A94254F176BCA0A06FED40E66B1A8CF322632DD325B3085917D3F28A690A9695D6F0DC844C0DF85DB0ADUCGFJ" TargetMode="External"/><Relationship Id="rId129" Type="http://schemas.openxmlformats.org/officeDocument/2006/relationships/hyperlink" Target="consultantplus://offline/ref=72A94254F176BCA0A06FED40E66B1A8CF322632DD325B3085917D3F28A690A9695D6F0DC844C0DF85DB1A7UCGEJ" TargetMode="External"/><Relationship Id="rId54" Type="http://schemas.openxmlformats.org/officeDocument/2006/relationships/hyperlink" Target="consultantplus://offline/ref=72A94254F176BCA0A06FED40E66B1A8CF322632DD325B3085917D3F28A690A9695D6F0DC844C0DF85DB0ADUCGFJ" TargetMode="External"/><Relationship Id="rId70" Type="http://schemas.openxmlformats.org/officeDocument/2006/relationships/hyperlink" Target="consultantplus://offline/ref=72A94254F176BCA0A06FED40E66B1A8CF322632DD325B3085917D3F28A690A9695D6F0DC844C0DF85DB0ADUCGBJ" TargetMode="External"/><Relationship Id="rId75" Type="http://schemas.openxmlformats.org/officeDocument/2006/relationships/hyperlink" Target="consultantplus://offline/ref=72A94254F176BCA0A06FED40E66B1A8CF322632DD325B3085917D3F28A690A9695D6F0DC844C0DF85DB0ADUCGFJ" TargetMode="External"/><Relationship Id="rId91" Type="http://schemas.openxmlformats.org/officeDocument/2006/relationships/hyperlink" Target="consultantplus://offline/ref=72A94254F176BCA0A06FED40E66B1A8CF322632DD325B3085917D3F28A690A9695D6F0DC844C0DF85DB0ADUCGBJ" TargetMode="External"/><Relationship Id="rId96" Type="http://schemas.openxmlformats.org/officeDocument/2006/relationships/hyperlink" Target="consultantplus://offline/ref=72A94254F176BCA0A06FED40E66B1A8CF322632DD325B3085917D3F28A690A9695D6F0DC844C0DF85DB0ADUCGFJ" TargetMode="External"/><Relationship Id="rId140" Type="http://schemas.openxmlformats.org/officeDocument/2006/relationships/hyperlink" Target="consultantplus://offline/ref=72A94254F176BCA0A06FED40E66B1A8CF322632DD325B3085917D3F28A690A9695D6F0DC844C0DF85DB0ADUCGBJ" TargetMode="External"/><Relationship Id="rId145" Type="http://schemas.openxmlformats.org/officeDocument/2006/relationships/hyperlink" Target="consultantplus://offline/ref=72A94254F176BCA0A06FED40E66B1A8CF322632DD325B3085917D3F28A690A9695D6F0DC844C0DF85DB0ADUCGFJ" TargetMode="External"/><Relationship Id="rId161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A94254F176BCA0A06FED40E66B1A8CF322632DD325B3085917D3F28A690A9695D6F0DC844C0DF85DB0AEUCG9J" TargetMode="External"/><Relationship Id="rId15" Type="http://schemas.openxmlformats.org/officeDocument/2006/relationships/hyperlink" Target="consultantplus://offline/ref=72A94254F176BCA0A06FED40E66B1A8CF322632DD325B3085917D3F28A690A9695D6F0DC844C0DF85DB0AEUCG8J" TargetMode="External"/><Relationship Id="rId23" Type="http://schemas.openxmlformats.org/officeDocument/2006/relationships/hyperlink" Target="consultantplus://offline/ref=72A94254F176BCA0A06FED40E66B1A8CF322632DD325B3085917D3F28A690A9695D6F0DC844C0DF85DB1A7UCGEJ" TargetMode="External"/><Relationship Id="rId28" Type="http://schemas.openxmlformats.org/officeDocument/2006/relationships/hyperlink" Target="consultantplus://offline/ref=72A94254F176BCA0A06FED40E66B1A8CF322632DD325B3085917D3F28A690A9695D6F0DC844C0DF85DB0AEUCG9J" TargetMode="External"/><Relationship Id="rId36" Type="http://schemas.openxmlformats.org/officeDocument/2006/relationships/hyperlink" Target="consultantplus://offline/ref=72A94254F176BCA0A06FED40E66B1A8CF322632DD325B3085917D3F28A690A9695D6F0DC844C0DF85DB0AEUCG9J" TargetMode="External"/><Relationship Id="rId49" Type="http://schemas.openxmlformats.org/officeDocument/2006/relationships/hyperlink" Target="consultantplus://offline/ref=72A94254F176BCA0A06FED40E66B1A8CF322632DD325B3085917D3F28A690A9695D6F0DC844C0DF85DB0ADUCGBJ" TargetMode="External"/><Relationship Id="rId57" Type="http://schemas.openxmlformats.org/officeDocument/2006/relationships/hyperlink" Target="consultantplus://offline/ref=72A94254F176BCA0A06FED40E66B1A8CF322632DD325B3085917D3F28A690A9695D6F0DC844C0DF85DB0AEUCG9J" TargetMode="External"/><Relationship Id="rId106" Type="http://schemas.openxmlformats.org/officeDocument/2006/relationships/hyperlink" Target="consultantplus://offline/ref=72A94254F176BCA0A06FED40E66B1A8CF322632DD325B3085917D3F28A690A9695D6F0DC844C0DF85DB0AEUCG9J" TargetMode="External"/><Relationship Id="rId114" Type="http://schemas.openxmlformats.org/officeDocument/2006/relationships/hyperlink" Target="consultantplus://offline/ref=72A94254F176BCA0A06FED40E66B1A8CF322632DD325B3085917D3F28A690A9695D6F0DC844C0DF85DB0AEUCG8J" TargetMode="External"/><Relationship Id="rId119" Type="http://schemas.openxmlformats.org/officeDocument/2006/relationships/hyperlink" Target="consultantplus://offline/ref=72A94254F176BCA0A06FED40E66B1A8CF322632DD325B3085917D3F28A690A9695D6F0DC844C0DF85DB0ADUCGBJ" TargetMode="External"/><Relationship Id="rId127" Type="http://schemas.openxmlformats.org/officeDocument/2006/relationships/hyperlink" Target="consultantplus://offline/ref=72A94254F176BCA0A06FED40E66B1A8CF322632DD325B3085917D3F28A690A9695D6F0DC844C0DF85DB0AEUCG9J" TargetMode="External"/><Relationship Id="rId10" Type="http://schemas.openxmlformats.org/officeDocument/2006/relationships/hyperlink" Target="consultantplus://offline/ref=72A94254F176BCA0A06FED40E66B1A8CF322632DD325B3085917D3F28A690A9695D6F0DC844C0DF85DB0ADUCGFJ" TargetMode="External"/><Relationship Id="rId31" Type="http://schemas.openxmlformats.org/officeDocument/2006/relationships/hyperlink" Target="consultantplus://offline/ref=72A94254F176BCA0A06FED40E66B1A8CF322632DD325B3085917D3F28A690A9695D6F0DC844C0DF85DB0AEUCG4J" TargetMode="External"/><Relationship Id="rId44" Type="http://schemas.openxmlformats.org/officeDocument/2006/relationships/hyperlink" Target="consultantplus://offline/ref=72A94254F176BCA0A06FED40E66B1A8CF322632DD325B3085917D3F28A690A9695D6F0DC844C0DF85DB0AEUCG8J" TargetMode="External"/><Relationship Id="rId52" Type="http://schemas.openxmlformats.org/officeDocument/2006/relationships/hyperlink" Target="consultantplus://offline/ref=72A94254F176BCA0A06FED40E66B1A8CF322632DD325B3085917D3F28A690A9695D6F0DC844C0DF85DB1A7UCGEJ" TargetMode="External"/><Relationship Id="rId60" Type="http://schemas.openxmlformats.org/officeDocument/2006/relationships/hyperlink" Target="consultantplus://offline/ref=72A94254F176BCA0A06FED40E66B1A8CF322632DD325B3085917D3F28A690A9695D6F0DC844C0DF85DB0AEUCG4J" TargetMode="External"/><Relationship Id="rId65" Type="http://schemas.openxmlformats.org/officeDocument/2006/relationships/hyperlink" Target="consultantplus://offline/ref=72A94254F176BCA0A06FED40E66B1A8CF322632DD325B3085917D3F28A690A9695D6F0DC844C0DF85DB0AEUCG8J" TargetMode="External"/><Relationship Id="rId73" Type="http://schemas.openxmlformats.org/officeDocument/2006/relationships/hyperlink" Target="consultantplus://offline/ref=72A94254F176BCA0A06FED40E66B1A8CF322632DD325B3085917D3F28A690A9695D6F0DC844C0DF85DB1A7UCGEJ" TargetMode="External"/><Relationship Id="rId78" Type="http://schemas.openxmlformats.org/officeDocument/2006/relationships/hyperlink" Target="consultantplus://offline/ref=72A94254F176BCA0A06FED40E66B1A8CF322632DD325B3085917D3F28A690A9695D6F0DC844C0DF85DB0AEUCG9J" TargetMode="External"/><Relationship Id="rId81" Type="http://schemas.openxmlformats.org/officeDocument/2006/relationships/hyperlink" Target="consultantplus://offline/ref=72A94254F176BCA0A06FED40E66B1A8CF322632DD325B3085917D3F28A690A9695D6F0DC844C0DF85DB0AEUCG4J" TargetMode="External"/><Relationship Id="rId86" Type="http://schemas.openxmlformats.org/officeDocument/2006/relationships/hyperlink" Target="consultantplus://offline/ref=72A94254F176BCA0A06FED40E66B1A8CF322632DD325B3085917D3F28A690A9695D6F0DC844C0DF85DB0AEUCG8J" TargetMode="External"/><Relationship Id="rId94" Type="http://schemas.openxmlformats.org/officeDocument/2006/relationships/hyperlink" Target="consultantplus://offline/ref=72A94254F176BCA0A06FED40E66B1A8CF322632DD325B3085917D3F28A690A9695D6F0DC844C0DF85DB1A7UCGEJ" TargetMode="External"/><Relationship Id="rId99" Type="http://schemas.openxmlformats.org/officeDocument/2006/relationships/hyperlink" Target="consultantplus://offline/ref=72A94254F176BCA0A06FED40E66B1A8CF322632DD325B3085917D3F28A690A9695D6F0DC844C0DF85DB0AEUCG9J" TargetMode="External"/><Relationship Id="rId101" Type="http://schemas.openxmlformats.org/officeDocument/2006/relationships/hyperlink" Target="consultantplus://offline/ref=72A94254F176BCA0A06FED40E66B1A8CF322632DD325B3085917D3F28A690A9695D6F0DC844C0DF85DB1A7UCGEJ" TargetMode="External"/><Relationship Id="rId122" Type="http://schemas.openxmlformats.org/officeDocument/2006/relationships/hyperlink" Target="consultantplus://offline/ref=72A94254F176BCA0A06FED40E66B1A8CF322632DD325B3085917D3F28A690A9695D6F0DC844C0DF85DB1A7UCGEJ" TargetMode="External"/><Relationship Id="rId130" Type="http://schemas.openxmlformats.org/officeDocument/2006/relationships/hyperlink" Target="consultantplus://offline/ref=72A94254F176BCA0A06FED40E66B1A8CF322632DD325B3085917D3F28A690A9695D6F0DC844C0DF85DB0AEUCG4J" TargetMode="External"/><Relationship Id="rId135" Type="http://schemas.openxmlformats.org/officeDocument/2006/relationships/hyperlink" Target="consultantplus://offline/ref=72A94254F176BCA0A06FED40E66B1A8CF322632DD325B3085917D3F28A690A9695D6F0DC844C0DF85DB0AEUCG8J" TargetMode="External"/><Relationship Id="rId143" Type="http://schemas.openxmlformats.org/officeDocument/2006/relationships/hyperlink" Target="consultantplus://offline/ref=72A94254F176BCA0A06FED40E66B1A8CF322632DD325B3085917D3F28A690A9695D6F0DC844C0DF85DB1A7UCGEJ" TargetMode="External"/><Relationship Id="rId148" Type="http://schemas.openxmlformats.org/officeDocument/2006/relationships/hyperlink" Target="consultantplus://offline/ref=72A94254F176BCA0A06FED40E66B1A8CF322632DD325B3085917D3F28A690A9695D6F0DC844C0DF85DB0AEUCG9J" TargetMode="External"/><Relationship Id="rId151" Type="http://schemas.openxmlformats.org/officeDocument/2006/relationships/hyperlink" Target="consultantplus://offline/ref=72A94254F176BCA0A06FED40E66B1A8CF322632DD325B3085917D3F28A690A9695D6F0DC844C0DF85DB0AEUCG4J" TargetMode="External"/><Relationship Id="rId156" Type="http://schemas.openxmlformats.org/officeDocument/2006/relationships/hyperlink" Target="consultantplus://offline/ref=0E463549F0A075D96E6F876277FFB95B16E4FF1FB4507C01D07C84EDAE231949DCC383AB77C7EC7448D5C9GBF9H" TargetMode="External"/><Relationship Id="rId16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2A94254F176BCA0A06FED40E66B1A8CF322632DD325B3085917D3F28A690A9695D6F0DC844C0DF85DB0AEUCG4J" TargetMode="External"/><Relationship Id="rId13" Type="http://schemas.openxmlformats.org/officeDocument/2006/relationships/hyperlink" Target="consultantplus://offline/ref=72A94254F176BCA0A06FF34DF0074486F42E3F25D527BD58014888AFDDU6G0J" TargetMode="External"/><Relationship Id="rId18" Type="http://schemas.openxmlformats.org/officeDocument/2006/relationships/hyperlink" Target="consultantplus://offline/ref=72A94254F176BCA0A06FED40E66B1A8CF322632DD325B3085917D3F28A690A9695D6F0DC844C0DF85DB0ADUCGFJ" TargetMode="External"/><Relationship Id="rId39" Type="http://schemas.openxmlformats.org/officeDocument/2006/relationships/hyperlink" Target="consultantplus://offline/ref=72A94254F176BCA0A06FED40E66B1A8CF322632DD325B3085917D3F28A690A9695D6F0DC844C0DF85DB0AEUCG4J" TargetMode="External"/><Relationship Id="rId109" Type="http://schemas.openxmlformats.org/officeDocument/2006/relationships/hyperlink" Target="consultantplus://offline/ref=72A94254F176BCA0A06FED40E66B1A8CF322632DD325B3085917D3F28A690A9695D6F0DC844C0DF85DB0AEUCG4J" TargetMode="External"/><Relationship Id="rId34" Type="http://schemas.openxmlformats.org/officeDocument/2006/relationships/hyperlink" Target="consultantplus://offline/ref=72A94254F176BCA0A06FED40E66B1A8CF322632DD325B3085917D3F28A690A9695D6F0DC844C0DF85DB0ADUCGBJ" TargetMode="External"/><Relationship Id="rId50" Type="http://schemas.openxmlformats.org/officeDocument/2006/relationships/hyperlink" Target="consultantplus://offline/ref=72A94254F176BCA0A06FED40E66B1A8CF322632DD325B3085917D3F28A690A9695D6F0DC844C0DF85DB0AEUCG9J" TargetMode="External"/><Relationship Id="rId55" Type="http://schemas.openxmlformats.org/officeDocument/2006/relationships/hyperlink" Target="consultantplus://offline/ref=72A94254F176BCA0A06FED40E66B1A8CF322632DD325B3085917D3F28A690A9695D6F0DC844C0DF85DB0ADUCG9J" TargetMode="External"/><Relationship Id="rId76" Type="http://schemas.openxmlformats.org/officeDocument/2006/relationships/hyperlink" Target="consultantplus://offline/ref=72A94254F176BCA0A06FED40E66B1A8CF322632DD325B3085917D3F28A690A9695D6F0DC844C0DF85DB0ADUCG9J" TargetMode="External"/><Relationship Id="rId97" Type="http://schemas.openxmlformats.org/officeDocument/2006/relationships/hyperlink" Target="consultantplus://offline/ref=72A94254F176BCA0A06FED40E66B1A8CF322632DD325B3085917D3F28A690A9695D6F0DC844C0DF85DB0ADUCG9J" TargetMode="External"/><Relationship Id="rId104" Type="http://schemas.openxmlformats.org/officeDocument/2006/relationships/hyperlink" Target="consultantplus://offline/ref=72A94254F176BCA0A06FED40E66B1A8CF322632DD325B3085917D3F28A690A9695D6F0DC844C0DF85DB0ADUCG9J" TargetMode="External"/><Relationship Id="rId120" Type="http://schemas.openxmlformats.org/officeDocument/2006/relationships/hyperlink" Target="consultantplus://offline/ref=72A94254F176BCA0A06FED40E66B1A8CF322632DD325B3085917D3F28A690A9695D6F0DC844C0DF85DB0AEUCG9J" TargetMode="External"/><Relationship Id="rId125" Type="http://schemas.openxmlformats.org/officeDocument/2006/relationships/hyperlink" Target="consultantplus://offline/ref=72A94254F176BCA0A06FED40E66B1A8CF322632DD325B3085917D3F28A690A9695D6F0DC844C0DF85DB0ADUCG9J" TargetMode="External"/><Relationship Id="rId141" Type="http://schemas.openxmlformats.org/officeDocument/2006/relationships/hyperlink" Target="consultantplus://offline/ref=72A94254F176BCA0A06FED40E66B1A8CF322632DD325B3085917D3F28A690A9695D6F0DC844C0DF85DB0AEUCG9J" TargetMode="External"/><Relationship Id="rId146" Type="http://schemas.openxmlformats.org/officeDocument/2006/relationships/hyperlink" Target="consultantplus://offline/ref=72A94254F176BCA0A06FED40E66B1A8CF322632DD325B3085917D3F28A690A9695D6F0DC844C0DF85DB0ADUCG9J" TargetMode="External"/><Relationship Id="rId7" Type="http://schemas.openxmlformats.org/officeDocument/2006/relationships/hyperlink" Target="consultantplus://offline/ref=72A94254F176BCA0A06FED40E66B1A8CF322632DD325B3085917D3F28A690A9695D6F0DC844C0DF85DB0AEUCG8J" TargetMode="External"/><Relationship Id="rId71" Type="http://schemas.openxmlformats.org/officeDocument/2006/relationships/hyperlink" Target="consultantplus://offline/ref=72A94254F176BCA0A06FED40E66B1A8CF322632DD325B3085917D3F28A690A9695D6F0DC844C0DF85DB0AEUCG9J" TargetMode="External"/><Relationship Id="rId92" Type="http://schemas.openxmlformats.org/officeDocument/2006/relationships/hyperlink" Target="consultantplus://offline/ref=72A94254F176BCA0A06FED40E66B1A8CF322632DD325B3085917D3F28A690A9695D6F0DC844C0DF85DB0AEUCG9J" TargetMode="External"/><Relationship Id="rId162" Type="http://schemas.openxmlformats.org/officeDocument/2006/relationships/header" Target="header2.xm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2A94254F176BCA0A06FED40E66B1A8CF322632DD325B3085917D3F28A690A9695D6F0DC844C0DF85DB0AEUCG8J" TargetMode="External"/><Relationship Id="rId24" Type="http://schemas.openxmlformats.org/officeDocument/2006/relationships/hyperlink" Target="consultantplus://offline/ref=72A94254F176BCA0A06FED40E66B1A8CF322632DD325B3085917D3F28A690A9695D6F0DC844C0DF85DB0AEUCG4J" TargetMode="External"/><Relationship Id="rId40" Type="http://schemas.openxmlformats.org/officeDocument/2006/relationships/hyperlink" Target="consultantplus://offline/ref=72A94254F176BCA0A06FED40E66B1A8CF322632DD325B3085917D3F28A690A9695D6F0DC844C0DF85DB0ADUCGFJ" TargetMode="External"/><Relationship Id="rId45" Type="http://schemas.openxmlformats.org/officeDocument/2006/relationships/hyperlink" Target="consultantplus://offline/ref=72A94254F176BCA0A06FED40E66B1A8CF322632DD325B3085917D3F28A690A9695D6F0DC844C0DF85DB1A7UCGEJ" TargetMode="External"/><Relationship Id="rId66" Type="http://schemas.openxmlformats.org/officeDocument/2006/relationships/hyperlink" Target="consultantplus://offline/ref=72A94254F176BCA0A06FED40E66B1A8CF322632DD325B3085917D3F28A690A9695D6F0DC844C0DF85DB1A7UCGEJ" TargetMode="External"/><Relationship Id="rId87" Type="http://schemas.openxmlformats.org/officeDocument/2006/relationships/hyperlink" Target="consultantplus://offline/ref=72A94254F176BCA0A06FED40E66B1A8CF322632DD325B3085917D3F28A690A9695D6F0DC844C0DF85DB1A7UCGEJ" TargetMode="External"/><Relationship Id="rId110" Type="http://schemas.openxmlformats.org/officeDocument/2006/relationships/hyperlink" Target="consultantplus://offline/ref=72A94254F176BCA0A06FED40E66B1A8CF322632DD325B3085917D3F28A690A9695D6F0DC844C0DF85DB0ADUCGFJ" TargetMode="External"/><Relationship Id="rId115" Type="http://schemas.openxmlformats.org/officeDocument/2006/relationships/hyperlink" Target="consultantplus://offline/ref=72A94254F176BCA0A06FED40E66B1A8CF322632DD325B3085917D3F28A690A9695D6F0DC844C0DF85DB1A7UCGEJ" TargetMode="External"/><Relationship Id="rId131" Type="http://schemas.openxmlformats.org/officeDocument/2006/relationships/hyperlink" Target="consultantplus://offline/ref=72A94254F176BCA0A06FED40E66B1A8CF322632DD325B3085917D3F28A690A9695D6F0DC844C0DF85DB0ADUCGFJ" TargetMode="External"/><Relationship Id="rId136" Type="http://schemas.openxmlformats.org/officeDocument/2006/relationships/hyperlink" Target="consultantplus://offline/ref=72A94254F176BCA0A06FED40E66B1A8CF322632DD325B3085917D3F28A690A9695D6F0DC844C0DF85DB1A7UCGEJ" TargetMode="External"/><Relationship Id="rId157" Type="http://schemas.openxmlformats.org/officeDocument/2006/relationships/hyperlink" Target="consultantplus://offline/ref=0E463549F0A075D96E6F876277FFB95B16E4FF1FB4507C01D07C84EDAE231949DCC383AB77C7EC7448D5C9GBF9H" TargetMode="External"/><Relationship Id="rId61" Type="http://schemas.openxmlformats.org/officeDocument/2006/relationships/hyperlink" Target="consultantplus://offline/ref=72A94254F176BCA0A06FED40E66B1A8CF322632DD325B3085917D3F28A690A9695D6F0DC844C0DF85DB0ADUCGFJ" TargetMode="External"/><Relationship Id="rId82" Type="http://schemas.openxmlformats.org/officeDocument/2006/relationships/hyperlink" Target="consultantplus://offline/ref=72A94254F176BCA0A06FED40E66B1A8CF322632DD325B3085917D3F28A690A9695D6F0DC844C0DF85DB0ADUCGFJ" TargetMode="External"/><Relationship Id="rId152" Type="http://schemas.openxmlformats.org/officeDocument/2006/relationships/hyperlink" Target="consultantplus://offline/ref=72A94254F176BCA0A06FED40E66B1A8CF322632DD325B3085917D3F28A690A9695D6F0DC844C0DF85DB0ADUCGFJ" TargetMode="External"/><Relationship Id="rId19" Type="http://schemas.openxmlformats.org/officeDocument/2006/relationships/hyperlink" Target="consultantplus://offline/ref=72A94254F176BCA0A06FED40E66B1A8CF322632DD325B3085917D3F28A690A9695D6F0DC844C0DF85DB0ADUCG9J" TargetMode="External"/><Relationship Id="rId14" Type="http://schemas.openxmlformats.org/officeDocument/2006/relationships/hyperlink" Target="consultantplus://offline/ref=72A94254F176BCA0A06FED40E66B1A8CF322632DD325B3085917D3F28A690A9695D6F0DC844C0DF85DB0AEUCG9J" TargetMode="External"/><Relationship Id="rId30" Type="http://schemas.openxmlformats.org/officeDocument/2006/relationships/hyperlink" Target="consultantplus://offline/ref=72A94254F176BCA0A06FED40E66B1A8CF322632DD325B3085917D3F28A690A9695D6F0DC844C0DF85DB1A7UCGEJ" TargetMode="External"/><Relationship Id="rId35" Type="http://schemas.openxmlformats.org/officeDocument/2006/relationships/hyperlink" Target="consultantplus://offline/ref=72A94254F176BCA0A06FF34DF0074486F42E3F25D527BD58014888AFDDU6G0J" TargetMode="External"/><Relationship Id="rId56" Type="http://schemas.openxmlformats.org/officeDocument/2006/relationships/hyperlink" Target="consultantplus://offline/ref=72A94254F176BCA0A06FED40E66B1A8CF322632DD325B3085917D3F28A690A9695D6F0DC844C0DF85DB0ADUCGBJ" TargetMode="External"/><Relationship Id="rId77" Type="http://schemas.openxmlformats.org/officeDocument/2006/relationships/hyperlink" Target="consultantplus://offline/ref=72A94254F176BCA0A06FED40E66B1A8CF322632DD325B3085917D3F28A690A9695D6F0DC844C0DF85DB0ADUCGBJ" TargetMode="External"/><Relationship Id="rId100" Type="http://schemas.openxmlformats.org/officeDocument/2006/relationships/hyperlink" Target="consultantplus://offline/ref=72A94254F176BCA0A06FED40E66B1A8CF322632DD325B3085917D3F28A690A9695D6F0DC844C0DF85DB0AEUCG8J" TargetMode="External"/><Relationship Id="rId105" Type="http://schemas.openxmlformats.org/officeDocument/2006/relationships/hyperlink" Target="consultantplus://offline/ref=72A94254F176BCA0A06FED40E66B1A8CF322632DD325B3085917D3F28A690A9695D6F0DC844C0DF85DB0ADUCGBJ" TargetMode="External"/><Relationship Id="rId126" Type="http://schemas.openxmlformats.org/officeDocument/2006/relationships/hyperlink" Target="consultantplus://offline/ref=72A94254F176BCA0A06FED40E66B1A8CF322632DD325B3085917D3F28A690A9695D6F0DC844C0DF85DB0ADUCGBJ" TargetMode="External"/><Relationship Id="rId147" Type="http://schemas.openxmlformats.org/officeDocument/2006/relationships/hyperlink" Target="consultantplus://offline/ref=72A94254F176BCA0A06FED40E66B1A8CF322632DD325B3085917D3F28A690A9695D6F0DC844C0DF85DB0ADUCGBJ" TargetMode="External"/><Relationship Id="rId8" Type="http://schemas.openxmlformats.org/officeDocument/2006/relationships/hyperlink" Target="consultantplus://offline/ref=72A94254F176BCA0A06FED40E66B1A8CF322632DD325B3085917D3F28A690A9695D6F0DC844C0DF85DB1A7UCGEJ" TargetMode="External"/><Relationship Id="rId51" Type="http://schemas.openxmlformats.org/officeDocument/2006/relationships/hyperlink" Target="consultantplus://offline/ref=72A94254F176BCA0A06FED40E66B1A8CF322632DD325B3085917D3F28A690A9695D6F0DC844C0DF85DB0AEUCG8J" TargetMode="External"/><Relationship Id="rId72" Type="http://schemas.openxmlformats.org/officeDocument/2006/relationships/hyperlink" Target="consultantplus://offline/ref=72A94254F176BCA0A06FED40E66B1A8CF322632DD325B3085917D3F28A690A9695D6F0DC844C0DF85DB0AEUCG8J" TargetMode="External"/><Relationship Id="rId93" Type="http://schemas.openxmlformats.org/officeDocument/2006/relationships/hyperlink" Target="consultantplus://offline/ref=72A94254F176BCA0A06FED40E66B1A8CF322632DD325B3085917D3F28A690A9695D6F0DC844C0DF85DB0AEUCG8J" TargetMode="External"/><Relationship Id="rId98" Type="http://schemas.openxmlformats.org/officeDocument/2006/relationships/hyperlink" Target="consultantplus://offline/ref=72A94254F176BCA0A06FED40E66B1A8CF322632DD325B3085917D3F28A690A9695D6F0DC844C0DF85DB0ADUCGBJ" TargetMode="External"/><Relationship Id="rId121" Type="http://schemas.openxmlformats.org/officeDocument/2006/relationships/hyperlink" Target="consultantplus://offline/ref=72A94254F176BCA0A06FED40E66B1A8CF322632DD325B3085917D3F28A690A9695D6F0DC844C0DF85DB0AEUCG8J" TargetMode="External"/><Relationship Id="rId142" Type="http://schemas.openxmlformats.org/officeDocument/2006/relationships/hyperlink" Target="consultantplus://offline/ref=72A94254F176BCA0A06FED40E66B1A8CF322632DD325B3085917D3F28A690A9695D6F0DC844C0DF85DB0AEUCG8J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72A94254F176BCA0A06FED40E66B1A8CF322632DD325B3085917D3F28A690A9695D6F0DC844C0DF85DB0ADUCGFJ" TargetMode="External"/><Relationship Id="rId46" Type="http://schemas.openxmlformats.org/officeDocument/2006/relationships/hyperlink" Target="consultantplus://offline/ref=72A94254F176BCA0A06FED40E66B1A8CF322632DD325B3085917D3F28A690A9695D6F0DC844C0DF85DB0AEUCG4J" TargetMode="External"/><Relationship Id="rId67" Type="http://schemas.openxmlformats.org/officeDocument/2006/relationships/hyperlink" Target="consultantplus://offline/ref=72A94254F176BCA0A06FED40E66B1A8CF322632DD325B3085917D3F28A690A9695D6F0DC844C0DF85DB0AEUCG4J" TargetMode="External"/><Relationship Id="rId116" Type="http://schemas.openxmlformats.org/officeDocument/2006/relationships/hyperlink" Target="consultantplus://offline/ref=72A94254F176BCA0A06FED40E66B1A8CF322632DD325B3085917D3F28A690A9695D6F0DC844C0DF85DB0AEUCG4J" TargetMode="External"/><Relationship Id="rId137" Type="http://schemas.openxmlformats.org/officeDocument/2006/relationships/hyperlink" Target="consultantplus://offline/ref=72A94254F176BCA0A06FED40E66B1A8CF322632DD325B3085917D3F28A690A9695D6F0DC844C0DF85DB0AEUCG4J" TargetMode="External"/><Relationship Id="rId158" Type="http://schemas.openxmlformats.org/officeDocument/2006/relationships/hyperlink" Target="consultantplus://offline/ref=0E463549F0A075D96E6F876277FFB95B16E4FF1FB4507C02DD7C84EDAE231949DCC383AB77C7EC7448D5CAGBF8H" TargetMode="External"/><Relationship Id="rId20" Type="http://schemas.openxmlformats.org/officeDocument/2006/relationships/hyperlink" Target="consultantplus://offline/ref=72A94254F176BCA0A06FED40E66B1A8CF322632DD325B3085917D3F28A690A9695D6F0DC844C0DF85DB0ADUCGBJ" TargetMode="External"/><Relationship Id="rId41" Type="http://schemas.openxmlformats.org/officeDocument/2006/relationships/hyperlink" Target="consultantplus://offline/ref=72A94254F176BCA0A06FED40E66B1A8CF322632DD325B3085917D3F28A690A9695D6F0DC844C0DF85DB0ADUCG9J" TargetMode="External"/><Relationship Id="rId62" Type="http://schemas.openxmlformats.org/officeDocument/2006/relationships/hyperlink" Target="consultantplus://offline/ref=72A94254F176BCA0A06FED40E66B1A8CF322632DD325B3085917D3F28A690A9695D6F0DC844C0DF85DB0ADUCG9J" TargetMode="External"/><Relationship Id="rId83" Type="http://schemas.openxmlformats.org/officeDocument/2006/relationships/hyperlink" Target="consultantplus://offline/ref=72A94254F176BCA0A06FED40E66B1A8CF322632DD325B3085917D3F28A690A9695D6F0DC844C0DF85DB0ADUCG9J" TargetMode="External"/><Relationship Id="rId88" Type="http://schemas.openxmlformats.org/officeDocument/2006/relationships/hyperlink" Target="consultantplus://offline/ref=72A94254F176BCA0A06FED40E66B1A8CF322632DD325B3085917D3F28A690A9695D6F0DC844C0DF85DB0AEUCG4J" TargetMode="External"/><Relationship Id="rId111" Type="http://schemas.openxmlformats.org/officeDocument/2006/relationships/hyperlink" Target="consultantplus://offline/ref=72A94254F176BCA0A06FED40E66B1A8CF322632DD325B3085917D3F28A690A9695D6F0DC844C0DF85DB0ADUCG9J" TargetMode="External"/><Relationship Id="rId132" Type="http://schemas.openxmlformats.org/officeDocument/2006/relationships/hyperlink" Target="consultantplus://offline/ref=72A94254F176BCA0A06FED40E66B1A8CF322632DD325B3085917D3F28A690A9695D6F0DC844C0DF85DB0ADUCG9J" TargetMode="External"/><Relationship Id="rId153" Type="http://schemas.openxmlformats.org/officeDocument/2006/relationships/hyperlink" Target="consultantplus://offline/ref=72A94254F176BCA0A06FED40E66B1A8CF322632DD325B3085917D3F28A690A9695D6F0DC844C0DF85DB0ADUCG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13</Pages>
  <Words>6464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Преображенская Олеся Владимировна</dc:creator>
  <cp:keywords/>
  <dc:description/>
  <cp:lastModifiedBy>Пользователь</cp:lastModifiedBy>
  <cp:revision>46</cp:revision>
  <cp:lastPrinted>2016-02-25T12:25:00Z</cp:lastPrinted>
  <dcterms:created xsi:type="dcterms:W3CDTF">2016-01-22T07:24:00Z</dcterms:created>
  <dcterms:modified xsi:type="dcterms:W3CDTF">2016-03-14T07:28:00Z</dcterms:modified>
</cp:coreProperties>
</file>