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перераспределении полномочий по утверждению правил </w:t>
      </w: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благоустройства территорий поселений (городских округов) </w:t>
      </w: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Ульяновской области и установлению порядка участия собственников зданий (помещений в них) и сооружений в благоустройстве </w:t>
      </w: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прилегающих территорий между органами местного самоуправления поселений (городских округов) Ульяновской области </w:t>
      </w:r>
    </w:p>
    <w:p w:rsidR="00855C33" w:rsidRDefault="00855C33" w:rsidP="00F35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органами государственной власти Ульяновской области</w:t>
      </w:r>
    </w:p>
    <w:p w:rsidR="00855C33" w:rsidRDefault="00855C33" w:rsidP="00540278">
      <w:pPr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540278">
      <w:pPr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B72E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1. </w:t>
      </w:r>
      <w:r w:rsidRPr="001C19C7">
        <w:rPr>
          <w:rFonts w:ascii="Times New Roman" w:hAnsi="Times New Roman"/>
          <w:b/>
          <w:sz w:val="28"/>
          <w:szCs w:val="28"/>
        </w:rPr>
        <w:t>Предмет правового регулирования настоящего Закона</w:t>
      </w:r>
    </w:p>
    <w:p w:rsidR="00855C33" w:rsidRDefault="00855C33" w:rsidP="00B72E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5C33" w:rsidRDefault="00855C33" w:rsidP="00B72E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5C33" w:rsidRDefault="00855C33" w:rsidP="00B72E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</w:t>
      </w:r>
      <w:r w:rsidRPr="00540278">
        <w:rPr>
          <w:rFonts w:ascii="Times New Roman" w:hAnsi="Times New Roman"/>
          <w:sz w:val="28"/>
          <w:szCs w:val="28"/>
        </w:rPr>
        <w:t>в соответствии с пунктом 6</w:t>
      </w:r>
      <w:r w:rsidRPr="001F10C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26</w:t>
      </w:r>
      <w:r w:rsidRPr="001F10C8">
        <w:rPr>
          <w:rFonts w:ascii="Times New Roman" w:hAnsi="Times New Roman"/>
          <w:sz w:val="28"/>
          <w:szCs w:val="28"/>
          <w:vertAlign w:val="superscript"/>
        </w:rPr>
        <w:t>3</w:t>
      </w:r>
      <w:r w:rsidRPr="00540278">
        <w:rPr>
          <w:rFonts w:ascii="Times New Roman" w:hAnsi="Times New Roman"/>
          <w:sz w:val="28"/>
          <w:szCs w:val="28"/>
        </w:rPr>
        <w:t xml:space="preserve"> Федерального закона от 6 октября 1999 года </w:t>
      </w:r>
      <w:r>
        <w:rPr>
          <w:rFonts w:ascii="Times New Roman" w:hAnsi="Times New Roman"/>
          <w:sz w:val="28"/>
          <w:szCs w:val="28"/>
        </w:rPr>
        <w:t>№</w:t>
      </w:r>
      <w:r w:rsidRPr="00540278">
        <w:rPr>
          <w:rFonts w:ascii="Times New Roman" w:hAnsi="Times New Roman"/>
          <w:sz w:val="28"/>
          <w:szCs w:val="28"/>
        </w:rPr>
        <w:t xml:space="preserve"> 184-ФЗ </w:t>
      </w:r>
      <w:r>
        <w:rPr>
          <w:rFonts w:ascii="Times New Roman" w:hAnsi="Times New Roman"/>
          <w:sz w:val="28"/>
          <w:szCs w:val="28"/>
        </w:rPr>
        <w:t>«</w:t>
      </w:r>
      <w:r w:rsidRPr="00540278">
        <w:rPr>
          <w:rFonts w:ascii="Times New Roman" w:hAnsi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hAnsi="Times New Roman"/>
          <w:sz w:val="28"/>
          <w:szCs w:val="28"/>
        </w:rPr>
        <w:t>» и частью 1</w:t>
      </w:r>
      <w:r w:rsidRPr="001F10C8">
        <w:rPr>
          <w:rFonts w:ascii="Times New Roman" w:hAnsi="Times New Roman"/>
          <w:sz w:val="28"/>
          <w:szCs w:val="28"/>
          <w:vertAlign w:val="superscript"/>
        </w:rPr>
        <w:t>2</w:t>
      </w:r>
      <w:r w:rsidRPr="00540278">
        <w:rPr>
          <w:rFonts w:ascii="Times New Roman" w:hAnsi="Times New Roman"/>
          <w:sz w:val="28"/>
          <w:szCs w:val="28"/>
        </w:rPr>
        <w:t xml:space="preserve"> статьи 17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</w:t>
      </w:r>
      <w:r w:rsidRPr="00540278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54027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540278">
        <w:rPr>
          <w:rFonts w:ascii="Times New Roman" w:hAnsi="Times New Roman"/>
          <w:sz w:val="28"/>
          <w:szCs w:val="28"/>
        </w:rPr>
        <w:t xml:space="preserve"> регулирует отношения, связанные с перераспределением полномочий </w:t>
      </w:r>
      <w:r>
        <w:rPr>
          <w:rFonts w:ascii="Times New Roman" w:hAnsi="Times New Roman"/>
          <w:sz w:val="28"/>
          <w:szCs w:val="28"/>
        </w:rPr>
        <w:t>по утверждению правил благоустройства</w:t>
      </w:r>
      <w:r w:rsidRPr="00540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территорий поселений (городских округов) Ульяновской области и установлению порядка участия собственников зданий (помещений в них) </w:t>
      </w:r>
      <w:r>
        <w:rPr>
          <w:rFonts w:ascii="Times New Roman" w:hAnsi="Times New Roman"/>
          <w:sz w:val="28"/>
          <w:szCs w:val="28"/>
        </w:rPr>
        <w:br/>
        <w:t xml:space="preserve">и сооружений в благоустройстве прилегающих территорий </w:t>
      </w:r>
      <w:r w:rsidRPr="00540278">
        <w:rPr>
          <w:rFonts w:ascii="Times New Roman" w:hAnsi="Times New Roman"/>
          <w:sz w:val="28"/>
          <w:szCs w:val="28"/>
        </w:rPr>
        <w:t xml:space="preserve">между органами местного самоуправления </w:t>
      </w:r>
      <w:r>
        <w:rPr>
          <w:rFonts w:ascii="Times New Roman" w:hAnsi="Times New Roman"/>
          <w:sz w:val="28"/>
          <w:szCs w:val="28"/>
        </w:rPr>
        <w:t>поселений (городских округов)</w:t>
      </w:r>
      <w:r w:rsidRPr="00540278">
        <w:rPr>
          <w:rFonts w:ascii="Times New Roman" w:hAnsi="Times New Roman"/>
          <w:sz w:val="28"/>
          <w:szCs w:val="28"/>
        </w:rPr>
        <w:t xml:space="preserve">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540278">
        <w:rPr>
          <w:rFonts w:ascii="Times New Roman" w:hAnsi="Times New Roman"/>
          <w:sz w:val="28"/>
          <w:szCs w:val="28"/>
        </w:rPr>
        <w:t xml:space="preserve">и органами государственной власти Ульяновской области. </w:t>
      </w:r>
    </w:p>
    <w:p w:rsidR="00855C33" w:rsidRPr="00B72E1F" w:rsidRDefault="00855C33" w:rsidP="006547CA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sz w:val="16"/>
          <w:szCs w:val="28"/>
        </w:rPr>
      </w:pPr>
    </w:p>
    <w:p w:rsidR="00855C33" w:rsidRDefault="00855C33" w:rsidP="006547CA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5C33" w:rsidRDefault="00855C33" w:rsidP="006547CA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</w:t>
      </w:r>
      <w:r w:rsidRPr="00A257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19C7">
        <w:rPr>
          <w:rFonts w:ascii="Times New Roman" w:hAnsi="Times New Roman"/>
          <w:b/>
          <w:sz w:val="28"/>
          <w:szCs w:val="28"/>
        </w:rPr>
        <w:t xml:space="preserve">Перераспределение полномочий по утверждению правил благоустройства территорий поселений (городских округов) Ульяновской области и установлению порядка участия собственников зданий (помещений в них) и сооружений </w:t>
      </w:r>
      <w:r>
        <w:rPr>
          <w:rFonts w:ascii="Times New Roman" w:hAnsi="Times New Roman"/>
          <w:b/>
          <w:sz w:val="28"/>
          <w:szCs w:val="28"/>
        </w:rPr>
        <w:br/>
      </w:r>
      <w:r w:rsidRPr="001C19C7">
        <w:rPr>
          <w:rFonts w:ascii="Times New Roman" w:hAnsi="Times New Roman"/>
          <w:b/>
          <w:sz w:val="28"/>
          <w:szCs w:val="28"/>
        </w:rPr>
        <w:t>в благоустройстве прилегающих территорий между органами местного самоуправления поселений (городских округов) Ульяновской области и органами государстве</w:t>
      </w:r>
      <w:r>
        <w:rPr>
          <w:rFonts w:ascii="Times New Roman" w:hAnsi="Times New Roman"/>
          <w:b/>
          <w:sz w:val="28"/>
          <w:szCs w:val="28"/>
        </w:rPr>
        <w:t>нной власти Ульяновской области</w:t>
      </w:r>
      <w:r w:rsidRPr="001C19C7">
        <w:rPr>
          <w:rFonts w:ascii="Times New Roman" w:hAnsi="Times New Roman"/>
          <w:b/>
          <w:sz w:val="28"/>
          <w:szCs w:val="28"/>
        </w:rPr>
        <w:t xml:space="preserve"> </w:t>
      </w:r>
    </w:p>
    <w:p w:rsidR="00855C33" w:rsidRPr="00B72E1F" w:rsidRDefault="00855C33" w:rsidP="006547CA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5C33" w:rsidRPr="00B72E1F" w:rsidRDefault="00855C33" w:rsidP="006547CA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5C33" w:rsidRDefault="00855C33" w:rsidP="00A2572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с 1 января 2016 года </w:t>
      </w:r>
      <w:r w:rsidRPr="00193A74">
        <w:rPr>
          <w:rFonts w:ascii="Times New Roman" w:hAnsi="Times New Roman"/>
          <w:sz w:val="28"/>
          <w:szCs w:val="28"/>
        </w:rPr>
        <w:t xml:space="preserve">полномочия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поселений (городских округов)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193A74">
        <w:rPr>
          <w:rFonts w:ascii="Times New Roman" w:hAnsi="Times New Roman"/>
          <w:sz w:val="28"/>
          <w:szCs w:val="28"/>
        </w:rPr>
        <w:t>по утверждению правил благоустройства территор</w:t>
      </w:r>
      <w:r>
        <w:rPr>
          <w:rFonts w:ascii="Times New Roman" w:hAnsi="Times New Roman"/>
          <w:sz w:val="28"/>
          <w:szCs w:val="28"/>
        </w:rPr>
        <w:t xml:space="preserve">ий поселений (городских округов) Ульяновской области </w:t>
      </w:r>
      <w:r w:rsidRPr="00193A74">
        <w:rPr>
          <w:rFonts w:ascii="Times New Roman" w:hAnsi="Times New Roman"/>
          <w:sz w:val="28"/>
          <w:szCs w:val="28"/>
        </w:rPr>
        <w:t>и установлению порядка участия собственников зданий (помещений в них) и сооружений в благоустройстве прилегающих территорий</w:t>
      </w:r>
      <w:r>
        <w:rPr>
          <w:rFonts w:ascii="Times New Roman" w:hAnsi="Times New Roman"/>
          <w:sz w:val="28"/>
          <w:szCs w:val="28"/>
        </w:rPr>
        <w:t xml:space="preserve"> осуществляет в течение неограниченного срока уполномоченный Правительством Ульяновской области исполнительный орган государственной власти Ульяновской области.</w:t>
      </w:r>
    </w:p>
    <w:p w:rsidR="00855C33" w:rsidRPr="00B72E1F" w:rsidRDefault="00855C33" w:rsidP="00B72E1F">
      <w:pPr>
        <w:tabs>
          <w:tab w:val="left" w:pos="1985"/>
        </w:tabs>
        <w:spacing w:after="0" w:line="240" w:lineRule="auto"/>
        <w:ind w:left="1985" w:hanging="1276"/>
        <w:jc w:val="both"/>
        <w:rPr>
          <w:rFonts w:ascii="Times New Roman" w:hAnsi="Times New Roman"/>
          <w:sz w:val="16"/>
          <w:szCs w:val="28"/>
        </w:rPr>
      </w:pPr>
    </w:p>
    <w:p w:rsidR="00855C33" w:rsidRDefault="00855C33" w:rsidP="00B72E1F">
      <w:pPr>
        <w:tabs>
          <w:tab w:val="left" w:pos="1985"/>
        </w:tabs>
        <w:spacing w:after="0" w:line="240" w:lineRule="auto"/>
        <w:ind w:left="1985" w:hanging="1276"/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6547CA">
      <w:pPr>
        <w:tabs>
          <w:tab w:val="left" w:pos="1843"/>
        </w:tabs>
        <w:spacing w:after="0" w:line="240" w:lineRule="auto"/>
        <w:ind w:left="1985" w:hanging="127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3. </w:t>
      </w:r>
      <w:r w:rsidRPr="001C19C7">
        <w:rPr>
          <w:rFonts w:ascii="Times New Roman" w:hAnsi="Times New Roman"/>
          <w:b/>
          <w:sz w:val="28"/>
          <w:szCs w:val="28"/>
        </w:rPr>
        <w:t xml:space="preserve">Финансовое обеспечение расходных обязательств, </w:t>
      </w:r>
      <w:r>
        <w:rPr>
          <w:rFonts w:ascii="Times New Roman" w:hAnsi="Times New Roman"/>
          <w:b/>
          <w:sz w:val="28"/>
          <w:szCs w:val="28"/>
        </w:rPr>
        <w:t xml:space="preserve">связанных </w:t>
      </w:r>
      <w:r>
        <w:rPr>
          <w:rFonts w:ascii="Times New Roman" w:hAnsi="Times New Roman"/>
          <w:b/>
          <w:sz w:val="28"/>
          <w:szCs w:val="28"/>
        </w:rPr>
        <w:br/>
      </w:r>
      <w:r w:rsidRPr="001C19C7">
        <w:rPr>
          <w:rFonts w:ascii="Times New Roman" w:hAnsi="Times New Roman"/>
          <w:b/>
          <w:sz w:val="28"/>
          <w:szCs w:val="28"/>
        </w:rPr>
        <w:t xml:space="preserve">с исполнением настоящего Закона </w:t>
      </w:r>
    </w:p>
    <w:p w:rsidR="00855C33" w:rsidRDefault="00855C33" w:rsidP="006547CA">
      <w:pPr>
        <w:tabs>
          <w:tab w:val="left" w:pos="1843"/>
        </w:tabs>
        <w:spacing w:after="0" w:line="240" w:lineRule="auto"/>
        <w:ind w:left="1985" w:hanging="1276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55C33" w:rsidRPr="001C19C7" w:rsidRDefault="00855C33" w:rsidP="006547CA">
      <w:pPr>
        <w:tabs>
          <w:tab w:val="left" w:pos="1843"/>
        </w:tabs>
        <w:spacing w:after="0" w:line="240" w:lineRule="auto"/>
        <w:ind w:left="1985" w:hanging="1276"/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B72E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</w:t>
      </w:r>
      <w:r w:rsidRPr="00540278">
        <w:rPr>
          <w:rFonts w:ascii="Times New Roman" w:hAnsi="Times New Roman"/>
          <w:sz w:val="28"/>
          <w:szCs w:val="28"/>
        </w:rPr>
        <w:t xml:space="preserve">обеспечение расходных обязательств, связанных </w:t>
      </w:r>
      <w:r>
        <w:rPr>
          <w:rFonts w:ascii="Times New Roman" w:hAnsi="Times New Roman"/>
          <w:sz w:val="28"/>
          <w:szCs w:val="28"/>
        </w:rPr>
        <w:br/>
      </w:r>
      <w:r w:rsidRPr="00540278">
        <w:rPr>
          <w:rFonts w:ascii="Times New Roman" w:hAnsi="Times New Roman"/>
          <w:sz w:val="28"/>
          <w:szCs w:val="28"/>
        </w:rPr>
        <w:t>с исполнением настояще</w:t>
      </w:r>
      <w:r>
        <w:rPr>
          <w:rFonts w:ascii="Times New Roman" w:hAnsi="Times New Roman"/>
          <w:sz w:val="28"/>
          <w:szCs w:val="28"/>
        </w:rPr>
        <w:t>го Закона, осуществляется за счё</w:t>
      </w:r>
      <w:r w:rsidRPr="00540278">
        <w:rPr>
          <w:rFonts w:ascii="Times New Roman" w:hAnsi="Times New Roman"/>
          <w:sz w:val="28"/>
          <w:szCs w:val="28"/>
        </w:rPr>
        <w:t xml:space="preserve">т бюджетных ассигнований областного бюджета Ульяновской области. </w:t>
      </w:r>
    </w:p>
    <w:p w:rsidR="00855C33" w:rsidRPr="00B72E1F" w:rsidRDefault="00855C33" w:rsidP="00B72E1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855C33" w:rsidRDefault="00855C33" w:rsidP="00B72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B72E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</w:t>
      </w:r>
      <w:r w:rsidRPr="00540278">
        <w:rPr>
          <w:rFonts w:ascii="Times New Roman" w:hAnsi="Times New Roman"/>
          <w:sz w:val="28"/>
          <w:szCs w:val="28"/>
        </w:rPr>
        <w:t xml:space="preserve">4. </w:t>
      </w:r>
      <w:r w:rsidRPr="001C19C7">
        <w:rPr>
          <w:rFonts w:ascii="Times New Roman" w:hAnsi="Times New Roman"/>
          <w:b/>
          <w:sz w:val="28"/>
          <w:szCs w:val="28"/>
        </w:rPr>
        <w:t xml:space="preserve">Вступление в силу настоящего Закона </w:t>
      </w:r>
    </w:p>
    <w:p w:rsidR="00855C33" w:rsidRDefault="00855C33" w:rsidP="00B72E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C33" w:rsidRPr="001C19C7" w:rsidRDefault="00855C33" w:rsidP="00B72E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C33" w:rsidRDefault="00855C33" w:rsidP="00776F5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027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стоящий </w:t>
      </w:r>
      <w:r w:rsidRPr="00540278">
        <w:rPr>
          <w:rFonts w:ascii="Times New Roman" w:hAnsi="Times New Roman"/>
          <w:sz w:val="28"/>
          <w:szCs w:val="28"/>
        </w:rPr>
        <w:t>Закон вступает в силу с 1 января 201</w:t>
      </w:r>
      <w:r>
        <w:rPr>
          <w:rFonts w:ascii="Times New Roman" w:hAnsi="Times New Roman"/>
          <w:sz w:val="28"/>
          <w:szCs w:val="28"/>
        </w:rPr>
        <w:t>6</w:t>
      </w:r>
      <w:r w:rsidRPr="00540278">
        <w:rPr>
          <w:rFonts w:ascii="Times New Roman" w:hAnsi="Times New Roman"/>
          <w:sz w:val="28"/>
          <w:szCs w:val="28"/>
        </w:rPr>
        <w:t xml:space="preserve"> года. </w:t>
      </w:r>
    </w:p>
    <w:p w:rsidR="00855C33" w:rsidRPr="00B72E1F" w:rsidRDefault="00855C33" w:rsidP="006547C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855C33" w:rsidRDefault="00855C33" w:rsidP="00654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C33" w:rsidRDefault="00855C33" w:rsidP="00654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C33" w:rsidRPr="00D34C13" w:rsidRDefault="00855C33" w:rsidP="00776F54">
      <w:pPr>
        <w:pStyle w:val="BodyText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</w:t>
      </w:r>
      <w:r w:rsidRPr="00D34C13">
        <w:rPr>
          <w:b/>
          <w:szCs w:val="28"/>
        </w:rPr>
        <w:t xml:space="preserve"> </w:t>
      </w:r>
      <w:r>
        <w:rPr>
          <w:b/>
          <w:szCs w:val="28"/>
        </w:rPr>
        <w:t xml:space="preserve">        </w:t>
      </w:r>
      <w:r w:rsidRPr="00D34C13">
        <w:rPr>
          <w:b/>
          <w:szCs w:val="28"/>
        </w:rPr>
        <w:t xml:space="preserve"> С.И.Морозов</w:t>
      </w:r>
    </w:p>
    <w:p w:rsidR="00855C33" w:rsidRPr="00B72E1F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16"/>
          <w:szCs w:val="28"/>
        </w:rPr>
      </w:pPr>
    </w:p>
    <w:p w:rsidR="00855C33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C33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C33" w:rsidRPr="00942781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г. Ульяновск</w:t>
      </w:r>
    </w:p>
    <w:p w:rsidR="00855C33" w:rsidRPr="00942781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Pr="009427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ноября  </w:t>
      </w:r>
      <w:smartTag w:uri="urn:schemas-microsoft-com:office:smarttags" w:element="metricconverter">
        <w:smartTagPr>
          <w:attr w:name="ProductID" w:val="2015 г"/>
        </w:smartTagPr>
        <w:r w:rsidRPr="0094278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</w:t>
        </w:r>
        <w:r w:rsidRPr="0094278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42781">
        <w:rPr>
          <w:rFonts w:ascii="Times New Roman" w:hAnsi="Times New Roman"/>
          <w:sz w:val="28"/>
          <w:szCs w:val="28"/>
        </w:rPr>
        <w:t>.</w:t>
      </w:r>
    </w:p>
    <w:p w:rsidR="00855C33" w:rsidRPr="00540278" w:rsidRDefault="00855C33" w:rsidP="00776F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158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855C33" w:rsidRPr="00540278" w:rsidSect="00B72E1F">
      <w:headerReference w:type="default" r:id="rId6"/>
      <w:footerReference w:type="firs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33" w:rsidRDefault="00855C33" w:rsidP="006547CA">
      <w:pPr>
        <w:spacing w:after="0" w:line="240" w:lineRule="auto"/>
      </w:pPr>
      <w:r>
        <w:separator/>
      </w:r>
    </w:p>
  </w:endnote>
  <w:endnote w:type="continuationSeparator" w:id="0">
    <w:p w:rsidR="00855C33" w:rsidRDefault="00855C33" w:rsidP="00654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33" w:rsidRPr="00B72E1F" w:rsidRDefault="00855C33" w:rsidP="00B72E1F">
    <w:pPr>
      <w:pStyle w:val="Footer"/>
      <w:jc w:val="right"/>
      <w:rPr>
        <w:rFonts w:ascii="Times New Roman" w:hAnsi="Times New Roman"/>
        <w:sz w:val="16"/>
        <w:szCs w:val="16"/>
      </w:rPr>
    </w:pPr>
    <w:r w:rsidRPr="00B72E1F">
      <w:rPr>
        <w:rFonts w:ascii="Times New Roman" w:hAnsi="Times New Roman"/>
        <w:sz w:val="16"/>
        <w:szCs w:val="16"/>
      </w:rPr>
      <w:t>2409чл1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33" w:rsidRDefault="00855C33" w:rsidP="006547CA">
      <w:pPr>
        <w:spacing w:after="0" w:line="240" w:lineRule="auto"/>
      </w:pPr>
      <w:r>
        <w:separator/>
      </w:r>
    </w:p>
  </w:footnote>
  <w:footnote w:type="continuationSeparator" w:id="0">
    <w:p w:rsidR="00855C33" w:rsidRDefault="00855C33" w:rsidP="00654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33" w:rsidRPr="006547CA" w:rsidRDefault="00855C33">
    <w:pPr>
      <w:pStyle w:val="Header"/>
      <w:jc w:val="center"/>
      <w:rPr>
        <w:rFonts w:ascii="Times New Roman" w:hAnsi="Times New Roman"/>
        <w:sz w:val="28"/>
        <w:szCs w:val="28"/>
      </w:rPr>
    </w:pPr>
    <w:r w:rsidRPr="006547CA">
      <w:rPr>
        <w:rFonts w:ascii="Times New Roman" w:hAnsi="Times New Roman"/>
        <w:sz w:val="28"/>
        <w:szCs w:val="28"/>
      </w:rPr>
      <w:fldChar w:fldCharType="begin"/>
    </w:r>
    <w:r w:rsidRPr="006547CA">
      <w:rPr>
        <w:rFonts w:ascii="Times New Roman" w:hAnsi="Times New Roman"/>
        <w:sz w:val="28"/>
        <w:szCs w:val="28"/>
      </w:rPr>
      <w:instrText>PAGE   \* MERGEFORMAT</w:instrText>
    </w:r>
    <w:r w:rsidRPr="006547C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547C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C55"/>
    <w:rsid w:val="000268C1"/>
    <w:rsid w:val="00046923"/>
    <w:rsid w:val="000E1D22"/>
    <w:rsid w:val="00161A44"/>
    <w:rsid w:val="00193A74"/>
    <w:rsid w:val="00196A99"/>
    <w:rsid w:val="001C19C7"/>
    <w:rsid w:val="001F10C8"/>
    <w:rsid w:val="00202108"/>
    <w:rsid w:val="00211A90"/>
    <w:rsid w:val="00213C55"/>
    <w:rsid w:val="00216813"/>
    <w:rsid w:val="0023181A"/>
    <w:rsid w:val="002A653E"/>
    <w:rsid w:val="002D328E"/>
    <w:rsid w:val="002E6F4B"/>
    <w:rsid w:val="003559D4"/>
    <w:rsid w:val="003B1AE2"/>
    <w:rsid w:val="00506813"/>
    <w:rsid w:val="00534D10"/>
    <w:rsid w:val="00540278"/>
    <w:rsid w:val="0064047E"/>
    <w:rsid w:val="006547CA"/>
    <w:rsid w:val="006B0453"/>
    <w:rsid w:val="006E0ED9"/>
    <w:rsid w:val="00776F54"/>
    <w:rsid w:val="00855C33"/>
    <w:rsid w:val="008674E3"/>
    <w:rsid w:val="008E1AAA"/>
    <w:rsid w:val="00942781"/>
    <w:rsid w:val="009D77CD"/>
    <w:rsid w:val="009F7EDC"/>
    <w:rsid w:val="00A25725"/>
    <w:rsid w:val="00A33BAE"/>
    <w:rsid w:val="00A71ED9"/>
    <w:rsid w:val="00B72E1F"/>
    <w:rsid w:val="00B80A09"/>
    <w:rsid w:val="00C6468A"/>
    <w:rsid w:val="00C70AD7"/>
    <w:rsid w:val="00D34C13"/>
    <w:rsid w:val="00D60828"/>
    <w:rsid w:val="00D61B46"/>
    <w:rsid w:val="00E048F8"/>
    <w:rsid w:val="00F35A9D"/>
    <w:rsid w:val="00F531E4"/>
    <w:rsid w:val="00F90AE9"/>
    <w:rsid w:val="00F9447F"/>
    <w:rsid w:val="00FB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A9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A9D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D61B46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1B46"/>
    <w:rPr>
      <w:rFonts w:ascii="Times New Roman" w:hAnsi="Times New Roman" w:cs="Times New Roman"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268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93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4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47C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4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7C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72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417</Words>
  <Characters>2379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перераспределении полномочий по утверждению правил </dc:title>
  <dc:subject/>
  <dc:creator>Алена А. Черненко</dc:creator>
  <cp:keywords/>
  <dc:description/>
  <cp:lastModifiedBy>Пользователь</cp:lastModifiedBy>
  <cp:revision>3</cp:revision>
  <cp:lastPrinted>2015-09-24T06:42:00Z</cp:lastPrinted>
  <dcterms:created xsi:type="dcterms:W3CDTF">2015-10-28T06:31:00Z</dcterms:created>
  <dcterms:modified xsi:type="dcterms:W3CDTF">2015-11-10T06:15:00Z</dcterms:modified>
</cp:coreProperties>
</file>