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BD" w:rsidRDefault="00805CBD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Закон Ульяновской области</w:t>
      </w:r>
    </w:p>
    <w:p w:rsidR="00805CBD" w:rsidRDefault="00805CBD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805CBD" w:rsidRDefault="00805CBD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805CBD" w:rsidRDefault="00805CBD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805CBD" w:rsidRDefault="00805CBD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805CBD" w:rsidRDefault="00805CBD" w:rsidP="00FB5AFD">
      <w:pPr>
        <w:jc w:val="center"/>
        <w:rPr>
          <w:b/>
          <w:sz w:val="28"/>
          <w:szCs w:val="28"/>
        </w:rPr>
      </w:pPr>
      <w:bookmarkStart w:id="0" w:name="OLE_LINK3"/>
      <w:r w:rsidRPr="00C47288">
        <w:rPr>
          <w:b/>
          <w:sz w:val="28"/>
          <w:szCs w:val="28"/>
        </w:rPr>
        <w:t xml:space="preserve">О внесении изменений в </w:t>
      </w:r>
      <w:bookmarkEnd w:id="0"/>
      <w:r w:rsidRPr="00C47288">
        <w:rPr>
          <w:b/>
          <w:sz w:val="28"/>
          <w:szCs w:val="28"/>
        </w:rPr>
        <w:t xml:space="preserve">статьи 4 и 5 Закона Ульяновской области </w:t>
      </w:r>
    </w:p>
    <w:p w:rsidR="00805CBD" w:rsidRPr="00C47288" w:rsidRDefault="00805CBD" w:rsidP="00FB5AFD">
      <w:pPr>
        <w:jc w:val="center"/>
        <w:rPr>
          <w:sz w:val="28"/>
          <w:szCs w:val="28"/>
        </w:rPr>
      </w:pPr>
      <w:r w:rsidRPr="00C47288">
        <w:rPr>
          <w:b/>
          <w:sz w:val="28"/>
          <w:szCs w:val="28"/>
        </w:rPr>
        <w:t>«Об образовании в Ульяновской области»</w:t>
      </w:r>
    </w:p>
    <w:p w:rsidR="00805CBD" w:rsidRPr="00C47288" w:rsidRDefault="00805CBD" w:rsidP="00A57108">
      <w:pPr>
        <w:suppressAutoHyphens/>
        <w:rPr>
          <w:sz w:val="28"/>
          <w:szCs w:val="28"/>
        </w:rPr>
      </w:pPr>
    </w:p>
    <w:p w:rsidR="00805CBD" w:rsidRPr="00AD7CA5" w:rsidRDefault="00805CBD" w:rsidP="00A57108">
      <w:pPr>
        <w:pStyle w:val="ConsNormal"/>
        <w:ind w:right="0" w:firstLine="709"/>
        <w:jc w:val="center"/>
        <w:rPr>
          <w:rFonts w:ascii="Times New Roman" w:hAnsi="Times New Roman" w:cs="Times New Roman"/>
          <w:i/>
          <w:sz w:val="22"/>
          <w:szCs w:val="22"/>
        </w:rPr>
      </w:pPr>
      <w:bookmarkStart w:id="1" w:name="sub_2"/>
    </w:p>
    <w:p w:rsidR="00805CBD" w:rsidRPr="004B5381" w:rsidRDefault="00805CBD" w:rsidP="004B5381">
      <w:pPr>
        <w:suppressAutoHyphens/>
        <w:autoSpaceDE w:val="0"/>
        <w:autoSpaceDN w:val="0"/>
        <w:adjustRightInd w:val="0"/>
        <w:jc w:val="center"/>
        <w:rPr>
          <w:color w:val="000000"/>
        </w:rPr>
      </w:pPr>
      <w:r w:rsidRPr="004B5381">
        <w:rPr>
          <w:color w:val="000000"/>
        </w:rPr>
        <w:t>Принят Законодательным Собранием Ульяновской области 24 сентября 2015 года</w:t>
      </w:r>
    </w:p>
    <w:p w:rsidR="00805CBD" w:rsidRPr="004B5381" w:rsidRDefault="00805CBD" w:rsidP="00A57108">
      <w:pPr>
        <w:suppressAutoHyphens/>
        <w:autoSpaceDE w:val="0"/>
        <w:autoSpaceDN w:val="0"/>
        <w:adjustRightInd w:val="0"/>
        <w:jc w:val="both"/>
        <w:rPr>
          <w:color w:val="000000"/>
        </w:rPr>
      </w:pPr>
    </w:p>
    <w:p w:rsidR="00805CBD" w:rsidRDefault="00805CBD" w:rsidP="00A57108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bookmarkEnd w:id="1"/>
    <w:p w:rsidR="00805CBD" w:rsidRPr="008D54BD" w:rsidRDefault="00805CBD" w:rsidP="00143FF5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8D54BD">
        <w:rPr>
          <w:sz w:val="28"/>
          <w:szCs w:val="28"/>
        </w:rPr>
        <w:t xml:space="preserve">Внести в Закон Ульяновской области от 13 августа 2013 года № 134-ЗО </w:t>
      </w:r>
      <w:r>
        <w:rPr>
          <w:sz w:val="28"/>
          <w:szCs w:val="28"/>
        </w:rPr>
        <w:br/>
      </w:r>
      <w:r w:rsidRPr="008D54BD">
        <w:rPr>
          <w:sz w:val="28"/>
          <w:szCs w:val="28"/>
        </w:rPr>
        <w:t xml:space="preserve">«Об образовании в Ульяновской области» («Ульяновская правда» от 19.08.2013 </w:t>
      </w:r>
      <w:r>
        <w:rPr>
          <w:sz w:val="28"/>
          <w:szCs w:val="28"/>
        </w:rPr>
        <w:br/>
      </w:r>
      <w:r w:rsidRPr="008D54BD">
        <w:rPr>
          <w:sz w:val="28"/>
          <w:szCs w:val="28"/>
        </w:rPr>
        <w:t>№ 97; от 06.02.2014 № 16; от 31.03.2014 № 45; от 08.0</w:t>
      </w:r>
      <w:bookmarkStart w:id="2" w:name="_GoBack"/>
      <w:bookmarkEnd w:id="2"/>
      <w:r w:rsidRPr="008D54BD">
        <w:rPr>
          <w:sz w:val="28"/>
          <w:szCs w:val="28"/>
        </w:rPr>
        <w:t>5.2014 № 65; от 09.10.2014 № 149; от 05.03.2015 № 28; от 08.06.2015 № 76-77</w:t>
      </w:r>
      <w:r>
        <w:rPr>
          <w:sz w:val="28"/>
          <w:szCs w:val="28"/>
        </w:rPr>
        <w:t>; от 07.09.2015 № 124</w:t>
      </w:r>
      <w:r w:rsidRPr="008D54BD">
        <w:rPr>
          <w:sz w:val="28"/>
          <w:szCs w:val="28"/>
        </w:rPr>
        <w:t>) следующие изменения:</w:t>
      </w:r>
    </w:p>
    <w:p w:rsidR="00805CBD" w:rsidRPr="008D54BD" w:rsidRDefault="00805CBD" w:rsidP="00143FF5">
      <w:pPr>
        <w:numPr>
          <w:ilvl w:val="0"/>
          <w:numId w:val="16"/>
        </w:numPr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1 статьи 4 </w:t>
      </w:r>
      <w:r w:rsidRPr="008D54BD">
        <w:rPr>
          <w:sz w:val="28"/>
          <w:szCs w:val="28"/>
        </w:rPr>
        <w:t>дополнить пунктом 14</w:t>
      </w:r>
      <w:r w:rsidRPr="008D54BD">
        <w:rPr>
          <w:sz w:val="28"/>
          <w:szCs w:val="28"/>
          <w:vertAlign w:val="superscript"/>
        </w:rPr>
        <w:t>1</w:t>
      </w:r>
      <w:r w:rsidRPr="008D54BD">
        <w:rPr>
          <w:sz w:val="28"/>
          <w:szCs w:val="28"/>
        </w:rPr>
        <w:t xml:space="preserve"> следующего содержания:</w:t>
      </w:r>
    </w:p>
    <w:p w:rsidR="00805CBD" w:rsidRDefault="00805CBD" w:rsidP="00143FF5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bookmarkStart w:id="3" w:name="sub_414"/>
      <w:r w:rsidRPr="008D54BD">
        <w:rPr>
          <w:sz w:val="28"/>
          <w:szCs w:val="28"/>
        </w:rPr>
        <w:t>«14</w:t>
      </w:r>
      <w:r w:rsidRPr="008D54BD">
        <w:rPr>
          <w:sz w:val="28"/>
          <w:szCs w:val="28"/>
          <w:vertAlign w:val="superscript"/>
        </w:rPr>
        <w:t>1</w:t>
      </w:r>
      <w:r w:rsidRPr="008D54BD">
        <w:rPr>
          <w:sz w:val="28"/>
          <w:szCs w:val="28"/>
        </w:rPr>
        <w:t xml:space="preserve">) устанавливает максимальный размер родительской платы за присмотр и уход за детьми </w:t>
      </w:r>
      <w:r w:rsidRPr="00870DE5">
        <w:rPr>
          <w:sz w:val="28"/>
          <w:szCs w:val="28"/>
        </w:rPr>
        <w:t xml:space="preserve">в находящихся на территории Ульяновской области </w:t>
      </w:r>
      <w:r>
        <w:rPr>
          <w:sz w:val="28"/>
          <w:szCs w:val="28"/>
        </w:rPr>
        <w:t xml:space="preserve">государственных и муниципальных </w:t>
      </w:r>
      <w:r w:rsidRPr="00870DE5">
        <w:rPr>
          <w:sz w:val="28"/>
          <w:szCs w:val="28"/>
        </w:rPr>
        <w:t>образовательных организациях</w:t>
      </w:r>
      <w:r>
        <w:rPr>
          <w:sz w:val="28"/>
          <w:szCs w:val="28"/>
        </w:rPr>
        <w:t xml:space="preserve"> для каждого муниципального образования Ульяновской области в зависимости от условий присмотра и ухода за детьми;»;</w:t>
      </w:r>
    </w:p>
    <w:bookmarkEnd w:id="3"/>
    <w:p w:rsidR="00805CBD" w:rsidRPr="008D54BD" w:rsidRDefault="00805CBD" w:rsidP="00143FF5">
      <w:pPr>
        <w:numPr>
          <w:ilvl w:val="0"/>
          <w:numId w:val="16"/>
        </w:numPr>
        <w:autoSpaceDE w:val="0"/>
        <w:autoSpaceDN w:val="0"/>
        <w:adjustRightInd w:val="0"/>
        <w:spacing w:line="35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Pr="008D54BD">
        <w:rPr>
          <w:sz w:val="28"/>
          <w:szCs w:val="28"/>
        </w:rPr>
        <w:t xml:space="preserve"> 22 стать</w:t>
      </w:r>
      <w:r>
        <w:rPr>
          <w:sz w:val="28"/>
          <w:szCs w:val="28"/>
        </w:rPr>
        <w:t>и</w:t>
      </w:r>
      <w:r w:rsidRPr="008D54BD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изложить в следующей редакции</w:t>
      </w:r>
      <w:r w:rsidRPr="008D54BD">
        <w:rPr>
          <w:sz w:val="28"/>
          <w:szCs w:val="28"/>
        </w:rPr>
        <w:t>:</w:t>
      </w:r>
    </w:p>
    <w:p w:rsidR="00805CBD" w:rsidRPr="008D54BD" w:rsidRDefault="00805CBD" w:rsidP="00143FF5">
      <w:pPr>
        <w:autoSpaceDE w:val="0"/>
        <w:autoSpaceDN w:val="0"/>
        <w:adjustRightInd w:val="0"/>
        <w:spacing w:line="355" w:lineRule="auto"/>
        <w:ind w:firstLine="700"/>
        <w:jc w:val="both"/>
        <w:rPr>
          <w:sz w:val="28"/>
          <w:szCs w:val="28"/>
        </w:rPr>
      </w:pPr>
      <w:r w:rsidRPr="008D54BD">
        <w:rPr>
          <w:sz w:val="28"/>
          <w:szCs w:val="28"/>
        </w:rPr>
        <w:t>«</w:t>
      </w:r>
      <w:bookmarkStart w:id="4" w:name="sub_522"/>
      <w:r w:rsidRPr="008D54BD">
        <w:rPr>
          <w:sz w:val="28"/>
          <w:szCs w:val="28"/>
        </w:rPr>
        <w:t xml:space="preserve">22) осуществляет расчёт подлежащего установлению Правительством Ульяновской области </w:t>
      </w:r>
      <w:r>
        <w:rPr>
          <w:sz w:val="28"/>
          <w:szCs w:val="28"/>
        </w:rPr>
        <w:t>в соответствии с пунктами 14 и 14</w:t>
      </w:r>
      <w:r w:rsidRPr="005A3AB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части 1 статьи 4 настоящего Закона среднего и максимального размера родительской платы </w:t>
      </w:r>
      <w:r>
        <w:rPr>
          <w:sz w:val="28"/>
          <w:szCs w:val="28"/>
        </w:rPr>
        <w:br/>
      </w:r>
      <w:r w:rsidRPr="008D54BD">
        <w:rPr>
          <w:sz w:val="28"/>
          <w:szCs w:val="28"/>
        </w:rPr>
        <w:t>за присмотр и уход за детьми в находящихся на территории Ульяновской области государственных и муниципальн</w:t>
      </w:r>
      <w:r>
        <w:rPr>
          <w:sz w:val="28"/>
          <w:szCs w:val="28"/>
        </w:rPr>
        <w:t>ых образовательных организациях;».</w:t>
      </w:r>
    </w:p>
    <w:bookmarkEnd w:id="4"/>
    <w:p w:rsidR="00805CBD" w:rsidRPr="008D54BD" w:rsidRDefault="00805CBD" w:rsidP="00A57108">
      <w:pPr>
        <w:tabs>
          <w:tab w:val="left" w:pos="1260"/>
        </w:tabs>
        <w:suppressAutoHyphens/>
        <w:jc w:val="both"/>
        <w:rPr>
          <w:sz w:val="28"/>
          <w:szCs w:val="28"/>
        </w:rPr>
      </w:pPr>
    </w:p>
    <w:p w:rsidR="00805CBD" w:rsidRPr="00143FF5" w:rsidRDefault="00805CBD" w:rsidP="00A57108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Arial" w:hAnsi="Arial"/>
          <w:b/>
          <w:bCs/>
          <w:color w:val="26282F"/>
          <w:sz w:val="28"/>
          <w:szCs w:val="28"/>
        </w:rPr>
      </w:pPr>
    </w:p>
    <w:p w:rsidR="00805CBD" w:rsidRPr="00C9380D" w:rsidRDefault="00805CBD" w:rsidP="00A57108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</w:t>
      </w:r>
      <w:r w:rsidRPr="00C9380D">
        <w:rPr>
          <w:b/>
          <w:sz w:val="28"/>
          <w:szCs w:val="28"/>
        </w:rPr>
        <w:t xml:space="preserve">области </w:t>
      </w:r>
      <w:r w:rsidRPr="00C9380D">
        <w:rPr>
          <w:b/>
          <w:sz w:val="28"/>
          <w:szCs w:val="28"/>
        </w:rPr>
        <w:tab/>
        <w:t xml:space="preserve"> С.И.Морозов</w:t>
      </w:r>
    </w:p>
    <w:p w:rsidR="00805CBD" w:rsidRPr="00143FF5" w:rsidRDefault="00805CBD" w:rsidP="006B18F6">
      <w:pPr>
        <w:suppressAutoHyphens/>
        <w:autoSpaceDE w:val="0"/>
        <w:autoSpaceDN w:val="0"/>
        <w:adjustRightInd w:val="0"/>
        <w:ind w:firstLine="720"/>
        <w:jc w:val="both"/>
        <w:rPr>
          <w:sz w:val="2"/>
          <w:szCs w:val="28"/>
        </w:rPr>
      </w:pPr>
    </w:p>
    <w:p w:rsidR="00805CBD" w:rsidRDefault="00805CBD" w:rsidP="004130B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5CBD" w:rsidRPr="00143FF5" w:rsidRDefault="00805CBD" w:rsidP="004130B2">
      <w:pPr>
        <w:suppressAutoHyphens/>
        <w:autoSpaceDE w:val="0"/>
        <w:autoSpaceDN w:val="0"/>
        <w:adjustRightInd w:val="0"/>
        <w:jc w:val="both"/>
        <w:rPr>
          <w:sz w:val="32"/>
          <w:szCs w:val="28"/>
        </w:rPr>
      </w:pPr>
    </w:p>
    <w:p w:rsidR="00805CBD" w:rsidRPr="00C9380D" w:rsidRDefault="00805CBD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805CBD" w:rsidRPr="00C9380D" w:rsidRDefault="00805CBD" w:rsidP="006B18F6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29 сентября </w:t>
      </w:r>
      <w:r w:rsidRPr="00C9380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C9380D">
          <w:rPr>
            <w:sz w:val="28"/>
            <w:szCs w:val="28"/>
          </w:rPr>
          <w:t>201</w:t>
        </w:r>
        <w:r>
          <w:rPr>
            <w:sz w:val="28"/>
            <w:szCs w:val="28"/>
          </w:rPr>
          <w:t xml:space="preserve">5 </w:t>
        </w:r>
        <w:r w:rsidRPr="00C9380D">
          <w:rPr>
            <w:sz w:val="28"/>
            <w:szCs w:val="28"/>
          </w:rPr>
          <w:t>г</w:t>
        </w:r>
      </w:smartTag>
      <w:r w:rsidRPr="00C9380D">
        <w:rPr>
          <w:sz w:val="28"/>
          <w:szCs w:val="28"/>
        </w:rPr>
        <w:t>.</w:t>
      </w:r>
    </w:p>
    <w:p w:rsidR="00805CBD" w:rsidRPr="0089494F" w:rsidRDefault="00805CBD" w:rsidP="0089494F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 xml:space="preserve">№ </w:t>
      </w:r>
      <w:r>
        <w:rPr>
          <w:sz w:val="28"/>
          <w:szCs w:val="28"/>
        </w:rPr>
        <w:t>134</w:t>
      </w:r>
      <w:r w:rsidRPr="00C9380D">
        <w:rPr>
          <w:sz w:val="28"/>
          <w:szCs w:val="28"/>
        </w:rPr>
        <w:t>-ЗО</w:t>
      </w:r>
    </w:p>
    <w:sectPr w:rsidR="00805CBD" w:rsidRPr="0089494F" w:rsidSect="00A57108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CBD" w:rsidRDefault="00805CBD" w:rsidP="007E1987">
      <w:r>
        <w:separator/>
      </w:r>
    </w:p>
  </w:endnote>
  <w:endnote w:type="continuationSeparator" w:id="0">
    <w:p w:rsidR="00805CBD" w:rsidRDefault="00805CBD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BD" w:rsidRPr="001A21A0" w:rsidRDefault="00805CBD" w:rsidP="001A21A0">
    <w:pPr>
      <w:pStyle w:val="Footer"/>
      <w:jc w:val="right"/>
      <w:rPr>
        <w:sz w:val="16"/>
        <w:szCs w:val="16"/>
      </w:rPr>
    </w:pPr>
    <w:r w:rsidRPr="001A21A0">
      <w:rPr>
        <w:sz w:val="16"/>
        <w:szCs w:val="16"/>
      </w:rPr>
      <w:t>3108чл1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CBD" w:rsidRDefault="00805CBD" w:rsidP="007E1987">
      <w:r>
        <w:separator/>
      </w:r>
    </w:p>
  </w:footnote>
  <w:footnote w:type="continuationSeparator" w:id="0">
    <w:p w:rsidR="00805CBD" w:rsidRDefault="00805CBD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BD" w:rsidRDefault="00805CBD" w:rsidP="00EC7EAB">
    <w:pPr>
      <w:pStyle w:val="a0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805CBD" w:rsidRDefault="00805CBD">
    <w:pPr>
      <w:pStyle w:val="a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CBD" w:rsidRDefault="00805CBD" w:rsidP="00700184">
    <w:pPr>
      <w:pStyle w:val="a0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4"/>
  </w:num>
  <w:num w:numId="14">
    <w:abstractNumId w:val="3"/>
  </w:num>
  <w:num w:numId="15">
    <w:abstractNumId w:val="5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25A4"/>
    <w:rsid w:val="00014233"/>
    <w:rsid w:val="00015280"/>
    <w:rsid w:val="00015946"/>
    <w:rsid w:val="000173F5"/>
    <w:rsid w:val="00020875"/>
    <w:rsid w:val="000239F1"/>
    <w:rsid w:val="0002426E"/>
    <w:rsid w:val="00025AB0"/>
    <w:rsid w:val="00025C67"/>
    <w:rsid w:val="00025E7F"/>
    <w:rsid w:val="0002698F"/>
    <w:rsid w:val="00026ACC"/>
    <w:rsid w:val="00030EFD"/>
    <w:rsid w:val="00031AB2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496A"/>
    <w:rsid w:val="00064C26"/>
    <w:rsid w:val="000702A2"/>
    <w:rsid w:val="000707E7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33DD"/>
    <w:rsid w:val="000E44FC"/>
    <w:rsid w:val="000E5BA1"/>
    <w:rsid w:val="000E7AC2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ED"/>
    <w:rsid w:val="001330E3"/>
    <w:rsid w:val="00136CD2"/>
    <w:rsid w:val="001413DF"/>
    <w:rsid w:val="0014332A"/>
    <w:rsid w:val="00143FF5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1A0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53E1"/>
    <w:rsid w:val="001D5A5B"/>
    <w:rsid w:val="001D7629"/>
    <w:rsid w:val="001E085F"/>
    <w:rsid w:val="001E0A21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2271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25B2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6C9B"/>
    <w:rsid w:val="002B6CF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F0A3D"/>
    <w:rsid w:val="002F136C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2247"/>
    <w:rsid w:val="0038471E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E31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64C"/>
    <w:rsid w:val="003D53B0"/>
    <w:rsid w:val="003D5BFC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4F9"/>
    <w:rsid w:val="003F26B8"/>
    <w:rsid w:val="003F6145"/>
    <w:rsid w:val="003F696A"/>
    <w:rsid w:val="0040161E"/>
    <w:rsid w:val="00403E00"/>
    <w:rsid w:val="004044D0"/>
    <w:rsid w:val="00410CCB"/>
    <w:rsid w:val="00412B25"/>
    <w:rsid w:val="004130B2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5381"/>
    <w:rsid w:val="004B6B3D"/>
    <w:rsid w:val="004B6F21"/>
    <w:rsid w:val="004B7522"/>
    <w:rsid w:val="004B7966"/>
    <w:rsid w:val="004C1D0C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76F7"/>
    <w:rsid w:val="004E7B20"/>
    <w:rsid w:val="004F0CD6"/>
    <w:rsid w:val="004F0DDA"/>
    <w:rsid w:val="004F128E"/>
    <w:rsid w:val="004F605C"/>
    <w:rsid w:val="004F6342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7AAA"/>
    <w:rsid w:val="0055087F"/>
    <w:rsid w:val="00550A68"/>
    <w:rsid w:val="0055192D"/>
    <w:rsid w:val="00552471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6FC"/>
    <w:rsid w:val="005A66C3"/>
    <w:rsid w:val="005A6E1C"/>
    <w:rsid w:val="005A7F90"/>
    <w:rsid w:val="005B0973"/>
    <w:rsid w:val="005B19E3"/>
    <w:rsid w:val="005B34BB"/>
    <w:rsid w:val="005B47BB"/>
    <w:rsid w:val="005B659C"/>
    <w:rsid w:val="005B6F4D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2511"/>
    <w:rsid w:val="00673503"/>
    <w:rsid w:val="00673FCB"/>
    <w:rsid w:val="00674060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E5F6C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25CE"/>
    <w:rsid w:val="00712644"/>
    <w:rsid w:val="00713CE4"/>
    <w:rsid w:val="00714A2F"/>
    <w:rsid w:val="0071763F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D65"/>
    <w:rsid w:val="007408C4"/>
    <w:rsid w:val="007411AA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4ABA"/>
    <w:rsid w:val="00785294"/>
    <w:rsid w:val="00786258"/>
    <w:rsid w:val="00786957"/>
    <w:rsid w:val="0079038C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5356"/>
    <w:rsid w:val="007A5941"/>
    <w:rsid w:val="007B07F9"/>
    <w:rsid w:val="007B10C7"/>
    <w:rsid w:val="007B157C"/>
    <w:rsid w:val="007B1F3D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40A5"/>
    <w:rsid w:val="008044CA"/>
    <w:rsid w:val="00804799"/>
    <w:rsid w:val="008053F2"/>
    <w:rsid w:val="00805CBD"/>
    <w:rsid w:val="00811A60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4A08"/>
    <w:rsid w:val="00884A60"/>
    <w:rsid w:val="008875B1"/>
    <w:rsid w:val="00891B43"/>
    <w:rsid w:val="008923E2"/>
    <w:rsid w:val="008939AF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1C3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A81"/>
    <w:rsid w:val="008D7D14"/>
    <w:rsid w:val="008E252C"/>
    <w:rsid w:val="008E28A0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2EB8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70D04"/>
    <w:rsid w:val="009712CF"/>
    <w:rsid w:val="00971568"/>
    <w:rsid w:val="00971AD5"/>
    <w:rsid w:val="00972A6E"/>
    <w:rsid w:val="00972AAA"/>
    <w:rsid w:val="00974D9A"/>
    <w:rsid w:val="00975922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24A8"/>
    <w:rsid w:val="009A5328"/>
    <w:rsid w:val="009A5C85"/>
    <w:rsid w:val="009A68AF"/>
    <w:rsid w:val="009A7749"/>
    <w:rsid w:val="009B2DB1"/>
    <w:rsid w:val="009B4084"/>
    <w:rsid w:val="009C02A8"/>
    <w:rsid w:val="009C054E"/>
    <w:rsid w:val="009C09AE"/>
    <w:rsid w:val="009C207D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D5D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57108"/>
    <w:rsid w:val="00A60CD9"/>
    <w:rsid w:val="00A60FF3"/>
    <w:rsid w:val="00A611AC"/>
    <w:rsid w:val="00A619AA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6D86"/>
    <w:rsid w:val="00A9704D"/>
    <w:rsid w:val="00A97AB0"/>
    <w:rsid w:val="00A97D6B"/>
    <w:rsid w:val="00AA0051"/>
    <w:rsid w:val="00AA2114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23C0"/>
    <w:rsid w:val="00B63987"/>
    <w:rsid w:val="00B63B6F"/>
    <w:rsid w:val="00B63D77"/>
    <w:rsid w:val="00B664BE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51A7"/>
    <w:rsid w:val="00C75F1C"/>
    <w:rsid w:val="00C76984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DE7"/>
    <w:rsid w:val="00CE588C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5F49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F6D"/>
    <w:rsid w:val="00D368D7"/>
    <w:rsid w:val="00D3751A"/>
    <w:rsid w:val="00D41389"/>
    <w:rsid w:val="00D418D8"/>
    <w:rsid w:val="00D418DB"/>
    <w:rsid w:val="00D41A16"/>
    <w:rsid w:val="00D43EE7"/>
    <w:rsid w:val="00D45956"/>
    <w:rsid w:val="00D45C6B"/>
    <w:rsid w:val="00D501F8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7D81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DE0"/>
    <w:rsid w:val="00DC15AC"/>
    <w:rsid w:val="00DC1E68"/>
    <w:rsid w:val="00DC5E54"/>
    <w:rsid w:val="00DC6249"/>
    <w:rsid w:val="00DC62A2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4E0F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FEC"/>
    <w:rsid w:val="00E94542"/>
    <w:rsid w:val="00E95D07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C0E0E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3C75"/>
    <w:rsid w:val="00EF43FA"/>
    <w:rsid w:val="00EF51B1"/>
    <w:rsid w:val="00EF7515"/>
    <w:rsid w:val="00F0058B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A6F"/>
    <w:rsid w:val="00F23219"/>
    <w:rsid w:val="00F26267"/>
    <w:rsid w:val="00F26527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59AD"/>
    <w:rsid w:val="00F47E4B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105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B7"/>
    <w:rsid w:val="00FD6A63"/>
    <w:rsid w:val="00FE0B31"/>
    <w:rsid w:val="00FE0B8D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EA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">
    <w:name w:val="Гипертекстовая ссылка"/>
    <w:basedOn w:val="DefaultParagraphFont"/>
    <w:uiPriority w:val="99"/>
    <w:rsid w:val="00EC7EAB"/>
    <w:rPr>
      <w:rFonts w:cs="Times New Roman"/>
      <w:b/>
      <w:bCs/>
      <w:color w:val="008000"/>
    </w:rPr>
  </w:style>
  <w:style w:type="paragraph" w:customStyle="1" w:styleId="a0">
    <w:name w:val="Заголовок статьи"/>
    <w:basedOn w:val="Normal"/>
    <w:next w:val="Normal"/>
    <w:uiPriority w:val="99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rsid w:val="00C02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A21A0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0018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a1">
    <w:name w:val="Стиль"/>
    <w:basedOn w:val="Normal"/>
    <w:uiPriority w:val="99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2">
    <w:name w:val="Прижатый влево"/>
    <w:basedOn w:val="Normal"/>
    <w:next w:val="Normal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3">
    <w:name w:val="Цветовое выделение"/>
    <w:uiPriority w:val="99"/>
    <w:rsid w:val="00930952"/>
    <w:rPr>
      <w:b/>
      <w:color w:val="000080"/>
    </w:rPr>
  </w:style>
  <w:style w:type="paragraph" w:customStyle="1" w:styleId="a4">
    <w:name w:val="Знак Знак Знак Знак"/>
    <w:basedOn w:val="Normal"/>
    <w:uiPriority w:val="99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15076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Title">
    <w:name w:val="ConsTitle"/>
    <w:uiPriority w:val="99"/>
    <w:rsid w:val="00315076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2">
    <w:name w:val="Знак Знак Знак Знак Знак Знак Знак2 Знак Знак"/>
    <w:basedOn w:val="Normal"/>
    <w:uiPriority w:val="99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E910E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213</Words>
  <Characters>1220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8</cp:revision>
  <cp:lastPrinted>2015-09-18T12:40:00Z</cp:lastPrinted>
  <dcterms:created xsi:type="dcterms:W3CDTF">2015-08-31T12:59:00Z</dcterms:created>
  <dcterms:modified xsi:type="dcterms:W3CDTF">2015-10-05T13:43:00Z</dcterms:modified>
</cp:coreProperties>
</file>