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46" w:rsidRDefault="007A2B46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7A2B46" w:rsidRDefault="007A2B46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2B46" w:rsidRDefault="007A2B46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2B46" w:rsidRDefault="007A2B46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2B46" w:rsidRDefault="007A2B46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2B46" w:rsidRDefault="007A2B46" w:rsidP="00FD310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B10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изменения в статью 2 Закона Ульяновской области </w:t>
      </w:r>
    </w:p>
    <w:p w:rsidR="007A2B46" w:rsidRPr="00505075" w:rsidRDefault="007A2B46" w:rsidP="008F3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507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налоге на имущество организаций на территории Ульяновской области»</w:t>
      </w: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Default="007A2B46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2B46" w:rsidRPr="008421A1" w:rsidRDefault="007A2B46" w:rsidP="00B83730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421A1">
        <w:rPr>
          <w:rFonts w:ascii="Times New Roman" w:hAnsi="Times New Roman" w:cs="Times New Roman"/>
          <w:sz w:val="28"/>
          <w:szCs w:val="28"/>
        </w:rPr>
        <w:t>Статья 1</w:t>
      </w:r>
    </w:p>
    <w:p w:rsidR="007A2B46" w:rsidRDefault="007A2B46" w:rsidP="00B83730">
      <w:pPr>
        <w:pStyle w:val="ConsPlusTitle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7A2B46" w:rsidRPr="002714ED" w:rsidRDefault="007A2B46" w:rsidP="00B83730">
      <w:pPr>
        <w:pStyle w:val="ConsPlusTitle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7A2B46" w:rsidRPr="00B83730" w:rsidRDefault="007A2B46" w:rsidP="009627F0">
      <w:pPr>
        <w:pStyle w:val="a1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730">
        <w:rPr>
          <w:rFonts w:ascii="Times New Roman" w:hAnsi="Times New Roman"/>
          <w:sz w:val="28"/>
          <w:szCs w:val="28"/>
        </w:rPr>
        <w:t>Внести в статью 2 Закона Ульяновской области от 2 сентября 2015 года             № 99</w:t>
      </w:r>
      <w:r>
        <w:rPr>
          <w:rFonts w:ascii="Times New Roman" w:hAnsi="Times New Roman"/>
          <w:sz w:val="28"/>
          <w:szCs w:val="28"/>
        </w:rPr>
        <w:t>-</w:t>
      </w:r>
      <w:r w:rsidRPr="00B83730">
        <w:rPr>
          <w:rFonts w:ascii="Times New Roman" w:hAnsi="Times New Roman"/>
          <w:sz w:val="28"/>
          <w:szCs w:val="28"/>
        </w:rPr>
        <w:t>ЗО «О налоге на имущество организаций на территории Ульяновской области» (</w:t>
      </w:r>
      <w:r>
        <w:rPr>
          <w:rFonts w:ascii="Times New Roman" w:hAnsi="Times New Roman"/>
          <w:sz w:val="28"/>
          <w:szCs w:val="28"/>
        </w:rPr>
        <w:t>«Ульяновская правда» от 07.09.2015</w:t>
      </w:r>
      <w:r w:rsidRPr="00B83730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124</w:t>
      </w:r>
      <w:r w:rsidRPr="00B83730">
        <w:rPr>
          <w:rFonts w:ascii="Times New Roman" w:hAnsi="Times New Roman"/>
          <w:sz w:val="28"/>
          <w:szCs w:val="28"/>
        </w:rPr>
        <w:t>) изменение, дополнив её частью 6 следующего содержания:</w:t>
      </w:r>
    </w:p>
    <w:p w:rsidR="007A2B46" w:rsidRPr="00B83730" w:rsidRDefault="007A2B46" w:rsidP="009627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730">
        <w:rPr>
          <w:sz w:val="28"/>
          <w:szCs w:val="28"/>
          <w:lang w:eastAsia="ru-RU"/>
        </w:rPr>
        <w:t xml:space="preserve">«6. Налоговая ставка налога устанавливается в размере 0,1 процента для организаций, осуществляющих на территории Ульяновской области производство цемента, при условии, что в доходе таких организаций от реализации товаров (работ, услуг) доля дохода от реализации цемента собственного производства </w:t>
      </w:r>
      <w:r>
        <w:rPr>
          <w:sz w:val="28"/>
          <w:szCs w:val="28"/>
          <w:lang w:eastAsia="ru-RU"/>
        </w:rPr>
        <w:br/>
      </w:r>
      <w:r w:rsidRPr="00B83730">
        <w:rPr>
          <w:sz w:val="28"/>
          <w:szCs w:val="28"/>
          <w:lang w:eastAsia="ru-RU"/>
        </w:rPr>
        <w:t>по итогам отчётного (налогового) периода составляет не менее 70 процентов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  <w:t xml:space="preserve">и объём осуществлённых указанными организациями капитальных вложений </w:t>
      </w:r>
      <w:r>
        <w:rPr>
          <w:sz w:val="28"/>
          <w:szCs w:val="28"/>
          <w:lang w:eastAsia="ru-RU"/>
        </w:rPr>
        <w:br/>
        <w:t>в течение пяти лет, предшествующих году, в котором ими  начато применение налоговой ставки в размере 0,1 процента, составляет не менее 1,5 миллиарда рублей</w:t>
      </w:r>
      <w:r w:rsidRPr="00B83730">
        <w:rPr>
          <w:sz w:val="28"/>
          <w:szCs w:val="28"/>
          <w:lang w:eastAsia="ru-RU"/>
        </w:rPr>
        <w:t>.».</w:t>
      </w:r>
    </w:p>
    <w:p w:rsidR="007A2B46" w:rsidRPr="00B83730" w:rsidRDefault="007A2B46" w:rsidP="00B83730">
      <w:pPr>
        <w:autoSpaceDE w:val="0"/>
        <w:autoSpaceDN w:val="0"/>
        <w:adjustRightInd w:val="0"/>
        <w:ind w:firstLine="709"/>
        <w:jc w:val="both"/>
        <w:rPr>
          <w:b/>
          <w:sz w:val="16"/>
          <w:szCs w:val="28"/>
          <w:lang w:eastAsia="ru-RU"/>
        </w:rPr>
      </w:pPr>
    </w:p>
    <w:p w:rsidR="007A2B46" w:rsidRDefault="007A2B46" w:rsidP="00B8373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</w:p>
    <w:p w:rsidR="007A2B46" w:rsidRDefault="007A2B46" w:rsidP="00B8373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B83730">
        <w:rPr>
          <w:b/>
          <w:sz w:val="28"/>
          <w:szCs w:val="28"/>
          <w:lang w:eastAsia="ru-RU"/>
        </w:rPr>
        <w:t>Статья 2</w:t>
      </w:r>
    </w:p>
    <w:p w:rsidR="007A2B46" w:rsidRDefault="007A2B46" w:rsidP="00B8373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</w:p>
    <w:p w:rsidR="007A2B46" w:rsidRPr="00B83730" w:rsidRDefault="007A2B46" w:rsidP="00B8373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</w:p>
    <w:p w:rsidR="007A2B46" w:rsidRPr="00B83730" w:rsidRDefault="007A2B46" w:rsidP="008421A1">
      <w:pPr>
        <w:numPr>
          <w:ilvl w:val="0"/>
          <w:numId w:val="18"/>
        </w:numPr>
        <w:spacing w:line="360" w:lineRule="auto"/>
        <w:ind w:left="0" w:firstLine="709"/>
        <w:jc w:val="both"/>
        <w:outlineLvl w:val="0"/>
        <w:rPr>
          <w:sz w:val="28"/>
          <w:szCs w:val="28"/>
          <w:lang w:eastAsia="ru-RU"/>
        </w:rPr>
      </w:pPr>
      <w:r w:rsidRPr="00B83730">
        <w:rPr>
          <w:sz w:val="28"/>
          <w:szCs w:val="28"/>
          <w:lang w:eastAsia="ru-RU"/>
        </w:rPr>
        <w:t>Настоящий Закон вступает в силу с 1 января 2016 года.</w:t>
      </w:r>
    </w:p>
    <w:p w:rsidR="007A2B46" w:rsidRPr="00B83730" w:rsidRDefault="007A2B46" w:rsidP="008421A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  <w:lang w:eastAsia="ru-RU"/>
        </w:rPr>
      </w:pPr>
      <w:r w:rsidRPr="00B83730">
        <w:rPr>
          <w:sz w:val="28"/>
          <w:szCs w:val="28"/>
        </w:rPr>
        <w:t xml:space="preserve">Часть 6 статьи 2 Закона Ульяновской области от 2 сентября </w:t>
      </w:r>
      <w:r>
        <w:rPr>
          <w:sz w:val="28"/>
          <w:szCs w:val="28"/>
        </w:rPr>
        <w:t xml:space="preserve">2015 года </w:t>
      </w:r>
      <w:r>
        <w:rPr>
          <w:sz w:val="28"/>
          <w:szCs w:val="28"/>
        </w:rPr>
        <w:br/>
      </w:r>
      <w:r w:rsidRPr="00B83730">
        <w:rPr>
          <w:sz w:val="28"/>
          <w:szCs w:val="28"/>
        </w:rPr>
        <w:t>№ 99</w:t>
      </w:r>
      <w:r>
        <w:rPr>
          <w:sz w:val="28"/>
          <w:szCs w:val="28"/>
        </w:rPr>
        <w:t>-</w:t>
      </w:r>
      <w:r w:rsidRPr="00B83730">
        <w:rPr>
          <w:sz w:val="28"/>
          <w:szCs w:val="28"/>
        </w:rPr>
        <w:t>ЗО</w:t>
      </w:r>
      <w:r>
        <w:rPr>
          <w:sz w:val="28"/>
          <w:szCs w:val="28"/>
        </w:rPr>
        <w:t xml:space="preserve"> </w:t>
      </w:r>
      <w:r w:rsidRPr="00B83730">
        <w:rPr>
          <w:sz w:val="28"/>
          <w:szCs w:val="28"/>
          <w:lang w:eastAsia="ru-RU"/>
        </w:rPr>
        <w:t>«О налоге на имущество организаций на</w:t>
      </w:r>
      <w:bookmarkStart w:id="0" w:name="_GoBack"/>
      <w:bookmarkEnd w:id="0"/>
      <w:r w:rsidRPr="00B83730">
        <w:rPr>
          <w:sz w:val="28"/>
          <w:szCs w:val="28"/>
          <w:lang w:eastAsia="ru-RU"/>
        </w:rPr>
        <w:t xml:space="preserve"> территории Ульяновской области» (в редакции настоящего Закона) не применяется после 31 декабря </w:t>
      </w:r>
      <w:r>
        <w:rPr>
          <w:sz w:val="28"/>
          <w:szCs w:val="28"/>
          <w:lang w:eastAsia="ru-RU"/>
        </w:rPr>
        <w:br/>
        <w:t>2020 года.</w:t>
      </w:r>
    </w:p>
    <w:p w:rsidR="007A2B46" w:rsidRPr="009627F0" w:rsidRDefault="007A2B46" w:rsidP="002714ED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ru-RU"/>
        </w:rPr>
      </w:pPr>
    </w:p>
    <w:p w:rsidR="007A2B46" w:rsidRPr="009627F0" w:rsidRDefault="007A2B46" w:rsidP="002714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A2B46" w:rsidRPr="009627F0" w:rsidRDefault="007A2B46" w:rsidP="002714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A2B46" w:rsidRPr="008421A1" w:rsidRDefault="007A2B46" w:rsidP="00EC67DA">
      <w:pPr>
        <w:tabs>
          <w:tab w:val="left" w:pos="720"/>
        </w:tabs>
        <w:rPr>
          <w:b/>
          <w:sz w:val="28"/>
          <w:szCs w:val="28"/>
        </w:rPr>
      </w:pPr>
      <w:r w:rsidRPr="008421A1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</w:t>
      </w:r>
      <w:r w:rsidRPr="008421A1">
        <w:rPr>
          <w:b/>
          <w:sz w:val="28"/>
          <w:szCs w:val="28"/>
        </w:rPr>
        <w:t xml:space="preserve">                             С.И.Морозов</w:t>
      </w:r>
    </w:p>
    <w:p w:rsidR="007A2B46" w:rsidRPr="009627F0" w:rsidRDefault="007A2B46" w:rsidP="00336408">
      <w:pPr>
        <w:widowControl w:val="0"/>
        <w:jc w:val="center"/>
        <w:textAlignment w:val="top"/>
        <w:rPr>
          <w:sz w:val="16"/>
          <w:szCs w:val="28"/>
        </w:rPr>
      </w:pPr>
    </w:p>
    <w:p w:rsidR="007A2B46" w:rsidRPr="009627F0" w:rsidRDefault="007A2B46" w:rsidP="00336408">
      <w:pPr>
        <w:widowControl w:val="0"/>
        <w:jc w:val="center"/>
        <w:textAlignment w:val="top"/>
        <w:rPr>
          <w:sz w:val="28"/>
          <w:szCs w:val="28"/>
        </w:rPr>
      </w:pPr>
    </w:p>
    <w:p w:rsidR="007A2B46" w:rsidRPr="009627F0" w:rsidRDefault="007A2B46" w:rsidP="00336408">
      <w:pPr>
        <w:widowControl w:val="0"/>
        <w:jc w:val="center"/>
        <w:textAlignment w:val="top"/>
        <w:rPr>
          <w:sz w:val="28"/>
          <w:szCs w:val="28"/>
        </w:rPr>
      </w:pPr>
    </w:p>
    <w:p w:rsidR="007A2B46" w:rsidRPr="008421A1" w:rsidRDefault="007A2B46" w:rsidP="00336408">
      <w:pPr>
        <w:widowControl w:val="0"/>
        <w:jc w:val="center"/>
        <w:textAlignment w:val="top"/>
        <w:rPr>
          <w:sz w:val="28"/>
          <w:szCs w:val="28"/>
        </w:rPr>
      </w:pPr>
      <w:r w:rsidRPr="008421A1">
        <w:rPr>
          <w:sz w:val="28"/>
          <w:szCs w:val="28"/>
        </w:rPr>
        <w:t>г. Ульяновск</w:t>
      </w:r>
    </w:p>
    <w:p w:rsidR="007A2B46" w:rsidRPr="008421A1" w:rsidRDefault="007A2B46" w:rsidP="00336408">
      <w:pPr>
        <w:widowControl w:val="0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>29</w:t>
      </w:r>
      <w:r w:rsidRPr="008421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сентября  </w:t>
      </w:r>
      <w:smartTag w:uri="urn:schemas-microsoft-com:office:smarttags" w:element="metricconverter">
        <w:smartTagPr>
          <w:attr w:name="ProductID" w:val="2015 г"/>
        </w:smartTagPr>
        <w:r w:rsidRPr="008421A1">
          <w:rPr>
            <w:sz w:val="28"/>
            <w:szCs w:val="28"/>
          </w:rPr>
          <w:t>2015 г</w:t>
        </w:r>
      </w:smartTag>
      <w:r w:rsidRPr="008421A1">
        <w:rPr>
          <w:sz w:val="28"/>
          <w:szCs w:val="28"/>
        </w:rPr>
        <w:t>.</w:t>
      </w:r>
    </w:p>
    <w:p w:rsidR="007A2B46" w:rsidRPr="008421A1" w:rsidRDefault="007A2B46" w:rsidP="00336408">
      <w:pPr>
        <w:widowControl w:val="0"/>
        <w:jc w:val="center"/>
        <w:textAlignment w:val="top"/>
        <w:rPr>
          <w:sz w:val="28"/>
          <w:szCs w:val="28"/>
        </w:rPr>
      </w:pPr>
      <w:r w:rsidRPr="008421A1">
        <w:rPr>
          <w:sz w:val="28"/>
          <w:szCs w:val="28"/>
        </w:rPr>
        <w:t>№</w:t>
      </w:r>
      <w:r>
        <w:rPr>
          <w:sz w:val="28"/>
          <w:szCs w:val="28"/>
        </w:rPr>
        <w:t xml:space="preserve"> 127</w:t>
      </w:r>
      <w:r w:rsidRPr="008421A1">
        <w:rPr>
          <w:sz w:val="28"/>
          <w:szCs w:val="28"/>
        </w:rPr>
        <w:t>-ЗО</w:t>
      </w:r>
    </w:p>
    <w:sectPr w:rsidR="007A2B46" w:rsidRPr="008421A1" w:rsidSect="00B83730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B46" w:rsidRDefault="007A2B46" w:rsidP="00A22681">
      <w:r>
        <w:separator/>
      </w:r>
    </w:p>
  </w:endnote>
  <w:endnote w:type="continuationSeparator" w:id="0">
    <w:p w:rsidR="007A2B46" w:rsidRDefault="007A2B46" w:rsidP="00A2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6" w:rsidRPr="007D2C24" w:rsidRDefault="007A2B46" w:rsidP="007D2C24">
    <w:pPr>
      <w:pStyle w:val="Footer"/>
      <w:jc w:val="right"/>
      <w:rPr>
        <w:sz w:val="16"/>
        <w:szCs w:val="16"/>
      </w:rPr>
    </w:pPr>
    <w:r w:rsidRPr="007D2C24">
      <w:rPr>
        <w:sz w:val="16"/>
        <w:szCs w:val="16"/>
      </w:rPr>
      <w:t>0309чл2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B46" w:rsidRDefault="007A2B46" w:rsidP="00A22681">
      <w:r>
        <w:separator/>
      </w:r>
    </w:p>
  </w:footnote>
  <w:footnote w:type="continuationSeparator" w:id="0">
    <w:p w:rsidR="007A2B46" w:rsidRDefault="007A2B46" w:rsidP="00A2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6" w:rsidRDefault="007A2B46" w:rsidP="009A59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B46" w:rsidRDefault="007A2B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6" w:rsidRPr="00184C0C" w:rsidRDefault="007A2B46" w:rsidP="008421A1">
    <w:pPr>
      <w:pStyle w:val="Header"/>
      <w:jc w:val="center"/>
      <w:rPr>
        <w:rStyle w:val="PageNumber"/>
        <w:sz w:val="28"/>
        <w:szCs w:val="28"/>
      </w:rPr>
    </w:pPr>
    <w:r w:rsidRPr="00184C0C">
      <w:rPr>
        <w:rStyle w:val="PageNumber"/>
        <w:sz w:val="28"/>
        <w:szCs w:val="28"/>
      </w:rPr>
      <w:fldChar w:fldCharType="begin"/>
    </w:r>
    <w:r w:rsidRPr="00184C0C">
      <w:rPr>
        <w:rStyle w:val="PageNumber"/>
        <w:sz w:val="28"/>
        <w:szCs w:val="28"/>
      </w:rPr>
      <w:instrText xml:space="preserve">PAGE  </w:instrText>
    </w:r>
    <w:r w:rsidRPr="00184C0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84C0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98F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72B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6A41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746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183A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8E6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CB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E3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62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28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E84AF5F2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83724222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D6335BB"/>
    <w:multiLevelType w:val="hybridMultilevel"/>
    <w:tmpl w:val="060C34A4"/>
    <w:lvl w:ilvl="0" w:tplc="1A5A43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0E396465"/>
    <w:multiLevelType w:val="hybridMultilevel"/>
    <w:tmpl w:val="6BBEEE2A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696D5A"/>
    <w:multiLevelType w:val="hybridMultilevel"/>
    <w:tmpl w:val="C17A0C80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>
    <w:nsid w:val="383461DA"/>
    <w:multiLevelType w:val="hybridMultilevel"/>
    <w:tmpl w:val="9C527518"/>
    <w:lvl w:ilvl="0" w:tplc="D2488F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3D2C0938"/>
    <w:multiLevelType w:val="hybridMultilevel"/>
    <w:tmpl w:val="39E2E4B2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16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681"/>
    <w:rsid w:val="00001A00"/>
    <w:rsid w:val="00003B9B"/>
    <w:rsid w:val="0003438C"/>
    <w:rsid w:val="000450E0"/>
    <w:rsid w:val="000472AA"/>
    <w:rsid w:val="00051938"/>
    <w:rsid w:val="00052D19"/>
    <w:rsid w:val="000532C6"/>
    <w:rsid w:val="00053D9F"/>
    <w:rsid w:val="00066C78"/>
    <w:rsid w:val="00070C1D"/>
    <w:rsid w:val="00071274"/>
    <w:rsid w:val="00073D8D"/>
    <w:rsid w:val="000B1B2C"/>
    <w:rsid w:val="000B66E8"/>
    <w:rsid w:val="000C7992"/>
    <w:rsid w:val="000D1664"/>
    <w:rsid w:val="000D18C2"/>
    <w:rsid w:val="000D2106"/>
    <w:rsid w:val="000E1EAB"/>
    <w:rsid w:val="000E6718"/>
    <w:rsid w:val="000F0FD4"/>
    <w:rsid w:val="0010014F"/>
    <w:rsid w:val="00100326"/>
    <w:rsid w:val="00104D22"/>
    <w:rsid w:val="001306C7"/>
    <w:rsid w:val="00135743"/>
    <w:rsid w:val="00140634"/>
    <w:rsid w:val="00146AB0"/>
    <w:rsid w:val="00147C30"/>
    <w:rsid w:val="00154137"/>
    <w:rsid w:val="00154F4B"/>
    <w:rsid w:val="00160ABA"/>
    <w:rsid w:val="001721B1"/>
    <w:rsid w:val="00182426"/>
    <w:rsid w:val="00184C0C"/>
    <w:rsid w:val="001C50EC"/>
    <w:rsid w:val="001D38DD"/>
    <w:rsid w:val="001D7DC1"/>
    <w:rsid w:val="001E126D"/>
    <w:rsid w:val="002116F6"/>
    <w:rsid w:val="00216FC5"/>
    <w:rsid w:val="002240FF"/>
    <w:rsid w:val="002313B5"/>
    <w:rsid w:val="0024433F"/>
    <w:rsid w:val="002537B8"/>
    <w:rsid w:val="00256D3D"/>
    <w:rsid w:val="00264CCB"/>
    <w:rsid w:val="002651C3"/>
    <w:rsid w:val="00266E87"/>
    <w:rsid w:val="002714ED"/>
    <w:rsid w:val="002737D8"/>
    <w:rsid w:val="00284FD6"/>
    <w:rsid w:val="00290DEB"/>
    <w:rsid w:val="002A2270"/>
    <w:rsid w:val="002A2FFA"/>
    <w:rsid w:val="002C0301"/>
    <w:rsid w:val="002C217B"/>
    <w:rsid w:val="002D1B87"/>
    <w:rsid w:val="002D6B71"/>
    <w:rsid w:val="002E5B0C"/>
    <w:rsid w:val="002F4408"/>
    <w:rsid w:val="00307740"/>
    <w:rsid w:val="0031150D"/>
    <w:rsid w:val="00315F83"/>
    <w:rsid w:val="003307D6"/>
    <w:rsid w:val="00333EDF"/>
    <w:rsid w:val="00335BD5"/>
    <w:rsid w:val="00336408"/>
    <w:rsid w:val="00337FC0"/>
    <w:rsid w:val="003410E6"/>
    <w:rsid w:val="00344523"/>
    <w:rsid w:val="00347D25"/>
    <w:rsid w:val="003500B5"/>
    <w:rsid w:val="003511D7"/>
    <w:rsid w:val="00362735"/>
    <w:rsid w:val="00362E10"/>
    <w:rsid w:val="003644B4"/>
    <w:rsid w:val="0038115A"/>
    <w:rsid w:val="003825F2"/>
    <w:rsid w:val="003848DE"/>
    <w:rsid w:val="003A1577"/>
    <w:rsid w:val="003B0EBA"/>
    <w:rsid w:val="003B2A7C"/>
    <w:rsid w:val="003C7DBA"/>
    <w:rsid w:val="003D1B63"/>
    <w:rsid w:val="003D2683"/>
    <w:rsid w:val="00417400"/>
    <w:rsid w:val="0041757D"/>
    <w:rsid w:val="00431939"/>
    <w:rsid w:val="00443021"/>
    <w:rsid w:val="004606CA"/>
    <w:rsid w:val="00462151"/>
    <w:rsid w:val="00464AC2"/>
    <w:rsid w:val="004A3597"/>
    <w:rsid w:val="004B2558"/>
    <w:rsid w:val="004B6305"/>
    <w:rsid w:val="004C5A26"/>
    <w:rsid w:val="004D5BCE"/>
    <w:rsid w:val="005018FC"/>
    <w:rsid w:val="00505075"/>
    <w:rsid w:val="00522EBB"/>
    <w:rsid w:val="0052489B"/>
    <w:rsid w:val="00530656"/>
    <w:rsid w:val="00540EE8"/>
    <w:rsid w:val="00543487"/>
    <w:rsid w:val="0054467C"/>
    <w:rsid w:val="00547954"/>
    <w:rsid w:val="0055423E"/>
    <w:rsid w:val="00557A97"/>
    <w:rsid w:val="005627EF"/>
    <w:rsid w:val="00562838"/>
    <w:rsid w:val="00566CA2"/>
    <w:rsid w:val="00566D06"/>
    <w:rsid w:val="00580EB3"/>
    <w:rsid w:val="00581763"/>
    <w:rsid w:val="005940C1"/>
    <w:rsid w:val="0059586A"/>
    <w:rsid w:val="005968AC"/>
    <w:rsid w:val="005A1653"/>
    <w:rsid w:val="005A7AA8"/>
    <w:rsid w:val="005B0DBC"/>
    <w:rsid w:val="005B108C"/>
    <w:rsid w:val="005C09B9"/>
    <w:rsid w:val="005C2601"/>
    <w:rsid w:val="005C7FF3"/>
    <w:rsid w:val="005D7557"/>
    <w:rsid w:val="005E1F94"/>
    <w:rsid w:val="005E221B"/>
    <w:rsid w:val="005F0E55"/>
    <w:rsid w:val="00611467"/>
    <w:rsid w:val="00613DF4"/>
    <w:rsid w:val="0064690A"/>
    <w:rsid w:val="00647996"/>
    <w:rsid w:val="00650BEE"/>
    <w:rsid w:val="006565E6"/>
    <w:rsid w:val="00664B8F"/>
    <w:rsid w:val="006712B6"/>
    <w:rsid w:val="00676BE3"/>
    <w:rsid w:val="006817C8"/>
    <w:rsid w:val="006830AA"/>
    <w:rsid w:val="00694393"/>
    <w:rsid w:val="0069787B"/>
    <w:rsid w:val="006A077A"/>
    <w:rsid w:val="006E3686"/>
    <w:rsid w:val="006E5B6D"/>
    <w:rsid w:val="00701624"/>
    <w:rsid w:val="0071119D"/>
    <w:rsid w:val="00742A48"/>
    <w:rsid w:val="00772626"/>
    <w:rsid w:val="00780A03"/>
    <w:rsid w:val="00787030"/>
    <w:rsid w:val="007A11C5"/>
    <w:rsid w:val="007A2B46"/>
    <w:rsid w:val="007C0D50"/>
    <w:rsid w:val="007D2C24"/>
    <w:rsid w:val="007E1432"/>
    <w:rsid w:val="007F3076"/>
    <w:rsid w:val="00803E8A"/>
    <w:rsid w:val="008125F0"/>
    <w:rsid w:val="00813863"/>
    <w:rsid w:val="008162CF"/>
    <w:rsid w:val="0081710B"/>
    <w:rsid w:val="00823471"/>
    <w:rsid w:val="00836840"/>
    <w:rsid w:val="00840C1D"/>
    <w:rsid w:val="008421A1"/>
    <w:rsid w:val="00855D74"/>
    <w:rsid w:val="00864135"/>
    <w:rsid w:val="00866185"/>
    <w:rsid w:val="00866B40"/>
    <w:rsid w:val="008768EF"/>
    <w:rsid w:val="008A4849"/>
    <w:rsid w:val="008B48BA"/>
    <w:rsid w:val="008D06DD"/>
    <w:rsid w:val="008E4008"/>
    <w:rsid w:val="008E44D6"/>
    <w:rsid w:val="008E7B57"/>
    <w:rsid w:val="008E7B92"/>
    <w:rsid w:val="008F0433"/>
    <w:rsid w:val="008F069E"/>
    <w:rsid w:val="008F0F60"/>
    <w:rsid w:val="008F1379"/>
    <w:rsid w:val="008F3AF7"/>
    <w:rsid w:val="00900B95"/>
    <w:rsid w:val="00902470"/>
    <w:rsid w:val="009178E4"/>
    <w:rsid w:val="0092207B"/>
    <w:rsid w:val="0093773F"/>
    <w:rsid w:val="0094173E"/>
    <w:rsid w:val="00942444"/>
    <w:rsid w:val="009429E4"/>
    <w:rsid w:val="00944A1F"/>
    <w:rsid w:val="00947554"/>
    <w:rsid w:val="0095012B"/>
    <w:rsid w:val="00957711"/>
    <w:rsid w:val="009627F0"/>
    <w:rsid w:val="00967D75"/>
    <w:rsid w:val="0098087D"/>
    <w:rsid w:val="00987A4D"/>
    <w:rsid w:val="009915B0"/>
    <w:rsid w:val="0099160C"/>
    <w:rsid w:val="009937C7"/>
    <w:rsid w:val="00996408"/>
    <w:rsid w:val="009A425D"/>
    <w:rsid w:val="009A598F"/>
    <w:rsid w:val="009A625E"/>
    <w:rsid w:val="009C519A"/>
    <w:rsid w:val="009C6095"/>
    <w:rsid w:val="009D433E"/>
    <w:rsid w:val="009D63D9"/>
    <w:rsid w:val="009E025F"/>
    <w:rsid w:val="009E15E6"/>
    <w:rsid w:val="009F2F15"/>
    <w:rsid w:val="009F635D"/>
    <w:rsid w:val="00A010A3"/>
    <w:rsid w:val="00A04AA5"/>
    <w:rsid w:val="00A215F8"/>
    <w:rsid w:val="00A22681"/>
    <w:rsid w:val="00A355D7"/>
    <w:rsid w:val="00A35E1A"/>
    <w:rsid w:val="00A40C5A"/>
    <w:rsid w:val="00A43E2B"/>
    <w:rsid w:val="00A604E6"/>
    <w:rsid w:val="00A62D32"/>
    <w:rsid w:val="00A630E5"/>
    <w:rsid w:val="00A66FEA"/>
    <w:rsid w:val="00A71BFD"/>
    <w:rsid w:val="00A7350F"/>
    <w:rsid w:val="00A805DE"/>
    <w:rsid w:val="00A82E2B"/>
    <w:rsid w:val="00A85C03"/>
    <w:rsid w:val="00A9065A"/>
    <w:rsid w:val="00A91595"/>
    <w:rsid w:val="00A91ADA"/>
    <w:rsid w:val="00A96227"/>
    <w:rsid w:val="00AA0239"/>
    <w:rsid w:val="00AA1748"/>
    <w:rsid w:val="00AA4BF0"/>
    <w:rsid w:val="00AA710B"/>
    <w:rsid w:val="00AB4243"/>
    <w:rsid w:val="00AB5847"/>
    <w:rsid w:val="00AE1829"/>
    <w:rsid w:val="00AF249C"/>
    <w:rsid w:val="00B127E1"/>
    <w:rsid w:val="00B26610"/>
    <w:rsid w:val="00B3031E"/>
    <w:rsid w:val="00B35FDB"/>
    <w:rsid w:val="00B566E6"/>
    <w:rsid w:val="00B576D2"/>
    <w:rsid w:val="00B653BB"/>
    <w:rsid w:val="00B82441"/>
    <w:rsid w:val="00B83730"/>
    <w:rsid w:val="00B9099C"/>
    <w:rsid w:val="00B96352"/>
    <w:rsid w:val="00BA2E01"/>
    <w:rsid w:val="00BA717A"/>
    <w:rsid w:val="00BB0D64"/>
    <w:rsid w:val="00BC19E0"/>
    <w:rsid w:val="00BC604F"/>
    <w:rsid w:val="00BC7F88"/>
    <w:rsid w:val="00BD0455"/>
    <w:rsid w:val="00BD1B85"/>
    <w:rsid w:val="00BF7012"/>
    <w:rsid w:val="00BF7FAD"/>
    <w:rsid w:val="00C17E4B"/>
    <w:rsid w:val="00C207CB"/>
    <w:rsid w:val="00C2376C"/>
    <w:rsid w:val="00C35648"/>
    <w:rsid w:val="00C434EF"/>
    <w:rsid w:val="00C506FD"/>
    <w:rsid w:val="00C57B96"/>
    <w:rsid w:val="00C73F69"/>
    <w:rsid w:val="00C81321"/>
    <w:rsid w:val="00C96AD9"/>
    <w:rsid w:val="00CA3FB0"/>
    <w:rsid w:val="00CB20B7"/>
    <w:rsid w:val="00CC783A"/>
    <w:rsid w:val="00CD345A"/>
    <w:rsid w:val="00CE1CF5"/>
    <w:rsid w:val="00D16EDD"/>
    <w:rsid w:val="00D32633"/>
    <w:rsid w:val="00D375C2"/>
    <w:rsid w:val="00D47D87"/>
    <w:rsid w:val="00D52B65"/>
    <w:rsid w:val="00D553AB"/>
    <w:rsid w:val="00D612D1"/>
    <w:rsid w:val="00D677D4"/>
    <w:rsid w:val="00D72836"/>
    <w:rsid w:val="00D75DB9"/>
    <w:rsid w:val="00D80362"/>
    <w:rsid w:val="00D82C27"/>
    <w:rsid w:val="00D8303E"/>
    <w:rsid w:val="00D927D1"/>
    <w:rsid w:val="00DA0666"/>
    <w:rsid w:val="00DA725C"/>
    <w:rsid w:val="00DB3441"/>
    <w:rsid w:val="00DB5ABC"/>
    <w:rsid w:val="00DB5E4C"/>
    <w:rsid w:val="00DD78ED"/>
    <w:rsid w:val="00DE128D"/>
    <w:rsid w:val="00DE4693"/>
    <w:rsid w:val="00DF3AD6"/>
    <w:rsid w:val="00DF4569"/>
    <w:rsid w:val="00DF7092"/>
    <w:rsid w:val="00E012DE"/>
    <w:rsid w:val="00E04BFF"/>
    <w:rsid w:val="00E276BE"/>
    <w:rsid w:val="00E276FB"/>
    <w:rsid w:val="00E31180"/>
    <w:rsid w:val="00E331EF"/>
    <w:rsid w:val="00E46335"/>
    <w:rsid w:val="00E52D27"/>
    <w:rsid w:val="00E561C7"/>
    <w:rsid w:val="00E6075E"/>
    <w:rsid w:val="00E6214E"/>
    <w:rsid w:val="00E630D2"/>
    <w:rsid w:val="00E64FD2"/>
    <w:rsid w:val="00E8473B"/>
    <w:rsid w:val="00E84C5C"/>
    <w:rsid w:val="00E87100"/>
    <w:rsid w:val="00E87CD4"/>
    <w:rsid w:val="00E87F91"/>
    <w:rsid w:val="00E926EB"/>
    <w:rsid w:val="00EA1D95"/>
    <w:rsid w:val="00EA408E"/>
    <w:rsid w:val="00EB1C78"/>
    <w:rsid w:val="00EB2F92"/>
    <w:rsid w:val="00EB524D"/>
    <w:rsid w:val="00EC628B"/>
    <w:rsid w:val="00EC67DA"/>
    <w:rsid w:val="00ED02DC"/>
    <w:rsid w:val="00ED4982"/>
    <w:rsid w:val="00EF00CB"/>
    <w:rsid w:val="00F0680C"/>
    <w:rsid w:val="00F07411"/>
    <w:rsid w:val="00F234A6"/>
    <w:rsid w:val="00F3282D"/>
    <w:rsid w:val="00F33028"/>
    <w:rsid w:val="00F51C1F"/>
    <w:rsid w:val="00F52F59"/>
    <w:rsid w:val="00F54445"/>
    <w:rsid w:val="00F562E5"/>
    <w:rsid w:val="00F6420A"/>
    <w:rsid w:val="00F721AC"/>
    <w:rsid w:val="00F77EFF"/>
    <w:rsid w:val="00FA5F62"/>
    <w:rsid w:val="00FA75BC"/>
    <w:rsid w:val="00FB5BB1"/>
    <w:rsid w:val="00FC5AC1"/>
    <w:rsid w:val="00FD0F98"/>
    <w:rsid w:val="00FD310A"/>
    <w:rsid w:val="00FE40AF"/>
    <w:rsid w:val="00FF4A30"/>
    <w:rsid w:val="00FF74AF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6BE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тиль"/>
    <w:uiPriority w:val="99"/>
    <w:rsid w:val="00A22681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2681"/>
    <w:rPr>
      <w:rFonts w:ascii="Times New Roman" w:eastAsia="MS Mincho" w:hAnsi="Times New Roman"/>
      <w:sz w:val="24"/>
      <w:lang w:eastAsia="ja-JP"/>
    </w:rPr>
  </w:style>
  <w:style w:type="paragraph" w:styleId="Footer">
    <w:name w:val="footer"/>
    <w:basedOn w:val="Normal"/>
    <w:link w:val="Foot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2681"/>
    <w:rPr>
      <w:rFonts w:ascii="Times New Roman" w:eastAsia="MS Mincho" w:hAnsi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B35FDB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46215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151"/>
    <w:rPr>
      <w:rFonts w:ascii="Tahoma" w:eastAsia="MS Mincho" w:hAnsi="Tahoma"/>
      <w:sz w:val="16"/>
      <w:lang w:eastAsia="ja-JP"/>
    </w:rPr>
  </w:style>
  <w:style w:type="character" w:styleId="PageNumber">
    <w:name w:val="page number"/>
    <w:basedOn w:val="DefaultParagraphFont"/>
    <w:uiPriority w:val="99"/>
    <w:rsid w:val="00FA5F62"/>
    <w:rPr>
      <w:rFonts w:cs="Times New Roman"/>
    </w:rPr>
  </w:style>
  <w:style w:type="character" w:customStyle="1" w:styleId="a0">
    <w:name w:val="Гипертекстовая ссылка"/>
    <w:basedOn w:val="DefaultParagraphFont"/>
    <w:uiPriority w:val="99"/>
    <w:rsid w:val="008F3AF7"/>
    <w:rPr>
      <w:rFonts w:cs="Times New Roman"/>
      <w:color w:val="106BBE"/>
    </w:rPr>
  </w:style>
  <w:style w:type="character" w:styleId="Hyperlink">
    <w:name w:val="Hyperlink"/>
    <w:basedOn w:val="DefaultParagraphFont"/>
    <w:uiPriority w:val="99"/>
    <w:rsid w:val="00FE40AF"/>
    <w:rPr>
      <w:rFonts w:cs="Times New Roman"/>
      <w:color w:val="0000FF"/>
      <w:u w:val="single"/>
    </w:rPr>
  </w:style>
  <w:style w:type="paragraph" w:customStyle="1" w:styleId="a1">
    <w:name w:val="Прижатый влево"/>
    <w:basedOn w:val="Normal"/>
    <w:next w:val="Normal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/>
      <w:lang w:eastAsia="ru-RU"/>
    </w:rPr>
  </w:style>
  <w:style w:type="paragraph" w:customStyle="1" w:styleId="a2">
    <w:name w:val="Знак Знак Знак"/>
    <w:basedOn w:val="Normal"/>
    <w:uiPriority w:val="99"/>
    <w:rsid w:val="0050507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1">
    <w:name w:val="Знак Знак Знак1"/>
    <w:basedOn w:val="Normal"/>
    <w:uiPriority w:val="99"/>
    <w:rsid w:val="00A71BF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3">
    <w:name w:val="Комментарий"/>
    <w:basedOn w:val="Normal"/>
    <w:next w:val="Normal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/>
      <w:color w:val="353842"/>
      <w:shd w:val="clear" w:color="auto" w:fill="F0F0F0"/>
      <w:lang w:eastAsia="ru-RU"/>
    </w:rPr>
  </w:style>
  <w:style w:type="paragraph" w:customStyle="1" w:styleId="a4">
    <w:name w:val="Информация об изменениях документа"/>
    <w:basedOn w:val="a3"/>
    <w:next w:val="Normal"/>
    <w:uiPriority w:val="99"/>
    <w:rsid w:val="000B1B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2</Pages>
  <Words>220</Words>
  <Characters>1255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Admin</dc:creator>
  <cp:keywords/>
  <dc:description/>
  <cp:lastModifiedBy>Пользователь</cp:lastModifiedBy>
  <cp:revision>11</cp:revision>
  <cp:lastPrinted>2015-09-15T08:30:00Z</cp:lastPrinted>
  <dcterms:created xsi:type="dcterms:W3CDTF">2015-09-03T09:11:00Z</dcterms:created>
  <dcterms:modified xsi:type="dcterms:W3CDTF">2015-10-05T12:25:00Z</dcterms:modified>
</cp:coreProperties>
</file>