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081" w:rsidRDefault="00873081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Закон Ульяновской области</w:t>
      </w:r>
    </w:p>
    <w:p w:rsidR="00873081" w:rsidRDefault="00873081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873081" w:rsidRPr="0045147D" w:rsidRDefault="00873081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873081" w:rsidRDefault="00873081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873081" w:rsidRPr="0045147D" w:rsidRDefault="00873081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873081" w:rsidRDefault="00873081" w:rsidP="0079252E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</w:t>
      </w:r>
      <w:r w:rsidRPr="0040714E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отдельные законодательные акты </w:t>
      </w:r>
    </w:p>
    <w:p w:rsidR="00873081" w:rsidRPr="0040714E" w:rsidRDefault="00873081" w:rsidP="0079252E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Ульяновской области </w:t>
      </w:r>
    </w:p>
    <w:p w:rsidR="00873081" w:rsidRDefault="00873081" w:rsidP="0079252E">
      <w:pPr>
        <w:jc w:val="center"/>
      </w:pPr>
    </w:p>
    <w:p w:rsidR="00873081" w:rsidRDefault="00873081" w:rsidP="0079252E">
      <w:pPr>
        <w:jc w:val="center"/>
      </w:pPr>
    </w:p>
    <w:p w:rsidR="00873081" w:rsidRDefault="00873081" w:rsidP="0079252E">
      <w:pPr>
        <w:jc w:val="center"/>
      </w:pPr>
    </w:p>
    <w:p w:rsidR="00873081" w:rsidRDefault="00873081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6"/>
          <w:szCs w:val="28"/>
        </w:rPr>
      </w:pPr>
    </w:p>
    <w:p w:rsidR="00873081" w:rsidRDefault="00873081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6"/>
          <w:szCs w:val="28"/>
        </w:rPr>
      </w:pPr>
    </w:p>
    <w:p w:rsidR="00873081" w:rsidRPr="008242F7" w:rsidRDefault="00873081" w:rsidP="008242F7">
      <w:pPr>
        <w:widowControl w:val="0"/>
        <w:autoSpaceDE w:val="0"/>
        <w:autoSpaceDN w:val="0"/>
        <w:adjustRightInd w:val="0"/>
        <w:ind w:firstLine="709"/>
        <w:jc w:val="center"/>
      </w:pPr>
      <w:r w:rsidRPr="008242F7">
        <w:t xml:space="preserve">Принят  Законодательным </w:t>
      </w:r>
      <w:r>
        <w:t>Собранием Ульяновской области 24 сентября 2015 года</w:t>
      </w:r>
    </w:p>
    <w:p w:rsidR="00873081" w:rsidRDefault="00873081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6"/>
          <w:szCs w:val="28"/>
        </w:rPr>
      </w:pPr>
    </w:p>
    <w:p w:rsidR="00873081" w:rsidRDefault="00873081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6"/>
          <w:szCs w:val="28"/>
        </w:rPr>
      </w:pPr>
    </w:p>
    <w:p w:rsidR="00873081" w:rsidRDefault="00873081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6"/>
          <w:szCs w:val="28"/>
        </w:rPr>
      </w:pPr>
    </w:p>
    <w:p w:rsidR="00873081" w:rsidRDefault="00873081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6"/>
          <w:szCs w:val="28"/>
        </w:rPr>
      </w:pPr>
    </w:p>
    <w:p w:rsidR="00873081" w:rsidRPr="00BB2E8F" w:rsidRDefault="00873081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6"/>
          <w:szCs w:val="28"/>
        </w:rPr>
      </w:pPr>
    </w:p>
    <w:p w:rsidR="00873081" w:rsidRDefault="00873081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73081" w:rsidRDefault="00873081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873081" w:rsidRPr="00BB2E8F" w:rsidRDefault="00873081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</w:rPr>
      </w:pPr>
    </w:p>
    <w:p w:rsidR="00873081" w:rsidRPr="00BB2E8F" w:rsidRDefault="00873081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</w:rPr>
      </w:pPr>
    </w:p>
    <w:p w:rsidR="00873081" w:rsidRPr="0045147D" w:rsidRDefault="00873081" w:rsidP="00DE6B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>Внести в часть 1 статьи 1</w:t>
      </w:r>
      <w:r w:rsidRPr="0045147D">
        <w:rPr>
          <w:sz w:val="28"/>
          <w:szCs w:val="28"/>
          <w:vertAlign w:val="superscript"/>
          <w:lang w:eastAsia="en-US"/>
        </w:rPr>
        <w:t>1</w:t>
      </w:r>
      <w:r w:rsidRPr="0045147D">
        <w:rPr>
          <w:sz w:val="28"/>
          <w:szCs w:val="28"/>
          <w:lang w:eastAsia="en-US"/>
        </w:rPr>
        <w:t xml:space="preserve"> Закона Ульяновской области от 3 марта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 xml:space="preserve">2009 года № 13-ЗО «О налоговых ставках налога, взимаемого в связи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>с применением упрощённой системы налогообложения, на территории Ульяновской области» («Ульяновская правда» от 06.03.2009 № 17; от 06.08.2010 № 64; от 06.10.2010 № 81; от 07.10.2011 № 113; от 02.03.2012 № 22; от 08.12.2014 № 180;</w:t>
      </w:r>
      <w:r>
        <w:rPr>
          <w:sz w:val="28"/>
          <w:szCs w:val="28"/>
          <w:lang w:eastAsia="en-US"/>
        </w:rPr>
        <w:t xml:space="preserve"> </w:t>
      </w:r>
      <w:r w:rsidRPr="0045147D">
        <w:rPr>
          <w:sz w:val="28"/>
          <w:szCs w:val="28"/>
          <w:lang w:eastAsia="en-US"/>
        </w:rPr>
        <w:t>от 06.04.2015 № 44) следующие изменения:</w:t>
      </w:r>
    </w:p>
    <w:p w:rsidR="00873081" w:rsidRPr="0045147D" w:rsidRDefault="00873081" w:rsidP="00DE6B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>1) после слов «научной сферах,» дополнить словами «а также в сфере бытовых услуг населению,»;</w:t>
      </w:r>
    </w:p>
    <w:p w:rsidR="00873081" w:rsidRPr="0045147D" w:rsidRDefault="00873081" w:rsidP="005C0F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 xml:space="preserve">2) после слов «(КДЕС Ред. 1)» дополнить словами «, а также группировкой 01 Общероссийского </w:t>
      </w:r>
      <w:hyperlink r:id="rId7" w:history="1">
        <w:r w:rsidRPr="0045147D">
          <w:rPr>
            <w:sz w:val="28"/>
            <w:szCs w:val="28"/>
            <w:lang w:eastAsia="en-US"/>
          </w:rPr>
          <w:t>классификатора</w:t>
        </w:r>
      </w:hyperlink>
      <w:r w:rsidRPr="0045147D">
        <w:rPr>
          <w:sz w:val="28"/>
          <w:szCs w:val="28"/>
          <w:lang w:eastAsia="en-US"/>
        </w:rPr>
        <w:t xml:space="preserve"> услуг населению ОК 002-93».</w:t>
      </w:r>
    </w:p>
    <w:p w:rsidR="00873081" w:rsidRPr="00BB2E8F" w:rsidRDefault="00873081" w:rsidP="00196FDB">
      <w:pPr>
        <w:autoSpaceDE w:val="0"/>
        <w:autoSpaceDN w:val="0"/>
        <w:adjustRightInd w:val="0"/>
        <w:ind w:firstLine="709"/>
        <w:jc w:val="both"/>
        <w:rPr>
          <w:sz w:val="16"/>
          <w:szCs w:val="28"/>
          <w:lang w:eastAsia="en-US"/>
        </w:rPr>
      </w:pPr>
    </w:p>
    <w:p w:rsidR="00873081" w:rsidRPr="0045147D" w:rsidRDefault="00873081" w:rsidP="00196FD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873081" w:rsidRPr="0045147D" w:rsidRDefault="00873081" w:rsidP="00A002B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  <w:r w:rsidRPr="0045147D">
        <w:rPr>
          <w:b/>
          <w:sz w:val="28"/>
          <w:szCs w:val="28"/>
          <w:lang w:eastAsia="en-US"/>
        </w:rPr>
        <w:t>Статья 2</w:t>
      </w:r>
    </w:p>
    <w:p w:rsidR="00873081" w:rsidRPr="00BB2E8F" w:rsidRDefault="00873081" w:rsidP="00A002B3">
      <w:pPr>
        <w:autoSpaceDE w:val="0"/>
        <w:autoSpaceDN w:val="0"/>
        <w:adjustRightInd w:val="0"/>
        <w:ind w:firstLine="709"/>
        <w:jc w:val="both"/>
        <w:rPr>
          <w:b/>
          <w:sz w:val="28"/>
          <w:lang w:eastAsia="en-US"/>
        </w:rPr>
      </w:pPr>
    </w:p>
    <w:p w:rsidR="00873081" w:rsidRPr="00BB2E8F" w:rsidRDefault="00873081" w:rsidP="00A002B3">
      <w:pPr>
        <w:autoSpaceDE w:val="0"/>
        <w:autoSpaceDN w:val="0"/>
        <w:adjustRightInd w:val="0"/>
        <w:ind w:firstLine="709"/>
        <w:jc w:val="both"/>
        <w:rPr>
          <w:b/>
          <w:sz w:val="28"/>
          <w:lang w:eastAsia="en-US"/>
        </w:rPr>
      </w:pPr>
    </w:p>
    <w:p w:rsidR="00873081" w:rsidRPr="0045147D" w:rsidRDefault="00873081" w:rsidP="00BB2E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 xml:space="preserve">Внести в Закон Ульяновской области от 2 октября 2012 года № 129-ЗО  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 xml:space="preserve">«О патентной системе налогообложения на территории Ульяновской области» («Ульяновская правда» от 05.10.2012 № 109; от 06.03.2013 № 25; от 10.11.2014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 xml:space="preserve">№ 163-164; от 06.04.2015 № 44; от 08.06.2015 </w:t>
      </w:r>
      <w:r>
        <w:rPr>
          <w:bCs/>
          <w:sz w:val="28"/>
          <w:szCs w:val="28"/>
        </w:rPr>
        <w:t>№ 76-77</w:t>
      </w:r>
      <w:r w:rsidRPr="0045147D">
        <w:rPr>
          <w:sz w:val="28"/>
          <w:szCs w:val="28"/>
          <w:lang w:eastAsia="en-US"/>
        </w:rPr>
        <w:t>) следующие изменения:</w:t>
      </w:r>
    </w:p>
    <w:p w:rsidR="00873081" w:rsidRPr="0045147D" w:rsidRDefault="00873081" w:rsidP="00BB2E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>1) в части 1 статьи 2</w:t>
      </w:r>
      <w:r w:rsidRPr="0045147D">
        <w:rPr>
          <w:sz w:val="28"/>
          <w:szCs w:val="28"/>
          <w:vertAlign w:val="superscript"/>
          <w:lang w:eastAsia="en-US"/>
        </w:rPr>
        <w:t xml:space="preserve">1 </w:t>
      </w:r>
      <w:r w:rsidRPr="0045147D">
        <w:rPr>
          <w:sz w:val="28"/>
          <w:szCs w:val="28"/>
          <w:lang w:eastAsia="en-US"/>
        </w:rPr>
        <w:t>слова «и (или) социальной сферах, предусмотренные строками 1, 15, 16, 20, 22, 23, 28, 32,</w:t>
      </w:r>
      <w:r>
        <w:rPr>
          <w:sz w:val="28"/>
          <w:szCs w:val="28"/>
          <w:lang w:eastAsia="en-US"/>
        </w:rPr>
        <w:t xml:space="preserve"> </w:t>
      </w:r>
      <w:r w:rsidRPr="0045147D">
        <w:rPr>
          <w:sz w:val="28"/>
          <w:szCs w:val="28"/>
          <w:lang w:eastAsia="en-US"/>
        </w:rPr>
        <w:t>42,</w:t>
      </w:r>
      <w:r>
        <w:rPr>
          <w:sz w:val="28"/>
          <w:szCs w:val="28"/>
          <w:lang w:eastAsia="en-US"/>
        </w:rPr>
        <w:t xml:space="preserve"> </w:t>
      </w:r>
      <w:r w:rsidRPr="0045147D">
        <w:rPr>
          <w:sz w:val="28"/>
          <w:szCs w:val="28"/>
          <w:lang w:eastAsia="en-US"/>
        </w:rPr>
        <w:t xml:space="preserve">52 и 55» заменить словами «, социальной и (или) научной сферах, а также в сфере бытовых услуг населению, предусмотренные строками 1-9, 12, 14-16, 20-38, 42, </w:t>
      </w:r>
      <w:r>
        <w:rPr>
          <w:sz w:val="28"/>
          <w:szCs w:val="28"/>
          <w:lang w:eastAsia="en-US"/>
        </w:rPr>
        <w:t>52, 54-57, 65, 67-70,</w:t>
      </w:r>
      <w:r w:rsidRPr="0045147D">
        <w:rPr>
          <w:sz w:val="28"/>
          <w:szCs w:val="28"/>
          <w:lang w:eastAsia="en-US"/>
        </w:rPr>
        <w:t xml:space="preserve"> 74, 76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 xml:space="preserve">и 78»; </w:t>
      </w:r>
    </w:p>
    <w:p w:rsidR="00873081" w:rsidRPr="0045147D" w:rsidRDefault="00873081" w:rsidP="00E033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>2) приложение 1 дополнить строками 63-78 следующего содержания:</w:t>
      </w:r>
    </w:p>
    <w:tbl>
      <w:tblPr>
        <w:tblW w:w="10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567"/>
        <w:gridCol w:w="5245"/>
        <w:gridCol w:w="1701"/>
        <w:gridCol w:w="1843"/>
        <w:gridCol w:w="572"/>
        <w:gridCol w:w="16"/>
      </w:tblGrid>
      <w:tr w:rsidR="00873081" w:rsidRPr="00C61948" w:rsidTr="0045147D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45147D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567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63.</w:t>
            </w:r>
          </w:p>
        </w:tc>
        <w:tc>
          <w:tcPr>
            <w:tcW w:w="5245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Услуги общественного питания, оказываемые через объекты организации общественного питания, не имеющие зала обслуживания посетителей</w:t>
            </w:r>
          </w:p>
        </w:tc>
        <w:tc>
          <w:tcPr>
            <w:tcW w:w="1701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225 за один  обособленный объект</w:t>
            </w:r>
          </w:p>
        </w:tc>
        <w:tc>
          <w:tcPr>
            <w:tcW w:w="1843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180 за один  обособленный объект</w:t>
            </w:r>
          </w:p>
        </w:tc>
        <w:tc>
          <w:tcPr>
            <w:tcW w:w="588" w:type="dxa"/>
            <w:gridSpan w:val="2"/>
            <w:tcBorders>
              <w:top w:val="nil"/>
              <w:bottom w:val="nil"/>
              <w:right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</w:tr>
      <w:tr w:rsidR="00873081" w:rsidRPr="00C61948" w:rsidTr="0045147D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64.</w:t>
            </w:r>
          </w:p>
        </w:tc>
        <w:tc>
          <w:tcPr>
            <w:tcW w:w="5245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Оказание услуг по забою, транспортировке, перегонке, выпасу скота</w:t>
            </w:r>
          </w:p>
        </w:tc>
        <w:tc>
          <w:tcPr>
            <w:tcW w:w="1701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100</w:t>
            </w:r>
          </w:p>
        </w:tc>
        <w:tc>
          <w:tcPr>
            <w:tcW w:w="1843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588" w:type="dxa"/>
            <w:gridSpan w:val="2"/>
            <w:tcBorders>
              <w:top w:val="nil"/>
              <w:bottom w:val="nil"/>
              <w:right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</w:tr>
      <w:tr w:rsidR="00873081" w:rsidRPr="00C61948" w:rsidTr="0045147D">
        <w:trPr>
          <w:trHeight w:val="296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65.</w:t>
            </w:r>
          </w:p>
        </w:tc>
        <w:tc>
          <w:tcPr>
            <w:tcW w:w="5245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Производство кожи и изделий из кожи</w:t>
            </w:r>
          </w:p>
        </w:tc>
        <w:tc>
          <w:tcPr>
            <w:tcW w:w="1701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225</w:t>
            </w:r>
          </w:p>
        </w:tc>
        <w:tc>
          <w:tcPr>
            <w:tcW w:w="1843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180</w:t>
            </w:r>
          </w:p>
        </w:tc>
        <w:tc>
          <w:tcPr>
            <w:tcW w:w="588" w:type="dxa"/>
            <w:gridSpan w:val="2"/>
            <w:tcBorders>
              <w:top w:val="nil"/>
              <w:bottom w:val="nil"/>
              <w:right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</w:tr>
      <w:tr w:rsidR="00873081" w:rsidRPr="00C61948" w:rsidTr="0045147D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66.</w:t>
            </w:r>
          </w:p>
        </w:tc>
        <w:tc>
          <w:tcPr>
            <w:tcW w:w="5245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Сбор и заготовка пищевых лесных ресурсов, недревесных лесных ресурсов и лекарственных растений</w:t>
            </w:r>
          </w:p>
        </w:tc>
        <w:tc>
          <w:tcPr>
            <w:tcW w:w="1701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120</w:t>
            </w:r>
          </w:p>
        </w:tc>
        <w:tc>
          <w:tcPr>
            <w:tcW w:w="1843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56</w:t>
            </w:r>
          </w:p>
        </w:tc>
        <w:tc>
          <w:tcPr>
            <w:tcW w:w="588" w:type="dxa"/>
            <w:gridSpan w:val="2"/>
            <w:tcBorders>
              <w:top w:val="nil"/>
              <w:bottom w:val="nil"/>
              <w:right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</w:tr>
      <w:tr w:rsidR="00873081" w:rsidRPr="00C61948" w:rsidTr="0045147D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67.</w:t>
            </w:r>
          </w:p>
        </w:tc>
        <w:tc>
          <w:tcPr>
            <w:tcW w:w="5245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Сушка, переработка и консервирование фруктов и овощей</w:t>
            </w:r>
          </w:p>
        </w:tc>
        <w:tc>
          <w:tcPr>
            <w:tcW w:w="1701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120</w:t>
            </w:r>
          </w:p>
        </w:tc>
        <w:tc>
          <w:tcPr>
            <w:tcW w:w="1843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56</w:t>
            </w:r>
          </w:p>
        </w:tc>
        <w:tc>
          <w:tcPr>
            <w:tcW w:w="588" w:type="dxa"/>
            <w:gridSpan w:val="2"/>
            <w:tcBorders>
              <w:top w:val="nil"/>
              <w:bottom w:val="nil"/>
              <w:right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</w:tr>
      <w:tr w:rsidR="00873081" w:rsidRPr="00C61948" w:rsidTr="0045147D">
        <w:trPr>
          <w:trHeight w:val="195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68.</w:t>
            </w:r>
          </w:p>
        </w:tc>
        <w:tc>
          <w:tcPr>
            <w:tcW w:w="5245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Производство молочной продукции</w:t>
            </w:r>
          </w:p>
        </w:tc>
        <w:tc>
          <w:tcPr>
            <w:tcW w:w="1701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225</w:t>
            </w:r>
          </w:p>
        </w:tc>
        <w:tc>
          <w:tcPr>
            <w:tcW w:w="1843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100</w:t>
            </w:r>
          </w:p>
        </w:tc>
        <w:tc>
          <w:tcPr>
            <w:tcW w:w="588" w:type="dxa"/>
            <w:gridSpan w:val="2"/>
            <w:tcBorders>
              <w:top w:val="nil"/>
              <w:bottom w:val="nil"/>
              <w:right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</w:tr>
      <w:tr w:rsidR="00873081" w:rsidRPr="00C61948" w:rsidTr="0045147D">
        <w:trPr>
          <w:gridAfter w:val="1"/>
          <w:wAfter w:w="16" w:type="dxa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69.</w:t>
            </w:r>
          </w:p>
        </w:tc>
        <w:tc>
          <w:tcPr>
            <w:tcW w:w="5245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Производство плодово-ягодных посадочных материалов, выращивание рассады овощных культур и семян трав</w:t>
            </w:r>
          </w:p>
        </w:tc>
        <w:tc>
          <w:tcPr>
            <w:tcW w:w="1701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120</w:t>
            </w:r>
          </w:p>
        </w:tc>
        <w:tc>
          <w:tcPr>
            <w:tcW w:w="1843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56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</w:tr>
      <w:tr w:rsidR="00873081" w:rsidRPr="00C61948" w:rsidTr="0045147D">
        <w:trPr>
          <w:gridAfter w:val="1"/>
          <w:wAfter w:w="16" w:type="dxa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70.</w:t>
            </w:r>
          </w:p>
        </w:tc>
        <w:tc>
          <w:tcPr>
            <w:tcW w:w="5245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Производство хлебобулочных и мучных кондитерских изделий</w:t>
            </w:r>
          </w:p>
        </w:tc>
        <w:tc>
          <w:tcPr>
            <w:tcW w:w="1701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225</w:t>
            </w:r>
          </w:p>
        </w:tc>
        <w:tc>
          <w:tcPr>
            <w:tcW w:w="1843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100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</w:tr>
      <w:tr w:rsidR="00873081" w:rsidRPr="00C61948" w:rsidTr="0045147D">
        <w:trPr>
          <w:gridAfter w:val="1"/>
          <w:wAfter w:w="16" w:type="dxa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71.</w:t>
            </w:r>
          </w:p>
        </w:tc>
        <w:tc>
          <w:tcPr>
            <w:tcW w:w="5245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Товарное и спортивное рыболовство и рыбоводство</w:t>
            </w:r>
          </w:p>
        </w:tc>
        <w:tc>
          <w:tcPr>
            <w:tcW w:w="1701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100</w:t>
            </w:r>
          </w:p>
        </w:tc>
        <w:tc>
          <w:tcPr>
            <w:tcW w:w="1843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60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</w:tr>
      <w:tr w:rsidR="00873081" w:rsidRPr="00C61948" w:rsidTr="0045147D">
        <w:trPr>
          <w:gridAfter w:val="1"/>
          <w:wAfter w:w="16" w:type="dxa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72.</w:t>
            </w:r>
          </w:p>
        </w:tc>
        <w:tc>
          <w:tcPr>
            <w:tcW w:w="5245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Лесоводство и прочая лесохозяйственная деятельность</w:t>
            </w:r>
          </w:p>
        </w:tc>
        <w:tc>
          <w:tcPr>
            <w:tcW w:w="1701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225</w:t>
            </w:r>
          </w:p>
        </w:tc>
        <w:tc>
          <w:tcPr>
            <w:tcW w:w="1843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100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</w:tr>
      <w:tr w:rsidR="00873081" w:rsidRPr="00C61948" w:rsidTr="0045147D">
        <w:trPr>
          <w:gridAfter w:val="1"/>
          <w:wAfter w:w="16" w:type="dxa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73.</w:t>
            </w:r>
          </w:p>
        </w:tc>
        <w:tc>
          <w:tcPr>
            <w:tcW w:w="5245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Деятельность по письменному и устному переводу</w:t>
            </w:r>
          </w:p>
        </w:tc>
        <w:tc>
          <w:tcPr>
            <w:tcW w:w="1701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125</w:t>
            </w:r>
          </w:p>
        </w:tc>
        <w:tc>
          <w:tcPr>
            <w:tcW w:w="1843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30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</w:tr>
      <w:tr w:rsidR="00873081" w:rsidRPr="00C61948" w:rsidTr="0045147D">
        <w:trPr>
          <w:gridAfter w:val="1"/>
          <w:wAfter w:w="16" w:type="dxa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74.</w:t>
            </w:r>
          </w:p>
        </w:tc>
        <w:tc>
          <w:tcPr>
            <w:tcW w:w="5245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Деятельность по уходу за престарелыми и инвалидами</w:t>
            </w:r>
          </w:p>
        </w:tc>
        <w:tc>
          <w:tcPr>
            <w:tcW w:w="1701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100</w:t>
            </w:r>
          </w:p>
        </w:tc>
        <w:tc>
          <w:tcPr>
            <w:tcW w:w="1843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30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</w:tr>
      <w:tr w:rsidR="00873081" w:rsidRPr="00C61948" w:rsidTr="0045147D">
        <w:trPr>
          <w:gridAfter w:val="1"/>
          <w:wAfter w:w="16" w:type="dxa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75.</w:t>
            </w:r>
          </w:p>
        </w:tc>
        <w:tc>
          <w:tcPr>
            <w:tcW w:w="5245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Сбор, обработка и утилизация отходов, а также обработка вторичного сырья</w:t>
            </w:r>
          </w:p>
        </w:tc>
        <w:tc>
          <w:tcPr>
            <w:tcW w:w="1701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225</w:t>
            </w:r>
          </w:p>
        </w:tc>
        <w:tc>
          <w:tcPr>
            <w:tcW w:w="1843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100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</w:tr>
      <w:tr w:rsidR="00873081" w:rsidRPr="00C61948" w:rsidTr="0045147D">
        <w:trPr>
          <w:gridAfter w:val="1"/>
          <w:wAfter w:w="16" w:type="dxa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76.</w:t>
            </w:r>
          </w:p>
        </w:tc>
        <w:tc>
          <w:tcPr>
            <w:tcW w:w="5245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Резка, обработка и отделка камня для памятников</w:t>
            </w:r>
          </w:p>
        </w:tc>
        <w:tc>
          <w:tcPr>
            <w:tcW w:w="1701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225</w:t>
            </w:r>
          </w:p>
        </w:tc>
        <w:tc>
          <w:tcPr>
            <w:tcW w:w="1843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120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</w:tr>
      <w:tr w:rsidR="00873081" w:rsidRPr="00C61948" w:rsidTr="0045147D">
        <w:trPr>
          <w:gridAfter w:val="1"/>
          <w:wAfter w:w="16" w:type="dxa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77.</w:t>
            </w:r>
          </w:p>
        </w:tc>
        <w:tc>
          <w:tcPr>
            <w:tcW w:w="5245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Оказание услуг (выполнение работ) по разработке программ для ЭВМ и баз данных (программных средств и информационных продуктов вычислительной техники), их адаптации и модификации</w:t>
            </w:r>
          </w:p>
        </w:tc>
        <w:tc>
          <w:tcPr>
            <w:tcW w:w="1701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180</w:t>
            </w:r>
          </w:p>
        </w:tc>
        <w:tc>
          <w:tcPr>
            <w:tcW w:w="1843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30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</w:tr>
      <w:tr w:rsidR="00873081" w:rsidRPr="00C61948" w:rsidTr="0045147D">
        <w:trPr>
          <w:gridAfter w:val="1"/>
          <w:wAfter w:w="16" w:type="dxa"/>
          <w:trHeight w:val="615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567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78.</w:t>
            </w:r>
          </w:p>
        </w:tc>
        <w:tc>
          <w:tcPr>
            <w:tcW w:w="5245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lang w:eastAsia="en-US"/>
              </w:rPr>
            </w:pPr>
            <w:r w:rsidRPr="0045147D">
              <w:rPr>
                <w:lang w:eastAsia="en-US"/>
              </w:rPr>
              <w:t>Ремонт компьютеров и коммуникационного оборудования</w:t>
            </w:r>
          </w:p>
        </w:tc>
        <w:tc>
          <w:tcPr>
            <w:tcW w:w="1701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180</w:t>
            </w:r>
          </w:p>
        </w:tc>
        <w:tc>
          <w:tcPr>
            <w:tcW w:w="1843" w:type="dxa"/>
          </w:tcPr>
          <w:p w:rsidR="00873081" w:rsidRPr="0045147D" w:rsidRDefault="00873081" w:rsidP="00BB2E8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lang w:eastAsia="en-US"/>
              </w:rPr>
            </w:pPr>
            <w:r w:rsidRPr="0045147D">
              <w:rPr>
                <w:lang w:eastAsia="en-US"/>
              </w:rPr>
              <w:t>30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:rsidR="00873081" w:rsidRPr="0045147D" w:rsidRDefault="00873081" w:rsidP="0045147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873081" w:rsidRPr="0045147D" w:rsidRDefault="00873081" w:rsidP="0045147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45147D">
              <w:rPr>
                <w:sz w:val="28"/>
                <w:szCs w:val="28"/>
                <w:lang w:eastAsia="en-US"/>
              </w:rPr>
              <w:t>».</w:t>
            </w:r>
          </w:p>
        </w:tc>
      </w:tr>
    </w:tbl>
    <w:p w:rsidR="00873081" w:rsidRPr="00BB2E8F" w:rsidRDefault="00873081" w:rsidP="005F3764">
      <w:pPr>
        <w:autoSpaceDE w:val="0"/>
        <w:autoSpaceDN w:val="0"/>
        <w:adjustRightInd w:val="0"/>
        <w:ind w:firstLine="709"/>
        <w:jc w:val="both"/>
        <w:rPr>
          <w:b/>
          <w:sz w:val="28"/>
          <w:lang w:eastAsia="en-US"/>
        </w:rPr>
      </w:pPr>
    </w:p>
    <w:p w:rsidR="00873081" w:rsidRPr="00BB2E8F" w:rsidRDefault="00873081" w:rsidP="005F3764">
      <w:pPr>
        <w:autoSpaceDE w:val="0"/>
        <w:autoSpaceDN w:val="0"/>
        <w:adjustRightInd w:val="0"/>
        <w:ind w:firstLine="709"/>
        <w:jc w:val="both"/>
        <w:rPr>
          <w:b/>
          <w:sz w:val="28"/>
          <w:lang w:eastAsia="en-US"/>
        </w:rPr>
      </w:pPr>
    </w:p>
    <w:p w:rsidR="00873081" w:rsidRPr="0045147D" w:rsidRDefault="00873081" w:rsidP="005F376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  <w:r w:rsidRPr="0045147D">
        <w:rPr>
          <w:b/>
          <w:sz w:val="28"/>
          <w:szCs w:val="28"/>
          <w:lang w:eastAsia="en-US"/>
        </w:rPr>
        <w:t>Статья 3</w:t>
      </w:r>
    </w:p>
    <w:p w:rsidR="00873081" w:rsidRPr="00BB2E8F" w:rsidRDefault="00873081" w:rsidP="005F3764">
      <w:pPr>
        <w:autoSpaceDE w:val="0"/>
        <w:autoSpaceDN w:val="0"/>
        <w:adjustRightInd w:val="0"/>
        <w:ind w:firstLine="709"/>
        <w:jc w:val="both"/>
        <w:rPr>
          <w:b/>
          <w:sz w:val="28"/>
          <w:lang w:eastAsia="en-US"/>
        </w:rPr>
      </w:pPr>
    </w:p>
    <w:p w:rsidR="00873081" w:rsidRPr="00BB2E8F" w:rsidRDefault="00873081" w:rsidP="005F3764">
      <w:pPr>
        <w:autoSpaceDE w:val="0"/>
        <w:autoSpaceDN w:val="0"/>
        <w:adjustRightInd w:val="0"/>
        <w:ind w:firstLine="709"/>
        <w:jc w:val="both"/>
        <w:rPr>
          <w:b/>
          <w:sz w:val="28"/>
          <w:lang w:eastAsia="en-US"/>
        </w:rPr>
      </w:pPr>
    </w:p>
    <w:p w:rsidR="00873081" w:rsidRPr="0045147D" w:rsidRDefault="00873081" w:rsidP="00B535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 xml:space="preserve">Внести в статью 1 Закона Ульяновской области от 2 декабря 2014 года    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 xml:space="preserve">№ 195-ЗО «О внесении изменения в статью 1 Закона Ульяновской области     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>«О налоговых ставках налога, взимаемого в связи с применением упрощённой системы налогообложения, на территории Ульяновской области» («Ульяновская правда» от 08.12.2014 № 180; от 06.04.2015 № 44) следующие изменения:</w:t>
      </w:r>
    </w:p>
    <w:p w:rsidR="00873081" w:rsidRPr="0045147D" w:rsidRDefault="00873081" w:rsidP="006D2D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>1) абзацы третий – седьмой изложить в следующей редакции:</w:t>
      </w:r>
    </w:p>
    <w:p w:rsidR="00873081" w:rsidRPr="0045147D" w:rsidRDefault="00873081" w:rsidP="006D2D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 xml:space="preserve">«В соответствии со </w:t>
      </w:r>
      <w:hyperlink r:id="rId8" w:history="1">
        <w:r w:rsidRPr="0045147D">
          <w:rPr>
            <w:sz w:val="28"/>
            <w:szCs w:val="28"/>
            <w:lang w:eastAsia="en-US"/>
          </w:rPr>
          <w:t>статьёй 346</w:t>
        </w:r>
      </w:hyperlink>
      <w:r w:rsidRPr="0045147D">
        <w:rPr>
          <w:sz w:val="28"/>
          <w:szCs w:val="28"/>
          <w:vertAlign w:val="superscript"/>
          <w:lang w:eastAsia="en-US"/>
        </w:rPr>
        <w:t>20</w:t>
      </w:r>
      <w:r w:rsidRPr="0045147D">
        <w:rPr>
          <w:sz w:val="28"/>
          <w:szCs w:val="28"/>
          <w:lang w:eastAsia="en-US"/>
        </w:rPr>
        <w:t xml:space="preserve"> Налогового кодекса Российской Федерации установить следующие дифференцированные в зависимости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>от категорий налогоплательщиков налоговые ставки налога, взимаемого в связи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>с применением упрощённой системы налогообложения:</w:t>
      </w:r>
    </w:p>
    <w:p w:rsidR="00873081" w:rsidRPr="0045147D" w:rsidRDefault="00873081" w:rsidP="00A061D7">
      <w:pPr>
        <w:pStyle w:val="ListParagraph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 xml:space="preserve">в случае, если объектом налогообложения являются доходы, –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 xml:space="preserve">в размере 1 процента: </w:t>
      </w:r>
    </w:p>
    <w:p w:rsidR="00873081" w:rsidRPr="0045147D" w:rsidRDefault="00873081" w:rsidP="005528CC">
      <w:pPr>
        <w:pStyle w:val="ListParagraph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>а) для налогоплательщиков, осуществляющих деятельность в области информационных технологий и получивших в установленном Правительством Российской Федерации порядке документ о государственной аккредитации, предусмотренный пунктом 6 статьи 259 Налогового кодекса Российской Федерации, при условии, что в доходе таких налогоплательщиков от реализации товаров (работ, услуг) в течение соответствующего отчётного (налогового) периода доля дохода от реализации товаров (работ, услуг), являющихся результатом осуществления видов экономической деятельности, классифицируемых в соответствии с группировками 62 и 63 Общероссийского классификатора видов экономической деятельности ОК 029-2014 (КДЕС Ред. 2) (далее – ОКВЭД2), составила не менее 70 процентов;</w:t>
      </w:r>
    </w:p>
    <w:p w:rsidR="00873081" w:rsidRPr="0045147D" w:rsidRDefault="00873081" w:rsidP="00A061D7">
      <w:pPr>
        <w:pStyle w:val="ListParagraph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 xml:space="preserve">б) для налогоплательщиков, впервые зарегистрированных в качестве юридических лиц или индивидуальных предпринимателей после вступления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>в силу настоящей статьи (за исключением индивидуальных предпринимателей, указанных в статье 1</w:t>
      </w:r>
      <w:r w:rsidRPr="0045147D">
        <w:rPr>
          <w:sz w:val="28"/>
          <w:szCs w:val="28"/>
          <w:vertAlign w:val="superscript"/>
          <w:lang w:eastAsia="en-US"/>
        </w:rPr>
        <w:t xml:space="preserve">1 </w:t>
      </w:r>
      <w:r w:rsidRPr="0045147D">
        <w:rPr>
          <w:sz w:val="28"/>
          <w:szCs w:val="28"/>
          <w:lang w:eastAsia="en-US"/>
        </w:rPr>
        <w:t xml:space="preserve">настоящего Закона), – в течение налогового периода,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>в котором была осуществлена их государственная регистрация в качестве юридических лиц или индивидуальных предпринимателей, и следующего за ним налогового периода;</w:t>
      </w:r>
    </w:p>
    <w:p w:rsidR="00873081" w:rsidRPr="0045147D" w:rsidRDefault="00873081" w:rsidP="000E4276">
      <w:pPr>
        <w:pStyle w:val="ListParagraph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>2) в случае, если объектом налогообложения являются доходы, уменьшенные на величину расходов:</w:t>
      </w:r>
      <w:r>
        <w:rPr>
          <w:sz w:val="28"/>
          <w:szCs w:val="28"/>
          <w:lang w:eastAsia="en-US"/>
        </w:rPr>
        <w:t>»;</w:t>
      </w:r>
    </w:p>
    <w:p w:rsidR="00873081" w:rsidRDefault="00873081" w:rsidP="009B687A">
      <w:pPr>
        <w:pStyle w:val="ListParagraph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 xml:space="preserve">2) дополнить абзацами восьмым – </w:t>
      </w:r>
      <w:r>
        <w:rPr>
          <w:sz w:val="28"/>
          <w:szCs w:val="28"/>
          <w:lang w:eastAsia="en-US"/>
        </w:rPr>
        <w:t>одиннадцатым</w:t>
      </w:r>
      <w:r w:rsidRPr="0045147D">
        <w:rPr>
          <w:sz w:val="28"/>
          <w:szCs w:val="28"/>
          <w:lang w:eastAsia="en-US"/>
        </w:rPr>
        <w:t xml:space="preserve"> следующего содержания:</w:t>
      </w:r>
      <w:r w:rsidRPr="009B687A">
        <w:rPr>
          <w:sz w:val="28"/>
          <w:szCs w:val="28"/>
          <w:lang w:eastAsia="en-US"/>
        </w:rPr>
        <w:t xml:space="preserve"> </w:t>
      </w:r>
    </w:p>
    <w:p w:rsidR="00873081" w:rsidRPr="0045147D" w:rsidRDefault="00873081" w:rsidP="009B687A">
      <w:pPr>
        <w:pStyle w:val="ListParagraph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Pr="0045147D">
        <w:rPr>
          <w:sz w:val="28"/>
          <w:szCs w:val="28"/>
          <w:lang w:eastAsia="en-US"/>
        </w:rPr>
        <w:t>а) в размере 5 процентов:</w:t>
      </w:r>
    </w:p>
    <w:p w:rsidR="00873081" w:rsidRPr="0045147D" w:rsidRDefault="00873081" w:rsidP="00E61134">
      <w:pPr>
        <w:pStyle w:val="ListParagraph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 xml:space="preserve">для налогоплательщиков, не менее 70 процентов дохода которых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 xml:space="preserve">от реализации товаров (работ, услуг) в течение соответствующего отчётного (налогового) периода составил доход от реализации товаров (работ, услуг), являющихся результатом осуществления видов экономической деятельности, классифицируемых в соответствии с группировками </w:t>
      </w:r>
      <w:hyperlink r:id="rId9" w:history="1">
        <w:r w:rsidRPr="0045147D">
          <w:rPr>
            <w:sz w:val="28"/>
            <w:szCs w:val="28"/>
            <w:lang w:eastAsia="en-US"/>
          </w:rPr>
          <w:t>01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10" w:history="1">
        <w:r w:rsidRPr="0045147D">
          <w:rPr>
            <w:sz w:val="28"/>
            <w:szCs w:val="28"/>
            <w:lang w:eastAsia="en-US"/>
          </w:rPr>
          <w:t>02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11" w:history="1">
        <w:r w:rsidRPr="0045147D">
          <w:rPr>
            <w:sz w:val="28"/>
            <w:szCs w:val="28"/>
            <w:lang w:eastAsia="en-US"/>
          </w:rPr>
          <w:t>03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12" w:history="1">
        <w:r w:rsidRPr="0045147D">
          <w:rPr>
            <w:sz w:val="28"/>
            <w:szCs w:val="28"/>
            <w:lang w:eastAsia="en-US"/>
          </w:rPr>
          <w:t>05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13" w:history="1">
        <w:r w:rsidRPr="0045147D">
          <w:rPr>
            <w:sz w:val="28"/>
            <w:szCs w:val="28"/>
            <w:lang w:eastAsia="en-US"/>
          </w:rPr>
          <w:t>08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14" w:history="1">
        <w:r w:rsidRPr="0045147D">
          <w:rPr>
            <w:sz w:val="28"/>
            <w:szCs w:val="28"/>
            <w:lang w:eastAsia="en-US"/>
          </w:rPr>
          <w:t>10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15" w:history="1">
        <w:r w:rsidRPr="0045147D">
          <w:rPr>
            <w:sz w:val="28"/>
            <w:szCs w:val="28"/>
            <w:lang w:eastAsia="en-US"/>
          </w:rPr>
          <w:t>11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16" w:history="1">
        <w:r w:rsidRPr="0045147D">
          <w:rPr>
            <w:sz w:val="28"/>
            <w:szCs w:val="28"/>
            <w:lang w:eastAsia="en-US"/>
          </w:rPr>
          <w:t>13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17" w:history="1">
        <w:r w:rsidRPr="0045147D">
          <w:rPr>
            <w:sz w:val="28"/>
            <w:szCs w:val="28"/>
            <w:lang w:eastAsia="en-US"/>
          </w:rPr>
          <w:t>14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18" w:history="1">
        <w:r w:rsidRPr="0045147D">
          <w:rPr>
            <w:sz w:val="28"/>
            <w:szCs w:val="28"/>
            <w:lang w:eastAsia="en-US"/>
          </w:rPr>
          <w:t>15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19" w:history="1">
        <w:r w:rsidRPr="0045147D">
          <w:rPr>
            <w:sz w:val="28"/>
            <w:szCs w:val="28"/>
            <w:lang w:eastAsia="en-US"/>
          </w:rPr>
          <w:t>16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20" w:history="1">
        <w:r w:rsidRPr="0045147D">
          <w:rPr>
            <w:sz w:val="28"/>
            <w:szCs w:val="28"/>
            <w:lang w:eastAsia="en-US"/>
          </w:rPr>
          <w:t>17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21" w:history="1">
        <w:r w:rsidRPr="0045147D">
          <w:rPr>
            <w:sz w:val="28"/>
            <w:szCs w:val="28"/>
            <w:lang w:eastAsia="en-US"/>
          </w:rPr>
          <w:t>22</w:t>
        </w:r>
      </w:hyperlink>
      <w:r w:rsidRPr="0045147D">
        <w:rPr>
          <w:sz w:val="28"/>
          <w:szCs w:val="28"/>
          <w:lang w:eastAsia="en-US"/>
        </w:rPr>
        <w:t>-</w:t>
      </w:r>
      <w:hyperlink r:id="rId22" w:history="1">
        <w:r w:rsidRPr="0045147D">
          <w:rPr>
            <w:sz w:val="28"/>
            <w:szCs w:val="28"/>
            <w:lang w:eastAsia="en-US"/>
          </w:rPr>
          <w:t>25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23" w:history="1">
        <w:r w:rsidRPr="0045147D">
          <w:rPr>
            <w:sz w:val="28"/>
            <w:szCs w:val="28"/>
            <w:lang w:eastAsia="en-US"/>
          </w:rPr>
          <w:t>41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24" w:history="1">
        <w:r w:rsidRPr="0045147D">
          <w:rPr>
            <w:sz w:val="28"/>
            <w:szCs w:val="28"/>
            <w:lang w:eastAsia="en-US"/>
          </w:rPr>
          <w:t>43</w:t>
        </w:r>
      </w:hyperlink>
      <w:r w:rsidRPr="0045147D">
        <w:rPr>
          <w:sz w:val="28"/>
          <w:szCs w:val="28"/>
          <w:lang w:eastAsia="en-US"/>
        </w:rPr>
        <w:t xml:space="preserve"> (за исключением вида экономической деятельности, классифицируемого в соответствии с группировкой </w:t>
      </w:r>
      <w:hyperlink r:id="rId25" w:history="1">
        <w:r w:rsidRPr="0045147D">
          <w:rPr>
            <w:sz w:val="28"/>
            <w:szCs w:val="28"/>
            <w:lang w:eastAsia="en-US"/>
          </w:rPr>
          <w:t>43.12.3</w:t>
        </w:r>
      </w:hyperlink>
      <w:r w:rsidRPr="0045147D">
        <w:rPr>
          <w:sz w:val="28"/>
          <w:szCs w:val="28"/>
          <w:lang w:eastAsia="en-US"/>
        </w:rPr>
        <w:t xml:space="preserve">), </w:t>
      </w:r>
      <w:hyperlink r:id="rId26" w:history="1">
        <w:r w:rsidRPr="0045147D">
          <w:rPr>
            <w:sz w:val="28"/>
            <w:szCs w:val="28"/>
            <w:lang w:eastAsia="en-US"/>
          </w:rPr>
          <w:t>72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27" w:history="1">
        <w:r w:rsidRPr="0045147D">
          <w:rPr>
            <w:sz w:val="28"/>
            <w:szCs w:val="28"/>
            <w:lang w:eastAsia="en-US"/>
          </w:rPr>
          <w:t>85.41</w:t>
        </w:r>
      </w:hyperlink>
      <w:r w:rsidRPr="0045147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 xml:space="preserve">(за исключением дополнительного образования взрослых), </w:t>
      </w:r>
      <w:hyperlink r:id="rId28" w:history="1">
        <w:r w:rsidRPr="0045147D">
          <w:rPr>
            <w:sz w:val="28"/>
            <w:szCs w:val="28"/>
            <w:lang w:eastAsia="en-US"/>
          </w:rPr>
          <w:t>86.1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29" w:history="1">
        <w:r w:rsidRPr="0045147D">
          <w:rPr>
            <w:sz w:val="28"/>
            <w:szCs w:val="28"/>
            <w:lang w:eastAsia="en-US"/>
          </w:rPr>
          <w:t>86.21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30" w:history="1">
        <w:r w:rsidRPr="0045147D">
          <w:rPr>
            <w:sz w:val="28"/>
            <w:szCs w:val="28"/>
            <w:lang w:eastAsia="en-US"/>
          </w:rPr>
          <w:t>86.22</w:t>
        </w:r>
      </w:hyperlink>
      <w:r w:rsidRPr="0045147D">
        <w:rPr>
          <w:sz w:val="28"/>
          <w:szCs w:val="28"/>
          <w:lang w:eastAsia="en-US"/>
        </w:rPr>
        <w:t xml:space="preserve"> и </w:t>
      </w:r>
      <w:hyperlink r:id="rId31" w:history="1">
        <w:r w:rsidRPr="0045147D">
          <w:rPr>
            <w:sz w:val="28"/>
            <w:szCs w:val="28"/>
            <w:lang w:eastAsia="en-US"/>
          </w:rPr>
          <w:t>88</w:t>
        </w:r>
      </w:hyperlink>
      <w:r w:rsidRPr="0045147D">
        <w:rPr>
          <w:sz w:val="28"/>
          <w:szCs w:val="28"/>
          <w:lang w:eastAsia="en-US"/>
        </w:rPr>
        <w:t xml:space="preserve"> ОКВЭД2;</w:t>
      </w:r>
    </w:p>
    <w:p w:rsidR="00873081" w:rsidRPr="0045147D" w:rsidRDefault="00873081" w:rsidP="00A061D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 xml:space="preserve">для налогоплательщиков, являющихся в соответствии со </w:t>
      </w:r>
      <w:hyperlink r:id="rId32" w:history="1">
        <w:r w:rsidRPr="0045147D">
          <w:rPr>
            <w:sz w:val="28"/>
            <w:szCs w:val="28"/>
            <w:lang w:eastAsia="en-US"/>
          </w:rPr>
          <w:t>статьёй</w:t>
        </w:r>
        <w:r>
          <w:rPr>
            <w:sz w:val="28"/>
            <w:szCs w:val="28"/>
            <w:lang w:eastAsia="en-US"/>
          </w:rPr>
          <w:t xml:space="preserve"> </w:t>
        </w:r>
        <w:r w:rsidRPr="0045147D">
          <w:rPr>
            <w:sz w:val="28"/>
            <w:szCs w:val="28"/>
            <w:lang w:eastAsia="en-US"/>
          </w:rPr>
          <w:t>4</w:t>
        </w:r>
      </w:hyperlink>
      <w:r w:rsidRPr="0045147D">
        <w:rPr>
          <w:sz w:val="28"/>
          <w:szCs w:val="28"/>
          <w:lang w:eastAsia="en-US"/>
        </w:rPr>
        <w:t xml:space="preserve"> Федерального закона от 24 июля 2007 года № 209-ФЗ «О развитии малого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>и среднего предпринимательства в Российской Федерации» субъектами малого или среднего предпринимательства (за исключением индивидуальных предпринимателей, указанных в статье 1</w:t>
      </w:r>
      <w:r w:rsidRPr="0045147D">
        <w:rPr>
          <w:sz w:val="28"/>
          <w:szCs w:val="28"/>
          <w:vertAlign w:val="superscript"/>
          <w:lang w:eastAsia="en-US"/>
        </w:rPr>
        <w:t>1</w:t>
      </w:r>
      <w:r w:rsidRPr="0045147D">
        <w:rPr>
          <w:sz w:val="28"/>
          <w:szCs w:val="28"/>
          <w:lang w:eastAsia="en-US"/>
        </w:rPr>
        <w:t xml:space="preserve"> настоящего Закона), – в течение налогового периода, в котором была осуществлена их государственная регистрация в качестве юридических лиц или индивидуальных предпринимателей, и следующего за ним налогового периода;</w:t>
      </w:r>
    </w:p>
    <w:p w:rsidR="00873081" w:rsidRPr="0045147D" w:rsidRDefault="00873081" w:rsidP="00DC65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 xml:space="preserve">б) в размере 10 процентов для налогоплательщиков, не менее 70 процентов дохода которых от реализации товаров (работ, услуг) в течение соответствующего отчётного (налогового) периода составил доход от реализации товаров (работ, услуг), являющихся результатом осуществления видов экономической деятельности, классифицируемых в соответствии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 xml:space="preserve">с группировками </w:t>
      </w:r>
      <w:hyperlink r:id="rId33" w:history="1">
        <w:r w:rsidRPr="0045147D">
          <w:rPr>
            <w:sz w:val="28"/>
            <w:szCs w:val="28"/>
            <w:lang w:eastAsia="en-US"/>
          </w:rPr>
          <w:t>18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34" w:history="1">
        <w:r w:rsidRPr="0045147D">
          <w:rPr>
            <w:sz w:val="28"/>
            <w:szCs w:val="28"/>
            <w:lang w:eastAsia="en-US"/>
          </w:rPr>
          <w:t>31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35" w:history="1">
        <w:r w:rsidRPr="0045147D">
          <w:rPr>
            <w:sz w:val="28"/>
            <w:szCs w:val="28"/>
            <w:lang w:eastAsia="en-US"/>
          </w:rPr>
          <w:t>32</w:t>
        </w:r>
      </w:hyperlink>
      <w:r w:rsidRPr="0045147D">
        <w:rPr>
          <w:sz w:val="28"/>
          <w:szCs w:val="28"/>
          <w:lang w:eastAsia="en-US"/>
        </w:rPr>
        <w:t xml:space="preserve"> (за исключением вида экономической деятельности, классифицируемого в соответствии с группировкой 32.1), </w:t>
      </w:r>
      <w:hyperlink r:id="rId36" w:history="1">
        <w:r w:rsidRPr="0045147D">
          <w:rPr>
            <w:sz w:val="28"/>
            <w:szCs w:val="28"/>
            <w:lang w:eastAsia="en-US"/>
          </w:rPr>
          <w:t>38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37" w:history="1">
        <w:r w:rsidRPr="0045147D">
          <w:rPr>
            <w:sz w:val="28"/>
            <w:szCs w:val="28"/>
            <w:lang w:eastAsia="en-US"/>
          </w:rPr>
          <w:t>59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38" w:history="1">
        <w:r w:rsidRPr="0045147D">
          <w:rPr>
            <w:sz w:val="28"/>
            <w:szCs w:val="28"/>
            <w:lang w:eastAsia="en-US"/>
          </w:rPr>
          <w:t>60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39" w:history="1">
        <w:r w:rsidRPr="0045147D">
          <w:rPr>
            <w:sz w:val="28"/>
            <w:szCs w:val="28"/>
            <w:lang w:eastAsia="en-US"/>
          </w:rPr>
          <w:t>62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40" w:history="1">
        <w:r w:rsidRPr="0045147D">
          <w:rPr>
            <w:sz w:val="28"/>
            <w:szCs w:val="28"/>
            <w:lang w:eastAsia="en-US"/>
          </w:rPr>
          <w:t>63.91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41" w:history="1">
        <w:r w:rsidRPr="0045147D">
          <w:rPr>
            <w:sz w:val="28"/>
            <w:szCs w:val="28"/>
            <w:lang w:eastAsia="en-US"/>
          </w:rPr>
          <w:t>71</w:t>
        </w:r>
      </w:hyperlink>
      <w:r w:rsidRPr="0045147D">
        <w:rPr>
          <w:sz w:val="28"/>
          <w:szCs w:val="28"/>
          <w:lang w:eastAsia="en-US"/>
        </w:rPr>
        <w:t xml:space="preserve"> (за исключением технического осмотра автотранспортных средств, осуществляемого на станциях технического обслуживания), </w:t>
      </w:r>
      <w:hyperlink r:id="rId42" w:history="1">
        <w:r w:rsidRPr="0045147D">
          <w:rPr>
            <w:sz w:val="28"/>
            <w:szCs w:val="28"/>
            <w:lang w:eastAsia="en-US"/>
          </w:rPr>
          <w:t>73.1</w:t>
        </w:r>
      </w:hyperlink>
      <w:r w:rsidRPr="0045147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 xml:space="preserve">(за исключением размещения и распространения наружной рекламы), </w:t>
      </w:r>
      <w:hyperlink r:id="rId43" w:history="1">
        <w:r w:rsidRPr="0045147D">
          <w:rPr>
            <w:sz w:val="28"/>
            <w:szCs w:val="28"/>
            <w:lang w:eastAsia="en-US"/>
          </w:rPr>
          <w:t>74.10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44" w:history="1">
        <w:r w:rsidRPr="0045147D">
          <w:rPr>
            <w:sz w:val="28"/>
            <w:szCs w:val="28"/>
            <w:lang w:eastAsia="en-US"/>
          </w:rPr>
          <w:t>77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45" w:history="1">
        <w:r w:rsidRPr="0045147D">
          <w:rPr>
            <w:sz w:val="28"/>
            <w:szCs w:val="28"/>
            <w:lang w:eastAsia="en-US"/>
          </w:rPr>
          <w:t>78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46" w:history="1">
        <w:r w:rsidRPr="0045147D">
          <w:rPr>
            <w:sz w:val="28"/>
            <w:szCs w:val="28"/>
            <w:lang w:eastAsia="en-US"/>
          </w:rPr>
          <w:t>80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47" w:history="1">
        <w:r w:rsidRPr="0045147D">
          <w:rPr>
            <w:sz w:val="28"/>
            <w:szCs w:val="28"/>
            <w:lang w:eastAsia="en-US"/>
          </w:rPr>
          <w:t>81.22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48" w:history="1">
        <w:r w:rsidRPr="0045147D">
          <w:rPr>
            <w:sz w:val="28"/>
            <w:szCs w:val="28"/>
            <w:lang w:eastAsia="en-US"/>
          </w:rPr>
          <w:t>82.92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49" w:history="1">
        <w:r w:rsidRPr="0045147D">
          <w:rPr>
            <w:sz w:val="28"/>
            <w:szCs w:val="28"/>
            <w:lang w:eastAsia="en-US"/>
          </w:rPr>
          <w:t>82.99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50" w:history="1">
        <w:r w:rsidRPr="0045147D">
          <w:rPr>
            <w:sz w:val="28"/>
            <w:szCs w:val="28"/>
            <w:lang w:eastAsia="en-US"/>
          </w:rPr>
          <w:t>90.04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51" w:history="1">
        <w:r w:rsidRPr="0045147D">
          <w:rPr>
            <w:sz w:val="28"/>
            <w:szCs w:val="28"/>
            <w:lang w:eastAsia="en-US"/>
          </w:rPr>
          <w:t>91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52" w:history="1">
        <w:r w:rsidRPr="0045147D">
          <w:rPr>
            <w:sz w:val="28"/>
            <w:szCs w:val="28"/>
            <w:lang w:eastAsia="en-US"/>
          </w:rPr>
          <w:t>93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53" w:history="1">
        <w:r w:rsidRPr="0045147D">
          <w:rPr>
            <w:sz w:val="28"/>
            <w:szCs w:val="28"/>
            <w:lang w:eastAsia="en-US"/>
          </w:rPr>
          <w:t>94.1</w:t>
        </w:r>
      </w:hyperlink>
      <w:r w:rsidRPr="0045147D">
        <w:rPr>
          <w:sz w:val="28"/>
          <w:szCs w:val="28"/>
          <w:lang w:eastAsia="en-US"/>
        </w:rPr>
        <w:t xml:space="preserve">, </w:t>
      </w:r>
      <w:hyperlink r:id="rId54" w:history="1">
        <w:r w:rsidRPr="0045147D">
          <w:rPr>
            <w:sz w:val="28"/>
            <w:szCs w:val="28"/>
            <w:lang w:eastAsia="en-US"/>
          </w:rPr>
          <w:t>96.01</w:t>
        </w:r>
      </w:hyperlink>
      <w:r w:rsidRPr="0045147D">
        <w:rPr>
          <w:sz w:val="28"/>
          <w:szCs w:val="28"/>
          <w:lang w:eastAsia="en-US"/>
        </w:rPr>
        <w:t xml:space="preserve"> (за исключением случаев, когда этот вид экономической деятельности осуществляется на основании заказов граждан) и </w:t>
      </w:r>
      <w:hyperlink r:id="rId55" w:history="1">
        <w:r w:rsidRPr="0045147D">
          <w:rPr>
            <w:sz w:val="28"/>
            <w:szCs w:val="28"/>
            <w:lang w:eastAsia="en-US"/>
          </w:rPr>
          <w:t>96.04</w:t>
        </w:r>
      </w:hyperlink>
      <w:r w:rsidRPr="0045147D">
        <w:rPr>
          <w:sz w:val="28"/>
          <w:szCs w:val="28"/>
          <w:lang w:eastAsia="en-US"/>
        </w:rPr>
        <w:t xml:space="preserve"> ОКВЭД2.».</w:t>
      </w:r>
    </w:p>
    <w:p w:rsidR="00873081" w:rsidRPr="009B687A" w:rsidRDefault="00873081" w:rsidP="009015B9">
      <w:pPr>
        <w:autoSpaceDE w:val="0"/>
        <w:autoSpaceDN w:val="0"/>
        <w:adjustRightInd w:val="0"/>
        <w:ind w:firstLine="709"/>
        <w:jc w:val="both"/>
        <w:rPr>
          <w:sz w:val="16"/>
          <w:szCs w:val="28"/>
          <w:lang w:eastAsia="en-US"/>
        </w:rPr>
      </w:pPr>
    </w:p>
    <w:p w:rsidR="00873081" w:rsidRPr="0045147D" w:rsidRDefault="00873081" w:rsidP="009015B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873081" w:rsidRPr="0045147D" w:rsidRDefault="00873081" w:rsidP="007A4DB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  <w:r w:rsidRPr="0045147D">
        <w:rPr>
          <w:b/>
          <w:sz w:val="28"/>
          <w:szCs w:val="28"/>
          <w:lang w:eastAsia="en-US"/>
        </w:rPr>
        <w:t>Статья 4</w:t>
      </w:r>
    </w:p>
    <w:p w:rsidR="00873081" w:rsidRPr="009B687A" w:rsidRDefault="00873081" w:rsidP="007A4DBA">
      <w:pPr>
        <w:autoSpaceDE w:val="0"/>
        <w:autoSpaceDN w:val="0"/>
        <w:adjustRightInd w:val="0"/>
        <w:ind w:firstLine="709"/>
        <w:jc w:val="both"/>
        <w:rPr>
          <w:b/>
          <w:sz w:val="28"/>
          <w:lang w:eastAsia="en-US"/>
        </w:rPr>
      </w:pPr>
    </w:p>
    <w:p w:rsidR="00873081" w:rsidRPr="009B687A" w:rsidRDefault="00873081" w:rsidP="007A4DBA">
      <w:pPr>
        <w:autoSpaceDE w:val="0"/>
        <w:autoSpaceDN w:val="0"/>
        <w:adjustRightInd w:val="0"/>
        <w:ind w:firstLine="709"/>
        <w:jc w:val="both"/>
        <w:rPr>
          <w:b/>
          <w:sz w:val="28"/>
          <w:lang w:eastAsia="en-US"/>
        </w:rPr>
      </w:pPr>
    </w:p>
    <w:p w:rsidR="00873081" w:rsidRPr="0045147D" w:rsidRDefault="00873081" w:rsidP="00691E5C">
      <w:pPr>
        <w:pStyle w:val="ListParagraph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>Настоящий Закон вступает в силу по истечении одного месяца со дня его официального опубликования и не ранее 1-го числа очередного налогового периода по соответствующему налогу, за исключением статей 1 и 3 настоящего Закона, которые вступают в силу с 1 января 2016 года.</w:t>
      </w:r>
    </w:p>
    <w:p w:rsidR="00873081" w:rsidRPr="0045147D" w:rsidRDefault="00873081" w:rsidP="00691E5C">
      <w:pPr>
        <w:pStyle w:val="ListParagraph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 xml:space="preserve">Положения подпункта «а» пункта 1 статьи 1 Закона Ульяновской области от 3 марта 2009 года № 13-ЗО «О налоговых ставках налога,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 xml:space="preserve">взимаемого в связи с применением упрощённой системы налогообложения, </w:t>
      </w:r>
      <w:r>
        <w:rPr>
          <w:sz w:val="28"/>
          <w:szCs w:val="28"/>
          <w:lang w:eastAsia="en-US"/>
        </w:rPr>
        <w:br/>
      </w:r>
      <w:bookmarkStart w:id="0" w:name="_GoBack"/>
      <w:bookmarkEnd w:id="0"/>
      <w:r w:rsidRPr="0045147D">
        <w:rPr>
          <w:sz w:val="28"/>
          <w:szCs w:val="28"/>
          <w:lang w:eastAsia="en-US"/>
        </w:rPr>
        <w:t xml:space="preserve">на территории Ульяновской области» (в редакции настоящего Закона)                  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>не применяются с 1 января 2019 года.</w:t>
      </w:r>
    </w:p>
    <w:p w:rsidR="00873081" w:rsidRPr="009B687A" w:rsidRDefault="00873081" w:rsidP="00DA1FD1">
      <w:pPr>
        <w:autoSpaceDE w:val="0"/>
        <w:autoSpaceDN w:val="0"/>
        <w:adjustRightInd w:val="0"/>
        <w:jc w:val="both"/>
        <w:rPr>
          <w:sz w:val="16"/>
          <w:szCs w:val="28"/>
          <w:lang w:eastAsia="en-US"/>
        </w:rPr>
      </w:pPr>
    </w:p>
    <w:p w:rsidR="00873081" w:rsidRDefault="00873081" w:rsidP="00E8156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</w:rPr>
      </w:pPr>
    </w:p>
    <w:p w:rsidR="00873081" w:rsidRDefault="00873081" w:rsidP="00E8156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</w:rPr>
      </w:pPr>
    </w:p>
    <w:p w:rsidR="00873081" w:rsidRDefault="00873081" w:rsidP="00E8156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Губернатор Ульяновской области</w:t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  <w:t xml:space="preserve">            С.И.Морозов</w:t>
      </w:r>
    </w:p>
    <w:p w:rsidR="00873081" w:rsidRDefault="00873081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73081" w:rsidRDefault="00873081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73081" w:rsidRDefault="00873081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73081" w:rsidRPr="0035284A" w:rsidRDefault="00873081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>г. Ульяновск</w:t>
      </w:r>
    </w:p>
    <w:p w:rsidR="00873081" w:rsidRPr="0035284A" w:rsidRDefault="00873081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3528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35284A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35284A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3081" w:rsidRPr="0035284A" w:rsidRDefault="00873081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124</w:t>
      </w:r>
      <w:r w:rsidRPr="0035284A">
        <w:rPr>
          <w:rFonts w:ascii="Times New Roman" w:hAnsi="Times New Roman" w:cs="Times New Roman"/>
          <w:sz w:val="28"/>
          <w:szCs w:val="28"/>
        </w:rPr>
        <w:t>-ЗО</w:t>
      </w:r>
    </w:p>
    <w:sectPr w:rsidR="00873081" w:rsidRPr="0035284A" w:rsidSect="00BB2E8F">
      <w:headerReference w:type="default" r:id="rId56"/>
      <w:footerReference w:type="first" r:id="rId57"/>
      <w:pgSz w:w="11906" w:h="16838" w:code="9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081" w:rsidRDefault="00873081" w:rsidP="00B22B15">
      <w:r>
        <w:separator/>
      </w:r>
    </w:p>
  </w:endnote>
  <w:endnote w:type="continuationSeparator" w:id="0">
    <w:p w:rsidR="00873081" w:rsidRDefault="00873081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081" w:rsidRPr="009B687A" w:rsidRDefault="00873081" w:rsidP="009B687A">
    <w:pPr>
      <w:pStyle w:val="Footer"/>
      <w:jc w:val="right"/>
      <w:rPr>
        <w:sz w:val="16"/>
      </w:rPr>
    </w:pPr>
    <w:r w:rsidRPr="009B687A">
      <w:rPr>
        <w:sz w:val="16"/>
      </w:rPr>
      <w:t>1609ка2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081" w:rsidRDefault="00873081" w:rsidP="00B22B15">
      <w:r>
        <w:separator/>
      </w:r>
    </w:p>
  </w:footnote>
  <w:footnote w:type="continuationSeparator" w:id="0">
    <w:p w:rsidR="00873081" w:rsidRDefault="00873081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081" w:rsidRPr="00B22B15" w:rsidRDefault="00873081">
    <w:pPr>
      <w:pStyle w:val="Header"/>
      <w:jc w:val="center"/>
      <w:rPr>
        <w:sz w:val="28"/>
        <w:szCs w:val="28"/>
      </w:rPr>
    </w:pPr>
    <w:r w:rsidRPr="00B22B15">
      <w:rPr>
        <w:sz w:val="28"/>
        <w:szCs w:val="28"/>
      </w:rPr>
      <w:fldChar w:fldCharType="begin"/>
    </w:r>
    <w:r w:rsidRPr="00B22B15">
      <w:rPr>
        <w:sz w:val="28"/>
        <w:szCs w:val="28"/>
      </w:rPr>
      <w:instrText xml:space="preserve"> PAGE   \* MERGEFORMAT </w:instrText>
    </w:r>
    <w:r w:rsidRPr="00B22B15">
      <w:rPr>
        <w:sz w:val="28"/>
        <w:szCs w:val="28"/>
      </w:rPr>
      <w:fldChar w:fldCharType="separate"/>
    </w:r>
    <w:r>
      <w:rPr>
        <w:noProof/>
        <w:sz w:val="28"/>
        <w:szCs w:val="28"/>
      </w:rPr>
      <w:t>5</w:t>
    </w:r>
    <w:r w:rsidRPr="00B22B15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7209"/>
    <w:multiLevelType w:val="hybridMultilevel"/>
    <w:tmpl w:val="4DA2D3CC"/>
    <w:lvl w:ilvl="0" w:tplc="2828F18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54E476A5"/>
    <w:multiLevelType w:val="hybridMultilevel"/>
    <w:tmpl w:val="BFCA3900"/>
    <w:lvl w:ilvl="0" w:tplc="9BCEAE5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A33160C"/>
    <w:multiLevelType w:val="hybridMultilevel"/>
    <w:tmpl w:val="6F744D32"/>
    <w:lvl w:ilvl="0" w:tplc="4F6C683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0"/>
  </w:num>
  <w:num w:numId="9">
    <w:abstractNumId w:val="10"/>
  </w:num>
  <w:num w:numId="10">
    <w:abstractNumId w:val="2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52E"/>
    <w:rsid w:val="00010101"/>
    <w:rsid w:val="000144B2"/>
    <w:rsid w:val="00014519"/>
    <w:rsid w:val="0001751E"/>
    <w:rsid w:val="00024E77"/>
    <w:rsid w:val="0002712A"/>
    <w:rsid w:val="00040CEA"/>
    <w:rsid w:val="00077F56"/>
    <w:rsid w:val="000958A9"/>
    <w:rsid w:val="000A12C7"/>
    <w:rsid w:val="000B0EBE"/>
    <w:rsid w:val="000B50C3"/>
    <w:rsid w:val="000C3765"/>
    <w:rsid w:val="000C5C56"/>
    <w:rsid w:val="000E4276"/>
    <w:rsid w:val="000E451C"/>
    <w:rsid w:val="000F0D55"/>
    <w:rsid w:val="0011489D"/>
    <w:rsid w:val="00120C67"/>
    <w:rsid w:val="00126597"/>
    <w:rsid w:val="00134D65"/>
    <w:rsid w:val="00135851"/>
    <w:rsid w:val="00137C92"/>
    <w:rsid w:val="001403FF"/>
    <w:rsid w:val="00146696"/>
    <w:rsid w:val="00156957"/>
    <w:rsid w:val="001602F9"/>
    <w:rsid w:val="001825B7"/>
    <w:rsid w:val="001852AD"/>
    <w:rsid w:val="0019259C"/>
    <w:rsid w:val="00195F41"/>
    <w:rsid w:val="00196FDB"/>
    <w:rsid w:val="001978C6"/>
    <w:rsid w:val="001B0DB3"/>
    <w:rsid w:val="001C6886"/>
    <w:rsid w:val="001D473E"/>
    <w:rsid w:val="00213700"/>
    <w:rsid w:val="00220F2B"/>
    <w:rsid w:val="00242CFF"/>
    <w:rsid w:val="00281C1D"/>
    <w:rsid w:val="002866E1"/>
    <w:rsid w:val="002870E8"/>
    <w:rsid w:val="002956C8"/>
    <w:rsid w:val="002A7177"/>
    <w:rsid w:val="002B5631"/>
    <w:rsid w:val="00304620"/>
    <w:rsid w:val="00315472"/>
    <w:rsid w:val="003524A6"/>
    <w:rsid w:val="0035284A"/>
    <w:rsid w:val="00354E5E"/>
    <w:rsid w:val="0035520E"/>
    <w:rsid w:val="00357031"/>
    <w:rsid w:val="0036218C"/>
    <w:rsid w:val="00372B1C"/>
    <w:rsid w:val="00377052"/>
    <w:rsid w:val="003A216E"/>
    <w:rsid w:val="003B5823"/>
    <w:rsid w:val="00402203"/>
    <w:rsid w:val="0040714E"/>
    <w:rsid w:val="0041093E"/>
    <w:rsid w:val="004230D8"/>
    <w:rsid w:val="00425A2B"/>
    <w:rsid w:val="00427180"/>
    <w:rsid w:val="00433894"/>
    <w:rsid w:val="004435F5"/>
    <w:rsid w:val="00447B4D"/>
    <w:rsid w:val="0045147D"/>
    <w:rsid w:val="00453607"/>
    <w:rsid w:val="00482DE4"/>
    <w:rsid w:val="004872D7"/>
    <w:rsid w:val="00487952"/>
    <w:rsid w:val="00490234"/>
    <w:rsid w:val="004A6D18"/>
    <w:rsid w:val="004A76D5"/>
    <w:rsid w:val="004C0852"/>
    <w:rsid w:val="004C0F3E"/>
    <w:rsid w:val="004D2CCB"/>
    <w:rsid w:val="004D52C5"/>
    <w:rsid w:val="00511674"/>
    <w:rsid w:val="005266D1"/>
    <w:rsid w:val="00527F79"/>
    <w:rsid w:val="005361A1"/>
    <w:rsid w:val="00542191"/>
    <w:rsid w:val="00545A73"/>
    <w:rsid w:val="005528CC"/>
    <w:rsid w:val="00555B9F"/>
    <w:rsid w:val="005806BB"/>
    <w:rsid w:val="00591AF5"/>
    <w:rsid w:val="0059534D"/>
    <w:rsid w:val="00595D8B"/>
    <w:rsid w:val="005A0DB9"/>
    <w:rsid w:val="005A7440"/>
    <w:rsid w:val="005B12D9"/>
    <w:rsid w:val="005C0E9A"/>
    <w:rsid w:val="005C0F5A"/>
    <w:rsid w:val="005D11AC"/>
    <w:rsid w:val="005D65E7"/>
    <w:rsid w:val="005F3764"/>
    <w:rsid w:val="00623C1B"/>
    <w:rsid w:val="00631178"/>
    <w:rsid w:val="0064717E"/>
    <w:rsid w:val="00647808"/>
    <w:rsid w:val="006539E8"/>
    <w:rsid w:val="00656E4F"/>
    <w:rsid w:val="00691E5C"/>
    <w:rsid w:val="006C2821"/>
    <w:rsid w:val="006C582B"/>
    <w:rsid w:val="006D2DAD"/>
    <w:rsid w:val="006D5BD1"/>
    <w:rsid w:val="006D755B"/>
    <w:rsid w:val="006D7919"/>
    <w:rsid w:val="006E2D1F"/>
    <w:rsid w:val="00700F25"/>
    <w:rsid w:val="007167D1"/>
    <w:rsid w:val="00745DA5"/>
    <w:rsid w:val="007557B5"/>
    <w:rsid w:val="007710CE"/>
    <w:rsid w:val="00771197"/>
    <w:rsid w:val="007823A3"/>
    <w:rsid w:val="00791D5A"/>
    <w:rsid w:val="0079252E"/>
    <w:rsid w:val="007962F8"/>
    <w:rsid w:val="007A4DBA"/>
    <w:rsid w:val="007C002C"/>
    <w:rsid w:val="007C5A4C"/>
    <w:rsid w:val="007D04BD"/>
    <w:rsid w:val="007E1FD0"/>
    <w:rsid w:val="007E3A38"/>
    <w:rsid w:val="007E4990"/>
    <w:rsid w:val="00803834"/>
    <w:rsid w:val="008076DC"/>
    <w:rsid w:val="00822BF3"/>
    <w:rsid w:val="008242F7"/>
    <w:rsid w:val="00832CF4"/>
    <w:rsid w:val="00832D79"/>
    <w:rsid w:val="00835972"/>
    <w:rsid w:val="008625B4"/>
    <w:rsid w:val="00865BC1"/>
    <w:rsid w:val="00873081"/>
    <w:rsid w:val="0087378B"/>
    <w:rsid w:val="00874A31"/>
    <w:rsid w:val="00892934"/>
    <w:rsid w:val="008B60E0"/>
    <w:rsid w:val="008C3D8D"/>
    <w:rsid w:val="008E0728"/>
    <w:rsid w:val="008F0633"/>
    <w:rsid w:val="008F1A3B"/>
    <w:rsid w:val="009015B9"/>
    <w:rsid w:val="009049E1"/>
    <w:rsid w:val="0091548F"/>
    <w:rsid w:val="00915DD3"/>
    <w:rsid w:val="009169AB"/>
    <w:rsid w:val="00917C7E"/>
    <w:rsid w:val="00957352"/>
    <w:rsid w:val="009614D4"/>
    <w:rsid w:val="00966ABF"/>
    <w:rsid w:val="00971F9A"/>
    <w:rsid w:val="00992DF8"/>
    <w:rsid w:val="009B0DE8"/>
    <w:rsid w:val="009B3F83"/>
    <w:rsid w:val="009B687A"/>
    <w:rsid w:val="009D058D"/>
    <w:rsid w:val="009D6C64"/>
    <w:rsid w:val="009F17A4"/>
    <w:rsid w:val="00A002B3"/>
    <w:rsid w:val="00A0506C"/>
    <w:rsid w:val="00A061D7"/>
    <w:rsid w:val="00A12884"/>
    <w:rsid w:val="00A140E8"/>
    <w:rsid w:val="00A421C2"/>
    <w:rsid w:val="00A42D35"/>
    <w:rsid w:val="00A50168"/>
    <w:rsid w:val="00A53B76"/>
    <w:rsid w:val="00A57633"/>
    <w:rsid w:val="00A73BF7"/>
    <w:rsid w:val="00AA7E48"/>
    <w:rsid w:val="00AB5014"/>
    <w:rsid w:val="00AC4081"/>
    <w:rsid w:val="00AE2354"/>
    <w:rsid w:val="00AE2A7A"/>
    <w:rsid w:val="00AE3276"/>
    <w:rsid w:val="00AE5CBC"/>
    <w:rsid w:val="00AF4A5B"/>
    <w:rsid w:val="00B020CC"/>
    <w:rsid w:val="00B021A9"/>
    <w:rsid w:val="00B116CB"/>
    <w:rsid w:val="00B14B0E"/>
    <w:rsid w:val="00B15BCB"/>
    <w:rsid w:val="00B21829"/>
    <w:rsid w:val="00B22B15"/>
    <w:rsid w:val="00B3218A"/>
    <w:rsid w:val="00B373C0"/>
    <w:rsid w:val="00B46E4B"/>
    <w:rsid w:val="00B51AC2"/>
    <w:rsid w:val="00B535E3"/>
    <w:rsid w:val="00B61AA1"/>
    <w:rsid w:val="00B643DF"/>
    <w:rsid w:val="00B736D9"/>
    <w:rsid w:val="00B85534"/>
    <w:rsid w:val="00BA751C"/>
    <w:rsid w:val="00BB2E8F"/>
    <w:rsid w:val="00BD408A"/>
    <w:rsid w:val="00C014B1"/>
    <w:rsid w:val="00C21C34"/>
    <w:rsid w:val="00C24F38"/>
    <w:rsid w:val="00C26717"/>
    <w:rsid w:val="00C34B17"/>
    <w:rsid w:val="00C535B4"/>
    <w:rsid w:val="00C61948"/>
    <w:rsid w:val="00C80C4A"/>
    <w:rsid w:val="00C93379"/>
    <w:rsid w:val="00C937E0"/>
    <w:rsid w:val="00CC3263"/>
    <w:rsid w:val="00CD27EC"/>
    <w:rsid w:val="00CD40DD"/>
    <w:rsid w:val="00D06355"/>
    <w:rsid w:val="00D511E8"/>
    <w:rsid w:val="00D5731E"/>
    <w:rsid w:val="00D57861"/>
    <w:rsid w:val="00D73258"/>
    <w:rsid w:val="00D75F2C"/>
    <w:rsid w:val="00D87C0C"/>
    <w:rsid w:val="00D917C5"/>
    <w:rsid w:val="00D9256A"/>
    <w:rsid w:val="00D92E6B"/>
    <w:rsid w:val="00D94F49"/>
    <w:rsid w:val="00D9616C"/>
    <w:rsid w:val="00D97397"/>
    <w:rsid w:val="00DA1FD1"/>
    <w:rsid w:val="00DA2C1F"/>
    <w:rsid w:val="00DA6A62"/>
    <w:rsid w:val="00DB20B3"/>
    <w:rsid w:val="00DC65CD"/>
    <w:rsid w:val="00DE6BDD"/>
    <w:rsid w:val="00E03341"/>
    <w:rsid w:val="00E1746B"/>
    <w:rsid w:val="00E211C9"/>
    <w:rsid w:val="00E21AC7"/>
    <w:rsid w:val="00E3114C"/>
    <w:rsid w:val="00E34793"/>
    <w:rsid w:val="00E45CE5"/>
    <w:rsid w:val="00E514E2"/>
    <w:rsid w:val="00E52776"/>
    <w:rsid w:val="00E61134"/>
    <w:rsid w:val="00E74D05"/>
    <w:rsid w:val="00E81563"/>
    <w:rsid w:val="00E94891"/>
    <w:rsid w:val="00E954AC"/>
    <w:rsid w:val="00EA2AAD"/>
    <w:rsid w:val="00EB1E37"/>
    <w:rsid w:val="00EB3A7D"/>
    <w:rsid w:val="00EF190C"/>
    <w:rsid w:val="00EF3B8C"/>
    <w:rsid w:val="00F10A1B"/>
    <w:rsid w:val="00F124A9"/>
    <w:rsid w:val="00F25A3A"/>
    <w:rsid w:val="00F423CB"/>
    <w:rsid w:val="00F57A33"/>
    <w:rsid w:val="00F62793"/>
    <w:rsid w:val="00FB3668"/>
    <w:rsid w:val="00FB6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1C68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22B15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22B15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E815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F1A3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1A3B"/>
    <w:rPr>
      <w:rFonts w:ascii="Tahoma" w:hAnsi="Tahoma" w:cs="Times New Roman"/>
      <w:sz w:val="16"/>
      <w:lang w:eastAsia="ru-RU"/>
    </w:rPr>
  </w:style>
  <w:style w:type="table" w:styleId="TableGrid">
    <w:name w:val="Table Grid"/>
    <w:basedOn w:val="TableNormal"/>
    <w:uiPriority w:val="99"/>
    <w:rsid w:val="00E954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61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16598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16597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98E0960AC93B38B4E8B3364C1AC77DA72C4C4EF0CED6BB1A4237103950AB78C0C0199A93A340E70U7sDG" TargetMode="External"/><Relationship Id="rId18" Type="http://schemas.openxmlformats.org/officeDocument/2006/relationships/hyperlink" Target="consultantplus://offline/ref=798E0960AC93B38B4E8B3364C1AC77DA72C4C4EF0CED6BB1A4237103950AB78C0C0199A93A350A74U7sDG" TargetMode="External"/><Relationship Id="rId26" Type="http://schemas.openxmlformats.org/officeDocument/2006/relationships/hyperlink" Target="consultantplus://offline/ref=798E0960AC93B38B4E8B3364C1AC77DA72C4C4EF0CED6BB1A4237103950AB78C0C0199A93A300171U7s9G" TargetMode="External"/><Relationship Id="rId39" Type="http://schemas.openxmlformats.org/officeDocument/2006/relationships/hyperlink" Target="consultantplus://offline/ref=798E0960AC93B38B4E8B3364C1AC77DA72C4C4EF0CED6BB1A4237103950AB78C0C0199A93A300C7AU7sFG" TargetMode="External"/><Relationship Id="rId21" Type="http://schemas.openxmlformats.org/officeDocument/2006/relationships/hyperlink" Target="consultantplus://offline/ref=798E0960AC93B38B4E8B3364C1AC77DA72C4C4EF0CED6BB1A4237103950AB78C0C0199A93A350D7BU7sEG" TargetMode="External"/><Relationship Id="rId34" Type="http://schemas.openxmlformats.org/officeDocument/2006/relationships/hyperlink" Target="consultantplus://offline/ref=798E0960AC93B38B4E8B3364C1AC77DA72C4C4EF0CED6BB1A4237103950AB78C0C0199A93A360E73U7s5G" TargetMode="External"/><Relationship Id="rId42" Type="http://schemas.openxmlformats.org/officeDocument/2006/relationships/hyperlink" Target="consultantplus://offline/ref=798E0960AC93B38B4E8B3364C1AC77DA72C4C4EF0CED6BB1A4237103950AB78C0C0199A93A300176U7sDG" TargetMode="External"/><Relationship Id="rId47" Type="http://schemas.openxmlformats.org/officeDocument/2006/relationships/hyperlink" Target="consultantplus://offline/ref=798E0960AC93B38B4E8B3364C1AC77DA72C4C4EF0CED6BB1A4237103950AB78C0C0199A93A310974U7sDG" TargetMode="External"/><Relationship Id="rId50" Type="http://schemas.openxmlformats.org/officeDocument/2006/relationships/hyperlink" Target="consultantplus://offline/ref=798E0960AC93B38B4E8B3364C1AC77DA72C4C4EF0CED6BB1A4237103950AB78C0C0199A93A310C76U7s9G" TargetMode="External"/><Relationship Id="rId55" Type="http://schemas.openxmlformats.org/officeDocument/2006/relationships/hyperlink" Target="consultantplus://offline/ref=798E0960AC93B38B4E8B3364C1AC77DA72C4C4EF0CED6BB1A4237103950AB78C0C0199A93A310E73U7sFG" TargetMode="External"/><Relationship Id="rId7" Type="http://schemas.openxmlformats.org/officeDocument/2006/relationships/hyperlink" Target="consultantplus://offline/ref=BEA9563B6BBC67A4A411D4D3B4739BAE803D56FB42D14D3DF51775E654X7g9L" TargetMode="External"/><Relationship Id="rId12" Type="http://schemas.openxmlformats.org/officeDocument/2006/relationships/hyperlink" Target="consultantplus://offline/ref=798E0960AC93B38B4E8B3364C1AC77DA72C4C4EF0CED6BB1A4237103950AB78C0C0199A93A340D73U7sCG" TargetMode="External"/><Relationship Id="rId17" Type="http://schemas.openxmlformats.org/officeDocument/2006/relationships/hyperlink" Target="consultantplus://offline/ref=798E0960AC93B38B4E8B3364C1AC77DA72C4C4EF0CED6BB1A4237103950AB78C0C0199A93A35097BU7s8G" TargetMode="External"/><Relationship Id="rId25" Type="http://schemas.openxmlformats.org/officeDocument/2006/relationships/hyperlink" Target="consultantplus://offline/ref=798E0960AC93B38B4E8B3364C1AC77DA72C4C4EF0CED6BB1A4237103950AB78C0C0199A93A360176U7s4G" TargetMode="External"/><Relationship Id="rId33" Type="http://schemas.openxmlformats.org/officeDocument/2006/relationships/hyperlink" Target="consultantplus://offline/ref=798E0960AC93B38B4E8B3364C1AC77DA72C4C4EF0CED6BB1A4237103950AB78C0C0199A93A350C72U7s4G" TargetMode="External"/><Relationship Id="rId38" Type="http://schemas.openxmlformats.org/officeDocument/2006/relationships/hyperlink" Target="consultantplus://offline/ref=798E0960AC93B38B4E8B3364C1AC77DA72C4C4EF0CED6BB1A4237103950AB78C0C0199A93A300C70U7sEG" TargetMode="External"/><Relationship Id="rId46" Type="http://schemas.openxmlformats.org/officeDocument/2006/relationships/hyperlink" Target="consultantplus://offline/ref=798E0960AC93B38B4E8B3364C1AC77DA72C4C4EF0CED6BB1A4237103950AB78C0C0199A93A310977U7s9G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98E0960AC93B38B4E8B3364C1AC77DA72C4C4EF0CED6BB1A4237103950AB78C0C0199A93A350875U7s9G" TargetMode="External"/><Relationship Id="rId20" Type="http://schemas.openxmlformats.org/officeDocument/2006/relationships/hyperlink" Target="consultantplus://offline/ref=798E0960AC93B38B4E8B3364C1AC77DA72C4C4EF0CED6BB1A4237103950AB78C0C0199A93A350B7BU7sBG" TargetMode="External"/><Relationship Id="rId29" Type="http://schemas.openxmlformats.org/officeDocument/2006/relationships/hyperlink" Target="consultantplus://offline/ref=798E0960AC93B38B4E8B3364C1AC77DA72C4C4EF0CED6BB1A4237103950AB78C0C0199A93A310B7BU7s5G" TargetMode="External"/><Relationship Id="rId41" Type="http://schemas.openxmlformats.org/officeDocument/2006/relationships/hyperlink" Target="consultantplus://offline/ref=798E0960AC93B38B4E8B3364C1AC77DA72C4C4EF0CED6BB1A4237103950AB78C0C0199A93A300071U7s4G" TargetMode="External"/><Relationship Id="rId54" Type="http://schemas.openxmlformats.org/officeDocument/2006/relationships/hyperlink" Target="consultantplus://offline/ref=798E0960AC93B38B4E8B3364C1AC77DA72C4C4EF0CED6BB1A4237103950AB78C0C0199A93A310D7AU7sB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98E0960AC93B38B4E8B3364C1AC77DA72C4C4EF0CED6BB1A4237103950AB78C0C0199A93A340C70U7s4G" TargetMode="External"/><Relationship Id="rId24" Type="http://schemas.openxmlformats.org/officeDocument/2006/relationships/hyperlink" Target="consultantplus://offline/ref=798E0960AC93B38B4E8B3364C1AC77DA72C4C4EF0CED6BB1A4237103950AB78C0C0199A93A360177U7s9G" TargetMode="External"/><Relationship Id="rId32" Type="http://schemas.openxmlformats.org/officeDocument/2006/relationships/hyperlink" Target="consultantplus://offline/ref=798E0960AC93B38B4E8B3364C1AC77DA72C7C0ED06E56BB1A4237103950AB78C0C0199A93A340872U7s5G" TargetMode="External"/><Relationship Id="rId37" Type="http://schemas.openxmlformats.org/officeDocument/2006/relationships/hyperlink" Target="consultantplus://offline/ref=798E0960AC93B38B4E8B3364C1AC77DA72C4C4EF0CED6BB1A4237103950AB78C0C0199A93A300C73U7s5G" TargetMode="External"/><Relationship Id="rId40" Type="http://schemas.openxmlformats.org/officeDocument/2006/relationships/hyperlink" Target="consultantplus://offline/ref=798E0960AC93B38B4E8B3364C1AC77DA72C4C4EF0CED6BB1A4237103950AB78C0C0199A93A300D77U7sFG" TargetMode="External"/><Relationship Id="rId45" Type="http://schemas.openxmlformats.org/officeDocument/2006/relationships/hyperlink" Target="consultantplus://offline/ref=798E0960AC93B38B4E8B3364C1AC77DA72C4C4EF0CED6BB1A4237103950AB78C0C0199A93A310973U7sFG" TargetMode="External"/><Relationship Id="rId53" Type="http://schemas.openxmlformats.org/officeDocument/2006/relationships/hyperlink" Target="consultantplus://offline/ref=798E0960AC93B38B4E8B3364C1AC77DA72C4C4EF0CED6BB1A4237103950AB78C0C0199A93A310D70U7sBG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98E0960AC93B38B4E8B3364C1AC77DA72C4C4EF0CED6BB1A4237103950AB78C0C0199A93A350871U7sDG" TargetMode="External"/><Relationship Id="rId23" Type="http://schemas.openxmlformats.org/officeDocument/2006/relationships/hyperlink" Target="consultantplus://offline/ref=798E0960AC93B38B4E8B3364C1AC77DA72C4C4EF0CED6BB1A4237103950AB78C0C0199A93A36007AU7s9G" TargetMode="External"/><Relationship Id="rId28" Type="http://schemas.openxmlformats.org/officeDocument/2006/relationships/hyperlink" Target="consultantplus://offline/ref=798E0960AC93B38B4E8B3364C1AC77DA72C4C4EF0CED6BB1A4237103950AB78C0C0199A93A310B7BU7sFG" TargetMode="External"/><Relationship Id="rId36" Type="http://schemas.openxmlformats.org/officeDocument/2006/relationships/hyperlink" Target="consultantplus://offline/ref=798E0960AC93B38B4E8B3364C1AC77DA72C4C4EF0CED6BB1A4237103950AB78C0C0199A93A360070U7sCG" TargetMode="External"/><Relationship Id="rId49" Type="http://schemas.openxmlformats.org/officeDocument/2006/relationships/hyperlink" Target="consultantplus://offline/ref=798E0960AC93B38B4E8B3364C1AC77DA72C4C4EF0CED6BB1A4237103950AB78C0C0199A93A310A73U7s4G" TargetMode="External"/><Relationship Id="rId57" Type="http://schemas.openxmlformats.org/officeDocument/2006/relationships/footer" Target="footer1.xml"/><Relationship Id="rId10" Type="http://schemas.openxmlformats.org/officeDocument/2006/relationships/hyperlink" Target="consultantplus://offline/ref=798E0960AC93B38B4E8B3364C1AC77DA72C4C4EF0CED6BB1A4237103950AB78C0C0199A93A340B7AU7s9G" TargetMode="External"/><Relationship Id="rId19" Type="http://schemas.openxmlformats.org/officeDocument/2006/relationships/hyperlink" Target="consultantplus://offline/ref=798E0960AC93B38B4E8B3364C1AC77DA72C4C4EF0CED6BB1A4237103950AB78C0C0199A93A350B71U7sEG" TargetMode="External"/><Relationship Id="rId31" Type="http://schemas.openxmlformats.org/officeDocument/2006/relationships/hyperlink" Target="consultantplus://offline/ref=798E0960AC93B38B4E8B3364C1AC77DA72C4C4EF0CED6BB1A4237103950AB78C0C0199A93A310C71U7s4G" TargetMode="External"/><Relationship Id="rId44" Type="http://schemas.openxmlformats.org/officeDocument/2006/relationships/hyperlink" Target="consultantplus://offline/ref=798E0960AC93B38B4E8B3364C1AC77DA72C4C4EF0CED6BB1A4237103950AB78C0C0199A93A310870U7sCG" TargetMode="External"/><Relationship Id="rId52" Type="http://schemas.openxmlformats.org/officeDocument/2006/relationships/hyperlink" Target="consultantplus://offline/ref=798E0960AC93B38B4E8B3364C1AC77DA72C4C4EF0CED6BB1A4237103950AB78C0C0199A93A310D73U7s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8E0960AC93B38B4E8B3364C1AC77DA72C4C4EF0CED6BB1A4237103950AB78C0C0199A93A340970U7sAG" TargetMode="External"/><Relationship Id="rId14" Type="http://schemas.openxmlformats.org/officeDocument/2006/relationships/hyperlink" Target="consultantplus://offline/ref=798E0960AC93B38B4E8B3364C1AC77DA72C4C4EF0CED6BB1A4237103950AB78C0C0199A93A340F72U7s8G" TargetMode="External"/><Relationship Id="rId22" Type="http://schemas.openxmlformats.org/officeDocument/2006/relationships/hyperlink" Target="consultantplus://offline/ref=798E0960AC93B38B4E8B3364C1AC77DA72C4C4EF0CED6BB1A4237103950AB78C0C0199A93A35007BU7sBG" TargetMode="External"/><Relationship Id="rId27" Type="http://schemas.openxmlformats.org/officeDocument/2006/relationships/hyperlink" Target="consultantplus://offline/ref=798E0960AC93B38B4E8B3364C1AC77DA72C4C4EF0CED6BB1A4237103950AB78C0C0199A93A310B75U7sDG" TargetMode="External"/><Relationship Id="rId30" Type="http://schemas.openxmlformats.org/officeDocument/2006/relationships/hyperlink" Target="consultantplus://offline/ref=798E0960AC93B38B4E8B3364C1AC77DA72C4C4EF0CED6BB1A4237103950AB78C0C0199A93A310B7AU7sDG" TargetMode="External"/><Relationship Id="rId35" Type="http://schemas.openxmlformats.org/officeDocument/2006/relationships/hyperlink" Target="consultantplus://offline/ref=798E0960AC93B38B4E8B3364C1AC77DA72C4C4EF0CED6BB1A4237103950AB78C0C0199A93A360E71U7sEG" TargetMode="External"/><Relationship Id="rId43" Type="http://schemas.openxmlformats.org/officeDocument/2006/relationships/hyperlink" Target="consultantplus://offline/ref=798E0960AC93B38B4E8B3364C1AC77DA72C4C4EF0CED6BB1A4237103950AB78C0C0199A93A300174U7sCG" TargetMode="External"/><Relationship Id="rId48" Type="http://schemas.openxmlformats.org/officeDocument/2006/relationships/hyperlink" Target="consultantplus://offline/ref=798E0960AC93B38B4E8B3364C1AC77DA72C4C4EF0CED6BB1A4237103950AB78C0C0199A93A310A73U7sAG" TargetMode="External"/><Relationship Id="rId56" Type="http://schemas.openxmlformats.org/officeDocument/2006/relationships/header" Target="header1.xml"/><Relationship Id="rId8" Type="http://schemas.openxmlformats.org/officeDocument/2006/relationships/hyperlink" Target="consultantplus://offline/ref=798E0960AC93B38B4E8B3364C1AC77DA72C5C7EA0EEB6BB1A4237103950AB78C0C0199A93A370E7BU7sAG" TargetMode="External"/><Relationship Id="rId51" Type="http://schemas.openxmlformats.org/officeDocument/2006/relationships/hyperlink" Target="consultantplus://offline/ref=798E0960AC93B38B4E8B3364C1AC77DA72C4C4EF0CED6BB1A4237103950AB78C0C0199A93A310C75U7sFG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5</Pages>
  <Words>2112</Words>
  <Characters>12039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lapshina</dc:creator>
  <cp:keywords/>
  <dc:description/>
  <cp:lastModifiedBy>Пользователь</cp:lastModifiedBy>
  <cp:revision>6</cp:revision>
  <cp:lastPrinted>2015-09-24T12:23:00Z</cp:lastPrinted>
  <dcterms:created xsi:type="dcterms:W3CDTF">2015-09-16T12:27:00Z</dcterms:created>
  <dcterms:modified xsi:type="dcterms:W3CDTF">2015-10-05T12:12:00Z</dcterms:modified>
</cp:coreProperties>
</file>