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F3" w:rsidRDefault="00FF18F3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FF18F3" w:rsidRPr="006836E8" w:rsidRDefault="00FF18F3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18F3" w:rsidRDefault="00FF18F3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18F3" w:rsidRDefault="00FF18F3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18F3" w:rsidRDefault="00FF18F3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18F3" w:rsidRDefault="00FF18F3" w:rsidP="00056EE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6 Закона Ульяновской области </w:t>
      </w:r>
    </w:p>
    <w:p w:rsidR="00FF18F3" w:rsidRDefault="00FF18F3" w:rsidP="00056EE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пенсионном обеспечении государственных гражданских </w:t>
      </w:r>
    </w:p>
    <w:p w:rsidR="00FF18F3" w:rsidRPr="00885E1A" w:rsidRDefault="00FF18F3" w:rsidP="00056EE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служащих Ульяновской области»</w:t>
      </w:r>
    </w:p>
    <w:p w:rsidR="00FF18F3" w:rsidRPr="00056EE0" w:rsidRDefault="00FF18F3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3" w:rsidRPr="00056EE0" w:rsidRDefault="00FF18F3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3" w:rsidRDefault="00FF18F3" w:rsidP="0038305B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24 сентября 2015 года</w:t>
      </w:r>
    </w:p>
    <w:p w:rsidR="00FF18F3" w:rsidRPr="00056EE0" w:rsidRDefault="00FF18F3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3" w:rsidRPr="00056EE0" w:rsidRDefault="00FF18F3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3" w:rsidRDefault="00FF18F3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3" w:rsidRDefault="00FF18F3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3" w:rsidRPr="00056EE0" w:rsidRDefault="00FF18F3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3" w:rsidRDefault="00FF18F3" w:rsidP="00056E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Внести в часть 1 статьи 6 Закона Ульяновской области от 9</w:t>
      </w:r>
      <w:r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2010 года № 179-ЗО «О пенсионном обеспечении государственных гражданских служащих Ульяновской области» («Ульяновская правда» от 12.11.2010 № 92; </w:t>
      </w:r>
      <w:r>
        <w:rPr>
          <w:rFonts w:ascii="Times New Roman" w:hAnsi="Times New Roman"/>
          <w:sz w:val="28"/>
          <w:szCs w:val="28"/>
          <w:lang w:eastAsia="ru-RU"/>
        </w:rPr>
        <w:br/>
        <w:t>от 12.10.2011 № 115</w:t>
      </w:r>
      <w:r w:rsidRPr="00DB5160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07.06.2013 № 60-61</w:t>
      </w:r>
      <w:r w:rsidRPr="00DB5160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07.09.2013 № 109</w:t>
      </w:r>
      <w:r w:rsidRPr="00DB5160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11.11.2013 </w:t>
      </w:r>
      <w:r>
        <w:rPr>
          <w:rFonts w:ascii="Times New Roman" w:hAnsi="Times New Roman"/>
          <w:sz w:val="28"/>
          <w:szCs w:val="28"/>
          <w:lang w:eastAsia="ru-RU"/>
        </w:rPr>
        <w:br/>
        <w:t>№ 144</w:t>
      </w:r>
      <w:r w:rsidRPr="00DC3177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10.11.2014 № 163-164) следующие изменения:</w:t>
      </w:r>
    </w:p>
    <w:p w:rsidR="00FF18F3" w:rsidRPr="00EE738B" w:rsidRDefault="00FF18F3" w:rsidP="00056E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в пункте 12 слова «выборных должностных лиц органов» заменить словами «выборных должностных лиц»</w:t>
      </w:r>
      <w:r w:rsidRPr="00EE738B">
        <w:rPr>
          <w:rFonts w:ascii="Times New Roman" w:hAnsi="Times New Roman"/>
          <w:sz w:val="28"/>
          <w:szCs w:val="28"/>
          <w:lang w:eastAsia="ru-RU"/>
        </w:rPr>
        <w:t>;</w:t>
      </w:r>
    </w:p>
    <w:p w:rsidR="00FF18F3" w:rsidRDefault="00FF18F3" w:rsidP="00056E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подпункт «в» пункта 21 </w:t>
      </w:r>
      <w:r>
        <w:rPr>
          <w:rFonts w:ascii="Times New Roman" w:hAnsi="Times New Roman"/>
          <w:sz w:val="28"/>
          <w:szCs w:val="28"/>
        </w:rPr>
        <w:t xml:space="preserve">после слов «аппаратом Уполномоченного </w:t>
      </w:r>
      <w:r>
        <w:rPr>
          <w:rFonts w:ascii="Times New Roman" w:hAnsi="Times New Roman"/>
          <w:sz w:val="28"/>
          <w:szCs w:val="28"/>
        </w:rPr>
        <w:br/>
        <w:t xml:space="preserve">по правам человека в Ульяновской области» дополнить словами «, Палатой справедливости, Палатой справедливости и общественного контроля </w:t>
      </w:r>
      <w:r>
        <w:rPr>
          <w:rFonts w:ascii="Times New Roman" w:hAnsi="Times New Roman"/>
          <w:sz w:val="28"/>
          <w:szCs w:val="28"/>
        </w:rPr>
        <w:br/>
        <w:t>в Ульяновской области».</w:t>
      </w:r>
    </w:p>
    <w:p w:rsidR="00FF18F3" w:rsidRPr="00056EE0" w:rsidRDefault="00FF18F3" w:rsidP="00056E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FF18F3" w:rsidRDefault="00FF18F3" w:rsidP="00056EE0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8F3" w:rsidRDefault="00FF18F3" w:rsidP="00056EE0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8F3" w:rsidRDefault="00FF18F3" w:rsidP="00056EE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FF18F3" w:rsidRDefault="00FF18F3" w:rsidP="00056EE0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FF18F3" w:rsidRDefault="00FF18F3" w:rsidP="00056EE0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FF18F3" w:rsidRDefault="00FF18F3" w:rsidP="00056EE0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FF18F3" w:rsidRDefault="00FF18F3" w:rsidP="00056EE0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FF18F3" w:rsidRDefault="00FF18F3" w:rsidP="00056EE0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29 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 xml:space="preserve">сентября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5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FF18F3" w:rsidRDefault="00FF18F3" w:rsidP="00056EE0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123</w:t>
      </w:r>
      <w:r w:rsidRPr="00A623EC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FF18F3" w:rsidSect="00056EE0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8F3" w:rsidRDefault="00FF18F3">
      <w:r>
        <w:separator/>
      </w:r>
    </w:p>
  </w:endnote>
  <w:endnote w:type="continuationSeparator" w:id="0">
    <w:p w:rsidR="00FF18F3" w:rsidRDefault="00FF1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8F3" w:rsidRDefault="00FF18F3">
      <w:r>
        <w:separator/>
      </w:r>
    </w:p>
  </w:footnote>
  <w:footnote w:type="continuationSeparator" w:id="0">
    <w:p w:rsidR="00FF18F3" w:rsidRDefault="00FF1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8F3" w:rsidRPr="00206FAC" w:rsidRDefault="00FF18F3">
    <w:pPr>
      <w:pStyle w:val="Header"/>
      <w:jc w:val="center"/>
      <w:rPr>
        <w:rFonts w:ascii="Times New Roman" w:hAnsi="Times New Roman"/>
        <w:sz w:val="28"/>
        <w:szCs w:val="28"/>
      </w:rPr>
    </w:pPr>
    <w:r w:rsidRPr="00206FAC">
      <w:rPr>
        <w:rFonts w:ascii="Times New Roman" w:hAnsi="Times New Roman"/>
        <w:sz w:val="28"/>
        <w:szCs w:val="28"/>
      </w:rPr>
      <w:fldChar w:fldCharType="begin"/>
    </w:r>
    <w:r w:rsidRPr="00206FAC">
      <w:rPr>
        <w:rFonts w:ascii="Times New Roman" w:hAnsi="Times New Roman"/>
        <w:sz w:val="28"/>
        <w:szCs w:val="28"/>
      </w:rPr>
      <w:instrText xml:space="preserve"> PAGE   \* MERGEFORMAT </w:instrText>
    </w:r>
    <w:r w:rsidRPr="00206FA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206FAC">
      <w:rPr>
        <w:rFonts w:ascii="Times New Roman" w:hAnsi="Times New Roman"/>
        <w:sz w:val="28"/>
        <w:szCs w:val="28"/>
      </w:rPr>
      <w:fldChar w:fldCharType="end"/>
    </w:r>
  </w:p>
  <w:p w:rsidR="00FF18F3" w:rsidRDefault="00FF18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977FC"/>
    <w:multiLevelType w:val="hybridMultilevel"/>
    <w:tmpl w:val="6EB6B94E"/>
    <w:lvl w:ilvl="0" w:tplc="02141F12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348C"/>
    <w:rsid w:val="00024D17"/>
    <w:rsid w:val="00025B3B"/>
    <w:rsid w:val="000307BB"/>
    <w:rsid w:val="00032E37"/>
    <w:rsid w:val="000342EF"/>
    <w:rsid w:val="00040B69"/>
    <w:rsid w:val="000432F9"/>
    <w:rsid w:val="000436C7"/>
    <w:rsid w:val="0004378C"/>
    <w:rsid w:val="00046207"/>
    <w:rsid w:val="00047E5E"/>
    <w:rsid w:val="00047F15"/>
    <w:rsid w:val="00050CC9"/>
    <w:rsid w:val="00053562"/>
    <w:rsid w:val="0005379A"/>
    <w:rsid w:val="0005599B"/>
    <w:rsid w:val="000560DA"/>
    <w:rsid w:val="00056EE0"/>
    <w:rsid w:val="00057D43"/>
    <w:rsid w:val="00060399"/>
    <w:rsid w:val="00060718"/>
    <w:rsid w:val="0006170C"/>
    <w:rsid w:val="00064309"/>
    <w:rsid w:val="00065660"/>
    <w:rsid w:val="00066EF9"/>
    <w:rsid w:val="0007275F"/>
    <w:rsid w:val="000737F8"/>
    <w:rsid w:val="000748AF"/>
    <w:rsid w:val="000759CD"/>
    <w:rsid w:val="00082D5A"/>
    <w:rsid w:val="00085549"/>
    <w:rsid w:val="000855B8"/>
    <w:rsid w:val="00086696"/>
    <w:rsid w:val="00086D00"/>
    <w:rsid w:val="00091A1D"/>
    <w:rsid w:val="00093EE1"/>
    <w:rsid w:val="000952BB"/>
    <w:rsid w:val="00097F22"/>
    <w:rsid w:val="000A072E"/>
    <w:rsid w:val="000A2EE7"/>
    <w:rsid w:val="000A3127"/>
    <w:rsid w:val="000A621A"/>
    <w:rsid w:val="000A6244"/>
    <w:rsid w:val="000B2D3F"/>
    <w:rsid w:val="000B3588"/>
    <w:rsid w:val="000B43A7"/>
    <w:rsid w:val="000B43F4"/>
    <w:rsid w:val="000B4B03"/>
    <w:rsid w:val="000C7DA3"/>
    <w:rsid w:val="000D02F5"/>
    <w:rsid w:val="000D227B"/>
    <w:rsid w:val="000D2684"/>
    <w:rsid w:val="000D3447"/>
    <w:rsid w:val="000D4190"/>
    <w:rsid w:val="000D6296"/>
    <w:rsid w:val="000E050B"/>
    <w:rsid w:val="000E11A8"/>
    <w:rsid w:val="000E3530"/>
    <w:rsid w:val="000F1251"/>
    <w:rsid w:val="000F4093"/>
    <w:rsid w:val="00100206"/>
    <w:rsid w:val="00101ABD"/>
    <w:rsid w:val="0010434E"/>
    <w:rsid w:val="001053C7"/>
    <w:rsid w:val="001055A7"/>
    <w:rsid w:val="0011135F"/>
    <w:rsid w:val="00116417"/>
    <w:rsid w:val="00117F3C"/>
    <w:rsid w:val="00120BC3"/>
    <w:rsid w:val="0012108F"/>
    <w:rsid w:val="001227F3"/>
    <w:rsid w:val="00122D02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62A5"/>
    <w:rsid w:val="001466CA"/>
    <w:rsid w:val="0014770E"/>
    <w:rsid w:val="001506B4"/>
    <w:rsid w:val="001540E3"/>
    <w:rsid w:val="001558DF"/>
    <w:rsid w:val="001564EE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300B"/>
    <w:rsid w:val="00193FB8"/>
    <w:rsid w:val="00194639"/>
    <w:rsid w:val="001B35FB"/>
    <w:rsid w:val="001B4D15"/>
    <w:rsid w:val="001B78AA"/>
    <w:rsid w:val="001C0425"/>
    <w:rsid w:val="001C352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E4D48"/>
    <w:rsid w:val="001F7657"/>
    <w:rsid w:val="001F7DB1"/>
    <w:rsid w:val="00200AEC"/>
    <w:rsid w:val="00205273"/>
    <w:rsid w:val="00206FAC"/>
    <w:rsid w:val="002076FD"/>
    <w:rsid w:val="00213ECD"/>
    <w:rsid w:val="00221C3A"/>
    <w:rsid w:val="00224DF3"/>
    <w:rsid w:val="00226051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933DC"/>
    <w:rsid w:val="0029428C"/>
    <w:rsid w:val="002946FB"/>
    <w:rsid w:val="002A0204"/>
    <w:rsid w:val="002A3172"/>
    <w:rsid w:val="002A48B0"/>
    <w:rsid w:val="002A5F3A"/>
    <w:rsid w:val="002B7AF9"/>
    <w:rsid w:val="002C03E8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638"/>
    <w:rsid w:val="00314275"/>
    <w:rsid w:val="003204AA"/>
    <w:rsid w:val="00334F97"/>
    <w:rsid w:val="003401F4"/>
    <w:rsid w:val="00342962"/>
    <w:rsid w:val="0034357F"/>
    <w:rsid w:val="00344050"/>
    <w:rsid w:val="00345B23"/>
    <w:rsid w:val="00352276"/>
    <w:rsid w:val="00352466"/>
    <w:rsid w:val="003527B9"/>
    <w:rsid w:val="00352B7F"/>
    <w:rsid w:val="00352EBD"/>
    <w:rsid w:val="003567C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305B"/>
    <w:rsid w:val="003840AA"/>
    <w:rsid w:val="0038789B"/>
    <w:rsid w:val="00387C50"/>
    <w:rsid w:val="003951FB"/>
    <w:rsid w:val="0039792E"/>
    <w:rsid w:val="003A0D38"/>
    <w:rsid w:val="003A62F7"/>
    <w:rsid w:val="003A7339"/>
    <w:rsid w:val="003B4E53"/>
    <w:rsid w:val="003B5152"/>
    <w:rsid w:val="003B672A"/>
    <w:rsid w:val="003B68D0"/>
    <w:rsid w:val="003C3102"/>
    <w:rsid w:val="003C4A85"/>
    <w:rsid w:val="003C57CC"/>
    <w:rsid w:val="003C7832"/>
    <w:rsid w:val="003D1627"/>
    <w:rsid w:val="003D3BE5"/>
    <w:rsid w:val="003D641A"/>
    <w:rsid w:val="003E25D6"/>
    <w:rsid w:val="003E3AB3"/>
    <w:rsid w:val="003E3C82"/>
    <w:rsid w:val="003E5279"/>
    <w:rsid w:val="003E57A7"/>
    <w:rsid w:val="003E5DC3"/>
    <w:rsid w:val="003F2625"/>
    <w:rsid w:val="003F6904"/>
    <w:rsid w:val="00405FE6"/>
    <w:rsid w:val="00406921"/>
    <w:rsid w:val="004102C3"/>
    <w:rsid w:val="0041070D"/>
    <w:rsid w:val="004131DB"/>
    <w:rsid w:val="0041549B"/>
    <w:rsid w:val="00415FC2"/>
    <w:rsid w:val="004201B7"/>
    <w:rsid w:val="00420D0D"/>
    <w:rsid w:val="00422C01"/>
    <w:rsid w:val="004311F2"/>
    <w:rsid w:val="004421B3"/>
    <w:rsid w:val="004425F5"/>
    <w:rsid w:val="004439D2"/>
    <w:rsid w:val="00443C12"/>
    <w:rsid w:val="00447405"/>
    <w:rsid w:val="00450CB0"/>
    <w:rsid w:val="004530E4"/>
    <w:rsid w:val="00453388"/>
    <w:rsid w:val="004541A3"/>
    <w:rsid w:val="00455AE3"/>
    <w:rsid w:val="00464ED5"/>
    <w:rsid w:val="0046675D"/>
    <w:rsid w:val="00466D5E"/>
    <w:rsid w:val="00485E95"/>
    <w:rsid w:val="00485EBC"/>
    <w:rsid w:val="0048711B"/>
    <w:rsid w:val="00490866"/>
    <w:rsid w:val="00490FBC"/>
    <w:rsid w:val="00491534"/>
    <w:rsid w:val="00494DED"/>
    <w:rsid w:val="00496E10"/>
    <w:rsid w:val="004A1532"/>
    <w:rsid w:val="004A4149"/>
    <w:rsid w:val="004A6898"/>
    <w:rsid w:val="004B0CBB"/>
    <w:rsid w:val="004B2EAF"/>
    <w:rsid w:val="004B2FE4"/>
    <w:rsid w:val="004C040B"/>
    <w:rsid w:val="004C04B7"/>
    <w:rsid w:val="004C11D9"/>
    <w:rsid w:val="004C2089"/>
    <w:rsid w:val="004C69A9"/>
    <w:rsid w:val="004D2801"/>
    <w:rsid w:val="004D426B"/>
    <w:rsid w:val="004D5240"/>
    <w:rsid w:val="004D52F5"/>
    <w:rsid w:val="004D7BF0"/>
    <w:rsid w:val="004E079C"/>
    <w:rsid w:val="004E1C15"/>
    <w:rsid w:val="004E2397"/>
    <w:rsid w:val="004E452D"/>
    <w:rsid w:val="004E6A4F"/>
    <w:rsid w:val="004F3EB1"/>
    <w:rsid w:val="004F6C5A"/>
    <w:rsid w:val="0050040E"/>
    <w:rsid w:val="005004A5"/>
    <w:rsid w:val="00503A83"/>
    <w:rsid w:val="005061B5"/>
    <w:rsid w:val="00506D77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50911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904BB"/>
    <w:rsid w:val="005938B5"/>
    <w:rsid w:val="00594068"/>
    <w:rsid w:val="00596417"/>
    <w:rsid w:val="00596A20"/>
    <w:rsid w:val="005A3322"/>
    <w:rsid w:val="005A47C4"/>
    <w:rsid w:val="005A5F88"/>
    <w:rsid w:val="005B396D"/>
    <w:rsid w:val="005B5BB1"/>
    <w:rsid w:val="005C0B62"/>
    <w:rsid w:val="005C1CD7"/>
    <w:rsid w:val="005C4B0F"/>
    <w:rsid w:val="005C6BC9"/>
    <w:rsid w:val="005C7BFC"/>
    <w:rsid w:val="005D1CA1"/>
    <w:rsid w:val="005D2351"/>
    <w:rsid w:val="005D2FC8"/>
    <w:rsid w:val="005D518A"/>
    <w:rsid w:val="005D53E3"/>
    <w:rsid w:val="005E0B9D"/>
    <w:rsid w:val="005E1EF1"/>
    <w:rsid w:val="005E74D7"/>
    <w:rsid w:val="005F0B4F"/>
    <w:rsid w:val="005F18FC"/>
    <w:rsid w:val="005F4062"/>
    <w:rsid w:val="005F6BD6"/>
    <w:rsid w:val="005F7E0F"/>
    <w:rsid w:val="006006F1"/>
    <w:rsid w:val="0060199F"/>
    <w:rsid w:val="00602B20"/>
    <w:rsid w:val="006037EE"/>
    <w:rsid w:val="006054AB"/>
    <w:rsid w:val="006067C6"/>
    <w:rsid w:val="006122F8"/>
    <w:rsid w:val="00621A5A"/>
    <w:rsid w:val="006235E0"/>
    <w:rsid w:val="00625861"/>
    <w:rsid w:val="00630FC2"/>
    <w:rsid w:val="0063308A"/>
    <w:rsid w:val="006348A0"/>
    <w:rsid w:val="006444A4"/>
    <w:rsid w:val="0064473A"/>
    <w:rsid w:val="00646347"/>
    <w:rsid w:val="006505A2"/>
    <w:rsid w:val="006538FE"/>
    <w:rsid w:val="00653F02"/>
    <w:rsid w:val="00654790"/>
    <w:rsid w:val="00657A50"/>
    <w:rsid w:val="00664CEA"/>
    <w:rsid w:val="0066511A"/>
    <w:rsid w:val="00672242"/>
    <w:rsid w:val="00672DA7"/>
    <w:rsid w:val="00673E09"/>
    <w:rsid w:val="00675053"/>
    <w:rsid w:val="00680BCA"/>
    <w:rsid w:val="006813F9"/>
    <w:rsid w:val="00681920"/>
    <w:rsid w:val="00681DF6"/>
    <w:rsid w:val="0068231E"/>
    <w:rsid w:val="006836E8"/>
    <w:rsid w:val="00683A5E"/>
    <w:rsid w:val="00687536"/>
    <w:rsid w:val="006904E0"/>
    <w:rsid w:val="00692452"/>
    <w:rsid w:val="00695666"/>
    <w:rsid w:val="006965ED"/>
    <w:rsid w:val="00697C96"/>
    <w:rsid w:val="00697F0F"/>
    <w:rsid w:val="006A3DAF"/>
    <w:rsid w:val="006A3F70"/>
    <w:rsid w:val="006A7A9F"/>
    <w:rsid w:val="006B23A5"/>
    <w:rsid w:val="006B2DEB"/>
    <w:rsid w:val="006B56DD"/>
    <w:rsid w:val="006B7775"/>
    <w:rsid w:val="006C0D77"/>
    <w:rsid w:val="006C1C5F"/>
    <w:rsid w:val="006C34EA"/>
    <w:rsid w:val="006D5586"/>
    <w:rsid w:val="006E48B8"/>
    <w:rsid w:val="006E5CD8"/>
    <w:rsid w:val="006E6907"/>
    <w:rsid w:val="006E6AEF"/>
    <w:rsid w:val="006E7162"/>
    <w:rsid w:val="006E7CB7"/>
    <w:rsid w:val="006E7DA8"/>
    <w:rsid w:val="006E7E90"/>
    <w:rsid w:val="006F192A"/>
    <w:rsid w:val="006F3568"/>
    <w:rsid w:val="00701C2E"/>
    <w:rsid w:val="007029C7"/>
    <w:rsid w:val="00703BDE"/>
    <w:rsid w:val="007047FE"/>
    <w:rsid w:val="00707323"/>
    <w:rsid w:val="00707E04"/>
    <w:rsid w:val="00710F61"/>
    <w:rsid w:val="00712E23"/>
    <w:rsid w:val="00717935"/>
    <w:rsid w:val="00720993"/>
    <w:rsid w:val="00720998"/>
    <w:rsid w:val="00721674"/>
    <w:rsid w:val="00722F55"/>
    <w:rsid w:val="00724CBE"/>
    <w:rsid w:val="007268EF"/>
    <w:rsid w:val="00727A96"/>
    <w:rsid w:val="0073304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58E3"/>
    <w:rsid w:val="0076776D"/>
    <w:rsid w:val="00771D23"/>
    <w:rsid w:val="007725B4"/>
    <w:rsid w:val="00773D9A"/>
    <w:rsid w:val="00775204"/>
    <w:rsid w:val="007809BB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05B"/>
    <w:rsid w:val="007979A8"/>
    <w:rsid w:val="007A073F"/>
    <w:rsid w:val="007A0E4F"/>
    <w:rsid w:val="007A33A4"/>
    <w:rsid w:val="007A3DE8"/>
    <w:rsid w:val="007B21E3"/>
    <w:rsid w:val="007B3ADE"/>
    <w:rsid w:val="007B7360"/>
    <w:rsid w:val="007C3BE9"/>
    <w:rsid w:val="007D077F"/>
    <w:rsid w:val="007D7BD5"/>
    <w:rsid w:val="007E092E"/>
    <w:rsid w:val="007E384B"/>
    <w:rsid w:val="007E7223"/>
    <w:rsid w:val="007F0B16"/>
    <w:rsid w:val="007F132F"/>
    <w:rsid w:val="007F2919"/>
    <w:rsid w:val="007F694F"/>
    <w:rsid w:val="00802C23"/>
    <w:rsid w:val="008031F4"/>
    <w:rsid w:val="00803673"/>
    <w:rsid w:val="0080441E"/>
    <w:rsid w:val="00807CA8"/>
    <w:rsid w:val="0081051F"/>
    <w:rsid w:val="008175C3"/>
    <w:rsid w:val="00821CB6"/>
    <w:rsid w:val="00822AA6"/>
    <w:rsid w:val="00822ABA"/>
    <w:rsid w:val="008239B5"/>
    <w:rsid w:val="00824EDB"/>
    <w:rsid w:val="00825A48"/>
    <w:rsid w:val="0083019E"/>
    <w:rsid w:val="00831D03"/>
    <w:rsid w:val="00836227"/>
    <w:rsid w:val="00836ECF"/>
    <w:rsid w:val="00841966"/>
    <w:rsid w:val="00846662"/>
    <w:rsid w:val="00847AE3"/>
    <w:rsid w:val="00851397"/>
    <w:rsid w:val="0085616F"/>
    <w:rsid w:val="00857E68"/>
    <w:rsid w:val="00862F1F"/>
    <w:rsid w:val="00863A30"/>
    <w:rsid w:val="00866D63"/>
    <w:rsid w:val="0086789F"/>
    <w:rsid w:val="008728C1"/>
    <w:rsid w:val="00877609"/>
    <w:rsid w:val="00885E1A"/>
    <w:rsid w:val="00891233"/>
    <w:rsid w:val="00891925"/>
    <w:rsid w:val="0089257F"/>
    <w:rsid w:val="0089328C"/>
    <w:rsid w:val="00893350"/>
    <w:rsid w:val="008944E2"/>
    <w:rsid w:val="008A2C1F"/>
    <w:rsid w:val="008B2890"/>
    <w:rsid w:val="008B60D0"/>
    <w:rsid w:val="008C015B"/>
    <w:rsid w:val="008C1D41"/>
    <w:rsid w:val="008C3E43"/>
    <w:rsid w:val="008C4DB8"/>
    <w:rsid w:val="008D2421"/>
    <w:rsid w:val="008D460B"/>
    <w:rsid w:val="008E28BE"/>
    <w:rsid w:val="008E2A76"/>
    <w:rsid w:val="008E38BB"/>
    <w:rsid w:val="008E6CF2"/>
    <w:rsid w:val="008F77F6"/>
    <w:rsid w:val="009013CF"/>
    <w:rsid w:val="00901FB8"/>
    <w:rsid w:val="009140BC"/>
    <w:rsid w:val="00915DC6"/>
    <w:rsid w:val="00917AF2"/>
    <w:rsid w:val="00920450"/>
    <w:rsid w:val="0092252A"/>
    <w:rsid w:val="0092381B"/>
    <w:rsid w:val="009319FD"/>
    <w:rsid w:val="00931F9A"/>
    <w:rsid w:val="0094524F"/>
    <w:rsid w:val="009456B1"/>
    <w:rsid w:val="0094577D"/>
    <w:rsid w:val="00945A5B"/>
    <w:rsid w:val="00946380"/>
    <w:rsid w:val="009472B8"/>
    <w:rsid w:val="00950D33"/>
    <w:rsid w:val="00951FDA"/>
    <w:rsid w:val="009538B1"/>
    <w:rsid w:val="00953AAE"/>
    <w:rsid w:val="009579F2"/>
    <w:rsid w:val="00957ED9"/>
    <w:rsid w:val="00960409"/>
    <w:rsid w:val="00960913"/>
    <w:rsid w:val="00960A83"/>
    <w:rsid w:val="009647B6"/>
    <w:rsid w:val="00965750"/>
    <w:rsid w:val="00972C94"/>
    <w:rsid w:val="00977196"/>
    <w:rsid w:val="00981AD0"/>
    <w:rsid w:val="009827F7"/>
    <w:rsid w:val="00985BE3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66C"/>
    <w:rsid w:val="009C0B8A"/>
    <w:rsid w:val="009C745D"/>
    <w:rsid w:val="009D186B"/>
    <w:rsid w:val="009D1F27"/>
    <w:rsid w:val="009D5A9A"/>
    <w:rsid w:val="009E0B26"/>
    <w:rsid w:val="009E1831"/>
    <w:rsid w:val="009E1C10"/>
    <w:rsid w:val="009E3E09"/>
    <w:rsid w:val="009E691C"/>
    <w:rsid w:val="009E78C4"/>
    <w:rsid w:val="009F04A4"/>
    <w:rsid w:val="009F0FDD"/>
    <w:rsid w:val="009F363E"/>
    <w:rsid w:val="009F52B7"/>
    <w:rsid w:val="00A01073"/>
    <w:rsid w:val="00A02665"/>
    <w:rsid w:val="00A02C77"/>
    <w:rsid w:val="00A04789"/>
    <w:rsid w:val="00A05272"/>
    <w:rsid w:val="00A05D65"/>
    <w:rsid w:val="00A10772"/>
    <w:rsid w:val="00A10C12"/>
    <w:rsid w:val="00A12B11"/>
    <w:rsid w:val="00A13B12"/>
    <w:rsid w:val="00A13B95"/>
    <w:rsid w:val="00A14432"/>
    <w:rsid w:val="00A15FF0"/>
    <w:rsid w:val="00A2263E"/>
    <w:rsid w:val="00A23ED6"/>
    <w:rsid w:val="00A26AB1"/>
    <w:rsid w:val="00A27992"/>
    <w:rsid w:val="00A31873"/>
    <w:rsid w:val="00A32BEC"/>
    <w:rsid w:val="00A41E4D"/>
    <w:rsid w:val="00A42578"/>
    <w:rsid w:val="00A42963"/>
    <w:rsid w:val="00A46C70"/>
    <w:rsid w:val="00A470E3"/>
    <w:rsid w:val="00A47DF0"/>
    <w:rsid w:val="00A50C80"/>
    <w:rsid w:val="00A54464"/>
    <w:rsid w:val="00A54C4A"/>
    <w:rsid w:val="00A553CE"/>
    <w:rsid w:val="00A5746C"/>
    <w:rsid w:val="00A60AE9"/>
    <w:rsid w:val="00A62359"/>
    <w:rsid w:val="00A623EC"/>
    <w:rsid w:val="00A63D9E"/>
    <w:rsid w:val="00A6442C"/>
    <w:rsid w:val="00A746FA"/>
    <w:rsid w:val="00A82B3B"/>
    <w:rsid w:val="00A82CCA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058"/>
    <w:rsid w:val="00AD6EB7"/>
    <w:rsid w:val="00AE0A99"/>
    <w:rsid w:val="00AE26A5"/>
    <w:rsid w:val="00AE56A7"/>
    <w:rsid w:val="00AE56C2"/>
    <w:rsid w:val="00B00A51"/>
    <w:rsid w:val="00B00A82"/>
    <w:rsid w:val="00B00C8E"/>
    <w:rsid w:val="00B02C33"/>
    <w:rsid w:val="00B05E78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45DD3"/>
    <w:rsid w:val="00B476C0"/>
    <w:rsid w:val="00B50CA9"/>
    <w:rsid w:val="00B5229C"/>
    <w:rsid w:val="00B522A5"/>
    <w:rsid w:val="00B533FE"/>
    <w:rsid w:val="00B53B74"/>
    <w:rsid w:val="00B602ED"/>
    <w:rsid w:val="00B60E61"/>
    <w:rsid w:val="00B6228D"/>
    <w:rsid w:val="00B645D2"/>
    <w:rsid w:val="00B656C0"/>
    <w:rsid w:val="00B66228"/>
    <w:rsid w:val="00B73946"/>
    <w:rsid w:val="00B753E6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D0315"/>
    <w:rsid w:val="00BD13B2"/>
    <w:rsid w:val="00BD2D44"/>
    <w:rsid w:val="00BD48E4"/>
    <w:rsid w:val="00BE29A2"/>
    <w:rsid w:val="00BE3885"/>
    <w:rsid w:val="00BE5193"/>
    <w:rsid w:val="00BF021A"/>
    <w:rsid w:val="00BF3E21"/>
    <w:rsid w:val="00BF636E"/>
    <w:rsid w:val="00C00303"/>
    <w:rsid w:val="00C0053B"/>
    <w:rsid w:val="00C01CB0"/>
    <w:rsid w:val="00C036D2"/>
    <w:rsid w:val="00C05CF2"/>
    <w:rsid w:val="00C0702A"/>
    <w:rsid w:val="00C10CE1"/>
    <w:rsid w:val="00C11717"/>
    <w:rsid w:val="00C22B93"/>
    <w:rsid w:val="00C31B01"/>
    <w:rsid w:val="00C32CE7"/>
    <w:rsid w:val="00C34DFC"/>
    <w:rsid w:val="00C352E0"/>
    <w:rsid w:val="00C42436"/>
    <w:rsid w:val="00C47E3C"/>
    <w:rsid w:val="00C51ADC"/>
    <w:rsid w:val="00C60395"/>
    <w:rsid w:val="00C60AC8"/>
    <w:rsid w:val="00C60F32"/>
    <w:rsid w:val="00C708D3"/>
    <w:rsid w:val="00C70926"/>
    <w:rsid w:val="00C70E4F"/>
    <w:rsid w:val="00C7490E"/>
    <w:rsid w:val="00C74E1A"/>
    <w:rsid w:val="00C82ED7"/>
    <w:rsid w:val="00C85698"/>
    <w:rsid w:val="00C942CA"/>
    <w:rsid w:val="00C95019"/>
    <w:rsid w:val="00C9687E"/>
    <w:rsid w:val="00C97DD5"/>
    <w:rsid w:val="00CA2623"/>
    <w:rsid w:val="00CA70EC"/>
    <w:rsid w:val="00CB6250"/>
    <w:rsid w:val="00CC0634"/>
    <w:rsid w:val="00CC1FBE"/>
    <w:rsid w:val="00CC5DCA"/>
    <w:rsid w:val="00CD4C09"/>
    <w:rsid w:val="00CE53C3"/>
    <w:rsid w:val="00CE67A5"/>
    <w:rsid w:val="00CF07DF"/>
    <w:rsid w:val="00CF0943"/>
    <w:rsid w:val="00CF45B9"/>
    <w:rsid w:val="00D03870"/>
    <w:rsid w:val="00D079F6"/>
    <w:rsid w:val="00D10079"/>
    <w:rsid w:val="00D13A4F"/>
    <w:rsid w:val="00D17BE4"/>
    <w:rsid w:val="00D2169A"/>
    <w:rsid w:val="00D23E2C"/>
    <w:rsid w:val="00D2599B"/>
    <w:rsid w:val="00D27027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1737"/>
    <w:rsid w:val="00D82806"/>
    <w:rsid w:val="00D85738"/>
    <w:rsid w:val="00D857F1"/>
    <w:rsid w:val="00D8600E"/>
    <w:rsid w:val="00D9541A"/>
    <w:rsid w:val="00D964B3"/>
    <w:rsid w:val="00DA044C"/>
    <w:rsid w:val="00DA21EE"/>
    <w:rsid w:val="00DA60E9"/>
    <w:rsid w:val="00DB27CF"/>
    <w:rsid w:val="00DB4323"/>
    <w:rsid w:val="00DB5160"/>
    <w:rsid w:val="00DB668C"/>
    <w:rsid w:val="00DC3177"/>
    <w:rsid w:val="00DC6CE0"/>
    <w:rsid w:val="00DC6F29"/>
    <w:rsid w:val="00DD04B3"/>
    <w:rsid w:val="00DD19B2"/>
    <w:rsid w:val="00DD4ADC"/>
    <w:rsid w:val="00DD65E0"/>
    <w:rsid w:val="00DE0361"/>
    <w:rsid w:val="00DE0980"/>
    <w:rsid w:val="00DE1F31"/>
    <w:rsid w:val="00DE4FD9"/>
    <w:rsid w:val="00DE5B74"/>
    <w:rsid w:val="00DF464F"/>
    <w:rsid w:val="00DF59AF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36B04"/>
    <w:rsid w:val="00E442AB"/>
    <w:rsid w:val="00E4523B"/>
    <w:rsid w:val="00E45412"/>
    <w:rsid w:val="00E457A8"/>
    <w:rsid w:val="00E47B3C"/>
    <w:rsid w:val="00E50D65"/>
    <w:rsid w:val="00E52609"/>
    <w:rsid w:val="00E55186"/>
    <w:rsid w:val="00E56CCB"/>
    <w:rsid w:val="00E616D9"/>
    <w:rsid w:val="00E81AC0"/>
    <w:rsid w:val="00E84986"/>
    <w:rsid w:val="00E84B6B"/>
    <w:rsid w:val="00E85D34"/>
    <w:rsid w:val="00E85FF3"/>
    <w:rsid w:val="00E90D2F"/>
    <w:rsid w:val="00E917F8"/>
    <w:rsid w:val="00E938A0"/>
    <w:rsid w:val="00E94B33"/>
    <w:rsid w:val="00E958FF"/>
    <w:rsid w:val="00E96F47"/>
    <w:rsid w:val="00E97955"/>
    <w:rsid w:val="00EA2A71"/>
    <w:rsid w:val="00EA35D5"/>
    <w:rsid w:val="00EA5D98"/>
    <w:rsid w:val="00EB21B5"/>
    <w:rsid w:val="00EB5020"/>
    <w:rsid w:val="00EC43D2"/>
    <w:rsid w:val="00EC4940"/>
    <w:rsid w:val="00ED0869"/>
    <w:rsid w:val="00ED09F7"/>
    <w:rsid w:val="00ED0B8A"/>
    <w:rsid w:val="00ED3BD7"/>
    <w:rsid w:val="00ED415C"/>
    <w:rsid w:val="00ED50D9"/>
    <w:rsid w:val="00ED5C8E"/>
    <w:rsid w:val="00EE25B2"/>
    <w:rsid w:val="00EE5180"/>
    <w:rsid w:val="00EE738B"/>
    <w:rsid w:val="00EF2207"/>
    <w:rsid w:val="00EF2609"/>
    <w:rsid w:val="00EF26F8"/>
    <w:rsid w:val="00EF2A2A"/>
    <w:rsid w:val="00EF4C97"/>
    <w:rsid w:val="00EF56AB"/>
    <w:rsid w:val="00EF7EED"/>
    <w:rsid w:val="00F00C33"/>
    <w:rsid w:val="00F0170E"/>
    <w:rsid w:val="00F02107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09CA"/>
    <w:rsid w:val="00F222F4"/>
    <w:rsid w:val="00F26A60"/>
    <w:rsid w:val="00F27C16"/>
    <w:rsid w:val="00F310A6"/>
    <w:rsid w:val="00F32564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1AA1"/>
    <w:rsid w:val="00F528AF"/>
    <w:rsid w:val="00F53E65"/>
    <w:rsid w:val="00F54FC6"/>
    <w:rsid w:val="00F558D3"/>
    <w:rsid w:val="00F55AF4"/>
    <w:rsid w:val="00F56F54"/>
    <w:rsid w:val="00F6490E"/>
    <w:rsid w:val="00F64B8A"/>
    <w:rsid w:val="00F65707"/>
    <w:rsid w:val="00F8153A"/>
    <w:rsid w:val="00F839B4"/>
    <w:rsid w:val="00F83E29"/>
    <w:rsid w:val="00F849F6"/>
    <w:rsid w:val="00F85926"/>
    <w:rsid w:val="00F86949"/>
    <w:rsid w:val="00F904A7"/>
    <w:rsid w:val="00F91462"/>
    <w:rsid w:val="00FA70AA"/>
    <w:rsid w:val="00FA7D84"/>
    <w:rsid w:val="00FB15DF"/>
    <w:rsid w:val="00FB6B86"/>
    <w:rsid w:val="00FB71FF"/>
    <w:rsid w:val="00FC14F0"/>
    <w:rsid w:val="00FC3326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8F3"/>
    <w:rsid w:val="00FF1929"/>
    <w:rsid w:val="00FF2D90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06FAC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  <w:style w:type="paragraph" w:customStyle="1" w:styleId="ConsNormal">
    <w:name w:val="ConsNormal"/>
    <w:uiPriority w:val="99"/>
    <w:rsid w:val="0038305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9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155</Words>
  <Characters>887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5</cp:revision>
  <cp:lastPrinted>2015-09-24T11:28:00Z</cp:lastPrinted>
  <dcterms:created xsi:type="dcterms:W3CDTF">2015-05-07T06:33:00Z</dcterms:created>
  <dcterms:modified xsi:type="dcterms:W3CDTF">2015-10-05T12:05:00Z</dcterms:modified>
</cp:coreProperties>
</file>