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DB" w:rsidRPr="00D2043E" w:rsidRDefault="00A804DB" w:rsidP="00D2043E">
      <w:pPr>
        <w:jc w:val="center"/>
        <w:rPr>
          <w:b/>
        </w:rPr>
      </w:pPr>
      <w:r w:rsidRPr="00D2043E">
        <w:rPr>
          <w:b/>
        </w:rPr>
        <w:t>Закон Ульяновской области</w:t>
      </w:r>
    </w:p>
    <w:p w:rsidR="00A804DB" w:rsidRDefault="00A804DB" w:rsidP="004F00F7"/>
    <w:p w:rsidR="00A804DB" w:rsidRDefault="00A804DB" w:rsidP="004F00F7"/>
    <w:p w:rsidR="00A804DB" w:rsidRDefault="00A804DB" w:rsidP="004F00F7"/>
    <w:p w:rsidR="00A804DB" w:rsidRPr="009013B5" w:rsidRDefault="00A804DB" w:rsidP="004F00F7"/>
    <w:p w:rsidR="00A804DB" w:rsidRDefault="00A804DB" w:rsidP="004F00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EC7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признании утратившими силу </w:t>
      </w:r>
    </w:p>
    <w:p w:rsidR="00A804DB" w:rsidRDefault="00A804DB" w:rsidP="004F00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отдельных положений законодательных актов </w:t>
      </w:r>
    </w:p>
    <w:p w:rsidR="00A804DB" w:rsidRPr="002D4EC7" w:rsidRDefault="00A804DB" w:rsidP="004F00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</w:t>
      </w:r>
      <w:r w:rsidRPr="002D4E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04DB" w:rsidRDefault="00A804DB" w:rsidP="00EB1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4DB" w:rsidRDefault="00A804DB" w:rsidP="00EB19B2">
      <w:pPr>
        <w:pStyle w:val="ConsPlusNormal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A804DB" w:rsidRPr="00313E78" w:rsidRDefault="00A804DB" w:rsidP="004F00F7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36"/>
          <w:szCs w:val="36"/>
        </w:rPr>
      </w:pPr>
    </w:p>
    <w:p w:rsidR="00A804DB" w:rsidRPr="00E41454" w:rsidRDefault="00A804DB" w:rsidP="004F00F7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32"/>
          <w:szCs w:val="32"/>
        </w:rPr>
      </w:pPr>
    </w:p>
    <w:p w:rsidR="00A804DB" w:rsidRDefault="00A804DB" w:rsidP="004F00F7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A804DB" w:rsidRDefault="00A804DB" w:rsidP="004F00F7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абзац второй пункта 5 статьи 3 Закона </w:t>
      </w:r>
      <w:r w:rsidRPr="008115BB"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115BB">
        <w:rPr>
          <w:rFonts w:ascii="Times New Roman" w:hAnsi="Times New Roman" w:cs="Times New Roman"/>
          <w:sz w:val="28"/>
          <w:szCs w:val="28"/>
        </w:rPr>
        <w:t xml:space="preserve">от 14 ноября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058-ЗО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15BB">
        <w:rPr>
          <w:rFonts w:ascii="Times New Roman" w:hAnsi="Times New Roman" w:cs="Times New Roman"/>
          <w:sz w:val="28"/>
          <w:szCs w:val="28"/>
        </w:rPr>
        <w:t>Об Избирательной комиссии Ульяновской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15B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15BB">
        <w:rPr>
          <w:rFonts w:ascii="Times New Roman" w:hAnsi="Times New Roman" w:cs="Times New Roman"/>
          <w:sz w:val="28"/>
          <w:szCs w:val="28"/>
        </w:rPr>
        <w:t>Ульяновская правда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15BB">
        <w:rPr>
          <w:rFonts w:ascii="Times New Roman" w:hAnsi="Times New Roman" w:cs="Times New Roman"/>
          <w:sz w:val="28"/>
          <w:szCs w:val="28"/>
        </w:rPr>
        <w:t xml:space="preserve"> от 25.11.2003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228; от 26.11.2003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229;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115BB">
        <w:rPr>
          <w:rFonts w:ascii="Times New Roman" w:hAnsi="Times New Roman" w:cs="Times New Roman"/>
          <w:sz w:val="28"/>
          <w:szCs w:val="28"/>
        </w:rPr>
        <w:t xml:space="preserve">от 02.12.2003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233; от 07.10.2005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95; от 01.02.2006 </w:t>
      </w:r>
      <w:r>
        <w:rPr>
          <w:rFonts w:ascii="Times New Roman" w:hAnsi="Times New Roman" w:cs="Times New Roman"/>
          <w:sz w:val="28"/>
          <w:szCs w:val="28"/>
        </w:rPr>
        <w:t>№ 7; от 17.05.2006 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35; от 11.10.2006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78; от 09.12.2006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97; от 05.05.2007 </w:t>
      </w:r>
      <w:r>
        <w:rPr>
          <w:rFonts w:ascii="Times New Roman" w:hAnsi="Times New Roman" w:cs="Times New Roman"/>
          <w:sz w:val="28"/>
          <w:szCs w:val="28"/>
        </w:rPr>
        <w:t xml:space="preserve">№ 37; </w:t>
      </w:r>
      <w:r w:rsidRPr="008115BB">
        <w:rPr>
          <w:rFonts w:ascii="Times New Roman" w:hAnsi="Times New Roman" w:cs="Times New Roman"/>
          <w:sz w:val="28"/>
          <w:szCs w:val="28"/>
        </w:rPr>
        <w:t xml:space="preserve">от 09.06.2007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47; от 12.12.2007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106; от 23.04.2008 </w:t>
      </w:r>
      <w:r>
        <w:rPr>
          <w:rFonts w:ascii="Times New Roman" w:hAnsi="Times New Roman" w:cs="Times New Roman"/>
          <w:sz w:val="28"/>
          <w:szCs w:val="28"/>
        </w:rPr>
        <w:t>№ 35; от 13.06.2008 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48; от 06.03.2009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17; от 30.04.2009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33; от 05.06.2009 </w:t>
      </w:r>
      <w:r>
        <w:rPr>
          <w:rFonts w:ascii="Times New Roman" w:hAnsi="Times New Roman" w:cs="Times New Roman"/>
          <w:sz w:val="28"/>
          <w:szCs w:val="28"/>
        </w:rPr>
        <w:t xml:space="preserve">№ 43-44; </w:t>
      </w:r>
      <w:r w:rsidRPr="008115BB">
        <w:rPr>
          <w:rFonts w:ascii="Times New Roman" w:hAnsi="Times New Roman" w:cs="Times New Roman"/>
          <w:sz w:val="28"/>
          <w:szCs w:val="28"/>
        </w:rPr>
        <w:t xml:space="preserve">от 11.06.2009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45-46; от 07.10.2009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81; от 13.10.2010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84; от 12.08.2011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89; от 04.05.2012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45; от 04.07.2012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69; от 07.12.2012 </w:t>
      </w:r>
      <w:r>
        <w:rPr>
          <w:rFonts w:ascii="Times New Roman" w:hAnsi="Times New Roman" w:cs="Times New Roman"/>
          <w:sz w:val="28"/>
          <w:szCs w:val="28"/>
        </w:rPr>
        <w:t xml:space="preserve">№ 136; </w:t>
      </w:r>
      <w:r w:rsidRPr="008115BB">
        <w:rPr>
          <w:rFonts w:ascii="Times New Roman" w:hAnsi="Times New Roman" w:cs="Times New Roman"/>
          <w:sz w:val="28"/>
          <w:szCs w:val="28"/>
        </w:rPr>
        <w:t xml:space="preserve">от 08.05.2013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48; 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144; от 28.12.2013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173</w:t>
      </w:r>
      <w:r>
        <w:rPr>
          <w:rFonts w:ascii="Times New Roman" w:hAnsi="Times New Roman" w:cs="Times New Roman"/>
          <w:sz w:val="28"/>
          <w:szCs w:val="28"/>
        </w:rPr>
        <w:t>; от 12.03.2015 № 30</w:t>
      </w:r>
      <w:r w:rsidRPr="008115B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04DB" w:rsidRPr="008115BB" w:rsidRDefault="00A804DB" w:rsidP="004F00F7">
      <w:pPr>
        <w:pStyle w:val="ConsPlusNormal"/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пункт 3 статьи 1 Закона Ульяновской области от 17 апреля 2008 года              № 55-ЗО «О внесении изменений в отдельные законодательные акты Ульяновской области» («Ульяновская правда» от </w:t>
      </w:r>
      <w:r w:rsidRPr="008115BB">
        <w:rPr>
          <w:rFonts w:ascii="Times New Roman" w:hAnsi="Times New Roman" w:cs="Times New Roman"/>
          <w:sz w:val="28"/>
          <w:szCs w:val="28"/>
        </w:rPr>
        <w:t xml:space="preserve">23.04.2008 </w:t>
      </w:r>
      <w:r>
        <w:rPr>
          <w:rFonts w:ascii="Times New Roman" w:hAnsi="Times New Roman" w:cs="Times New Roman"/>
          <w:sz w:val="28"/>
          <w:szCs w:val="28"/>
        </w:rPr>
        <w:t xml:space="preserve">№ 35; </w:t>
      </w:r>
      <w:r w:rsidRPr="008115BB">
        <w:rPr>
          <w:rFonts w:ascii="Times New Roman" w:hAnsi="Times New Roman" w:cs="Times New Roman"/>
          <w:sz w:val="28"/>
          <w:szCs w:val="28"/>
        </w:rPr>
        <w:t xml:space="preserve">от 13.10.2010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5BB">
        <w:rPr>
          <w:rFonts w:ascii="Times New Roman" w:hAnsi="Times New Roman" w:cs="Times New Roman"/>
          <w:sz w:val="28"/>
          <w:szCs w:val="28"/>
        </w:rPr>
        <w:t xml:space="preserve"> 84</w:t>
      </w:r>
      <w:r>
        <w:rPr>
          <w:rFonts w:ascii="Times New Roman" w:hAnsi="Times New Roman" w:cs="Times New Roman"/>
          <w:sz w:val="28"/>
          <w:szCs w:val="28"/>
        </w:rPr>
        <w:t>;                   от 28.12.2013 № 173; от 12.03.2015 № 30).</w:t>
      </w:r>
    </w:p>
    <w:p w:rsidR="00A804DB" w:rsidRPr="00313E78" w:rsidRDefault="00A804DB" w:rsidP="004F00F7">
      <w:pPr>
        <w:pStyle w:val="ConsPlusNormal"/>
        <w:ind w:firstLine="70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4DB" w:rsidRPr="00EB19B2" w:rsidRDefault="00A804DB" w:rsidP="004F00F7">
      <w:pPr>
        <w:pStyle w:val="ConsPlusNormal"/>
        <w:ind w:firstLine="700"/>
        <w:jc w:val="both"/>
        <w:rPr>
          <w:rFonts w:ascii="Times New Roman" w:hAnsi="Times New Roman" w:cs="Times New Roman"/>
          <w:sz w:val="16"/>
          <w:szCs w:val="16"/>
        </w:rPr>
      </w:pPr>
    </w:p>
    <w:p w:rsidR="00A804DB" w:rsidRDefault="00A804DB" w:rsidP="004F00F7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5210"/>
        <w:gridCol w:w="4690"/>
      </w:tblGrid>
      <w:tr w:rsidR="00A804DB" w:rsidRPr="009013B5" w:rsidTr="00313E78">
        <w:tc>
          <w:tcPr>
            <w:tcW w:w="5210" w:type="dxa"/>
          </w:tcPr>
          <w:p w:rsidR="00A804DB" w:rsidRPr="009013B5" w:rsidRDefault="00A804DB" w:rsidP="00754474">
            <w:pPr>
              <w:pStyle w:val="BodyText2"/>
              <w:rPr>
                <w:i w:val="0"/>
                <w:sz w:val="28"/>
                <w:szCs w:val="28"/>
              </w:rPr>
            </w:pPr>
            <w:r w:rsidRPr="009013B5">
              <w:rPr>
                <w:i w:val="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690" w:type="dxa"/>
          </w:tcPr>
          <w:p w:rsidR="00A804DB" w:rsidRPr="009013B5" w:rsidRDefault="00A804DB" w:rsidP="00754474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  <w:r w:rsidRPr="009013B5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A804DB" w:rsidRPr="009013B5" w:rsidRDefault="00A804DB" w:rsidP="004F00F7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A804DB" w:rsidRPr="009013B5" w:rsidRDefault="00A804DB" w:rsidP="004F00F7">
      <w:pPr>
        <w:pStyle w:val="ConsPlusNormal"/>
        <w:ind w:firstLine="650"/>
        <w:jc w:val="both"/>
        <w:rPr>
          <w:rFonts w:ascii="Times New Roman" w:hAnsi="Times New Roman" w:cs="Times New Roman"/>
          <w:sz w:val="28"/>
          <w:szCs w:val="28"/>
        </w:rPr>
      </w:pPr>
    </w:p>
    <w:p w:rsidR="00A804DB" w:rsidRPr="009013B5" w:rsidRDefault="00A804DB" w:rsidP="004F00F7">
      <w:pPr>
        <w:jc w:val="center"/>
      </w:pPr>
      <w:r w:rsidRPr="009013B5">
        <w:t xml:space="preserve"> г. Ульяновск</w:t>
      </w:r>
    </w:p>
    <w:p w:rsidR="00A804DB" w:rsidRPr="009013B5" w:rsidRDefault="00A804DB" w:rsidP="004F00F7">
      <w:pPr>
        <w:jc w:val="center"/>
      </w:pPr>
      <w:r>
        <w:t>09</w:t>
      </w:r>
      <w:r w:rsidRPr="009013B5">
        <w:t xml:space="preserve">  </w:t>
      </w:r>
      <w:r>
        <w:t>марта</w:t>
      </w:r>
      <w:r w:rsidRPr="009013B5">
        <w:t xml:space="preserve"> </w:t>
      </w:r>
      <w: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9013B5">
          <w:t>201</w:t>
        </w:r>
        <w:r>
          <w:t>6</w:t>
        </w:r>
        <w:r w:rsidRPr="009013B5">
          <w:t xml:space="preserve"> г</w:t>
        </w:r>
      </w:smartTag>
      <w:r w:rsidRPr="009013B5">
        <w:t>.</w:t>
      </w:r>
    </w:p>
    <w:p w:rsidR="00A804DB" w:rsidRDefault="00A804DB" w:rsidP="00EB19B2">
      <w:pPr>
        <w:jc w:val="center"/>
      </w:pPr>
      <w:r w:rsidRPr="009013B5">
        <w:t xml:space="preserve">№ </w:t>
      </w:r>
      <w:r>
        <w:t>12</w:t>
      </w:r>
      <w:r w:rsidRPr="009013B5">
        <w:t>-ЗО</w:t>
      </w:r>
    </w:p>
    <w:sectPr w:rsidR="00A804DB" w:rsidSect="00EB19B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0F7"/>
    <w:rsid w:val="0013091C"/>
    <w:rsid w:val="002D4EC7"/>
    <w:rsid w:val="00313E78"/>
    <w:rsid w:val="0033388D"/>
    <w:rsid w:val="00440941"/>
    <w:rsid w:val="00456CAE"/>
    <w:rsid w:val="0047774F"/>
    <w:rsid w:val="004A11AC"/>
    <w:rsid w:val="004F00F7"/>
    <w:rsid w:val="00516D39"/>
    <w:rsid w:val="00754474"/>
    <w:rsid w:val="008115BB"/>
    <w:rsid w:val="009013B5"/>
    <w:rsid w:val="00A53A22"/>
    <w:rsid w:val="00A804DB"/>
    <w:rsid w:val="00B80B6A"/>
    <w:rsid w:val="00C23E23"/>
    <w:rsid w:val="00C467C4"/>
    <w:rsid w:val="00D2043E"/>
    <w:rsid w:val="00E41454"/>
    <w:rsid w:val="00EB19B2"/>
    <w:rsid w:val="00F9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0F7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00F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4F00F7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F00F7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customStyle="1" w:styleId="ConsNormal">
    <w:name w:val="ConsNormal"/>
    <w:uiPriority w:val="99"/>
    <w:rsid w:val="00EB19B2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414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3E2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193</Words>
  <Characters>1106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2016-02-25T13:36:00Z</cp:lastPrinted>
  <dcterms:created xsi:type="dcterms:W3CDTF">2016-01-14T06:49:00Z</dcterms:created>
  <dcterms:modified xsi:type="dcterms:W3CDTF">2016-03-14T06:46:00Z</dcterms:modified>
</cp:coreProperties>
</file>