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14" w:rsidRPr="00A71ED3" w:rsidRDefault="000A0514" w:rsidP="00132CD5">
      <w:pPr>
        <w:autoSpaceDE w:val="0"/>
        <w:autoSpaceDN w:val="0"/>
        <w:adjustRightInd w:val="0"/>
        <w:ind w:right="138"/>
        <w:outlineLvl w:val="0"/>
        <w:rPr>
          <w:b/>
          <w:bCs/>
          <w:sz w:val="28"/>
          <w:szCs w:val="28"/>
        </w:rPr>
      </w:pPr>
      <w:r w:rsidRPr="00A71ED3">
        <w:rPr>
          <w:b/>
          <w:bCs/>
          <w:sz w:val="28"/>
          <w:szCs w:val="28"/>
        </w:rPr>
        <w:t xml:space="preserve">                                   Закон  Ульяновской  области</w:t>
      </w:r>
    </w:p>
    <w:p w:rsidR="000A0514" w:rsidRDefault="000A0514" w:rsidP="00132CD5">
      <w:pPr>
        <w:autoSpaceDE w:val="0"/>
        <w:autoSpaceDN w:val="0"/>
        <w:adjustRightInd w:val="0"/>
        <w:ind w:right="138"/>
        <w:outlineLvl w:val="0"/>
        <w:rPr>
          <w:bCs/>
        </w:rPr>
      </w:pPr>
    </w:p>
    <w:p w:rsidR="000A0514" w:rsidRDefault="000A0514" w:rsidP="00132CD5">
      <w:pPr>
        <w:autoSpaceDE w:val="0"/>
        <w:autoSpaceDN w:val="0"/>
        <w:adjustRightInd w:val="0"/>
        <w:ind w:right="138"/>
        <w:outlineLvl w:val="0"/>
        <w:rPr>
          <w:bCs/>
        </w:rPr>
      </w:pPr>
      <w:bookmarkStart w:id="0" w:name="_GoBack"/>
      <w:bookmarkEnd w:id="0"/>
    </w:p>
    <w:p w:rsidR="000A0514" w:rsidRDefault="000A0514" w:rsidP="00132CD5">
      <w:pPr>
        <w:autoSpaceDE w:val="0"/>
        <w:autoSpaceDN w:val="0"/>
        <w:adjustRightInd w:val="0"/>
        <w:ind w:right="138"/>
        <w:outlineLvl w:val="0"/>
        <w:rPr>
          <w:bCs/>
        </w:rPr>
      </w:pPr>
    </w:p>
    <w:p w:rsidR="000A0514" w:rsidRDefault="000A0514" w:rsidP="00132CD5">
      <w:pPr>
        <w:autoSpaceDE w:val="0"/>
        <w:autoSpaceDN w:val="0"/>
        <w:adjustRightInd w:val="0"/>
        <w:ind w:right="138"/>
        <w:outlineLvl w:val="0"/>
        <w:rPr>
          <w:bCs/>
        </w:rPr>
      </w:pPr>
    </w:p>
    <w:p w:rsidR="000A0514" w:rsidRDefault="000A0514" w:rsidP="00132CD5">
      <w:pPr>
        <w:autoSpaceDE w:val="0"/>
        <w:autoSpaceDN w:val="0"/>
        <w:adjustRightInd w:val="0"/>
        <w:ind w:right="138"/>
        <w:outlineLvl w:val="0"/>
        <w:rPr>
          <w:b/>
          <w:bCs/>
          <w:sz w:val="28"/>
          <w:szCs w:val="28"/>
        </w:rPr>
      </w:pPr>
    </w:p>
    <w:p w:rsidR="000A0514" w:rsidRDefault="000A0514" w:rsidP="00132CD5">
      <w:pPr>
        <w:autoSpaceDE w:val="0"/>
        <w:autoSpaceDN w:val="0"/>
        <w:adjustRightInd w:val="0"/>
        <w:ind w:right="13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статью 4 </w:t>
      </w:r>
      <w:r>
        <w:rPr>
          <w:b/>
          <w:sz w:val="28"/>
          <w:szCs w:val="28"/>
        </w:rPr>
        <w:t xml:space="preserve">Закона </w:t>
      </w:r>
      <w:r>
        <w:rPr>
          <w:b/>
          <w:bCs/>
          <w:sz w:val="28"/>
          <w:szCs w:val="28"/>
        </w:rPr>
        <w:t xml:space="preserve">Ульяновской области                                        «О гимне Ульяновской области» </w:t>
      </w:r>
    </w:p>
    <w:p w:rsidR="000A0514" w:rsidRDefault="000A0514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  <w:i/>
        </w:rPr>
      </w:pPr>
    </w:p>
    <w:p w:rsidR="000A0514" w:rsidRDefault="000A0514" w:rsidP="00132CD5">
      <w:pPr>
        <w:autoSpaceDE w:val="0"/>
        <w:autoSpaceDN w:val="0"/>
        <w:adjustRightInd w:val="0"/>
        <w:ind w:right="138"/>
        <w:jc w:val="both"/>
        <w:rPr>
          <w:bCs/>
          <w:i/>
        </w:rPr>
      </w:pPr>
    </w:p>
    <w:p w:rsidR="000A0514" w:rsidRDefault="000A0514" w:rsidP="00892ED2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24 сентября 2015 года</w:t>
      </w:r>
    </w:p>
    <w:p w:rsidR="000A0514" w:rsidRDefault="000A0514" w:rsidP="00132CD5">
      <w:pPr>
        <w:autoSpaceDE w:val="0"/>
        <w:autoSpaceDN w:val="0"/>
        <w:adjustRightInd w:val="0"/>
        <w:ind w:right="138"/>
        <w:jc w:val="both"/>
        <w:rPr>
          <w:bCs/>
          <w:i/>
        </w:rPr>
      </w:pPr>
    </w:p>
    <w:p w:rsidR="000A0514" w:rsidRDefault="000A0514" w:rsidP="00132CD5">
      <w:pPr>
        <w:autoSpaceDE w:val="0"/>
        <w:autoSpaceDN w:val="0"/>
        <w:adjustRightInd w:val="0"/>
        <w:ind w:right="138"/>
        <w:jc w:val="both"/>
        <w:rPr>
          <w:bCs/>
          <w:i/>
        </w:rPr>
      </w:pPr>
    </w:p>
    <w:p w:rsidR="000A0514" w:rsidRDefault="000A0514" w:rsidP="00132CD5">
      <w:pPr>
        <w:autoSpaceDE w:val="0"/>
        <w:autoSpaceDN w:val="0"/>
        <w:adjustRightInd w:val="0"/>
        <w:ind w:right="138"/>
        <w:jc w:val="both"/>
        <w:rPr>
          <w:bCs/>
          <w:i/>
        </w:rPr>
      </w:pPr>
    </w:p>
    <w:p w:rsidR="000A0514" w:rsidRDefault="000A0514" w:rsidP="00132CD5">
      <w:pPr>
        <w:autoSpaceDE w:val="0"/>
        <w:autoSpaceDN w:val="0"/>
        <w:adjustRightInd w:val="0"/>
        <w:ind w:right="138"/>
        <w:jc w:val="both"/>
        <w:rPr>
          <w:sz w:val="28"/>
          <w:szCs w:val="28"/>
        </w:rPr>
      </w:pPr>
    </w:p>
    <w:p w:rsidR="000A0514" w:rsidRDefault="000A0514" w:rsidP="00145BDF">
      <w:pPr>
        <w:autoSpaceDE w:val="0"/>
        <w:autoSpaceDN w:val="0"/>
        <w:adjustRightInd w:val="0"/>
        <w:ind w:right="138"/>
        <w:jc w:val="both"/>
        <w:rPr>
          <w:sz w:val="28"/>
          <w:szCs w:val="28"/>
        </w:rPr>
      </w:pPr>
    </w:p>
    <w:p w:rsidR="000A0514" w:rsidRPr="008A6605" w:rsidRDefault="000A0514" w:rsidP="00FF1A8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6605">
        <w:rPr>
          <w:sz w:val="28"/>
          <w:szCs w:val="28"/>
        </w:rPr>
        <w:t>Внести в</w:t>
      </w:r>
      <w:hyperlink r:id="rId7" w:history="1">
        <w:r w:rsidRPr="008A6605">
          <w:rPr>
            <w:color w:val="0000FF"/>
            <w:sz w:val="28"/>
            <w:szCs w:val="28"/>
          </w:rPr>
          <w:t xml:space="preserve"> </w:t>
        </w:r>
        <w:r w:rsidRPr="008A6605">
          <w:rPr>
            <w:sz w:val="28"/>
            <w:szCs w:val="28"/>
          </w:rPr>
          <w:t xml:space="preserve">статью </w:t>
        </w:r>
      </w:hyperlink>
      <w:r w:rsidRPr="008A6605">
        <w:rPr>
          <w:sz w:val="28"/>
          <w:szCs w:val="28"/>
        </w:rPr>
        <w:t xml:space="preserve">4 Закона Ульяновской </w:t>
      </w:r>
      <w:r>
        <w:rPr>
          <w:sz w:val="28"/>
          <w:szCs w:val="28"/>
        </w:rPr>
        <w:t>области от 6 декабря 2006 года       № 197-ЗО «</w:t>
      </w:r>
      <w:r w:rsidRPr="008A6605">
        <w:rPr>
          <w:sz w:val="28"/>
          <w:szCs w:val="28"/>
        </w:rPr>
        <w:t>О гимне Ульяновской области</w:t>
      </w:r>
      <w:r>
        <w:rPr>
          <w:sz w:val="28"/>
          <w:szCs w:val="28"/>
        </w:rPr>
        <w:t>» («</w:t>
      </w:r>
      <w:r w:rsidRPr="008A6605">
        <w:rPr>
          <w:sz w:val="28"/>
          <w:szCs w:val="28"/>
        </w:rPr>
        <w:t>Ульяновская правда</w:t>
      </w:r>
      <w:r>
        <w:rPr>
          <w:sz w:val="28"/>
          <w:szCs w:val="28"/>
        </w:rPr>
        <w:t>» от 09.12.2006 №</w:t>
      </w:r>
      <w:r w:rsidRPr="008A6605">
        <w:rPr>
          <w:sz w:val="28"/>
          <w:szCs w:val="28"/>
        </w:rPr>
        <w:t xml:space="preserve"> 97; от 12.11.2008 </w:t>
      </w:r>
      <w:r>
        <w:rPr>
          <w:sz w:val="28"/>
          <w:szCs w:val="28"/>
        </w:rPr>
        <w:t>№</w:t>
      </w:r>
      <w:r w:rsidRPr="008A6605">
        <w:rPr>
          <w:sz w:val="28"/>
          <w:szCs w:val="28"/>
        </w:rPr>
        <w:t xml:space="preserve"> 92</w:t>
      </w:r>
      <w:r>
        <w:rPr>
          <w:sz w:val="28"/>
          <w:szCs w:val="28"/>
        </w:rPr>
        <w:t>; от 10.10.2012 № 111</w:t>
      </w:r>
      <w:r w:rsidRPr="008A6605">
        <w:rPr>
          <w:sz w:val="28"/>
          <w:szCs w:val="28"/>
        </w:rPr>
        <w:t xml:space="preserve">) изменение, заменив </w:t>
      </w:r>
      <w:r>
        <w:rPr>
          <w:sz w:val="28"/>
          <w:szCs w:val="28"/>
        </w:rPr>
        <w:t>в ней слова «</w:t>
      </w:r>
      <w:r w:rsidRPr="006B52DF">
        <w:rPr>
          <w:sz w:val="28"/>
          <w:szCs w:val="28"/>
        </w:rPr>
        <w:t>правилами проведения этих соревнований</w:t>
      </w:r>
      <w:r>
        <w:rPr>
          <w:sz w:val="28"/>
          <w:szCs w:val="28"/>
        </w:rPr>
        <w:t>»</w:t>
      </w:r>
      <w:r w:rsidRPr="008A6605">
        <w:rPr>
          <w:sz w:val="28"/>
          <w:szCs w:val="28"/>
        </w:rPr>
        <w:t xml:space="preserve"> словами </w:t>
      </w:r>
      <w:r>
        <w:rPr>
          <w:sz w:val="28"/>
          <w:szCs w:val="28"/>
        </w:rPr>
        <w:t xml:space="preserve">«утверждёнными </w:t>
      </w:r>
      <w:r>
        <w:rPr>
          <w:sz w:val="28"/>
          <w:szCs w:val="28"/>
        </w:rPr>
        <w:br/>
        <w:t>их организаторами положениями (регламентами) о спортивных соревнованиях»</w:t>
      </w:r>
      <w:r w:rsidRPr="008A6605">
        <w:rPr>
          <w:sz w:val="28"/>
          <w:szCs w:val="28"/>
        </w:rPr>
        <w:t>.</w:t>
      </w:r>
    </w:p>
    <w:p w:rsidR="000A0514" w:rsidRPr="00FF1A81" w:rsidRDefault="000A0514" w:rsidP="00FF1A81">
      <w:pPr>
        <w:autoSpaceDE w:val="0"/>
        <w:autoSpaceDN w:val="0"/>
        <w:adjustRightInd w:val="0"/>
        <w:ind w:right="-3"/>
        <w:rPr>
          <w:b/>
          <w:sz w:val="16"/>
          <w:szCs w:val="28"/>
        </w:rPr>
      </w:pPr>
    </w:p>
    <w:p w:rsidR="000A0514" w:rsidRDefault="000A0514" w:rsidP="00FF1A81">
      <w:pPr>
        <w:autoSpaceDE w:val="0"/>
        <w:autoSpaceDN w:val="0"/>
        <w:adjustRightInd w:val="0"/>
        <w:ind w:right="-3"/>
        <w:rPr>
          <w:b/>
          <w:sz w:val="28"/>
          <w:szCs w:val="28"/>
        </w:rPr>
      </w:pPr>
    </w:p>
    <w:p w:rsidR="000A0514" w:rsidRDefault="000A0514" w:rsidP="00FF1A81">
      <w:pPr>
        <w:autoSpaceDE w:val="0"/>
        <w:autoSpaceDN w:val="0"/>
        <w:adjustRightInd w:val="0"/>
        <w:ind w:right="-3"/>
        <w:rPr>
          <w:b/>
          <w:sz w:val="28"/>
          <w:szCs w:val="28"/>
        </w:rPr>
      </w:pPr>
    </w:p>
    <w:p w:rsidR="000A0514" w:rsidRPr="00097A94" w:rsidRDefault="000A0514" w:rsidP="00FF1A81">
      <w:pPr>
        <w:tabs>
          <w:tab w:val="right" w:pos="9923"/>
        </w:tabs>
        <w:autoSpaceDE w:val="0"/>
        <w:autoSpaceDN w:val="0"/>
        <w:adjustRightInd w:val="0"/>
        <w:ind w:right="-3"/>
        <w:rPr>
          <w:b/>
          <w:sz w:val="28"/>
          <w:szCs w:val="28"/>
        </w:rPr>
      </w:pPr>
      <w:r w:rsidRPr="0022182E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22182E">
        <w:rPr>
          <w:b/>
          <w:sz w:val="28"/>
          <w:szCs w:val="28"/>
        </w:rPr>
        <w:t>С.И.Морозов</w:t>
      </w:r>
    </w:p>
    <w:p w:rsidR="000A0514" w:rsidRPr="00FF1A81" w:rsidRDefault="000A0514" w:rsidP="00FF1A81">
      <w:pPr>
        <w:autoSpaceDE w:val="0"/>
        <w:autoSpaceDN w:val="0"/>
        <w:adjustRightInd w:val="0"/>
        <w:ind w:right="138"/>
        <w:jc w:val="center"/>
        <w:rPr>
          <w:sz w:val="16"/>
          <w:szCs w:val="28"/>
        </w:rPr>
      </w:pPr>
    </w:p>
    <w:p w:rsidR="000A0514" w:rsidRDefault="000A0514" w:rsidP="00FF1A81">
      <w:pPr>
        <w:autoSpaceDE w:val="0"/>
        <w:autoSpaceDN w:val="0"/>
        <w:adjustRightInd w:val="0"/>
        <w:ind w:right="138"/>
        <w:jc w:val="center"/>
        <w:rPr>
          <w:sz w:val="28"/>
          <w:szCs w:val="28"/>
        </w:rPr>
      </w:pPr>
    </w:p>
    <w:p w:rsidR="000A0514" w:rsidRDefault="000A0514" w:rsidP="00FF1A81">
      <w:pPr>
        <w:autoSpaceDE w:val="0"/>
        <w:autoSpaceDN w:val="0"/>
        <w:adjustRightInd w:val="0"/>
        <w:ind w:right="138"/>
        <w:jc w:val="center"/>
        <w:rPr>
          <w:sz w:val="28"/>
          <w:szCs w:val="28"/>
        </w:rPr>
      </w:pPr>
    </w:p>
    <w:p w:rsidR="000A0514" w:rsidRPr="0022182E" w:rsidRDefault="000A0514" w:rsidP="00FF1A81">
      <w:pPr>
        <w:autoSpaceDE w:val="0"/>
        <w:autoSpaceDN w:val="0"/>
        <w:adjustRightInd w:val="0"/>
        <w:ind w:right="138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г. Ульяновск</w:t>
      </w:r>
    </w:p>
    <w:p w:rsidR="000A0514" w:rsidRPr="0022182E" w:rsidRDefault="000A0514" w:rsidP="00FF1A81">
      <w:pPr>
        <w:autoSpaceDE w:val="0"/>
        <w:autoSpaceDN w:val="0"/>
        <w:adjustRightInd w:val="0"/>
        <w:ind w:right="138"/>
        <w:jc w:val="center"/>
        <w:rPr>
          <w:sz w:val="28"/>
          <w:szCs w:val="28"/>
        </w:rPr>
      </w:pPr>
      <w:r>
        <w:rPr>
          <w:sz w:val="28"/>
          <w:szCs w:val="28"/>
        </w:rPr>
        <w:t>29</w:t>
      </w:r>
      <w:r w:rsidRPr="002218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 </w:t>
      </w:r>
      <w:smartTag w:uri="urn:schemas-microsoft-com:office:smarttags" w:element="metricconverter">
        <w:smartTagPr>
          <w:attr w:name="ProductID" w:val="2015 г"/>
        </w:smartTagPr>
        <w:r w:rsidRPr="0022182E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22182E">
          <w:rPr>
            <w:sz w:val="28"/>
            <w:szCs w:val="28"/>
          </w:rPr>
          <w:t> г</w:t>
        </w:r>
      </w:smartTag>
      <w:r w:rsidRPr="0022182E">
        <w:rPr>
          <w:sz w:val="28"/>
          <w:szCs w:val="28"/>
        </w:rPr>
        <w:t>.</w:t>
      </w:r>
    </w:p>
    <w:p w:rsidR="000A0514" w:rsidRDefault="000A0514" w:rsidP="00FF1A81">
      <w:pPr>
        <w:autoSpaceDE w:val="0"/>
        <w:autoSpaceDN w:val="0"/>
        <w:adjustRightInd w:val="0"/>
        <w:ind w:right="138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 xml:space="preserve">№ </w:t>
      </w:r>
      <w:r>
        <w:rPr>
          <w:sz w:val="28"/>
          <w:szCs w:val="28"/>
        </w:rPr>
        <w:t>118</w:t>
      </w:r>
      <w:r w:rsidRPr="0022182E">
        <w:rPr>
          <w:sz w:val="28"/>
          <w:szCs w:val="28"/>
        </w:rPr>
        <w:t>-ЗО</w:t>
      </w:r>
    </w:p>
    <w:sectPr w:rsidR="000A0514" w:rsidSect="00690483">
      <w:headerReference w:type="even" r:id="rId8"/>
      <w:pgSz w:w="11904" w:h="16834" w:code="9"/>
      <w:pgMar w:top="1134" w:right="680" w:bottom="567" w:left="1418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514" w:rsidRDefault="000A0514">
      <w:r>
        <w:separator/>
      </w:r>
    </w:p>
  </w:endnote>
  <w:endnote w:type="continuationSeparator" w:id="0">
    <w:p w:rsidR="000A0514" w:rsidRDefault="000A0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514" w:rsidRDefault="000A0514">
      <w:r>
        <w:separator/>
      </w:r>
    </w:p>
  </w:footnote>
  <w:footnote w:type="continuationSeparator" w:id="0">
    <w:p w:rsidR="000A0514" w:rsidRDefault="000A0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14" w:rsidRDefault="000A0514" w:rsidP="009114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A0514" w:rsidRDefault="000A05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A69"/>
    <w:rsid w:val="00000157"/>
    <w:rsid w:val="0001324B"/>
    <w:rsid w:val="00017720"/>
    <w:rsid w:val="000261E3"/>
    <w:rsid w:val="00026905"/>
    <w:rsid w:val="00047C15"/>
    <w:rsid w:val="0005246D"/>
    <w:rsid w:val="00064398"/>
    <w:rsid w:val="000722CD"/>
    <w:rsid w:val="00072AE0"/>
    <w:rsid w:val="00077AB8"/>
    <w:rsid w:val="0009214D"/>
    <w:rsid w:val="00092F55"/>
    <w:rsid w:val="00095A5A"/>
    <w:rsid w:val="00097A94"/>
    <w:rsid w:val="000A0514"/>
    <w:rsid w:val="000A2F20"/>
    <w:rsid w:val="000B4F50"/>
    <w:rsid w:val="000B55E9"/>
    <w:rsid w:val="000B5BEF"/>
    <w:rsid w:val="000C563F"/>
    <w:rsid w:val="000C58A9"/>
    <w:rsid w:val="000C6EA9"/>
    <w:rsid w:val="000D6A71"/>
    <w:rsid w:val="000E2D74"/>
    <w:rsid w:val="000E484A"/>
    <w:rsid w:val="000E4BC4"/>
    <w:rsid w:val="000F566E"/>
    <w:rsid w:val="0010743A"/>
    <w:rsid w:val="001245FD"/>
    <w:rsid w:val="001304A4"/>
    <w:rsid w:val="0013087E"/>
    <w:rsid w:val="00132CD5"/>
    <w:rsid w:val="0014495B"/>
    <w:rsid w:val="00145BDF"/>
    <w:rsid w:val="00151C32"/>
    <w:rsid w:val="00155E33"/>
    <w:rsid w:val="00160591"/>
    <w:rsid w:val="001642AA"/>
    <w:rsid w:val="00166548"/>
    <w:rsid w:val="0018335A"/>
    <w:rsid w:val="00190C00"/>
    <w:rsid w:val="00190C3D"/>
    <w:rsid w:val="00196A06"/>
    <w:rsid w:val="001C438E"/>
    <w:rsid w:val="001C49DC"/>
    <w:rsid w:val="001D00A6"/>
    <w:rsid w:val="001D1CE9"/>
    <w:rsid w:val="001D2D07"/>
    <w:rsid w:val="001D4737"/>
    <w:rsid w:val="001D7F95"/>
    <w:rsid w:val="001E0FD2"/>
    <w:rsid w:val="001E4B73"/>
    <w:rsid w:val="002120DD"/>
    <w:rsid w:val="00212AAD"/>
    <w:rsid w:val="0022182E"/>
    <w:rsid w:val="002235A4"/>
    <w:rsid w:val="002338D2"/>
    <w:rsid w:val="002463F1"/>
    <w:rsid w:val="002510B8"/>
    <w:rsid w:val="0025250B"/>
    <w:rsid w:val="002659B8"/>
    <w:rsid w:val="00283D2C"/>
    <w:rsid w:val="00285C82"/>
    <w:rsid w:val="00295CD3"/>
    <w:rsid w:val="00295F30"/>
    <w:rsid w:val="00296150"/>
    <w:rsid w:val="00296AAC"/>
    <w:rsid w:val="00297BA2"/>
    <w:rsid w:val="00297C77"/>
    <w:rsid w:val="002A3305"/>
    <w:rsid w:val="002A3B41"/>
    <w:rsid w:val="002A6E87"/>
    <w:rsid w:val="002B2D1E"/>
    <w:rsid w:val="002B5F78"/>
    <w:rsid w:val="002C10E9"/>
    <w:rsid w:val="002E3E33"/>
    <w:rsid w:val="002E3E7D"/>
    <w:rsid w:val="002E7B9B"/>
    <w:rsid w:val="002F1F0A"/>
    <w:rsid w:val="002F36F9"/>
    <w:rsid w:val="0030741C"/>
    <w:rsid w:val="003129D9"/>
    <w:rsid w:val="00321C6E"/>
    <w:rsid w:val="00323179"/>
    <w:rsid w:val="00325DDE"/>
    <w:rsid w:val="00325DF8"/>
    <w:rsid w:val="003319CB"/>
    <w:rsid w:val="003463C0"/>
    <w:rsid w:val="00351E30"/>
    <w:rsid w:val="00353FED"/>
    <w:rsid w:val="003561AF"/>
    <w:rsid w:val="00363A97"/>
    <w:rsid w:val="00373744"/>
    <w:rsid w:val="00382566"/>
    <w:rsid w:val="00385795"/>
    <w:rsid w:val="00386199"/>
    <w:rsid w:val="003A05B1"/>
    <w:rsid w:val="003A2823"/>
    <w:rsid w:val="003A614E"/>
    <w:rsid w:val="003B1721"/>
    <w:rsid w:val="003B6487"/>
    <w:rsid w:val="003C26C8"/>
    <w:rsid w:val="003C26DD"/>
    <w:rsid w:val="003C4CF2"/>
    <w:rsid w:val="003C60A4"/>
    <w:rsid w:val="003C78E0"/>
    <w:rsid w:val="003E1232"/>
    <w:rsid w:val="003E2312"/>
    <w:rsid w:val="003E4893"/>
    <w:rsid w:val="003E7A2C"/>
    <w:rsid w:val="003F7747"/>
    <w:rsid w:val="003F7862"/>
    <w:rsid w:val="00405B64"/>
    <w:rsid w:val="00416576"/>
    <w:rsid w:val="00416C11"/>
    <w:rsid w:val="004209BB"/>
    <w:rsid w:val="004311A7"/>
    <w:rsid w:val="00444FDE"/>
    <w:rsid w:val="00445AC1"/>
    <w:rsid w:val="00463FD6"/>
    <w:rsid w:val="00470446"/>
    <w:rsid w:val="00471E9B"/>
    <w:rsid w:val="00473557"/>
    <w:rsid w:val="00475185"/>
    <w:rsid w:val="00480626"/>
    <w:rsid w:val="004864AC"/>
    <w:rsid w:val="00492F1C"/>
    <w:rsid w:val="00494C76"/>
    <w:rsid w:val="004B3F2C"/>
    <w:rsid w:val="004D25B4"/>
    <w:rsid w:val="004E0D3C"/>
    <w:rsid w:val="004E6C01"/>
    <w:rsid w:val="004E6CC1"/>
    <w:rsid w:val="00500D92"/>
    <w:rsid w:val="00505D63"/>
    <w:rsid w:val="00521833"/>
    <w:rsid w:val="005238E8"/>
    <w:rsid w:val="0053040A"/>
    <w:rsid w:val="00534A6F"/>
    <w:rsid w:val="00541243"/>
    <w:rsid w:val="00542139"/>
    <w:rsid w:val="00547E0E"/>
    <w:rsid w:val="00576287"/>
    <w:rsid w:val="00594173"/>
    <w:rsid w:val="005A7CB1"/>
    <w:rsid w:val="005B0A9B"/>
    <w:rsid w:val="005B110C"/>
    <w:rsid w:val="005B35EE"/>
    <w:rsid w:val="005C5E5A"/>
    <w:rsid w:val="005D30FC"/>
    <w:rsid w:val="005D4787"/>
    <w:rsid w:val="005F40AA"/>
    <w:rsid w:val="005F6DAB"/>
    <w:rsid w:val="00604CB0"/>
    <w:rsid w:val="00610CCB"/>
    <w:rsid w:val="00631883"/>
    <w:rsid w:val="00634A22"/>
    <w:rsid w:val="00635231"/>
    <w:rsid w:val="00636DA0"/>
    <w:rsid w:val="00640709"/>
    <w:rsid w:val="00642D33"/>
    <w:rsid w:val="00642DD8"/>
    <w:rsid w:val="00653015"/>
    <w:rsid w:val="00654CFB"/>
    <w:rsid w:val="00665B58"/>
    <w:rsid w:val="006735A3"/>
    <w:rsid w:val="0067559D"/>
    <w:rsid w:val="00675A27"/>
    <w:rsid w:val="00675E45"/>
    <w:rsid w:val="00690483"/>
    <w:rsid w:val="00693B6A"/>
    <w:rsid w:val="0069454D"/>
    <w:rsid w:val="00694A80"/>
    <w:rsid w:val="00696A7F"/>
    <w:rsid w:val="006A5BEB"/>
    <w:rsid w:val="006A7363"/>
    <w:rsid w:val="006A7DCA"/>
    <w:rsid w:val="006B0C55"/>
    <w:rsid w:val="006B52DF"/>
    <w:rsid w:val="006B6FEE"/>
    <w:rsid w:val="006C6D9B"/>
    <w:rsid w:val="006D1DDD"/>
    <w:rsid w:val="006D4B12"/>
    <w:rsid w:val="006E4767"/>
    <w:rsid w:val="006E55A8"/>
    <w:rsid w:val="0070273E"/>
    <w:rsid w:val="00702B9A"/>
    <w:rsid w:val="007031A3"/>
    <w:rsid w:val="00703B87"/>
    <w:rsid w:val="00704370"/>
    <w:rsid w:val="00710E36"/>
    <w:rsid w:val="00717BE6"/>
    <w:rsid w:val="00722731"/>
    <w:rsid w:val="0073173E"/>
    <w:rsid w:val="00731A32"/>
    <w:rsid w:val="00734923"/>
    <w:rsid w:val="00736B85"/>
    <w:rsid w:val="00740725"/>
    <w:rsid w:val="0075035C"/>
    <w:rsid w:val="00752BDD"/>
    <w:rsid w:val="00753FF5"/>
    <w:rsid w:val="00764328"/>
    <w:rsid w:val="0076521E"/>
    <w:rsid w:val="00765A85"/>
    <w:rsid w:val="00765A87"/>
    <w:rsid w:val="0076677A"/>
    <w:rsid w:val="00766FCD"/>
    <w:rsid w:val="0077391F"/>
    <w:rsid w:val="00787BB9"/>
    <w:rsid w:val="00795466"/>
    <w:rsid w:val="00796656"/>
    <w:rsid w:val="0079690C"/>
    <w:rsid w:val="00796B62"/>
    <w:rsid w:val="007A6A7C"/>
    <w:rsid w:val="007B1E9B"/>
    <w:rsid w:val="007B3259"/>
    <w:rsid w:val="007C4326"/>
    <w:rsid w:val="007D02E3"/>
    <w:rsid w:val="007D1F58"/>
    <w:rsid w:val="007E1F97"/>
    <w:rsid w:val="007F4E0F"/>
    <w:rsid w:val="007F7B2F"/>
    <w:rsid w:val="00800344"/>
    <w:rsid w:val="0080411C"/>
    <w:rsid w:val="00806648"/>
    <w:rsid w:val="00810E41"/>
    <w:rsid w:val="00821D26"/>
    <w:rsid w:val="00821DF8"/>
    <w:rsid w:val="00825716"/>
    <w:rsid w:val="0083004C"/>
    <w:rsid w:val="0083091F"/>
    <w:rsid w:val="008316D3"/>
    <w:rsid w:val="008405AE"/>
    <w:rsid w:val="00840CC6"/>
    <w:rsid w:val="00846817"/>
    <w:rsid w:val="008514BC"/>
    <w:rsid w:val="00853998"/>
    <w:rsid w:val="00855EAC"/>
    <w:rsid w:val="0085746F"/>
    <w:rsid w:val="00862078"/>
    <w:rsid w:val="0086265F"/>
    <w:rsid w:val="00862C35"/>
    <w:rsid w:val="00892ED2"/>
    <w:rsid w:val="00893998"/>
    <w:rsid w:val="00896144"/>
    <w:rsid w:val="008A2D8D"/>
    <w:rsid w:val="008A5BE1"/>
    <w:rsid w:val="008A65CE"/>
    <w:rsid w:val="008A6605"/>
    <w:rsid w:val="008A6AD2"/>
    <w:rsid w:val="008B6049"/>
    <w:rsid w:val="008C04FF"/>
    <w:rsid w:val="008D5A7B"/>
    <w:rsid w:val="008D686C"/>
    <w:rsid w:val="008E7382"/>
    <w:rsid w:val="00910103"/>
    <w:rsid w:val="00910833"/>
    <w:rsid w:val="00911466"/>
    <w:rsid w:val="0091756B"/>
    <w:rsid w:val="009202B4"/>
    <w:rsid w:val="0092049C"/>
    <w:rsid w:val="00920819"/>
    <w:rsid w:val="00920FCC"/>
    <w:rsid w:val="009403D6"/>
    <w:rsid w:val="009422DD"/>
    <w:rsid w:val="00943EE6"/>
    <w:rsid w:val="009550FC"/>
    <w:rsid w:val="00957A86"/>
    <w:rsid w:val="009645A3"/>
    <w:rsid w:val="00997870"/>
    <w:rsid w:val="009A0FE0"/>
    <w:rsid w:val="009A5183"/>
    <w:rsid w:val="009B559F"/>
    <w:rsid w:val="009B5A40"/>
    <w:rsid w:val="009C5D45"/>
    <w:rsid w:val="009F26EF"/>
    <w:rsid w:val="009F5024"/>
    <w:rsid w:val="009F7CF3"/>
    <w:rsid w:val="00A0146C"/>
    <w:rsid w:val="00A04CDC"/>
    <w:rsid w:val="00A054F6"/>
    <w:rsid w:val="00A15FA1"/>
    <w:rsid w:val="00A20105"/>
    <w:rsid w:val="00A27FF3"/>
    <w:rsid w:val="00A3059A"/>
    <w:rsid w:val="00A3397D"/>
    <w:rsid w:val="00A365E5"/>
    <w:rsid w:val="00A46CBB"/>
    <w:rsid w:val="00A46E36"/>
    <w:rsid w:val="00A60CC9"/>
    <w:rsid w:val="00A66062"/>
    <w:rsid w:val="00A71ED3"/>
    <w:rsid w:val="00A72992"/>
    <w:rsid w:val="00A74172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C7826"/>
    <w:rsid w:val="00AD0C48"/>
    <w:rsid w:val="00AD4EC7"/>
    <w:rsid w:val="00AE7659"/>
    <w:rsid w:val="00AE7C07"/>
    <w:rsid w:val="00AE7EFA"/>
    <w:rsid w:val="00AF4A42"/>
    <w:rsid w:val="00AF52C6"/>
    <w:rsid w:val="00B12375"/>
    <w:rsid w:val="00B172B0"/>
    <w:rsid w:val="00B26364"/>
    <w:rsid w:val="00B27B01"/>
    <w:rsid w:val="00B33882"/>
    <w:rsid w:val="00B348A6"/>
    <w:rsid w:val="00B42D48"/>
    <w:rsid w:val="00B45D96"/>
    <w:rsid w:val="00B52DB5"/>
    <w:rsid w:val="00B708CC"/>
    <w:rsid w:val="00B91DAB"/>
    <w:rsid w:val="00B94429"/>
    <w:rsid w:val="00BA4184"/>
    <w:rsid w:val="00BA5FAA"/>
    <w:rsid w:val="00BC07FB"/>
    <w:rsid w:val="00BC6CC4"/>
    <w:rsid w:val="00BD4A81"/>
    <w:rsid w:val="00BE3C86"/>
    <w:rsid w:val="00BE50D5"/>
    <w:rsid w:val="00BE56BD"/>
    <w:rsid w:val="00BF6F4C"/>
    <w:rsid w:val="00C043D4"/>
    <w:rsid w:val="00C0492C"/>
    <w:rsid w:val="00C11661"/>
    <w:rsid w:val="00C11D3E"/>
    <w:rsid w:val="00C12397"/>
    <w:rsid w:val="00C12FDE"/>
    <w:rsid w:val="00C222B9"/>
    <w:rsid w:val="00C24D17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804E4"/>
    <w:rsid w:val="00C81B1B"/>
    <w:rsid w:val="00C82F59"/>
    <w:rsid w:val="00C83BB0"/>
    <w:rsid w:val="00C934E2"/>
    <w:rsid w:val="00C97510"/>
    <w:rsid w:val="00CA224B"/>
    <w:rsid w:val="00CA3EC6"/>
    <w:rsid w:val="00CA4B81"/>
    <w:rsid w:val="00CC13E2"/>
    <w:rsid w:val="00CC324A"/>
    <w:rsid w:val="00CD278E"/>
    <w:rsid w:val="00CD3437"/>
    <w:rsid w:val="00CE761A"/>
    <w:rsid w:val="00CE7759"/>
    <w:rsid w:val="00CF0C7D"/>
    <w:rsid w:val="00CF33E4"/>
    <w:rsid w:val="00CF45FB"/>
    <w:rsid w:val="00D05503"/>
    <w:rsid w:val="00D13A9B"/>
    <w:rsid w:val="00D16E15"/>
    <w:rsid w:val="00D17062"/>
    <w:rsid w:val="00D20A04"/>
    <w:rsid w:val="00D32B11"/>
    <w:rsid w:val="00D51DFA"/>
    <w:rsid w:val="00D54FFC"/>
    <w:rsid w:val="00D56531"/>
    <w:rsid w:val="00D5698A"/>
    <w:rsid w:val="00D56D49"/>
    <w:rsid w:val="00D66F19"/>
    <w:rsid w:val="00D70513"/>
    <w:rsid w:val="00D832AC"/>
    <w:rsid w:val="00D90DB7"/>
    <w:rsid w:val="00D916A6"/>
    <w:rsid w:val="00D97885"/>
    <w:rsid w:val="00DA5E53"/>
    <w:rsid w:val="00DA6D9D"/>
    <w:rsid w:val="00DB02F6"/>
    <w:rsid w:val="00DB278D"/>
    <w:rsid w:val="00DC0417"/>
    <w:rsid w:val="00DC630F"/>
    <w:rsid w:val="00DD2DF3"/>
    <w:rsid w:val="00DD4FD5"/>
    <w:rsid w:val="00DE37E7"/>
    <w:rsid w:val="00DF1297"/>
    <w:rsid w:val="00DF48E1"/>
    <w:rsid w:val="00DF7548"/>
    <w:rsid w:val="00E01C0A"/>
    <w:rsid w:val="00E032FF"/>
    <w:rsid w:val="00E03BB7"/>
    <w:rsid w:val="00E12009"/>
    <w:rsid w:val="00E13FBB"/>
    <w:rsid w:val="00E16EDC"/>
    <w:rsid w:val="00E2536A"/>
    <w:rsid w:val="00E36BEF"/>
    <w:rsid w:val="00E3746E"/>
    <w:rsid w:val="00E37E5E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03BD"/>
    <w:rsid w:val="00E91DAA"/>
    <w:rsid w:val="00E945CF"/>
    <w:rsid w:val="00EB18FD"/>
    <w:rsid w:val="00EB765C"/>
    <w:rsid w:val="00EC0426"/>
    <w:rsid w:val="00ED0D4E"/>
    <w:rsid w:val="00EE2F2E"/>
    <w:rsid w:val="00EF041F"/>
    <w:rsid w:val="00EF13E2"/>
    <w:rsid w:val="00EF1FB6"/>
    <w:rsid w:val="00EF38FC"/>
    <w:rsid w:val="00EF6547"/>
    <w:rsid w:val="00EF6ED5"/>
    <w:rsid w:val="00F04596"/>
    <w:rsid w:val="00F049D9"/>
    <w:rsid w:val="00F04D50"/>
    <w:rsid w:val="00F14371"/>
    <w:rsid w:val="00F20AAF"/>
    <w:rsid w:val="00F229BB"/>
    <w:rsid w:val="00F27096"/>
    <w:rsid w:val="00F3045A"/>
    <w:rsid w:val="00F30823"/>
    <w:rsid w:val="00F30BAB"/>
    <w:rsid w:val="00F32C1B"/>
    <w:rsid w:val="00F41F34"/>
    <w:rsid w:val="00F448AB"/>
    <w:rsid w:val="00F618D6"/>
    <w:rsid w:val="00F707BC"/>
    <w:rsid w:val="00F808F0"/>
    <w:rsid w:val="00FA20BE"/>
    <w:rsid w:val="00FA5CC3"/>
    <w:rsid w:val="00FB1754"/>
    <w:rsid w:val="00FB2EC9"/>
    <w:rsid w:val="00FD3D7B"/>
    <w:rsid w:val="00FE1B9F"/>
    <w:rsid w:val="00FE2B21"/>
    <w:rsid w:val="00FE3C0E"/>
    <w:rsid w:val="00FF04C9"/>
    <w:rsid w:val="00FF0DD5"/>
    <w:rsid w:val="00FF1A81"/>
    <w:rsid w:val="00FF2D7F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D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">
    <w:name w:val="Прижатый влево"/>
    <w:basedOn w:val="Normal"/>
    <w:next w:val="Normal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C453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453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90483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4530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F0C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Normal">
    <w:name w:val="ConsPlusNormal"/>
    <w:uiPriority w:val="99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0">
    <w:name w:val="Цветовое выделение"/>
    <w:uiPriority w:val="99"/>
    <w:rsid w:val="00AE7EFA"/>
    <w:rPr>
      <w:b/>
      <w:color w:val="000080"/>
    </w:rPr>
  </w:style>
  <w:style w:type="character" w:customStyle="1" w:styleId="a1">
    <w:name w:val="Гипертекстовая ссылка"/>
    <w:basedOn w:val="a0"/>
    <w:uiPriority w:val="99"/>
    <w:rsid w:val="00AE7EFA"/>
    <w:rPr>
      <w:rFonts w:cs="Times New Roman"/>
      <w:bCs/>
      <w:color w:val="008000"/>
    </w:rPr>
  </w:style>
  <w:style w:type="paragraph" w:customStyle="1" w:styleId="a2">
    <w:name w:val="Заголовок статьи"/>
    <w:basedOn w:val="Normal"/>
    <w:next w:val="Normal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3">
    <w:name w:val="Нормальный (таблица)"/>
    <w:basedOn w:val="Normal"/>
    <w:next w:val="Normal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Комментарий"/>
    <w:basedOn w:val="Normal"/>
    <w:next w:val="Normal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Normal"/>
    <w:uiPriority w:val="99"/>
    <w:rsid w:val="00E7057C"/>
    <w:pPr>
      <w:spacing w:before="0"/>
    </w:pPr>
    <w:rPr>
      <w:i/>
      <w:iCs/>
    </w:rPr>
  </w:style>
  <w:style w:type="paragraph" w:customStyle="1" w:styleId="ConsNormal">
    <w:name w:val="ConsNormal"/>
    <w:uiPriority w:val="99"/>
    <w:rsid w:val="00892ED2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5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2513BADEC0770204BFA9841F5DA659B14668EFAAB3E0363599224697F33522C158FE9210D51A679BDD73K0I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130</Words>
  <Characters>743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subject/>
  <dc:creator>SamLab.ws</dc:creator>
  <cp:keywords/>
  <dc:description/>
  <cp:lastModifiedBy>Пользователь</cp:lastModifiedBy>
  <cp:revision>7</cp:revision>
  <cp:lastPrinted>2015-09-23T12:42:00Z</cp:lastPrinted>
  <dcterms:created xsi:type="dcterms:W3CDTF">2015-08-20T08:17:00Z</dcterms:created>
  <dcterms:modified xsi:type="dcterms:W3CDTF">2015-10-05T11:43:00Z</dcterms:modified>
</cp:coreProperties>
</file>