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6AA" w:rsidRDefault="00D106AA" w:rsidP="00B30333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Закон Ульяновской области</w:t>
      </w:r>
    </w:p>
    <w:p w:rsidR="00D106AA" w:rsidRDefault="00D106AA" w:rsidP="00B30333">
      <w:pPr>
        <w:contextualSpacing/>
        <w:jc w:val="center"/>
        <w:rPr>
          <w:b/>
          <w:sz w:val="28"/>
          <w:szCs w:val="28"/>
        </w:rPr>
      </w:pPr>
    </w:p>
    <w:p w:rsidR="00D106AA" w:rsidRDefault="00D106AA" w:rsidP="00B30333">
      <w:pPr>
        <w:contextualSpacing/>
        <w:jc w:val="center"/>
        <w:rPr>
          <w:b/>
          <w:sz w:val="28"/>
          <w:szCs w:val="28"/>
        </w:rPr>
      </w:pPr>
    </w:p>
    <w:p w:rsidR="00D106AA" w:rsidRDefault="00D106AA" w:rsidP="00B30333">
      <w:pPr>
        <w:contextualSpacing/>
        <w:jc w:val="center"/>
        <w:rPr>
          <w:b/>
          <w:sz w:val="28"/>
          <w:szCs w:val="28"/>
        </w:rPr>
      </w:pPr>
    </w:p>
    <w:p w:rsidR="00D106AA" w:rsidRDefault="00D106AA" w:rsidP="00B30333">
      <w:pPr>
        <w:contextualSpacing/>
        <w:jc w:val="center"/>
        <w:rPr>
          <w:b/>
          <w:sz w:val="28"/>
          <w:szCs w:val="28"/>
        </w:rPr>
      </w:pPr>
    </w:p>
    <w:p w:rsidR="00D106AA" w:rsidRDefault="00D106AA" w:rsidP="00F05E1B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изменения в статью 2 Закона Ульяновской области </w:t>
      </w:r>
    </w:p>
    <w:p w:rsidR="00D106AA" w:rsidRPr="0061003F" w:rsidRDefault="00D106AA" w:rsidP="00F05E1B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B30333">
        <w:rPr>
          <w:b/>
          <w:sz w:val="28"/>
          <w:szCs w:val="28"/>
        </w:rPr>
        <w:t>О праздниках и памятных датах Ульяновской области</w:t>
      </w:r>
      <w:r>
        <w:rPr>
          <w:b/>
          <w:sz w:val="28"/>
          <w:szCs w:val="28"/>
        </w:rPr>
        <w:t>»</w:t>
      </w:r>
    </w:p>
    <w:p w:rsidR="00D106AA" w:rsidRDefault="00D106AA" w:rsidP="00B3033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D106AA" w:rsidRDefault="00D106AA" w:rsidP="00B30333">
      <w:pPr>
        <w:autoSpaceDE w:val="0"/>
        <w:autoSpaceDN w:val="0"/>
        <w:adjustRightInd w:val="0"/>
        <w:jc w:val="center"/>
        <w:outlineLvl w:val="0"/>
        <w:rPr>
          <w:i/>
        </w:rPr>
      </w:pPr>
    </w:p>
    <w:p w:rsidR="00D106AA" w:rsidRDefault="00D106AA" w:rsidP="004579BF">
      <w:pPr>
        <w:pStyle w:val="ConsNormal"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 Законодательным Собранием Ульяновской области 24 сентября 2015 года</w:t>
      </w:r>
    </w:p>
    <w:p w:rsidR="00D106AA" w:rsidRDefault="00D106AA" w:rsidP="00B30333">
      <w:pPr>
        <w:autoSpaceDE w:val="0"/>
        <w:autoSpaceDN w:val="0"/>
        <w:adjustRightInd w:val="0"/>
        <w:jc w:val="center"/>
        <w:outlineLvl w:val="0"/>
        <w:rPr>
          <w:i/>
        </w:rPr>
      </w:pPr>
    </w:p>
    <w:p w:rsidR="00D106AA" w:rsidRDefault="00D106AA" w:rsidP="00B30333">
      <w:pPr>
        <w:autoSpaceDE w:val="0"/>
        <w:autoSpaceDN w:val="0"/>
        <w:adjustRightInd w:val="0"/>
        <w:jc w:val="center"/>
        <w:outlineLvl w:val="0"/>
        <w:rPr>
          <w:i/>
        </w:rPr>
      </w:pPr>
    </w:p>
    <w:p w:rsidR="00D106AA" w:rsidRDefault="00D106AA" w:rsidP="00B30333">
      <w:pPr>
        <w:autoSpaceDE w:val="0"/>
        <w:autoSpaceDN w:val="0"/>
        <w:adjustRightInd w:val="0"/>
        <w:jc w:val="center"/>
        <w:outlineLvl w:val="0"/>
        <w:rPr>
          <w:i/>
        </w:rPr>
      </w:pPr>
    </w:p>
    <w:p w:rsidR="00D106AA" w:rsidRDefault="00D106AA" w:rsidP="00B30333">
      <w:pPr>
        <w:autoSpaceDE w:val="0"/>
        <w:autoSpaceDN w:val="0"/>
        <w:adjustRightInd w:val="0"/>
        <w:jc w:val="center"/>
        <w:outlineLvl w:val="0"/>
        <w:rPr>
          <w:i/>
        </w:rPr>
      </w:pPr>
    </w:p>
    <w:p w:rsidR="00D106AA" w:rsidRPr="004579BF" w:rsidRDefault="00D106AA" w:rsidP="00B30333">
      <w:pPr>
        <w:autoSpaceDE w:val="0"/>
        <w:autoSpaceDN w:val="0"/>
        <w:adjustRightInd w:val="0"/>
        <w:jc w:val="center"/>
        <w:outlineLvl w:val="0"/>
        <w:rPr>
          <w:i/>
          <w:sz w:val="16"/>
          <w:szCs w:val="16"/>
        </w:rPr>
      </w:pPr>
    </w:p>
    <w:p w:rsidR="00D106AA" w:rsidRPr="004579BF" w:rsidRDefault="00D106AA" w:rsidP="00B30333">
      <w:pPr>
        <w:autoSpaceDE w:val="0"/>
        <w:autoSpaceDN w:val="0"/>
        <w:adjustRightInd w:val="0"/>
        <w:jc w:val="center"/>
        <w:outlineLvl w:val="0"/>
        <w:rPr>
          <w:i/>
          <w:sz w:val="16"/>
          <w:szCs w:val="16"/>
        </w:rPr>
      </w:pPr>
    </w:p>
    <w:p w:rsidR="00D106AA" w:rsidRPr="004579BF" w:rsidRDefault="00D106AA" w:rsidP="00B30333">
      <w:pPr>
        <w:autoSpaceDE w:val="0"/>
        <w:autoSpaceDN w:val="0"/>
        <w:adjustRightInd w:val="0"/>
        <w:jc w:val="center"/>
        <w:outlineLvl w:val="0"/>
        <w:rPr>
          <w:i/>
          <w:sz w:val="16"/>
          <w:szCs w:val="16"/>
        </w:rPr>
      </w:pPr>
    </w:p>
    <w:p w:rsidR="00D106AA" w:rsidRDefault="00D106AA" w:rsidP="00F05E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статью 2 Закона Ульяновской области от 3 июня 2009 года </w:t>
      </w:r>
      <w:r>
        <w:rPr>
          <w:sz w:val="28"/>
          <w:szCs w:val="28"/>
        </w:rPr>
        <w:br/>
        <w:t>№ 65-ЗО «О праздниках и памятных датах Ульяновской области» («Ульяновская правда» от 05.</w:t>
      </w:r>
      <w:r w:rsidRPr="00F55C97">
        <w:rPr>
          <w:sz w:val="28"/>
          <w:szCs w:val="28"/>
        </w:rPr>
        <w:t>06.2009  № 43-44; от 19.01.2011</w:t>
      </w:r>
      <w:r>
        <w:rPr>
          <w:sz w:val="28"/>
          <w:szCs w:val="28"/>
        </w:rPr>
        <w:t xml:space="preserve"> </w:t>
      </w:r>
      <w:r w:rsidRPr="00F55C97">
        <w:rPr>
          <w:sz w:val="28"/>
          <w:szCs w:val="28"/>
        </w:rPr>
        <w:t xml:space="preserve">№ 5; от </w:t>
      </w:r>
      <w:r w:rsidRPr="00F55C97">
        <w:rPr>
          <w:color w:val="000000"/>
          <w:sz w:val="28"/>
          <w:szCs w:val="28"/>
        </w:rPr>
        <w:t>04.03.2011</w:t>
      </w:r>
      <w:r>
        <w:rPr>
          <w:color w:val="000000"/>
          <w:sz w:val="28"/>
          <w:szCs w:val="28"/>
        </w:rPr>
        <w:t xml:space="preserve"> </w:t>
      </w:r>
      <w:r w:rsidRPr="00F55C97">
        <w:rPr>
          <w:color w:val="000000"/>
          <w:sz w:val="28"/>
          <w:szCs w:val="28"/>
        </w:rPr>
        <w:t>№ 23</w:t>
      </w:r>
      <w:r w:rsidRPr="00F55C97">
        <w:rPr>
          <w:sz w:val="28"/>
          <w:szCs w:val="28"/>
        </w:rPr>
        <w:t xml:space="preserve">; </w:t>
      </w:r>
      <w:r>
        <w:rPr>
          <w:sz w:val="28"/>
          <w:szCs w:val="28"/>
        </w:rPr>
        <w:br/>
      </w:r>
      <w:r w:rsidRPr="00F55C97">
        <w:rPr>
          <w:sz w:val="28"/>
          <w:szCs w:val="28"/>
        </w:rPr>
        <w:t>от 09.11.2011 № 126; от 06.04.2012 № 36; от 28.12.2012  № 146)</w:t>
      </w:r>
      <w:r>
        <w:rPr>
          <w:sz w:val="28"/>
          <w:szCs w:val="28"/>
        </w:rPr>
        <w:t xml:space="preserve"> изменение, изложив её в новой редакции:</w:t>
      </w:r>
    </w:p>
    <w:p w:rsidR="00D106AA" w:rsidRPr="004265F9" w:rsidRDefault="00D106AA" w:rsidP="00F05E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4265F9">
        <w:rPr>
          <w:sz w:val="28"/>
          <w:szCs w:val="28"/>
        </w:rPr>
        <w:t xml:space="preserve">Статья 2. </w:t>
      </w:r>
      <w:r w:rsidRPr="00917D01">
        <w:rPr>
          <w:b/>
          <w:sz w:val="28"/>
          <w:szCs w:val="28"/>
        </w:rPr>
        <w:t>Праздники Ульяновской области</w:t>
      </w:r>
    </w:p>
    <w:p w:rsidR="00D106AA" w:rsidRDefault="00D106AA" w:rsidP="00F05E1B">
      <w:pPr>
        <w:ind w:firstLine="709"/>
        <w:jc w:val="both"/>
        <w:rPr>
          <w:sz w:val="28"/>
          <w:szCs w:val="28"/>
        </w:rPr>
      </w:pPr>
    </w:p>
    <w:p w:rsidR="00D106AA" w:rsidRPr="004265F9" w:rsidRDefault="00D106AA" w:rsidP="00F05E1B">
      <w:pPr>
        <w:ind w:firstLine="709"/>
        <w:jc w:val="both"/>
        <w:rPr>
          <w:sz w:val="28"/>
          <w:szCs w:val="28"/>
        </w:rPr>
      </w:pPr>
    </w:p>
    <w:p w:rsidR="00D106AA" w:rsidRPr="004265F9" w:rsidRDefault="00D106AA" w:rsidP="00F05E1B">
      <w:pPr>
        <w:spacing w:line="360" w:lineRule="auto"/>
        <w:ind w:firstLine="709"/>
        <w:jc w:val="both"/>
        <w:rPr>
          <w:sz w:val="28"/>
          <w:szCs w:val="28"/>
        </w:rPr>
      </w:pPr>
      <w:r w:rsidRPr="004265F9">
        <w:rPr>
          <w:sz w:val="28"/>
          <w:szCs w:val="28"/>
        </w:rPr>
        <w:t>В Ульяновской области устанавливаются следующие праздники Ульяновской области:</w:t>
      </w:r>
    </w:p>
    <w:p w:rsidR="00D106AA" w:rsidRPr="004265F9" w:rsidRDefault="00D106AA" w:rsidP="00F05E1B">
      <w:pPr>
        <w:spacing w:line="360" w:lineRule="auto"/>
        <w:ind w:firstLine="709"/>
        <w:jc w:val="both"/>
        <w:rPr>
          <w:sz w:val="28"/>
          <w:szCs w:val="28"/>
        </w:rPr>
      </w:pPr>
      <w:r w:rsidRPr="004265F9">
        <w:rPr>
          <w:sz w:val="28"/>
          <w:szCs w:val="28"/>
        </w:rPr>
        <w:t>1) День о</w:t>
      </w:r>
      <w:r>
        <w:rPr>
          <w:sz w:val="28"/>
          <w:szCs w:val="28"/>
        </w:rPr>
        <w:t>бразования Ульяновской области –</w:t>
      </w:r>
      <w:r w:rsidRPr="004265F9">
        <w:rPr>
          <w:sz w:val="28"/>
          <w:szCs w:val="28"/>
        </w:rPr>
        <w:t xml:space="preserve"> 19 января;</w:t>
      </w:r>
    </w:p>
    <w:p w:rsidR="00D106AA" w:rsidRPr="004265F9" w:rsidRDefault="00D106AA" w:rsidP="00F05E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4265F9">
        <w:rPr>
          <w:sz w:val="28"/>
          <w:szCs w:val="28"/>
        </w:rPr>
        <w:t xml:space="preserve">День </w:t>
      </w:r>
      <w:r>
        <w:rPr>
          <w:sz w:val="28"/>
          <w:szCs w:val="28"/>
        </w:rPr>
        <w:t>присвоения Ульяновской области</w:t>
      </w:r>
      <w:r w:rsidRPr="004265F9">
        <w:rPr>
          <w:sz w:val="28"/>
          <w:szCs w:val="28"/>
        </w:rPr>
        <w:t xml:space="preserve"> ордена Ленина – 20 апреля;</w:t>
      </w:r>
    </w:p>
    <w:p w:rsidR="00D106AA" w:rsidRPr="004265F9" w:rsidRDefault="00D106AA" w:rsidP="00F05E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День садовода –</w:t>
      </w:r>
      <w:r w:rsidRPr="004265F9">
        <w:rPr>
          <w:sz w:val="28"/>
          <w:szCs w:val="28"/>
        </w:rPr>
        <w:t xml:space="preserve"> 2 мая;</w:t>
      </w:r>
    </w:p>
    <w:p w:rsidR="00D106AA" w:rsidRPr="004265F9" w:rsidRDefault="00D106AA" w:rsidP="00F05E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День добровольного пожарного –</w:t>
      </w:r>
      <w:r w:rsidRPr="004265F9">
        <w:rPr>
          <w:sz w:val="28"/>
          <w:szCs w:val="28"/>
        </w:rPr>
        <w:t xml:space="preserve"> 6 мая;</w:t>
      </w:r>
    </w:p>
    <w:p w:rsidR="00D106AA" w:rsidRPr="004265F9" w:rsidRDefault="00D106AA" w:rsidP="00F05E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265F9">
        <w:rPr>
          <w:sz w:val="28"/>
          <w:szCs w:val="28"/>
        </w:rPr>
        <w:t>) Д</w:t>
      </w:r>
      <w:r>
        <w:rPr>
          <w:sz w:val="28"/>
          <w:szCs w:val="28"/>
        </w:rPr>
        <w:t>ень Устава Ульяновской области –</w:t>
      </w:r>
      <w:r w:rsidRPr="004265F9">
        <w:rPr>
          <w:sz w:val="28"/>
          <w:szCs w:val="28"/>
        </w:rPr>
        <w:t xml:space="preserve"> 19 мая;</w:t>
      </w:r>
    </w:p>
    <w:p w:rsidR="00D106AA" w:rsidRPr="004265F9" w:rsidRDefault="00D106AA" w:rsidP="00F05E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4265F9">
        <w:rPr>
          <w:sz w:val="28"/>
          <w:szCs w:val="28"/>
        </w:rPr>
        <w:t>) День территориального общественно</w:t>
      </w:r>
      <w:r>
        <w:rPr>
          <w:sz w:val="28"/>
          <w:szCs w:val="28"/>
        </w:rPr>
        <w:t>го самоуправления –</w:t>
      </w:r>
      <w:r w:rsidRPr="004265F9">
        <w:rPr>
          <w:sz w:val="28"/>
          <w:szCs w:val="28"/>
        </w:rPr>
        <w:t xml:space="preserve"> 6 июля;</w:t>
      </w:r>
    </w:p>
    <w:p w:rsidR="00D106AA" w:rsidRPr="004265F9" w:rsidRDefault="00D106AA" w:rsidP="00F05E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День отца –</w:t>
      </w:r>
      <w:r w:rsidRPr="004265F9">
        <w:rPr>
          <w:sz w:val="28"/>
          <w:szCs w:val="28"/>
        </w:rPr>
        <w:t xml:space="preserve"> 26 июля;</w:t>
      </w:r>
    </w:p>
    <w:p w:rsidR="00D106AA" w:rsidRDefault="00D106AA" w:rsidP="00F05E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День семейного общения –</w:t>
      </w:r>
      <w:r w:rsidRPr="004265F9">
        <w:rPr>
          <w:sz w:val="28"/>
          <w:szCs w:val="28"/>
        </w:rPr>
        <w:t xml:space="preserve"> 12 сентября;</w:t>
      </w:r>
    </w:p>
    <w:p w:rsidR="00D106AA" w:rsidRPr="004265F9" w:rsidRDefault="00D106AA" w:rsidP="00F05E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 w:rsidRPr="004265F9">
        <w:rPr>
          <w:sz w:val="28"/>
          <w:szCs w:val="28"/>
        </w:rPr>
        <w:t>День родного края – 15 сентября;</w:t>
      </w:r>
    </w:p>
    <w:p w:rsidR="00D106AA" w:rsidRDefault="00D106AA" w:rsidP="00F05E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4265F9">
        <w:rPr>
          <w:sz w:val="28"/>
          <w:szCs w:val="28"/>
        </w:rPr>
        <w:t xml:space="preserve">) День школьника </w:t>
      </w:r>
      <w:r>
        <w:rPr>
          <w:sz w:val="28"/>
          <w:szCs w:val="28"/>
        </w:rPr>
        <w:t>–</w:t>
      </w:r>
      <w:r w:rsidRPr="004265F9">
        <w:rPr>
          <w:sz w:val="28"/>
          <w:szCs w:val="28"/>
        </w:rPr>
        <w:t xml:space="preserve"> 8 октября;</w:t>
      </w:r>
    </w:p>
    <w:p w:rsidR="00D106AA" w:rsidRPr="004265F9" w:rsidRDefault="00D106AA" w:rsidP="00F05E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</w:t>
      </w:r>
      <w:r w:rsidRPr="004265F9">
        <w:rPr>
          <w:sz w:val="28"/>
          <w:szCs w:val="28"/>
        </w:rPr>
        <w:t>День трудовой славы и профсоюзного работника – 7 ноябр</w:t>
      </w:r>
      <w:r>
        <w:rPr>
          <w:sz w:val="28"/>
          <w:szCs w:val="28"/>
        </w:rPr>
        <w:t>я;</w:t>
      </w:r>
    </w:p>
    <w:p w:rsidR="00D106AA" w:rsidRPr="004265F9" w:rsidRDefault="00D106AA" w:rsidP="00F05E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12) День приёмной семьи –</w:t>
      </w:r>
      <w:r w:rsidRPr="004265F9">
        <w:rPr>
          <w:sz w:val="28"/>
          <w:szCs w:val="28"/>
        </w:rPr>
        <w:t xml:space="preserve"> 20 ноября;</w:t>
      </w:r>
    </w:p>
    <w:p w:rsidR="00D106AA" w:rsidRDefault="00D106AA" w:rsidP="00F05E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Pr="004265F9">
        <w:rPr>
          <w:sz w:val="28"/>
          <w:szCs w:val="28"/>
        </w:rPr>
        <w:t>) День государственного гражданск</w:t>
      </w:r>
      <w:r>
        <w:rPr>
          <w:sz w:val="28"/>
          <w:szCs w:val="28"/>
        </w:rPr>
        <w:t>ого и муниципального служащего –</w:t>
      </w:r>
      <w:r w:rsidRPr="004265F9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4265F9">
        <w:rPr>
          <w:sz w:val="28"/>
          <w:szCs w:val="28"/>
        </w:rPr>
        <w:t>9 декабря</w:t>
      </w:r>
      <w:r>
        <w:rPr>
          <w:sz w:val="28"/>
          <w:szCs w:val="28"/>
        </w:rPr>
        <w:t>;</w:t>
      </w:r>
      <w:bookmarkStart w:id="0" w:name="_GoBack"/>
      <w:bookmarkEnd w:id="0"/>
    </w:p>
    <w:p w:rsidR="00D106AA" w:rsidRPr="004265F9" w:rsidRDefault="00D106AA" w:rsidP="00F05E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Pr="004265F9">
        <w:rPr>
          <w:sz w:val="28"/>
          <w:szCs w:val="28"/>
        </w:rPr>
        <w:t>) День гер</w:t>
      </w:r>
      <w:r>
        <w:rPr>
          <w:sz w:val="28"/>
          <w:szCs w:val="28"/>
        </w:rPr>
        <w:t>ба и флага Ульяновской области – 22 декабря</w:t>
      </w:r>
      <w:r w:rsidRPr="004265F9">
        <w:rPr>
          <w:sz w:val="28"/>
          <w:szCs w:val="28"/>
        </w:rPr>
        <w:t>.</w:t>
      </w:r>
      <w:r>
        <w:rPr>
          <w:sz w:val="28"/>
          <w:szCs w:val="28"/>
        </w:rPr>
        <w:t>».</w:t>
      </w:r>
    </w:p>
    <w:p w:rsidR="00D106AA" w:rsidRPr="00F05E1B" w:rsidRDefault="00D106AA" w:rsidP="00F05E1B">
      <w:pPr>
        <w:rPr>
          <w:sz w:val="16"/>
          <w:szCs w:val="28"/>
        </w:rPr>
      </w:pPr>
    </w:p>
    <w:p w:rsidR="00D106AA" w:rsidRPr="00FE32AE" w:rsidRDefault="00D106AA" w:rsidP="00F05E1B">
      <w:pPr>
        <w:rPr>
          <w:sz w:val="28"/>
          <w:szCs w:val="28"/>
        </w:rPr>
      </w:pPr>
    </w:p>
    <w:p w:rsidR="00D106AA" w:rsidRPr="00FE32AE" w:rsidRDefault="00D106AA" w:rsidP="00F05E1B">
      <w:pPr>
        <w:rPr>
          <w:sz w:val="28"/>
          <w:szCs w:val="28"/>
        </w:rPr>
      </w:pPr>
    </w:p>
    <w:p w:rsidR="00D106AA" w:rsidRPr="00CB2886" w:rsidRDefault="00D106AA" w:rsidP="00F05E1B">
      <w:pPr>
        <w:pStyle w:val="HTMLPreformatted"/>
        <w:tabs>
          <w:tab w:val="left" w:pos="3066"/>
        </w:tabs>
        <w:jc w:val="both"/>
        <w:rPr>
          <w:rFonts w:ascii="Times New Roman" w:hAnsi="Times New Roman"/>
          <w:b/>
          <w:sz w:val="28"/>
          <w:szCs w:val="28"/>
        </w:rPr>
      </w:pPr>
      <w:r w:rsidRPr="00CB2886">
        <w:rPr>
          <w:rFonts w:ascii="Times New Roman" w:hAnsi="Times New Roman"/>
          <w:b/>
          <w:sz w:val="28"/>
          <w:szCs w:val="28"/>
        </w:rPr>
        <w:t xml:space="preserve">Губернатор Ульяновской области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</w:t>
      </w:r>
      <w:r w:rsidRPr="00CB2886">
        <w:rPr>
          <w:rFonts w:ascii="Times New Roman" w:hAnsi="Times New Roman"/>
          <w:b/>
          <w:sz w:val="28"/>
          <w:szCs w:val="28"/>
        </w:rPr>
        <w:t>С.И.Морозов</w:t>
      </w:r>
    </w:p>
    <w:p w:rsidR="00D106AA" w:rsidRDefault="00D106AA" w:rsidP="00F05E1B">
      <w:pPr>
        <w:rPr>
          <w:sz w:val="28"/>
          <w:szCs w:val="28"/>
        </w:rPr>
      </w:pPr>
    </w:p>
    <w:p w:rsidR="00D106AA" w:rsidRDefault="00D106AA" w:rsidP="00F05E1B">
      <w:pPr>
        <w:rPr>
          <w:sz w:val="28"/>
          <w:szCs w:val="28"/>
        </w:rPr>
      </w:pPr>
    </w:p>
    <w:p w:rsidR="00D106AA" w:rsidRDefault="00D106AA" w:rsidP="00F05E1B">
      <w:pPr>
        <w:rPr>
          <w:sz w:val="28"/>
          <w:szCs w:val="28"/>
        </w:rPr>
      </w:pPr>
    </w:p>
    <w:p w:rsidR="00D106AA" w:rsidRDefault="00D106AA" w:rsidP="00F05E1B">
      <w:pPr>
        <w:jc w:val="center"/>
        <w:rPr>
          <w:sz w:val="28"/>
          <w:szCs w:val="28"/>
        </w:rPr>
      </w:pPr>
      <w:r>
        <w:rPr>
          <w:sz w:val="28"/>
          <w:szCs w:val="28"/>
        </w:rPr>
        <w:t>г. Ульяновск</w:t>
      </w:r>
    </w:p>
    <w:p w:rsidR="00D106AA" w:rsidRDefault="00D106AA" w:rsidP="00F05E1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29 сентября </w:t>
      </w:r>
      <w:smartTag w:uri="urn:schemas-microsoft-com:office:smarttags" w:element="metricconverter">
        <w:smartTagPr>
          <w:attr w:name="ProductID" w:val="2015 г"/>
        </w:smartTagPr>
        <w:r>
          <w:rPr>
            <w:sz w:val="28"/>
            <w:szCs w:val="28"/>
          </w:rPr>
          <w:t>2015 г</w:t>
        </w:r>
      </w:smartTag>
      <w:r>
        <w:rPr>
          <w:sz w:val="28"/>
          <w:szCs w:val="28"/>
        </w:rPr>
        <w:t>.</w:t>
      </w:r>
    </w:p>
    <w:p w:rsidR="00D106AA" w:rsidRPr="00F05E1B" w:rsidRDefault="00D106AA" w:rsidP="00F05E1B">
      <w:pPr>
        <w:jc w:val="center"/>
        <w:rPr>
          <w:sz w:val="28"/>
          <w:szCs w:val="28"/>
        </w:rPr>
      </w:pPr>
      <w:r>
        <w:rPr>
          <w:sz w:val="28"/>
          <w:szCs w:val="28"/>
        </w:rPr>
        <w:t>№ 117-ЗО</w:t>
      </w:r>
    </w:p>
    <w:sectPr w:rsidR="00D106AA" w:rsidRPr="00F05E1B" w:rsidSect="00F05E1B">
      <w:headerReference w:type="default" r:id="rId7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06AA" w:rsidRDefault="00D106AA" w:rsidP="00AD693A">
      <w:r>
        <w:separator/>
      </w:r>
    </w:p>
  </w:endnote>
  <w:endnote w:type="continuationSeparator" w:id="0">
    <w:p w:rsidR="00D106AA" w:rsidRDefault="00D106AA" w:rsidP="00AD69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06AA" w:rsidRDefault="00D106AA" w:rsidP="00AD693A">
      <w:r>
        <w:separator/>
      </w:r>
    </w:p>
  </w:footnote>
  <w:footnote w:type="continuationSeparator" w:id="0">
    <w:p w:rsidR="00D106AA" w:rsidRDefault="00D106AA" w:rsidP="00AD69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6AA" w:rsidRPr="00C20D76" w:rsidRDefault="00D106AA">
    <w:pPr>
      <w:pStyle w:val="Header"/>
      <w:jc w:val="center"/>
      <w:rPr>
        <w:sz w:val="28"/>
        <w:szCs w:val="28"/>
      </w:rPr>
    </w:pPr>
    <w:r w:rsidRPr="00C20D76">
      <w:rPr>
        <w:sz w:val="28"/>
        <w:szCs w:val="28"/>
      </w:rPr>
      <w:fldChar w:fldCharType="begin"/>
    </w:r>
    <w:r w:rsidRPr="00C20D76">
      <w:rPr>
        <w:sz w:val="28"/>
        <w:szCs w:val="28"/>
      </w:rPr>
      <w:instrText xml:space="preserve"> PAGE   \* MERGEFORMAT </w:instrText>
    </w:r>
    <w:r w:rsidRPr="00C20D76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C20D76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A68AA8D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D405641"/>
    <w:multiLevelType w:val="hybridMultilevel"/>
    <w:tmpl w:val="B7C2317A"/>
    <w:lvl w:ilvl="0" w:tplc="1D0CAC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559D30B8"/>
    <w:multiLevelType w:val="hybridMultilevel"/>
    <w:tmpl w:val="7A16218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75434C99"/>
    <w:multiLevelType w:val="hybridMultilevel"/>
    <w:tmpl w:val="866A0B2A"/>
    <w:lvl w:ilvl="0" w:tplc="DABE2C0A">
      <w:start w:val="1"/>
      <w:numFmt w:val="decimal"/>
      <w:lvlText w:val="%1."/>
      <w:lvlJc w:val="left"/>
      <w:pPr>
        <w:ind w:left="1894" w:hanging="11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embedSystemFonts/>
  <w:attachedTemplate r:id="rId1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0DBD"/>
    <w:rsid w:val="000257C4"/>
    <w:rsid w:val="00063AA9"/>
    <w:rsid w:val="000C1528"/>
    <w:rsid w:val="00142A11"/>
    <w:rsid w:val="00151F68"/>
    <w:rsid w:val="00156773"/>
    <w:rsid w:val="002407C1"/>
    <w:rsid w:val="00280DBD"/>
    <w:rsid w:val="00292A32"/>
    <w:rsid w:val="002A3A2C"/>
    <w:rsid w:val="002D26B3"/>
    <w:rsid w:val="002D550D"/>
    <w:rsid w:val="0030307A"/>
    <w:rsid w:val="00317661"/>
    <w:rsid w:val="003262B3"/>
    <w:rsid w:val="00346B31"/>
    <w:rsid w:val="00360BC8"/>
    <w:rsid w:val="00370100"/>
    <w:rsid w:val="00396C2F"/>
    <w:rsid w:val="003A3E00"/>
    <w:rsid w:val="003E6D8A"/>
    <w:rsid w:val="004265F9"/>
    <w:rsid w:val="0044021F"/>
    <w:rsid w:val="00444606"/>
    <w:rsid w:val="00451561"/>
    <w:rsid w:val="004579BF"/>
    <w:rsid w:val="00476543"/>
    <w:rsid w:val="004A20C3"/>
    <w:rsid w:val="004A382A"/>
    <w:rsid w:val="004B12EE"/>
    <w:rsid w:val="0051113A"/>
    <w:rsid w:val="005343BA"/>
    <w:rsid w:val="00594358"/>
    <w:rsid w:val="0059708A"/>
    <w:rsid w:val="005A2E1D"/>
    <w:rsid w:val="005C5F8F"/>
    <w:rsid w:val="005D5554"/>
    <w:rsid w:val="005D7005"/>
    <w:rsid w:val="005F010C"/>
    <w:rsid w:val="005F5721"/>
    <w:rsid w:val="005F5AF6"/>
    <w:rsid w:val="0060762C"/>
    <w:rsid w:val="0061003F"/>
    <w:rsid w:val="00635698"/>
    <w:rsid w:val="006561B5"/>
    <w:rsid w:val="00670529"/>
    <w:rsid w:val="0067206A"/>
    <w:rsid w:val="006C4259"/>
    <w:rsid w:val="006C4824"/>
    <w:rsid w:val="006E071E"/>
    <w:rsid w:val="00732F30"/>
    <w:rsid w:val="007B507C"/>
    <w:rsid w:val="00806DE3"/>
    <w:rsid w:val="008728AC"/>
    <w:rsid w:val="00917D01"/>
    <w:rsid w:val="009725E8"/>
    <w:rsid w:val="00995A9C"/>
    <w:rsid w:val="00A26F06"/>
    <w:rsid w:val="00A30B2F"/>
    <w:rsid w:val="00A52C21"/>
    <w:rsid w:val="00AC2294"/>
    <w:rsid w:val="00AD693A"/>
    <w:rsid w:val="00AF617C"/>
    <w:rsid w:val="00B30333"/>
    <w:rsid w:val="00B55577"/>
    <w:rsid w:val="00B753E7"/>
    <w:rsid w:val="00B85AD5"/>
    <w:rsid w:val="00B92C68"/>
    <w:rsid w:val="00B9497C"/>
    <w:rsid w:val="00BF468A"/>
    <w:rsid w:val="00BF682E"/>
    <w:rsid w:val="00C20D76"/>
    <w:rsid w:val="00C827D6"/>
    <w:rsid w:val="00C94256"/>
    <w:rsid w:val="00C9793C"/>
    <w:rsid w:val="00CB263A"/>
    <w:rsid w:val="00CB2886"/>
    <w:rsid w:val="00CB2FCC"/>
    <w:rsid w:val="00CD31A4"/>
    <w:rsid w:val="00CE7139"/>
    <w:rsid w:val="00D01BD6"/>
    <w:rsid w:val="00D106AA"/>
    <w:rsid w:val="00D13F4F"/>
    <w:rsid w:val="00D30168"/>
    <w:rsid w:val="00D819B2"/>
    <w:rsid w:val="00DA43B0"/>
    <w:rsid w:val="00DE239A"/>
    <w:rsid w:val="00E76396"/>
    <w:rsid w:val="00EA0600"/>
    <w:rsid w:val="00EA7168"/>
    <w:rsid w:val="00ED3CEE"/>
    <w:rsid w:val="00F00542"/>
    <w:rsid w:val="00F00AED"/>
    <w:rsid w:val="00F05E1B"/>
    <w:rsid w:val="00F24966"/>
    <w:rsid w:val="00F55C97"/>
    <w:rsid w:val="00F56064"/>
    <w:rsid w:val="00F64F2B"/>
    <w:rsid w:val="00FE3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100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rmattext">
    <w:name w:val="formattext"/>
    <w:basedOn w:val="Normal"/>
    <w:uiPriority w:val="99"/>
    <w:rsid w:val="00F24966"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rsid w:val="00F249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F24966"/>
    <w:rPr>
      <w:rFonts w:ascii="Courier New" w:hAnsi="Courier New" w:cs="Times New Roman"/>
    </w:rPr>
  </w:style>
  <w:style w:type="character" w:customStyle="1" w:styleId="apple-converted-space">
    <w:name w:val="apple-converted-space"/>
    <w:basedOn w:val="DefaultParagraphFont"/>
    <w:uiPriority w:val="99"/>
    <w:rsid w:val="00CB263A"/>
    <w:rPr>
      <w:rFonts w:cs="Times New Roman"/>
    </w:rPr>
  </w:style>
  <w:style w:type="paragraph" w:customStyle="1" w:styleId="headertext">
    <w:name w:val="headertext"/>
    <w:basedOn w:val="Normal"/>
    <w:uiPriority w:val="99"/>
    <w:rsid w:val="00CB263A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99"/>
    <w:rsid w:val="00CB263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D693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D693A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AD693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D693A"/>
    <w:rPr>
      <w:rFonts w:cs="Times New Roman"/>
      <w:sz w:val="24"/>
    </w:rPr>
  </w:style>
  <w:style w:type="paragraph" w:styleId="NormalWeb">
    <w:name w:val="Normal (Web)"/>
    <w:basedOn w:val="Normal"/>
    <w:uiPriority w:val="99"/>
    <w:rsid w:val="00346B31"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rsid w:val="00B3033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360B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60BC8"/>
    <w:rPr>
      <w:rFonts w:ascii="Tahoma" w:hAnsi="Tahoma" w:cs="Tahoma"/>
      <w:sz w:val="16"/>
      <w:szCs w:val="16"/>
    </w:rPr>
  </w:style>
  <w:style w:type="paragraph" w:customStyle="1" w:styleId="ConsNormal">
    <w:name w:val="ConsNormal"/>
    <w:uiPriority w:val="99"/>
    <w:rsid w:val="004579BF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82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Application%20Data\Microsoft\&#1064;&#1072;&#1073;&#1083;&#1086;&#1085;&#1099;\Norm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219</Words>
  <Characters>1251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Zver</dc:creator>
  <cp:keywords/>
  <dc:description/>
  <cp:lastModifiedBy>Пользователь</cp:lastModifiedBy>
  <cp:revision>6</cp:revision>
  <cp:lastPrinted>2015-09-24T11:10:00Z</cp:lastPrinted>
  <dcterms:created xsi:type="dcterms:W3CDTF">2015-07-17T06:41:00Z</dcterms:created>
  <dcterms:modified xsi:type="dcterms:W3CDTF">2015-10-05T11:10:00Z</dcterms:modified>
</cp:coreProperties>
</file>