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B5" w:rsidRDefault="00BD08B5" w:rsidP="003064C9">
      <w:pPr>
        <w:pStyle w:val="BodyText"/>
        <w:rPr>
          <w:szCs w:val="28"/>
        </w:rPr>
      </w:pPr>
    </w:p>
    <w:p w:rsidR="00BD08B5" w:rsidRPr="00637CE4" w:rsidRDefault="00BD08B5" w:rsidP="003064C9">
      <w:pPr>
        <w:pStyle w:val="BodyText"/>
        <w:rPr>
          <w:b/>
          <w:szCs w:val="28"/>
        </w:rPr>
      </w:pPr>
      <w:r>
        <w:rPr>
          <w:szCs w:val="28"/>
        </w:rPr>
        <w:t xml:space="preserve">                                         </w:t>
      </w:r>
      <w:r w:rsidRPr="00637CE4">
        <w:rPr>
          <w:b/>
          <w:szCs w:val="28"/>
        </w:rPr>
        <w:t>Закон Ульяновской области</w:t>
      </w:r>
    </w:p>
    <w:p w:rsidR="00BD08B5" w:rsidRPr="001F3D1F" w:rsidRDefault="00BD08B5" w:rsidP="003064C9">
      <w:pPr>
        <w:pStyle w:val="BodyText"/>
        <w:rPr>
          <w:sz w:val="40"/>
          <w:szCs w:val="28"/>
        </w:rPr>
      </w:pPr>
    </w:p>
    <w:p w:rsidR="00BD08B5" w:rsidRDefault="00BD08B5" w:rsidP="003064C9">
      <w:pPr>
        <w:pStyle w:val="BodyText"/>
        <w:rPr>
          <w:szCs w:val="28"/>
        </w:rPr>
      </w:pPr>
    </w:p>
    <w:p w:rsidR="00BD08B5" w:rsidRDefault="00BD08B5" w:rsidP="004B5475">
      <w:pPr>
        <w:pStyle w:val="BodyTex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О внесении изменений в Закон Ульяновской области</w:t>
      </w:r>
    </w:p>
    <w:p w:rsidR="00BD08B5" w:rsidRDefault="00BD08B5" w:rsidP="004B5475">
      <w:pPr>
        <w:pStyle w:val="BodyTex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«О создании должностей мировых судей и судебных участков </w:t>
      </w:r>
    </w:p>
    <w:p w:rsidR="00BD08B5" w:rsidRDefault="00BD08B5" w:rsidP="004B5475">
      <w:pPr>
        <w:pStyle w:val="BodyText"/>
        <w:jc w:val="center"/>
        <w:rPr>
          <w:b/>
          <w:bCs/>
          <w:szCs w:val="28"/>
        </w:rPr>
      </w:pPr>
      <w:r>
        <w:rPr>
          <w:b/>
          <w:bCs/>
          <w:szCs w:val="28"/>
        </w:rPr>
        <w:t>в Ульяновской области»</w:t>
      </w:r>
    </w:p>
    <w:p w:rsidR="00BD08B5" w:rsidRDefault="00BD08B5" w:rsidP="003064C9">
      <w:pPr>
        <w:pStyle w:val="BodyText"/>
        <w:jc w:val="center"/>
        <w:rPr>
          <w:bCs/>
          <w:sz w:val="24"/>
        </w:rPr>
      </w:pPr>
    </w:p>
    <w:p w:rsidR="00BD08B5" w:rsidRPr="00395C07" w:rsidRDefault="00BD08B5" w:rsidP="003064C9">
      <w:pPr>
        <w:pStyle w:val="BodyText"/>
        <w:jc w:val="center"/>
        <w:rPr>
          <w:bCs/>
          <w:szCs w:val="28"/>
        </w:rPr>
      </w:pPr>
    </w:p>
    <w:p w:rsidR="00BD08B5" w:rsidRPr="00EC7927" w:rsidRDefault="00BD08B5" w:rsidP="008F1046">
      <w:pPr>
        <w:tabs>
          <w:tab w:val="left" w:pos="720"/>
        </w:tabs>
        <w:jc w:val="center"/>
        <w:rPr>
          <w:sz w:val="32"/>
          <w:szCs w:val="32"/>
        </w:rPr>
      </w:pPr>
    </w:p>
    <w:p w:rsidR="00BD08B5" w:rsidRDefault="00BD08B5" w:rsidP="00EC7927">
      <w:pPr>
        <w:widowControl w:val="0"/>
        <w:autoSpaceDE w:val="0"/>
        <w:autoSpaceDN w:val="0"/>
        <w:adjustRightInd w:val="0"/>
        <w:spacing w:line="348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Внести в приложение 2 к Закону Ульяновской области от  13 августа       2013 года № 135-ЗО «О создании должностей мировых судей и судебных участков в Ульяновской области» </w:t>
      </w:r>
      <w:r w:rsidRPr="004F534B">
        <w:rPr>
          <w:sz w:val="28"/>
          <w:szCs w:val="28"/>
        </w:rPr>
        <w:t>(«Ульяновская правда» от 19.08.2013 № 97)</w:t>
      </w:r>
      <w:r>
        <w:rPr>
          <w:sz w:val="28"/>
          <w:szCs w:val="28"/>
        </w:rPr>
        <w:t xml:space="preserve"> следующие изменения:</w:t>
      </w:r>
    </w:p>
    <w:p w:rsidR="00BD08B5" w:rsidRDefault="00BD08B5" w:rsidP="00EC7927">
      <w:pPr>
        <w:widowControl w:val="0"/>
        <w:autoSpaceDE w:val="0"/>
        <w:autoSpaceDN w:val="0"/>
        <w:adjustRightInd w:val="0"/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в разделе 12: </w:t>
      </w:r>
    </w:p>
    <w:p w:rsidR="00BD08B5" w:rsidRDefault="00BD08B5" w:rsidP="00EC7927">
      <w:pPr>
        <w:widowControl w:val="0"/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таблицу подраздела 12.1 </w:t>
      </w:r>
      <w:r w:rsidRPr="002A162D">
        <w:rPr>
          <w:sz w:val="28"/>
          <w:szCs w:val="28"/>
        </w:rPr>
        <w:t xml:space="preserve">после слов </w:t>
      </w:r>
      <w:r w:rsidRPr="00E836A9">
        <w:rPr>
          <w:sz w:val="28"/>
          <w:szCs w:val="28"/>
        </w:rPr>
        <w:t xml:space="preserve">«Государственный научный центр </w:t>
      </w:r>
      <w:r>
        <w:rPr>
          <w:sz w:val="28"/>
          <w:szCs w:val="28"/>
        </w:rPr>
        <w:t>–</w:t>
      </w:r>
      <w:r w:rsidRPr="00E836A9">
        <w:rPr>
          <w:sz w:val="28"/>
          <w:szCs w:val="28"/>
        </w:rPr>
        <w:t xml:space="preserve"> Научно-исследовательский </w:t>
      </w:r>
      <w:r>
        <w:rPr>
          <w:sz w:val="28"/>
          <w:szCs w:val="28"/>
        </w:rPr>
        <w:t>и</w:t>
      </w:r>
      <w:r w:rsidRPr="00E836A9">
        <w:rPr>
          <w:sz w:val="28"/>
          <w:szCs w:val="28"/>
        </w:rPr>
        <w:t>нститут атомных реакторов</w:t>
      </w:r>
      <w:r>
        <w:rPr>
          <w:sz w:val="28"/>
          <w:szCs w:val="28"/>
        </w:rPr>
        <w:t>»;</w:t>
      </w:r>
      <w:r w:rsidRPr="00E836A9">
        <w:rPr>
          <w:sz w:val="28"/>
          <w:szCs w:val="28"/>
        </w:rPr>
        <w:t>»</w:t>
      </w:r>
      <w:r w:rsidRPr="002A162D">
        <w:rPr>
          <w:sz w:val="28"/>
          <w:szCs w:val="28"/>
        </w:rPr>
        <w:t xml:space="preserve"> дополнить словами «общество с ограниченной ответственностью </w:t>
      </w:r>
      <w:r>
        <w:rPr>
          <w:sz w:val="28"/>
          <w:szCs w:val="28"/>
        </w:rPr>
        <w:t>«</w:t>
      </w:r>
      <w:r w:rsidRPr="002A162D">
        <w:rPr>
          <w:sz w:val="28"/>
          <w:szCs w:val="28"/>
        </w:rPr>
        <w:t>Диком</w:t>
      </w:r>
      <w:r>
        <w:rPr>
          <w:sz w:val="28"/>
          <w:szCs w:val="28"/>
        </w:rPr>
        <w:t>»;</w:t>
      </w:r>
      <w:r w:rsidRPr="002A162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D08B5" w:rsidRDefault="00BD08B5" w:rsidP="00EC7927">
      <w:pPr>
        <w:widowControl w:val="0"/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таблице подраздела 12.3 </w:t>
      </w:r>
      <w:r w:rsidRPr="002A162D">
        <w:rPr>
          <w:sz w:val="28"/>
          <w:szCs w:val="28"/>
        </w:rPr>
        <w:t>слова «</w:t>
      </w:r>
      <w:r>
        <w:rPr>
          <w:sz w:val="28"/>
          <w:szCs w:val="28"/>
        </w:rPr>
        <w:t xml:space="preserve">открытое акционерное </w:t>
      </w:r>
      <w:r w:rsidRPr="002A162D">
        <w:rPr>
          <w:sz w:val="28"/>
          <w:szCs w:val="28"/>
        </w:rPr>
        <w:t xml:space="preserve">общество </w:t>
      </w:r>
      <w:r>
        <w:rPr>
          <w:sz w:val="28"/>
          <w:szCs w:val="28"/>
        </w:rPr>
        <w:t>«</w:t>
      </w:r>
      <w:r w:rsidRPr="002A162D">
        <w:rPr>
          <w:sz w:val="28"/>
          <w:szCs w:val="28"/>
        </w:rPr>
        <w:t>Диком</w:t>
      </w:r>
      <w:r>
        <w:rPr>
          <w:sz w:val="28"/>
          <w:szCs w:val="28"/>
        </w:rPr>
        <w:t>»;» исключить;</w:t>
      </w:r>
    </w:p>
    <w:p w:rsidR="00BD08B5" w:rsidRDefault="00BD08B5" w:rsidP="001F3D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33D98">
        <w:rPr>
          <w:sz w:val="28"/>
          <w:szCs w:val="28"/>
        </w:rPr>
        <w:t xml:space="preserve">в) </w:t>
      </w:r>
      <w:r>
        <w:rPr>
          <w:sz w:val="28"/>
          <w:szCs w:val="28"/>
        </w:rPr>
        <w:t>т</w:t>
      </w:r>
      <w:r w:rsidRPr="00633D98">
        <w:rPr>
          <w:sz w:val="28"/>
          <w:szCs w:val="28"/>
        </w:rPr>
        <w:t>аблиц</w:t>
      </w:r>
      <w:r>
        <w:rPr>
          <w:sz w:val="28"/>
          <w:szCs w:val="28"/>
        </w:rPr>
        <w:t>у</w:t>
      </w:r>
      <w:r w:rsidRPr="00633D98">
        <w:rPr>
          <w:sz w:val="28"/>
          <w:szCs w:val="28"/>
        </w:rPr>
        <w:t xml:space="preserve"> подраздела 12.4</w:t>
      </w:r>
      <w:r>
        <w:rPr>
          <w:sz w:val="28"/>
          <w:szCs w:val="28"/>
        </w:rPr>
        <w:t xml:space="preserve"> </w:t>
      </w:r>
      <w:r w:rsidRPr="00633D98">
        <w:rPr>
          <w:sz w:val="28"/>
          <w:szCs w:val="28"/>
        </w:rPr>
        <w:t xml:space="preserve">после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360"/>
      </w:tblGrid>
      <w:tr w:rsidR="00BD08B5" w:rsidTr="001F3D1F">
        <w:trPr>
          <w:trHeight w:val="19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1F3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ул. Горная                  </w:t>
            </w:r>
          </w:p>
        </w:tc>
        <w:tc>
          <w:tcPr>
            <w:tcW w:w="6300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1F3D1F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1F3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ул. Западное шоссе </w:t>
            </w:r>
          </w:p>
        </w:tc>
        <w:tc>
          <w:tcPr>
            <w:tcW w:w="6300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1F3D1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в таблице подраздела 12.5 строку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360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1F3D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 Циолковского</w:t>
            </w:r>
          </w:p>
        </w:tc>
        <w:tc>
          <w:tcPr>
            <w:tcW w:w="6300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1F3D1F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BD08B5" w:rsidRDefault="00BD08B5" w:rsidP="001F3D1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633D98">
        <w:rPr>
          <w:sz w:val="28"/>
          <w:szCs w:val="28"/>
        </w:rPr>
        <w:t>таблицу</w:t>
      </w:r>
      <w:r>
        <w:rPr>
          <w:sz w:val="28"/>
          <w:szCs w:val="28"/>
        </w:rPr>
        <w:t xml:space="preserve"> подраздела 12.6 после строки </w:t>
      </w:r>
    </w:p>
    <w:tbl>
      <w:tblPr>
        <w:tblW w:w="1062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7"/>
        <w:gridCol w:w="3593"/>
        <w:gridCol w:w="6300"/>
        <w:gridCol w:w="367"/>
      </w:tblGrid>
      <w:tr w:rsidR="00BD08B5" w:rsidTr="00766256">
        <w:trPr>
          <w:trHeight w:val="83"/>
        </w:trPr>
        <w:tc>
          <w:tcPr>
            <w:tcW w:w="367" w:type="dxa"/>
            <w:tcBorders>
              <w:top w:val="nil"/>
              <w:left w:val="nil"/>
              <w:bottom w:val="nil"/>
            </w:tcBorders>
          </w:tcPr>
          <w:p w:rsidR="00BD08B5" w:rsidRDefault="00BD08B5" w:rsidP="001F3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593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Хмельницкого</w:t>
            </w:r>
            <w:r w:rsidRPr="009313B0">
              <w:rPr>
                <w:sz w:val="28"/>
                <w:szCs w:val="28"/>
              </w:rPr>
              <w:t xml:space="preserve">                  </w:t>
            </w:r>
          </w:p>
        </w:tc>
        <w:tc>
          <w:tcPr>
            <w:tcW w:w="6300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367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1F3D1F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598"/>
        <w:gridCol w:w="6293"/>
        <w:gridCol w:w="369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1F3D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ул. Циолковского </w:t>
            </w:r>
          </w:p>
        </w:tc>
        <w:tc>
          <w:tcPr>
            <w:tcW w:w="6300" w:type="dxa"/>
          </w:tcPr>
          <w:p w:rsidR="00BD08B5" w:rsidRPr="009313B0" w:rsidRDefault="00BD08B5" w:rsidP="001F3D1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»,</w:t>
            </w:r>
          </w:p>
        </w:tc>
      </w:tr>
    </w:tbl>
    <w:p w:rsidR="00BD08B5" w:rsidRDefault="00BD08B5" w:rsidP="00EC7927">
      <w:pPr>
        <w:widowControl w:val="0"/>
        <w:autoSpaceDE w:val="0"/>
        <w:autoSpaceDN w:val="0"/>
        <w:adjustRightInd w:val="0"/>
        <w:spacing w:before="120"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слов «Димитровградский автоагрегатный завод» </w:t>
      </w:r>
      <w:r w:rsidRPr="002A162D">
        <w:rPr>
          <w:sz w:val="28"/>
          <w:szCs w:val="28"/>
        </w:rPr>
        <w:t xml:space="preserve">дополнить словами </w:t>
      </w:r>
      <w:r>
        <w:rPr>
          <w:sz w:val="28"/>
          <w:szCs w:val="28"/>
        </w:rPr>
        <w:t xml:space="preserve">           </w:t>
      </w:r>
      <w:r w:rsidRPr="002A162D">
        <w:rPr>
          <w:sz w:val="28"/>
          <w:szCs w:val="28"/>
        </w:rPr>
        <w:t>«</w:t>
      </w:r>
      <w:r>
        <w:rPr>
          <w:sz w:val="28"/>
          <w:szCs w:val="28"/>
        </w:rPr>
        <w:t>, площадь Советов</w:t>
      </w:r>
      <w:r w:rsidRPr="002A162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D08B5" w:rsidRDefault="00BD08B5" w:rsidP="00FF0E2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е) таблицу подраздела 12.7 </w:t>
      </w:r>
      <w:r w:rsidRPr="002A162D">
        <w:rPr>
          <w:sz w:val="28"/>
          <w:szCs w:val="28"/>
        </w:rPr>
        <w:t xml:space="preserve">после слова </w:t>
      </w:r>
      <w:r>
        <w:rPr>
          <w:sz w:val="28"/>
          <w:szCs w:val="28"/>
        </w:rPr>
        <w:t>«Свирь</w:t>
      </w:r>
      <w:r w:rsidRPr="002A162D">
        <w:rPr>
          <w:sz w:val="28"/>
          <w:szCs w:val="28"/>
        </w:rPr>
        <w:t>»</w:t>
      </w:r>
      <w:r>
        <w:rPr>
          <w:sz w:val="28"/>
          <w:szCs w:val="28"/>
        </w:rPr>
        <w:t>;</w:t>
      </w:r>
      <w:r w:rsidRPr="002A162D">
        <w:rPr>
          <w:sz w:val="28"/>
          <w:szCs w:val="28"/>
        </w:rPr>
        <w:t>» дополнить слов</w:t>
      </w:r>
      <w:r>
        <w:rPr>
          <w:sz w:val="28"/>
          <w:szCs w:val="28"/>
        </w:rPr>
        <w:t>о</w:t>
      </w:r>
      <w:r w:rsidRPr="002A162D">
        <w:rPr>
          <w:sz w:val="28"/>
          <w:szCs w:val="28"/>
        </w:rPr>
        <w:t>м «</w:t>
      </w:r>
      <w:r>
        <w:rPr>
          <w:sz w:val="28"/>
          <w:szCs w:val="28"/>
        </w:rPr>
        <w:t>Движенец</w:t>
      </w:r>
      <w:r w:rsidRPr="002A162D">
        <w:rPr>
          <w:sz w:val="28"/>
          <w:szCs w:val="28"/>
        </w:rPr>
        <w:t>»</w:t>
      </w:r>
      <w:r>
        <w:rPr>
          <w:sz w:val="28"/>
          <w:szCs w:val="28"/>
        </w:rPr>
        <w:t>;»;</w:t>
      </w:r>
    </w:p>
    <w:p w:rsidR="00BD08B5" w:rsidRDefault="00BD08B5" w:rsidP="00FF0E2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разделе 13: </w:t>
      </w:r>
    </w:p>
    <w:p w:rsidR="00BD08B5" w:rsidRDefault="00BD08B5" w:rsidP="00FF0E2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графу «Номера домов» строки 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shd w:val="clear" w:color="auto" w:fill="FFFFFF"/>
          </w:tcPr>
          <w:p w:rsidR="00BD08B5" w:rsidRPr="00FE506A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506A">
              <w:rPr>
                <w:sz w:val="28"/>
                <w:szCs w:val="28"/>
              </w:rPr>
              <w:t xml:space="preserve">ул. III Интернационала       </w:t>
            </w:r>
          </w:p>
        </w:tc>
        <w:tc>
          <w:tcPr>
            <w:tcW w:w="6300" w:type="dxa"/>
            <w:shd w:val="clear" w:color="auto" w:fill="FFFFFF"/>
          </w:tcPr>
          <w:p w:rsidR="00BD08B5" w:rsidRPr="00FE506A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1-9 (нечё</w:t>
            </w:r>
            <w:r w:rsidRPr="00FE506A">
              <w:rPr>
                <w:sz w:val="28"/>
                <w:szCs w:val="28"/>
              </w:rPr>
              <w:t>тные)</w:t>
            </w:r>
            <w:r w:rsidRPr="00FE506A">
              <w:rPr>
                <w:sz w:val="28"/>
                <w:szCs w:val="28"/>
                <w:shd w:val="clear" w:color="auto" w:fill="99CC00"/>
              </w:rPr>
              <w:t xml:space="preserve">                                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таблицы подраздела 13.1 дополнить цифрами «, 2, 4, 6»;</w:t>
      </w:r>
    </w:p>
    <w:p w:rsidR="00BD08B5" w:rsidRDefault="00BD08B5" w:rsidP="00FF0E2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633D98">
        <w:rPr>
          <w:sz w:val="28"/>
          <w:szCs w:val="28"/>
        </w:rPr>
        <w:t>таблицу</w:t>
      </w:r>
      <w:r>
        <w:rPr>
          <w:sz w:val="28"/>
          <w:szCs w:val="28"/>
        </w:rPr>
        <w:t xml:space="preserve"> подраздела 13.2 после строки 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360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85718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 xml:space="preserve">пер. Щорса                   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540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85718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 </w:t>
            </w:r>
            <w:r w:rsidRPr="00857181">
              <w:rPr>
                <w:sz w:val="28"/>
                <w:szCs w:val="28"/>
              </w:rPr>
              <w:t xml:space="preserve">пр-д Дмитрия </w:t>
            </w:r>
            <w:r>
              <w:rPr>
                <w:sz w:val="28"/>
                <w:szCs w:val="28"/>
              </w:rPr>
              <w:t>К</w:t>
            </w:r>
            <w:r w:rsidRPr="00857181">
              <w:rPr>
                <w:sz w:val="28"/>
                <w:szCs w:val="28"/>
              </w:rPr>
              <w:t>ожемякина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 w:rsidRPr="00382B1F">
        <w:rPr>
          <w:sz w:val="28"/>
          <w:szCs w:val="28"/>
        </w:rPr>
        <w:t xml:space="preserve">в) таблицу подраздела 13.3 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85718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 xml:space="preserve">ул. Варейкиса                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1-32</w:t>
            </w:r>
            <w:r w:rsidRPr="009313B0">
              <w:rPr>
                <w:sz w:val="28"/>
                <w:szCs w:val="28"/>
              </w:rPr>
              <w:t xml:space="preserve">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85718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 Декоративная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»,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 w:rsidRPr="002A162D">
        <w:rPr>
          <w:sz w:val="28"/>
          <w:szCs w:val="28"/>
        </w:rPr>
        <w:t>после слов</w:t>
      </w:r>
      <w:r>
        <w:rPr>
          <w:sz w:val="28"/>
          <w:szCs w:val="28"/>
        </w:rPr>
        <w:t>а</w:t>
      </w:r>
      <w:r w:rsidRPr="002A162D">
        <w:rPr>
          <w:sz w:val="28"/>
          <w:szCs w:val="28"/>
        </w:rPr>
        <w:t xml:space="preserve"> «</w:t>
      </w:r>
      <w:r>
        <w:rPr>
          <w:sz w:val="28"/>
          <w:szCs w:val="28"/>
        </w:rPr>
        <w:t>Юг</w:t>
      </w:r>
      <w:r w:rsidRPr="002A162D">
        <w:rPr>
          <w:sz w:val="28"/>
          <w:szCs w:val="28"/>
        </w:rPr>
        <w:t>» дополнить словами «</w:t>
      </w:r>
      <w:r>
        <w:rPr>
          <w:sz w:val="28"/>
          <w:szCs w:val="28"/>
        </w:rPr>
        <w:t>, п. Зелёный мир</w:t>
      </w:r>
      <w:r w:rsidRPr="002A162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D08B5" w:rsidRDefault="00BD08B5" w:rsidP="0064519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в </w:t>
      </w:r>
      <w:r w:rsidRPr="00633D98">
        <w:rPr>
          <w:sz w:val="28"/>
          <w:szCs w:val="28"/>
        </w:rPr>
        <w:t>таблиц</w:t>
      </w:r>
      <w:r>
        <w:rPr>
          <w:sz w:val="28"/>
          <w:szCs w:val="28"/>
        </w:rPr>
        <w:t>е подраздела 13.4:</w:t>
      </w:r>
    </w:p>
    <w:p w:rsidR="00BD08B5" w:rsidRDefault="00BD08B5" w:rsidP="0064519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85718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 xml:space="preserve">ул. Академика Корнилова                      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76625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85718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 Аксакова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151EAA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85718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 xml:space="preserve">ул. Рубиновая                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115F9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85718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>ул. Садовникова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115F9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85718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57181">
              <w:rPr>
                <w:sz w:val="28"/>
                <w:szCs w:val="28"/>
              </w:rPr>
              <w:t xml:space="preserve">пер. Благодатный             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115F9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1-й пер. Благодатный             </w:t>
            </w:r>
          </w:p>
        </w:tc>
        <w:tc>
          <w:tcPr>
            <w:tcW w:w="63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все имеющиеся дома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BD08B5" w:rsidTr="00115F9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2-й пер. Благодатный             </w:t>
            </w:r>
          </w:p>
        </w:tc>
        <w:tc>
          <w:tcPr>
            <w:tcW w:w="6300" w:type="dxa"/>
          </w:tcPr>
          <w:p w:rsidR="00BD08B5" w:rsidRPr="00651AA7" w:rsidRDefault="00BD08B5" w:rsidP="00645190">
            <w:pPr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все имеющиеся дома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BD08B5" w:rsidTr="00115F9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3-й пер. Благодатный             </w:t>
            </w:r>
          </w:p>
        </w:tc>
        <w:tc>
          <w:tcPr>
            <w:tcW w:w="6300" w:type="dxa"/>
          </w:tcPr>
          <w:p w:rsidR="00BD08B5" w:rsidRPr="00651AA7" w:rsidRDefault="00BD08B5" w:rsidP="00645190">
            <w:pPr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все имеющиеся дома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BD08B5" w:rsidTr="00115F9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4-й пер. Благодатный             </w:t>
            </w:r>
          </w:p>
        </w:tc>
        <w:tc>
          <w:tcPr>
            <w:tcW w:w="6300" w:type="dxa"/>
          </w:tcPr>
          <w:p w:rsidR="00BD08B5" w:rsidRPr="00651AA7" w:rsidRDefault="00BD08B5" w:rsidP="00645190">
            <w:pPr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все имеющиеся дома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</w:p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FB262E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3-й пер. Виноградный         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D614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1-й пер. Вольный         </w:t>
            </w:r>
          </w:p>
        </w:tc>
        <w:tc>
          <w:tcPr>
            <w:tcW w:w="63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все имеющиеся дома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D08B5" w:rsidTr="00D614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2-й пер. Вольный         </w:t>
            </w:r>
          </w:p>
        </w:tc>
        <w:tc>
          <w:tcPr>
            <w:tcW w:w="63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все имеющиеся дома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88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627"/>
      </w:tblGrid>
      <w:tr w:rsidR="00BD08B5" w:rsidTr="00212F0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3-й пер. Троицкий            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627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E144BB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212F0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651AA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51AA7">
              <w:rPr>
                <w:sz w:val="28"/>
                <w:szCs w:val="28"/>
              </w:rPr>
              <w:t xml:space="preserve">пер. Садовникова               </w:t>
            </w:r>
          </w:p>
        </w:tc>
        <w:tc>
          <w:tcPr>
            <w:tcW w:w="6300" w:type="dxa"/>
          </w:tcPr>
          <w:p w:rsidR="00BD08B5" w:rsidRPr="009313B0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разделе 14: </w:t>
      </w:r>
    </w:p>
    <w:p w:rsidR="00BD08B5" w:rsidRDefault="00BD08B5" w:rsidP="004B6B6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в таблице подраздела 14.3:</w:t>
      </w:r>
    </w:p>
    <w:p w:rsidR="00BD08B5" w:rsidRDefault="00BD08B5" w:rsidP="004B6B6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127A6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ул. Тельмана                 </w:t>
            </w:r>
          </w:p>
        </w:tc>
        <w:tc>
          <w:tcPr>
            <w:tcW w:w="63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1-15 (нечё</w:t>
            </w:r>
            <w:r w:rsidRPr="004F34DB">
              <w:rPr>
                <w:sz w:val="28"/>
                <w:szCs w:val="28"/>
              </w:rPr>
              <w:t>тные), 19-41 (неч</w:t>
            </w:r>
            <w:r>
              <w:rPr>
                <w:sz w:val="28"/>
                <w:szCs w:val="28"/>
              </w:rPr>
              <w:t>ё</w:t>
            </w:r>
            <w:r w:rsidRPr="004F34DB">
              <w:rPr>
                <w:sz w:val="28"/>
                <w:szCs w:val="28"/>
              </w:rPr>
              <w:t xml:space="preserve">тные),             </w:t>
            </w:r>
          </w:p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>47-</w:t>
            </w:r>
            <w:r w:rsidRPr="004F34DB">
              <w:rPr>
                <w:sz w:val="28"/>
                <w:szCs w:val="28"/>
                <w:shd w:val="clear" w:color="auto" w:fill="FFFFFF"/>
              </w:rPr>
              <w:t>61</w:t>
            </w:r>
            <w:r>
              <w:rPr>
                <w:sz w:val="28"/>
                <w:szCs w:val="28"/>
              </w:rPr>
              <w:t xml:space="preserve"> (нечётные), 70-106 (чё</w:t>
            </w:r>
            <w:r w:rsidRPr="004F34DB">
              <w:rPr>
                <w:sz w:val="28"/>
                <w:szCs w:val="28"/>
              </w:rPr>
              <w:t xml:space="preserve">тные)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outlineLvl w:val="0"/>
        <w:rPr>
          <w:sz w:val="28"/>
        </w:rPr>
      </w:pPr>
      <w:r>
        <w:rPr>
          <w:sz w:val="28"/>
          <w:szCs w:val="28"/>
        </w:rPr>
        <w:t>цифры «</w:t>
      </w:r>
      <w:r>
        <w:rPr>
          <w:sz w:val="28"/>
        </w:rPr>
        <w:t>70» заменить цифрами «68»;</w:t>
      </w:r>
    </w:p>
    <w:p w:rsidR="00BD08B5" w:rsidRDefault="00BD08B5" w:rsidP="00E92C2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пр-д Инженерный              </w:t>
            </w:r>
          </w:p>
        </w:tc>
        <w:tc>
          <w:tcPr>
            <w:tcW w:w="63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5а, 7, 8, 9, 10, 14, 20а, 24, 39, 40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«20а,» дополнить цифрами «22,»;</w:t>
      </w:r>
    </w:p>
    <w:p w:rsidR="00BD08B5" w:rsidRDefault="00BD08B5" w:rsidP="00E92C2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13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1136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9-й пр-д Инженерный          </w:t>
            </w:r>
          </w:p>
        </w:tc>
        <w:tc>
          <w:tcPr>
            <w:tcW w:w="63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 </w:t>
            </w:r>
            <w:r w:rsidRPr="004F34DB">
              <w:rPr>
                <w:sz w:val="28"/>
                <w:szCs w:val="28"/>
              </w:rPr>
              <w:t xml:space="preserve">5, 10                                           </w:t>
            </w:r>
          </w:p>
        </w:tc>
        <w:tc>
          <w:tcPr>
            <w:tcW w:w="1136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цифру «2,» исключить;</w:t>
      </w:r>
    </w:p>
    <w:p w:rsidR="00BD08B5" w:rsidRDefault="00BD08B5" w:rsidP="004F34D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в таблице подраздела 14.4:</w:t>
      </w:r>
    </w:p>
    <w:p w:rsidR="00BD08B5" w:rsidRDefault="00BD08B5" w:rsidP="00E92C2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127A6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ул. Оренбургская              </w:t>
            </w:r>
          </w:p>
        </w:tc>
        <w:tc>
          <w:tcPr>
            <w:tcW w:w="6300" w:type="dxa"/>
          </w:tcPr>
          <w:p w:rsidR="00BD08B5" w:rsidRPr="004F34DB" w:rsidRDefault="00BD08B5" w:rsidP="00E144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1-33 (нечё</w:t>
            </w:r>
            <w:r w:rsidRPr="004F34DB">
              <w:rPr>
                <w:sz w:val="28"/>
                <w:szCs w:val="28"/>
              </w:rPr>
              <w:t>тные), 6</w:t>
            </w:r>
            <w:r>
              <w:rPr>
                <w:sz w:val="28"/>
                <w:szCs w:val="28"/>
              </w:rPr>
              <w:t>-</w:t>
            </w:r>
            <w:r w:rsidRPr="004F34DB">
              <w:rPr>
                <w:sz w:val="28"/>
                <w:szCs w:val="28"/>
              </w:rPr>
              <w:t>22 (ч</w:t>
            </w:r>
            <w:r>
              <w:rPr>
                <w:sz w:val="28"/>
                <w:szCs w:val="28"/>
              </w:rPr>
              <w:t>ё</w:t>
            </w:r>
            <w:r w:rsidRPr="004F34DB">
              <w:rPr>
                <w:sz w:val="28"/>
                <w:szCs w:val="28"/>
              </w:rPr>
              <w:t>тные), 36-</w:t>
            </w:r>
            <w:r>
              <w:rPr>
                <w:sz w:val="28"/>
                <w:szCs w:val="28"/>
              </w:rPr>
              <w:t xml:space="preserve">46 </w:t>
            </w:r>
            <w:r w:rsidRPr="004F34DB">
              <w:rPr>
                <w:sz w:val="28"/>
                <w:szCs w:val="28"/>
              </w:rPr>
              <w:t>(ч</w:t>
            </w:r>
            <w:r>
              <w:rPr>
                <w:sz w:val="28"/>
                <w:szCs w:val="28"/>
              </w:rPr>
              <w:t>ё</w:t>
            </w:r>
            <w:r w:rsidRPr="004F34DB">
              <w:rPr>
                <w:sz w:val="28"/>
                <w:szCs w:val="28"/>
              </w:rPr>
              <w:t xml:space="preserve">тные)        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spacing w:before="120" w:line="360" w:lineRule="auto"/>
        <w:jc w:val="both"/>
        <w:outlineLvl w:val="0"/>
        <w:rPr>
          <w:sz w:val="28"/>
        </w:rPr>
      </w:pPr>
      <w:r>
        <w:rPr>
          <w:sz w:val="28"/>
        </w:rPr>
        <w:t>дополнить цифрами «, 50»;</w:t>
      </w:r>
    </w:p>
    <w:p w:rsidR="00BD08B5" w:rsidRDefault="00BD08B5" w:rsidP="00E92C2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127A6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пр-т Авиастроителей           </w:t>
            </w:r>
          </w:p>
        </w:tc>
        <w:tc>
          <w:tcPr>
            <w:tcW w:w="63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26, 29, 31, 33, новые дома общества с             </w:t>
            </w:r>
          </w:p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ограниченной ответственностью «</w:t>
            </w:r>
            <w:r w:rsidRPr="004F34DB">
              <w:rPr>
                <w:sz w:val="28"/>
                <w:szCs w:val="28"/>
              </w:rPr>
              <w:t>Алмет</w:t>
            </w:r>
            <w:r>
              <w:rPr>
                <w:sz w:val="28"/>
                <w:szCs w:val="28"/>
              </w:rPr>
              <w:t>»</w:t>
            </w:r>
            <w:r w:rsidRPr="004F34DB">
              <w:rPr>
                <w:sz w:val="28"/>
                <w:szCs w:val="28"/>
              </w:rPr>
              <w:t xml:space="preserve">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bottom"/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>пр-т Зырина</w:t>
            </w:r>
          </w:p>
        </w:tc>
        <w:tc>
          <w:tcPr>
            <w:tcW w:w="6300" w:type="dxa"/>
          </w:tcPr>
          <w:p w:rsidR="00BD08B5" w:rsidRPr="004F34DB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 w:rsidRPr="00130D33">
        <w:rPr>
          <w:sz w:val="28"/>
          <w:szCs w:val="28"/>
        </w:rPr>
        <w:t xml:space="preserve">в) </w:t>
      </w:r>
      <w:r>
        <w:rPr>
          <w:sz w:val="28"/>
          <w:szCs w:val="28"/>
        </w:rPr>
        <w:t xml:space="preserve">в </w:t>
      </w:r>
      <w:r w:rsidRPr="00130D33">
        <w:rPr>
          <w:sz w:val="28"/>
          <w:szCs w:val="28"/>
        </w:rPr>
        <w:t>таблиц</w:t>
      </w:r>
      <w:r>
        <w:rPr>
          <w:sz w:val="28"/>
          <w:szCs w:val="28"/>
        </w:rPr>
        <w:t>е</w:t>
      </w:r>
      <w:r w:rsidRPr="00130D33">
        <w:rPr>
          <w:sz w:val="28"/>
          <w:szCs w:val="28"/>
        </w:rPr>
        <w:t xml:space="preserve"> подраздела 14.5:</w:t>
      </w:r>
    </w:p>
    <w:p w:rsidR="00BD08B5" w:rsidRDefault="00BD08B5" w:rsidP="004F7613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BD08B5" w:rsidRDefault="00BD08B5" w:rsidP="004F7613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Новосондецкий </w:t>
            </w:r>
          </w:p>
        </w:tc>
        <w:tc>
          <w:tcPr>
            <w:tcW w:w="63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9, 11, 12, 13, 14, 16, 20, 26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Сергея Ильюшина </w:t>
            </w:r>
            <w:r w:rsidRPr="00D12641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63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2641">
              <w:rPr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2641">
              <w:rPr>
                <w:sz w:val="28"/>
                <w:szCs w:val="28"/>
              </w:rPr>
              <w:t xml:space="preserve">ул. Якурнова                  </w:t>
            </w:r>
          </w:p>
        </w:tc>
        <w:tc>
          <w:tcPr>
            <w:tcW w:w="63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2641">
              <w:rPr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12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54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2641">
              <w:rPr>
                <w:sz w:val="28"/>
                <w:szCs w:val="28"/>
              </w:rPr>
              <w:t xml:space="preserve">пр-д Инженерный           </w:t>
            </w:r>
          </w:p>
        </w:tc>
        <w:tc>
          <w:tcPr>
            <w:tcW w:w="63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D12641">
              <w:rPr>
                <w:sz w:val="28"/>
                <w:szCs w:val="28"/>
              </w:rPr>
              <w:t>9</w:t>
            </w:r>
          </w:p>
        </w:tc>
        <w:tc>
          <w:tcPr>
            <w:tcW w:w="954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2641">
              <w:rPr>
                <w:sz w:val="28"/>
                <w:szCs w:val="28"/>
              </w:rPr>
              <w:t xml:space="preserve">4-й пр-д Инженерный           </w:t>
            </w:r>
          </w:p>
        </w:tc>
        <w:tc>
          <w:tcPr>
            <w:tcW w:w="6300" w:type="dxa"/>
          </w:tcPr>
          <w:p w:rsidR="00BD08B5" w:rsidRPr="00D1264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2641">
              <w:rPr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B65A1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D12641" w:rsidRDefault="00BD08B5" w:rsidP="00B65A1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2641">
              <w:rPr>
                <w:sz w:val="28"/>
                <w:szCs w:val="28"/>
              </w:rPr>
              <w:t xml:space="preserve">9-й пр-д Инженерный           </w:t>
            </w:r>
          </w:p>
        </w:tc>
        <w:tc>
          <w:tcPr>
            <w:tcW w:w="6300" w:type="dxa"/>
          </w:tcPr>
          <w:p w:rsidR="00BD08B5" w:rsidRPr="00D12641" w:rsidRDefault="00BD08B5" w:rsidP="00B65A1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12641">
              <w:rPr>
                <w:sz w:val="28"/>
                <w:szCs w:val="28"/>
              </w:rPr>
              <w:t>2в,</w:t>
            </w:r>
            <w:r>
              <w:rPr>
                <w:sz w:val="28"/>
                <w:szCs w:val="28"/>
              </w:rPr>
              <w:t xml:space="preserve"> </w:t>
            </w:r>
            <w:r w:rsidRPr="00D12641">
              <w:rPr>
                <w:sz w:val="28"/>
                <w:szCs w:val="28"/>
              </w:rPr>
              <w:t xml:space="preserve">11, 25а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11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280"/>
        <w:gridCol w:w="900"/>
      </w:tblGrid>
      <w:tr w:rsidR="00BD08B5" w:rsidTr="00B702A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59023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C23F3D" w:rsidRDefault="00BD08B5" w:rsidP="0059023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F3D">
              <w:rPr>
                <w:sz w:val="28"/>
                <w:szCs w:val="28"/>
              </w:rPr>
              <w:t xml:space="preserve">пр-т Ленинского Комсомола     </w:t>
            </w:r>
          </w:p>
        </w:tc>
        <w:tc>
          <w:tcPr>
            <w:tcW w:w="6280" w:type="dxa"/>
          </w:tcPr>
          <w:p w:rsidR="00BD08B5" w:rsidRPr="00C23F3D" w:rsidRDefault="00BD08B5" w:rsidP="0059023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F3D">
              <w:rPr>
                <w:sz w:val="28"/>
                <w:szCs w:val="28"/>
              </w:rPr>
              <w:t xml:space="preserve">18, 20, 22, 24, 26, 28, 30, 32, 32а (рынок        </w:t>
            </w:r>
          </w:p>
          <w:p w:rsidR="00BD08B5" w:rsidRPr="00C23F3D" w:rsidRDefault="00BD08B5" w:rsidP="0059023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F3D">
              <w:rPr>
                <w:sz w:val="28"/>
                <w:szCs w:val="28"/>
              </w:rPr>
              <w:t xml:space="preserve">общества с ограниченной </w:t>
            </w:r>
            <w:r>
              <w:rPr>
                <w:sz w:val="28"/>
                <w:szCs w:val="28"/>
              </w:rPr>
              <w:t>о</w:t>
            </w:r>
            <w:r w:rsidRPr="00C23F3D">
              <w:rPr>
                <w:sz w:val="28"/>
                <w:szCs w:val="28"/>
              </w:rPr>
              <w:t xml:space="preserve">тветственностью </w:t>
            </w:r>
            <w:r>
              <w:rPr>
                <w:sz w:val="28"/>
                <w:szCs w:val="28"/>
              </w:rPr>
              <w:t>«</w:t>
            </w:r>
            <w:r w:rsidRPr="00C23F3D">
              <w:rPr>
                <w:sz w:val="28"/>
                <w:szCs w:val="28"/>
              </w:rPr>
              <w:t>Ланцет</w:t>
            </w:r>
            <w:r>
              <w:rPr>
                <w:sz w:val="28"/>
                <w:szCs w:val="28"/>
              </w:rPr>
              <w:t>»</w:t>
            </w:r>
            <w:r w:rsidRPr="00C23F3D">
              <w:rPr>
                <w:sz w:val="28"/>
                <w:szCs w:val="28"/>
              </w:rPr>
              <w:t xml:space="preserve">), 36, 38, 40, 42, 44, 46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vAlign w:val="bottom"/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0635F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C23F3D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F3D">
              <w:rPr>
                <w:sz w:val="28"/>
                <w:szCs w:val="28"/>
              </w:rPr>
              <w:t>пр-т Ливанова</w:t>
            </w:r>
          </w:p>
        </w:tc>
        <w:tc>
          <w:tcPr>
            <w:tcW w:w="6300" w:type="dxa"/>
          </w:tcPr>
          <w:p w:rsidR="00BD08B5" w:rsidRPr="00C23F3D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23F3D">
              <w:rPr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в таблице подраздела 14.6:</w:t>
      </w:r>
    </w:p>
    <w:p w:rsidR="00BD08B5" w:rsidRDefault="00BD08B5" w:rsidP="00CC39A6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593"/>
        <w:gridCol w:w="6307"/>
        <w:gridCol w:w="720"/>
      </w:tblGrid>
      <w:tr w:rsidR="00BD08B5" w:rsidTr="005563FF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593" w:type="dxa"/>
          </w:tcPr>
          <w:p w:rsidR="00BD08B5" w:rsidRPr="00CC39A6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39A6">
              <w:rPr>
                <w:sz w:val="28"/>
                <w:szCs w:val="28"/>
              </w:rPr>
              <w:t xml:space="preserve">б-р Новосондецкий             </w:t>
            </w:r>
          </w:p>
        </w:tc>
        <w:tc>
          <w:tcPr>
            <w:tcW w:w="6307" w:type="dxa"/>
          </w:tcPr>
          <w:p w:rsidR="00BD08B5" w:rsidRPr="00CC39A6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39A6">
              <w:rPr>
                <w:sz w:val="28"/>
                <w:szCs w:val="28"/>
              </w:rPr>
              <w:t xml:space="preserve">15, 17, 18, 19, 22, 25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 цифр «19,» дополнить словами «19а,»;</w:t>
      </w:r>
    </w:p>
    <w:p w:rsidR="00BD08B5" w:rsidRDefault="00BD08B5" w:rsidP="005563F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5563FF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CC39A6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39A6">
              <w:rPr>
                <w:sz w:val="28"/>
                <w:szCs w:val="28"/>
              </w:rPr>
              <w:t xml:space="preserve">ул. Карбышева                 </w:t>
            </w:r>
          </w:p>
        </w:tc>
        <w:tc>
          <w:tcPr>
            <w:tcW w:w="6300" w:type="dxa"/>
          </w:tcPr>
          <w:p w:rsidR="00BD08B5" w:rsidRPr="00CC39A6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39A6">
              <w:rPr>
                <w:sz w:val="28"/>
                <w:szCs w:val="28"/>
              </w:rPr>
              <w:t xml:space="preserve">14, 16, 18, 19, 20, 20а, 21, 21а, 23, 25, 26, 27, 28, 30, 32, 32а, 34, 35, 36, 36а, 37, 38, 47, 47а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цифры «14» заменить цифрами  «7, 11, 14»;</w:t>
      </w:r>
    </w:p>
    <w:p w:rsidR="00BD08B5" w:rsidRDefault="00BD08B5" w:rsidP="0064519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5563FF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CC39A6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39A6">
              <w:rPr>
                <w:sz w:val="28"/>
                <w:szCs w:val="28"/>
              </w:rPr>
              <w:t xml:space="preserve">ул. Карбышева                 </w:t>
            </w:r>
          </w:p>
        </w:tc>
        <w:tc>
          <w:tcPr>
            <w:tcW w:w="6300" w:type="dxa"/>
          </w:tcPr>
          <w:p w:rsidR="00BD08B5" w:rsidRPr="00CC39A6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7, 11, </w:t>
            </w:r>
            <w:r w:rsidRPr="00CC39A6">
              <w:rPr>
                <w:sz w:val="28"/>
                <w:szCs w:val="28"/>
              </w:rPr>
              <w:t xml:space="preserve">14, 16, 18, 19, 20, 20а, 21, 21а, 23, 25, 26, 27, 28, 30, 32, 32а, 34, 35, 36, 36а, 37, 38, 47, 47а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5563FF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CC39A6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C39A6">
              <w:rPr>
                <w:sz w:val="28"/>
                <w:szCs w:val="28"/>
              </w:rPr>
              <w:t xml:space="preserve">7-й пр-д Инженерный          </w:t>
            </w:r>
          </w:p>
        </w:tc>
        <w:tc>
          <w:tcPr>
            <w:tcW w:w="6300" w:type="dxa"/>
          </w:tcPr>
          <w:p w:rsidR="00BD08B5" w:rsidRPr="008A0F8A" w:rsidRDefault="00BD08B5" w:rsidP="00645190">
            <w:pPr>
              <w:rPr>
                <w:sz w:val="28"/>
                <w:szCs w:val="28"/>
              </w:rPr>
            </w:pPr>
            <w:r w:rsidRPr="008A0F8A">
              <w:rPr>
                <w:sz w:val="28"/>
                <w:szCs w:val="28"/>
              </w:rPr>
              <w:t>9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</w:p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5563FF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4F7613" w:rsidRDefault="00BD08B5" w:rsidP="00645190">
            <w:pPr>
              <w:rPr>
                <w:sz w:val="28"/>
                <w:szCs w:val="28"/>
              </w:rPr>
            </w:pPr>
            <w:r w:rsidRPr="004F7613">
              <w:rPr>
                <w:sz w:val="28"/>
                <w:szCs w:val="28"/>
              </w:rPr>
              <w:t xml:space="preserve"> пр-т Врача Сурова          </w:t>
            </w:r>
          </w:p>
        </w:tc>
        <w:tc>
          <w:tcPr>
            <w:tcW w:w="6300" w:type="dxa"/>
          </w:tcPr>
          <w:p w:rsidR="00BD08B5" w:rsidRPr="004F7613" w:rsidRDefault="00BD08B5" w:rsidP="006451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1-27 (нечё</w:t>
            </w:r>
            <w:r w:rsidRPr="004F7613">
              <w:rPr>
                <w:sz w:val="28"/>
                <w:szCs w:val="28"/>
              </w:rPr>
              <w:t>тные), 1а, 23а, 27а, 33, 33/3, 35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цифрами «, 37»;</w:t>
      </w:r>
    </w:p>
    <w:p w:rsidR="00BD08B5" w:rsidRDefault="00BD08B5" w:rsidP="00FD591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5563FF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5914">
              <w:rPr>
                <w:sz w:val="28"/>
                <w:szCs w:val="28"/>
              </w:rPr>
              <w:t xml:space="preserve">пр-т Генерала Тюленева        </w:t>
            </w:r>
          </w:p>
        </w:tc>
        <w:tc>
          <w:tcPr>
            <w:tcW w:w="63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5914">
              <w:rPr>
                <w:sz w:val="28"/>
                <w:szCs w:val="28"/>
              </w:rPr>
              <w:t xml:space="preserve">6,  6а, 14, 16, 18, 18а, 20, 24, 26, 28, 30, 36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645190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«6а,» дополнить цифрами «10,»;</w:t>
      </w:r>
    </w:p>
    <w:p w:rsidR="00BD08B5" w:rsidRDefault="00BD08B5" w:rsidP="0064519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в </w:t>
      </w:r>
      <w:r w:rsidRPr="00633D98">
        <w:rPr>
          <w:sz w:val="28"/>
          <w:szCs w:val="28"/>
        </w:rPr>
        <w:t>таблиц</w:t>
      </w:r>
      <w:r>
        <w:rPr>
          <w:sz w:val="28"/>
          <w:szCs w:val="28"/>
        </w:rPr>
        <w:t>е</w:t>
      </w:r>
      <w:r w:rsidRPr="00633D98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14.7:</w:t>
      </w:r>
    </w:p>
    <w:p w:rsidR="00BD08B5" w:rsidRDefault="00BD08B5" w:rsidP="0064519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900"/>
      </w:tblGrid>
      <w:tr w:rsidR="00BD08B5" w:rsidTr="005563FF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5914">
              <w:rPr>
                <w:sz w:val="28"/>
                <w:szCs w:val="28"/>
              </w:rPr>
              <w:t xml:space="preserve">б-р Пензенский               </w:t>
            </w:r>
          </w:p>
        </w:tc>
        <w:tc>
          <w:tcPr>
            <w:tcW w:w="63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5914">
              <w:rPr>
                <w:sz w:val="28"/>
                <w:szCs w:val="28"/>
              </w:rPr>
              <w:t xml:space="preserve">13, 18, 19, 20, 21, 22, 24, 24а, 26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A0634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5914">
              <w:rPr>
                <w:sz w:val="28"/>
                <w:szCs w:val="28"/>
              </w:rPr>
              <w:t>ул. Барри Тарханова</w:t>
            </w:r>
          </w:p>
        </w:tc>
        <w:tc>
          <w:tcPr>
            <w:tcW w:w="63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5914">
              <w:rPr>
                <w:sz w:val="28"/>
                <w:szCs w:val="28"/>
              </w:rPr>
              <w:t xml:space="preserve">все имеющиеся дома 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графу «Номера домов» строки 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A0634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5914">
              <w:rPr>
                <w:sz w:val="28"/>
                <w:szCs w:val="28"/>
              </w:rPr>
              <w:t xml:space="preserve">пр-т Академика Филатова      </w:t>
            </w:r>
          </w:p>
        </w:tc>
        <w:tc>
          <w:tcPr>
            <w:tcW w:w="63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5914">
              <w:rPr>
                <w:sz w:val="28"/>
                <w:szCs w:val="28"/>
              </w:rPr>
              <w:t>5, 6, 8, 10, 11, 12, 13, 15, 16, 18, 19, 20, 21,</w:t>
            </w:r>
            <w:r>
              <w:rPr>
                <w:sz w:val="28"/>
                <w:szCs w:val="28"/>
              </w:rPr>
              <w:t xml:space="preserve"> </w:t>
            </w:r>
            <w:r w:rsidRPr="00FD5914">
              <w:rPr>
                <w:sz w:val="28"/>
                <w:szCs w:val="28"/>
              </w:rPr>
              <w:t xml:space="preserve">22, 26         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цифрами  «, 28»;</w:t>
      </w:r>
    </w:p>
    <w:p w:rsidR="00BD08B5" w:rsidRDefault="00BD08B5" w:rsidP="000F634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6248C5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D5914">
              <w:rPr>
                <w:sz w:val="28"/>
                <w:szCs w:val="28"/>
              </w:rPr>
              <w:t xml:space="preserve">пр-т Созидателей             </w:t>
            </w:r>
          </w:p>
        </w:tc>
        <w:tc>
          <w:tcPr>
            <w:tcW w:w="6300" w:type="dxa"/>
          </w:tcPr>
          <w:p w:rsidR="00BD08B5" w:rsidRPr="00FD5914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 37, 39, 70-94 (чё</w:t>
            </w:r>
            <w:r w:rsidRPr="00FD5914">
              <w:rPr>
                <w:sz w:val="28"/>
                <w:szCs w:val="28"/>
              </w:rPr>
              <w:t xml:space="preserve">тные)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словами  «, 96/2а»;</w:t>
      </w:r>
    </w:p>
    <w:p w:rsidR="00BD08B5" w:rsidRDefault="00BD08B5" w:rsidP="006248C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2A162D">
        <w:rPr>
          <w:sz w:val="28"/>
          <w:szCs w:val="28"/>
        </w:rPr>
        <w:t>сл</w:t>
      </w:r>
      <w:r w:rsidRPr="00FD5914">
        <w:rPr>
          <w:sz w:val="28"/>
          <w:szCs w:val="28"/>
        </w:rPr>
        <w:t>ов</w:t>
      </w:r>
      <w:r>
        <w:rPr>
          <w:sz w:val="28"/>
          <w:szCs w:val="28"/>
        </w:rPr>
        <w:t>а</w:t>
      </w:r>
      <w:r w:rsidRPr="00FD5914">
        <w:rPr>
          <w:sz w:val="28"/>
          <w:szCs w:val="28"/>
        </w:rPr>
        <w:t xml:space="preserve"> «</w:t>
      </w:r>
      <w:r w:rsidRPr="008A1FEF">
        <w:rPr>
          <w:sz w:val="28"/>
          <w:szCs w:val="28"/>
        </w:rPr>
        <w:t>г</w:t>
      </w:r>
      <w:r>
        <w:rPr>
          <w:sz w:val="28"/>
          <w:szCs w:val="28"/>
        </w:rPr>
        <w:t>аражно-строительный кооператив «</w:t>
      </w:r>
      <w:r w:rsidRPr="008A1FEF">
        <w:rPr>
          <w:sz w:val="28"/>
          <w:szCs w:val="28"/>
        </w:rPr>
        <w:t>Околица</w:t>
      </w:r>
      <w:r>
        <w:rPr>
          <w:sz w:val="28"/>
          <w:szCs w:val="28"/>
        </w:rPr>
        <w:t>»;</w:t>
      </w:r>
      <w:r w:rsidRPr="00FD5914">
        <w:rPr>
          <w:sz w:val="28"/>
          <w:szCs w:val="28"/>
        </w:rPr>
        <w:t xml:space="preserve">» </w:t>
      </w:r>
      <w:r>
        <w:rPr>
          <w:sz w:val="28"/>
          <w:szCs w:val="28"/>
        </w:rPr>
        <w:t>заменить</w:t>
      </w:r>
      <w:r w:rsidRPr="00FD5914">
        <w:rPr>
          <w:sz w:val="28"/>
          <w:szCs w:val="28"/>
        </w:rPr>
        <w:t xml:space="preserve"> словами «</w:t>
      </w:r>
      <w:r w:rsidRPr="008A1FEF">
        <w:rPr>
          <w:sz w:val="28"/>
          <w:szCs w:val="28"/>
        </w:rPr>
        <w:t>г</w:t>
      </w:r>
      <w:r>
        <w:rPr>
          <w:sz w:val="28"/>
          <w:szCs w:val="28"/>
        </w:rPr>
        <w:t>аражно-строительные кооперативы: «</w:t>
      </w:r>
      <w:r w:rsidRPr="008A1FEF">
        <w:rPr>
          <w:sz w:val="28"/>
          <w:szCs w:val="28"/>
        </w:rPr>
        <w:t>Околица</w:t>
      </w:r>
      <w:r>
        <w:rPr>
          <w:sz w:val="28"/>
          <w:szCs w:val="28"/>
        </w:rPr>
        <w:t>»</w:t>
      </w:r>
      <w:r w:rsidRPr="00FD591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D5914">
        <w:rPr>
          <w:sz w:val="28"/>
          <w:szCs w:val="28"/>
        </w:rPr>
        <w:t>«Солярис» (по пр-ту  Ленинского Комсомола)</w:t>
      </w:r>
      <w:r>
        <w:rPr>
          <w:sz w:val="28"/>
          <w:szCs w:val="28"/>
        </w:rPr>
        <w:t>;</w:t>
      </w:r>
      <w:r w:rsidRPr="00FD5914">
        <w:rPr>
          <w:sz w:val="28"/>
          <w:szCs w:val="28"/>
        </w:rPr>
        <w:t>»;</w:t>
      </w:r>
    </w:p>
    <w:p w:rsidR="00BD08B5" w:rsidRDefault="00BD08B5" w:rsidP="000F634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е) 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6248C5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0448F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48F1">
              <w:rPr>
                <w:sz w:val="28"/>
                <w:szCs w:val="28"/>
              </w:rPr>
              <w:t xml:space="preserve">пр-т Созидателей              </w:t>
            </w:r>
          </w:p>
        </w:tc>
        <w:tc>
          <w:tcPr>
            <w:tcW w:w="6300" w:type="dxa"/>
          </w:tcPr>
          <w:p w:rsidR="00BD08B5" w:rsidRPr="000448F1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48F1">
              <w:rPr>
                <w:sz w:val="28"/>
                <w:szCs w:val="28"/>
              </w:rPr>
              <w:t>1-34, 36, 36а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таблицы подраздела 14.9 дополнить словами  «, 112 (магазин «Лента»), 116 (магазин «Мегастрой»), торговый комплекс «Созидатель»;</w:t>
      </w:r>
    </w:p>
    <w:p w:rsidR="00BD08B5" w:rsidRDefault="00BD08B5" w:rsidP="006248C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в разделе 15: </w:t>
      </w:r>
    </w:p>
    <w:p w:rsidR="00BD08B5" w:rsidRPr="00D46B01" w:rsidRDefault="00BD08B5" w:rsidP="006248C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46B01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в </w:t>
      </w:r>
      <w:r w:rsidRPr="00D46B01">
        <w:rPr>
          <w:sz w:val="28"/>
          <w:szCs w:val="28"/>
        </w:rPr>
        <w:t>таблиц</w:t>
      </w:r>
      <w:r>
        <w:rPr>
          <w:sz w:val="28"/>
          <w:szCs w:val="28"/>
        </w:rPr>
        <w:t>е</w:t>
      </w:r>
      <w:r w:rsidRPr="00D46B01">
        <w:rPr>
          <w:sz w:val="28"/>
          <w:szCs w:val="28"/>
        </w:rPr>
        <w:t xml:space="preserve"> подраздела 15.1:</w:t>
      </w:r>
    </w:p>
    <w:p w:rsidR="00BD08B5" w:rsidRDefault="00BD08B5" w:rsidP="006248C5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D46B01">
        <w:rPr>
          <w:sz w:val="28"/>
          <w:szCs w:val="28"/>
        </w:rPr>
        <w:t xml:space="preserve">после строки 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6248C5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Артё</w:t>
            </w:r>
            <w:r w:rsidRPr="00E93B67">
              <w:rPr>
                <w:sz w:val="28"/>
                <w:szCs w:val="28"/>
              </w:rPr>
              <w:t xml:space="preserve">ма               </w:t>
            </w:r>
          </w:p>
        </w:tc>
        <w:tc>
          <w:tcPr>
            <w:tcW w:w="6300" w:type="dxa"/>
          </w:tcPr>
          <w:p w:rsidR="00BD08B5" w:rsidRPr="00E93B6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все имеющиеся дома    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540"/>
      </w:tblGrid>
      <w:tr w:rsidR="00BD08B5" w:rsidTr="006248C5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64519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>ул. Камышинская</w:t>
            </w:r>
          </w:p>
        </w:tc>
        <w:tc>
          <w:tcPr>
            <w:tcW w:w="6300" w:type="dxa"/>
          </w:tcPr>
          <w:p w:rsidR="00BD08B5" w:rsidRPr="00E93B67" w:rsidRDefault="00BD08B5" w:rsidP="0064519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63-81 (нечё</w:t>
            </w:r>
            <w:r w:rsidRPr="00E93B67">
              <w:rPr>
                <w:sz w:val="28"/>
                <w:szCs w:val="28"/>
              </w:rPr>
              <w:t>тные)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</w:p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139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1136"/>
      </w:tblGrid>
      <w:tr w:rsidR="00BD08B5" w:rsidTr="001830D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ул. Смычки               </w:t>
            </w:r>
          </w:p>
        </w:tc>
        <w:tc>
          <w:tcPr>
            <w:tcW w:w="63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все имеющиеся дома                                     </w:t>
            </w:r>
          </w:p>
        </w:tc>
        <w:tc>
          <w:tcPr>
            <w:tcW w:w="1136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B702A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900"/>
      </w:tblGrid>
      <w:tr w:rsidR="00BD08B5" w:rsidTr="00CE6F7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пр-д Стартовый </w:t>
            </w:r>
          </w:p>
        </w:tc>
        <w:tc>
          <w:tcPr>
            <w:tcW w:w="63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spacing w:before="120"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</w:t>
      </w:r>
      <w:r w:rsidRPr="00633D98">
        <w:rPr>
          <w:sz w:val="28"/>
          <w:szCs w:val="28"/>
        </w:rPr>
        <w:t>таблиц</w:t>
      </w:r>
      <w:r>
        <w:rPr>
          <w:sz w:val="28"/>
          <w:szCs w:val="28"/>
        </w:rPr>
        <w:t>е</w:t>
      </w:r>
      <w:r w:rsidRPr="00633D98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подраздела 15.2:</w:t>
      </w:r>
    </w:p>
    <w:p w:rsidR="00BD08B5" w:rsidRDefault="00BD08B5" w:rsidP="00B702A1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CE6F7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ул. Автозаводская       </w:t>
            </w:r>
          </w:p>
        </w:tc>
        <w:tc>
          <w:tcPr>
            <w:tcW w:w="63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1-29                  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CE6F7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>ул. Генерала Мельникова</w:t>
            </w:r>
          </w:p>
        </w:tc>
        <w:tc>
          <w:tcPr>
            <w:tcW w:w="63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>14-24 (ч</w:t>
            </w:r>
            <w:r>
              <w:rPr>
                <w:sz w:val="28"/>
                <w:szCs w:val="28"/>
              </w:rPr>
              <w:t>ё</w:t>
            </w:r>
            <w:r w:rsidRPr="00E93B67">
              <w:rPr>
                <w:sz w:val="28"/>
                <w:szCs w:val="28"/>
              </w:rPr>
              <w:t>тные)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spacing w:before="120" w:line="365" w:lineRule="auto"/>
        <w:ind w:firstLine="708"/>
        <w:jc w:val="both"/>
        <w:rPr>
          <w:sz w:val="28"/>
          <w:szCs w:val="28"/>
        </w:rPr>
      </w:pPr>
      <w:r w:rsidRPr="009D7DC0">
        <w:rPr>
          <w:sz w:val="28"/>
          <w:szCs w:val="28"/>
        </w:rPr>
        <w:t xml:space="preserve">в </w:t>
      </w:r>
      <w:r>
        <w:rPr>
          <w:sz w:val="28"/>
          <w:szCs w:val="28"/>
        </w:rPr>
        <w:t>графе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CE6F7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ул. Октябрьская         </w:t>
            </w:r>
          </w:p>
        </w:tc>
        <w:tc>
          <w:tcPr>
            <w:tcW w:w="63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>10, 20, 22, 26-40 (ч</w:t>
            </w:r>
            <w:r>
              <w:rPr>
                <w:sz w:val="28"/>
                <w:szCs w:val="28"/>
              </w:rPr>
              <w:t>ё</w:t>
            </w:r>
            <w:r w:rsidRPr="00E93B67">
              <w:rPr>
                <w:sz w:val="28"/>
                <w:szCs w:val="28"/>
              </w:rPr>
              <w:t xml:space="preserve">тные), 44, 59, 83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spacing w:before="120"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цифры «40» заменить цифрами  «42»;</w:t>
      </w:r>
    </w:p>
    <w:p w:rsidR="00BD08B5" w:rsidRDefault="00BD08B5" w:rsidP="00B702A1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CE6F7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Московское шоссе        </w:t>
            </w:r>
          </w:p>
        </w:tc>
        <w:tc>
          <w:tcPr>
            <w:tcW w:w="63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25-85а (нечё</w:t>
            </w:r>
            <w:r w:rsidRPr="00E93B67">
              <w:rPr>
                <w:sz w:val="28"/>
                <w:szCs w:val="28"/>
              </w:rPr>
              <w:t xml:space="preserve">тные)  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spacing w:before="120"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словами «, 89, 91а»;</w:t>
      </w:r>
    </w:p>
    <w:p w:rsidR="00BD08B5" w:rsidRDefault="00BD08B5" w:rsidP="00B702A1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в таблице подраздела 15.3:</w:t>
      </w:r>
    </w:p>
    <w:p w:rsidR="00BD08B5" w:rsidRDefault="00BD08B5" w:rsidP="00B702A1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CE6F7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Западный б-р            </w:t>
            </w:r>
          </w:p>
        </w:tc>
        <w:tc>
          <w:tcPr>
            <w:tcW w:w="63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18а-32/61 (чё</w:t>
            </w:r>
            <w:r w:rsidRPr="00E93B67">
              <w:rPr>
                <w:sz w:val="28"/>
                <w:szCs w:val="28"/>
              </w:rPr>
              <w:t>тные), 19, 23, 27</w:t>
            </w:r>
            <w:r w:rsidRPr="00E93B67">
              <w:rPr>
                <w:sz w:val="28"/>
                <w:szCs w:val="28"/>
                <w:shd w:val="clear" w:color="auto" w:fill="99CC00"/>
              </w:rPr>
              <w:t xml:space="preserve"> </w:t>
            </w:r>
            <w:r w:rsidRPr="00E93B67"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spacing w:before="120"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цифрами  «, 36»;</w:t>
      </w:r>
    </w:p>
    <w:p w:rsidR="00BD08B5" w:rsidRDefault="00BD08B5" w:rsidP="00B702A1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720"/>
      </w:tblGrid>
      <w:tr w:rsidR="00BD08B5" w:rsidTr="00CE6F7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 xml:space="preserve">ул. Автозаводская       </w:t>
            </w:r>
          </w:p>
        </w:tc>
        <w:tc>
          <w:tcPr>
            <w:tcW w:w="63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29а-52, 53-61 (нечё</w:t>
            </w:r>
            <w:r w:rsidRPr="00E93B67">
              <w:rPr>
                <w:sz w:val="28"/>
                <w:szCs w:val="28"/>
              </w:rPr>
              <w:t xml:space="preserve">тные)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B702A1">
      <w:pPr>
        <w:pStyle w:val="ConsPlusNormal"/>
        <w:spacing w:before="120" w:line="365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8C38B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3B67">
              <w:rPr>
                <w:sz w:val="28"/>
                <w:szCs w:val="28"/>
              </w:rPr>
              <w:t>ул. Генерала Мельникова</w:t>
            </w:r>
          </w:p>
        </w:tc>
        <w:tc>
          <w:tcPr>
            <w:tcW w:w="6300" w:type="dxa"/>
          </w:tcPr>
          <w:p w:rsidR="00BD08B5" w:rsidRPr="00E93B67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2-12 (чё</w:t>
            </w:r>
            <w:r w:rsidRPr="00E93B67">
              <w:rPr>
                <w:sz w:val="28"/>
                <w:szCs w:val="28"/>
              </w:rPr>
              <w:t>тные)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spacing w:before="120"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г) графу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8C38B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133274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Промышленная            </w:t>
            </w:r>
          </w:p>
        </w:tc>
        <w:tc>
          <w:tcPr>
            <w:tcW w:w="6300" w:type="dxa"/>
          </w:tcPr>
          <w:p w:rsidR="00BD08B5" w:rsidRPr="00133274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5а, 46, 48, 51-57 (нечё</w:t>
            </w:r>
            <w:r w:rsidRPr="00133274">
              <w:rPr>
                <w:sz w:val="28"/>
                <w:szCs w:val="28"/>
              </w:rPr>
              <w:t xml:space="preserve">тные)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spacing w:before="120"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таблицы подраздела 15.4 дополнить словами  «, 59а»;</w:t>
      </w:r>
    </w:p>
    <w:p w:rsidR="00BD08B5" w:rsidRDefault="00BD08B5" w:rsidP="00B702A1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д) в таблице подраздела 15.5:</w:t>
      </w:r>
    </w:p>
    <w:p w:rsidR="00BD08B5" w:rsidRDefault="00BD08B5" w:rsidP="00B702A1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13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1080"/>
      </w:tblGrid>
      <w:tr w:rsidR="00BD08B5" w:rsidTr="008C38B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133274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33274">
              <w:rPr>
                <w:sz w:val="28"/>
                <w:szCs w:val="28"/>
              </w:rPr>
              <w:t xml:space="preserve">ул. Ефремова                </w:t>
            </w:r>
          </w:p>
        </w:tc>
        <w:tc>
          <w:tcPr>
            <w:tcW w:w="6300" w:type="dxa"/>
          </w:tcPr>
          <w:p w:rsidR="00BD08B5" w:rsidRPr="00133274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33-73 (нечётные), 48-54 (чё</w:t>
            </w:r>
            <w:r w:rsidRPr="00133274">
              <w:rPr>
                <w:sz w:val="28"/>
                <w:szCs w:val="28"/>
              </w:rPr>
              <w:t xml:space="preserve">тные), 58, 58а, 60   </w:t>
            </w: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B702A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spacing w:before="120"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словами  «, 73а»;</w:t>
      </w:r>
    </w:p>
    <w:p w:rsidR="00BD08B5" w:rsidRDefault="00BD08B5" w:rsidP="00B702A1">
      <w:pPr>
        <w:widowControl w:val="0"/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</w:p>
    <w:p w:rsidR="00BD08B5" w:rsidRDefault="00BD08B5" w:rsidP="00B702A1">
      <w:pPr>
        <w:widowControl w:val="0"/>
        <w:autoSpaceDE w:val="0"/>
        <w:autoSpaceDN w:val="0"/>
        <w:adjustRightInd w:val="0"/>
        <w:spacing w:line="34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8C38B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1E2E">
              <w:rPr>
                <w:sz w:val="28"/>
                <w:szCs w:val="28"/>
              </w:rPr>
              <w:t xml:space="preserve">ул. Рябикова                </w:t>
            </w:r>
          </w:p>
        </w:tc>
        <w:tc>
          <w:tcPr>
            <w:tcW w:w="63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1E2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-</w:t>
            </w:r>
            <w:r w:rsidRPr="00F21E2E">
              <w:rPr>
                <w:sz w:val="28"/>
                <w:szCs w:val="28"/>
              </w:rPr>
              <w:t xml:space="preserve">43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127A69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словами  «, </w:t>
      </w:r>
      <w:r w:rsidRPr="00F21E2E">
        <w:rPr>
          <w:sz w:val="28"/>
          <w:szCs w:val="28"/>
        </w:rPr>
        <w:t>66-7</w:t>
      </w:r>
      <w:r>
        <w:rPr>
          <w:sz w:val="28"/>
          <w:szCs w:val="28"/>
        </w:rPr>
        <w:t>0 (чё</w:t>
      </w:r>
      <w:r w:rsidRPr="00F21E2E">
        <w:rPr>
          <w:sz w:val="28"/>
          <w:szCs w:val="28"/>
        </w:rPr>
        <w:t>тные)</w:t>
      </w:r>
      <w:r>
        <w:rPr>
          <w:sz w:val="28"/>
          <w:szCs w:val="28"/>
        </w:rPr>
        <w:t>»;</w:t>
      </w:r>
    </w:p>
    <w:p w:rsidR="00BD08B5" w:rsidRDefault="00BD08B5" w:rsidP="00E144B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6300"/>
        <w:gridCol w:w="900"/>
      </w:tblGrid>
      <w:tr w:rsidR="00BD08B5" w:rsidTr="008C38B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1E2E">
              <w:rPr>
                <w:sz w:val="28"/>
                <w:szCs w:val="28"/>
              </w:rPr>
              <w:t xml:space="preserve">пер. Кленский               </w:t>
            </w:r>
          </w:p>
        </w:tc>
        <w:tc>
          <w:tcPr>
            <w:tcW w:w="63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1E2E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8C38B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1E2E">
              <w:rPr>
                <w:sz w:val="28"/>
                <w:szCs w:val="28"/>
              </w:rPr>
              <w:t>пр-т Олимпийский</w:t>
            </w:r>
          </w:p>
        </w:tc>
        <w:tc>
          <w:tcPr>
            <w:tcW w:w="63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1E2E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е) в таблице подраздела 15.6:</w:t>
      </w:r>
    </w:p>
    <w:p w:rsidR="00BD08B5" w:rsidRDefault="00BD08B5" w:rsidP="00E144B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8C38B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1E2E">
              <w:rPr>
                <w:sz w:val="28"/>
                <w:szCs w:val="28"/>
              </w:rPr>
              <w:t>ул. Жигул</w:t>
            </w:r>
            <w:r>
              <w:rPr>
                <w:sz w:val="28"/>
                <w:szCs w:val="28"/>
              </w:rPr>
              <w:t>ё</w:t>
            </w:r>
            <w:r w:rsidRPr="00F21E2E">
              <w:rPr>
                <w:sz w:val="28"/>
                <w:szCs w:val="28"/>
              </w:rPr>
              <w:t xml:space="preserve">вская         </w:t>
            </w:r>
          </w:p>
        </w:tc>
        <w:tc>
          <w:tcPr>
            <w:tcW w:w="63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21E2E">
              <w:rPr>
                <w:sz w:val="28"/>
                <w:szCs w:val="28"/>
              </w:rPr>
              <w:t xml:space="preserve">1, 15, 17, 19, 23      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цифры «11» заменить цифрами  «9, 11»;</w:t>
      </w:r>
    </w:p>
    <w:p w:rsidR="00BD08B5" w:rsidRDefault="00BD08B5" w:rsidP="000F634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8C38B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21E2E">
              <w:rPr>
                <w:sz w:val="28"/>
                <w:szCs w:val="28"/>
              </w:rPr>
              <w:t xml:space="preserve">ул. Камышинская         </w:t>
            </w:r>
          </w:p>
        </w:tc>
        <w:tc>
          <w:tcPr>
            <w:tcW w:w="6300" w:type="dxa"/>
          </w:tcPr>
          <w:p w:rsidR="00BD08B5" w:rsidRPr="00F21E2E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15-23 (нечё</w:t>
            </w:r>
            <w:r w:rsidRPr="00F21E2E">
              <w:rPr>
                <w:sz w:val="28"/>
                <w:szCs w:val="28"/>
              </w:rPr>
              <w:t xml:space="preserve">тные)      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цифры «15-23» заменить цифрами  «11, 15-23»;</w:t>
      </w:r>
    </w:p>
    <w:p w:rsidR="00BD08B5" w:rsidRDefault="00BD08B5" w:rsidP="000F634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A01544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BC51C0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1C0">
              <w:rPr>
                <w:sz w:val="28"/>
                <w:szCs w:val="28"/>
              </w:rPr>
              <w:t xml:space="preserve">ул. Шолмова             </w:t>
            </w:r>
          </w:p>
        </w:tc>
        <w:tc>
          <w:tcPr>
            <w:tcW w:w="6300" w:type="dxa"/>
          </w:tcPr>
          <w:p w:rsidR="00BD08B5" w:rsidRPr="00BC51C0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1C0">
              <w:rPr>
                <w:sz w:val="28"/>
                <w:szCs w:val="28"/>
              </w:rPr>
              <w:t>1-23 (неч</w:t>
            </w:r>
            <w:r>
              <w:rPr>
                <w:sz w:val="28"/>
                <w:szCs w:val="28"/>
              </w:rPr>
              <w:t>ё</w:t>
            </w:r>
            <w:r w:rsidRPr="00BC51C0">
              <w:rPr>
                <w:sz w:val="28"/>
                <w:szCs w:val="28"/>
              </w:rPr>
              <w:t xml:space="preserve">тные), 8, 14, 32, 34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E144BB">
      <w:pPr>
        <w:widowControl w:val="0"/>
        <w:autoSpaceDE w:val="0"/>
        <w:autoSpaceDN w:val="0"/>
        <w:adjustRightInd w:val="0"/>
        <w:spacing w:before="120"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 цифр «14,» дополнить цифрами  «20,»;</w:t>
      </w:r>
    </w:p>
    <w:p w:rsidR="00BD08B5" w:rsidRDefault="00BD08B5" w:rsidP="00E144BB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слова «Труд» </w:t>
      </w:r>
      <w:r w:rsidRPr="002A162D">
        <w:rPr>
          <w:sz w:val="28"/>
          <w:szCs w:val="28"/>
        </w:rPr>
        <w:t>дополнить словами «</w:t>
      </w:r>
      <w:r>
        <w:rPr>
          <w:sz w:val="28"/>
          <w:szCs w:val="28"/>
        </w:rPr>
        <w:t>; площадь Г.Алиева</w:t>
      </w:r>
      <w:r w:rsidRPr="002A162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D08B5" w:rsidRDefault="00BD08B5" w:rsidP="00E144BB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ж) в таблице подраздела 15.7:</w:t>
      </w:r>
    </w:p>
    <w:p w:rsidR="00BD08B5" w:rsidRDefault="00BD08B5" w:rsidP="00E144BB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313DC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BC51C0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1C0">
              <w:rPr>
                <w:sz w:val="28"/>
                <w:szCs w:val="28"/>
              </w:rPr>
              <w:t>ул. Жигул</w:t>
            </w:r>
            <w:r>
              <w:rPr>
                <w:sz w:val="28"/>
                <w:szCs w:val="28"/>
              </w:rPr>
              <w:t>ё</w:t>
            </w:r>
            <w:r w:rsidRPr="00BC51C0">
              <w:rPr>
                <w:sz w:val="28"/>
                <w:szCs w:val="28"/>
              </w:rPr>
              <w:t xml:space="preserve">вская          </w:t>
            </w:r>
          </w:p>
        </w:tc>
        <w:tc>
          <w:tcPr>
            <w:tcW w:w="6300" w:type="dxa"/>
          </w:tcPr>
          <w:p w:rsidR="00BD08B5" w:rsidRPr="00BC51C0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C51C0">
              <w:rPr>
                <w:sz w:val="28"/>
                <w:szCs w:val="28"/>
              </w:rPr>
              <w:t xml:space="preserve">34, 36, 40, 46, 50, 54, 62, 66, 70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E144BB">
      <w:pPr>
        <w:widowControl w:val="0"/>
        <w:autoSpaceDE w:val="0"/>
        <w:autoSpaceDN w:val="0"/>
        <w:adjustRightInd w:val="0"/>
        <w:spacing w:before="120"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 цифр «40,» дополнить цифрами  «42,»;</w:t>
      </w:r>
    </w:p>
    <w:p w:rsidR="00BD08B5" w:rsidRDefault="00BD08B5" w:rsidP="00E144BB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313DC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AE6B18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6B18">
              <w:rPr>
                <w:sz w:val="28"/>
                <w:szCs w:val="28"/>
              </w:rPr>
              <w:t xml:space="preserve">ул. Камышинская          </w:t>
            </w:r>
          </w:p>
        </w:tc>
        <w:tc>
          <w:tcPr>
            <w:tcW w:w="6300" w:type="dxa"/>
          </w:tcPr>
          <w:p w:rsidR="00BD08B5" w:rsidRPr="00AE6B18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 27, 30-50 (чётные), 35-61 (нечё</w:t>
            </w:r>
            <w:r w:rsidRPr="00AE6B18">
              <w:rPr>
                <w:sz w:val="28"/>
                <w:szCs w:val="28"/>
              </w:rPr>
              <w:t xml:space="preserve">тные)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«30-50 (чётные),» дополнить цифрами  «54,»;</w:t>
      </w:r>
    </w:p>
    <w:p w:rsidR="00BD08B5" w:rsidRDefault="00BD08B5" w:rsidP="000F634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з) в таблице подраздела 15.8 в графе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313DC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ул. Шолмова            </w:t>
            </w:r>
          </w:p>
        </w:tc>
        <w:tc>
          <w:tcPr>
            <w:tcW w:w="63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33, 35, 37/4, 39,  45/1, 46, 47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цифры «33» заменить цифрами  «22, 33»;</w:t>
      </w:r>
    </w:p>
    <w:p w:rsidR="00BD08B5" w:rsidRPr="00633D98" w:rsidRDefault="00BD08B5" w:rsidP="00E558F9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33D98">
        <w:rPr>
          <w:sz w:val="28"/>
          <w:szCs w:val="28"/>
        </w:rPr>
        <w:t xml:space="preserve">и) </w:t>
      </w:r>
      <w:r>
        <w:rPr>
          <w:sz w:val="28"/>
          <w:szCs w:val="28"/>
        </w:rPr>
        <w:t xml:space="preserve">в </w:t>
      </w:r>
      <w:r w:rsidRPr="00633D98">
        <w:rPr>
          <w:sz w:val="28"/>
          <w:szCs w:val="28"/>
        </w:rPr>
        <w:t>таблиц</w:t>
      </w:r>
      <w:r>
        <w:rPr>
          <w:sz w:val="28"/>
          <w:szCs w:val="28"/>
        </w:rPr>
        <w:t>е</w:t>
      </w:r>
      <w:r w:rsidRPr="00633D98">
        <w:rPr>
          <w:sz w:val="28"/>
          <w:szCs w:val="28"/>
        </w:rPr>
        <w:t xml:space="preserve"> подраздела 15.9:</w:t>
      </w:r>
    </w:p>
    <w:p w:rsidR="00BD08B5" w:rsidRDefault="00BD08B5" w:rsidP="000F634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E812D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3-я ул. Бутурлиных          </w:t>
            </w:r>
          </w:p>
        </w:tc>
        <w:tc>
          <w:tcPr>
            <w:tcW w:w="63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E812D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>ул. Владимирская</w:t>
            </w:r>
          </w:p>
        </w:tc>
        <w:tc>
          <w:tcPr>
            <w:tcW w:w="63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D08B5" w:rsidTr="00E812D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>ул. Врача Щербаковой</w:t>
            </w:r>
          </w:p>
        </w:tc>
        <w:tc>
          <w:tcPr>
            <w:tcW w:w="63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E812D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ул. Вырыпаевская            </w:t>
            </w:r>
          </w:p>
        </w:tc>
        <w:tc>
          <w:tcPr>
            <w:tcW w:w="63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E812D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>ул. Генерала Мельникова</w:t>
            </w:r>
          </w:p>
        </w:tc>
        <w:tc>
          <w:tcPr>
            <w:tcW w:w="63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нечётные дома, с 26 все имеющиеся чё</w:t>
            </w:r>
            <w:r w:rsidRPr="00E558F9">
              <w:rPr>
                <w:sz w:val="28"/>
                <w:szCs w:val="28"/>
              </w:rPr>
              <w:t xml:space="preserve">тные дома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E144BB">
        <w:trPr>
          <w:trHeight w:val="41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ул. Промышленная            </w:t>
            </w:r>
          </w:p>
        </w:tc>
        <w:tc>
          <w:tcPr>
            <w:tcW w:w="63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 54, 56, 60-84, 85-99 (нечё</w:t>
            </w:r>
            <w:r w:rsidRPr="00E558F9">
              <w:rPr>
                <w:sz w:val="28"/>
                <w:szCs w:val="28"/>
              </w:rPr>
              <w:t xml:space="preserve">тные)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DC75F3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цифры «49» заменить цифрами  «45, 49»;</w:t>
      </w:r>
    </w:p>
    <w:p w:rsidR="00BD08B5" w:rsidRDefault="00BD08B5" w:rsidP="000F634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к) в графе «Номера домов» строки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E812D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ул. Рябикова                </w:t>
            </w:r>
          </w:p>
        </w:tc>
        <w:tc>
          <w:tcPr>
            <w:tcW w:w="6300" w:type="dxa"/>
          </w:tcPr>
          <w:p w:rsidR="00BD08B5" w:rsidRPr="00E558F9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58F9"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</w:rPr>
              <w:t>66 все имеющиеся чё</w:t>
            </w:r>
            <w:r w:rsidRPr="00E558F9">
              <w:rPr>
                <w:sz w:val="28"/>
                <w:szCs w:val="28"/>
              </w:rPr>
              <w:t xml:space="preserve">тные дома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127A69">
      <w:pPr>
        <w:widowControl w:val="0"/>
        <w:autoSpaceDE w:val="0"/>
        <w:autoSpaceDN w:val="0"/>
        <w:adjustRightInd w:val="0"/>
        <w:spacing w:before="120"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таблицы подраздела 15.10 цифры «66» заменить цифрами  «72»;</w:t>
      </w:r>
    </w:p>
    <w:p w:rsidR="00BD08B5" w:rsidRDefault="00BD08B5" w:rsidP="00127A69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 разделе 16: </w:t>
      </w:r>
    </w:p>
    <w:p w:rsidR="00BD08B5" w:rsidRDefault="00BD08B5" w:rsidP="00127A69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таблицу подраздела 16.1</w:t>
      </w:r>
      <w:r w:rsidRPr="002A162D">
        <w:rPr>
          <w:sz w:val="28"/>
          <w:szCs w:val="28"/>
        </w:rPr>
        <w:t xml:space="preserve"> после слов «</w:t>
      </w:r>
      <w:r>
        <w:rPr>
          <w:sz w:val="28"/>
          <w:szCs w:val="28"/>
        </w:rPr>
        <w:t>площадь Танкистов,</w:t>
      </w:r>
      <w:r w:rsidRPr="002A162D">
        <w:rPr>
          <w:sz w:val="28"/>
          <w:szCs w:val="28"/>
        </w:rPr>
        <w:t>» дополнить словами «</w:t>
      </w:r>
      <w:r>
        <w:rPr>
          <w:sz w:val="28"/>
          <w:szCs w:val="28"/>
        </w:rPr>
        <w:t>площадь Титова,</w:t>
      </w:r>
      <w:r w:rsidRPr="002A162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D08B5" w:rsidRDefault="00BD08B5" w:rsidP="00127A69">
      <w:pPr>
        <w:widowControl w:val="0"/>
        <w:autoSpaceDE w:val="0"/>
        <w:autoSpaceDN w:val="0"/>
        <w:adjustRightInd w:val="0"/>
        <w:spacing w:line="36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в</w:t>
      </w:r>
      <w:r w:rsidRPr="002036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таблице подраздела </w:t>
      </w:r>
      <w:r w:rsidRPr="00B0198F">
        <w:rPr>
          <w:sz w:val="28"/>
          <w:szCs w:val="28"/>
        </w:rPr>
        <w:t>16.</w:t>
      </w:r>
      <w:r>
        <w:rPr>
          <w:sz w:val="28"/>
          <w:szCs w:val="28"/>
        </w:rPr>
        <w:t>3 строку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E812D9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FE506A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506A">
              <w:rPr>
                <w:sz w:val="28"/>
                <w:szCs w:val="28"/>
              </w:rPr>
              <w:t xml:space="preserve">ул. III Интернационала       </w:t>
            </w:r>
          </w:p>
        </w:tc>
        <w:tc>
          <w:tcPr>
            <w:tcW w:w="63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2, 4, 6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BD08B5" w:rsidRDefault="00BD08B5" w:rsidP="00B0198F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0198F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</w:t>
      </w:r>
      <w:r w:rsidRPr="00633D98">
        <w:rPr>
          <w:sz w:val="28"/>
          <w:szCs w:val="28"/>
        </w:rPr>
        <w:t>таблиц</w:t>
      </w:r>
      <w:r>
        <w:rPr>
          <w:sz w:val="28"/>
          <w:szCs w:val="28"/>
        </w:rPr>
        <w:t>е</w:t>
      </w:r>
      <w:r w:rsidRPr="00633D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подраздела </w:t>
      </w:r>
      <w:r w:rsidRPr="00B0198F">
        <w:rPr>
          <w:sz w:val="28"/>
          <w:szCs w:val="28"/>
        </w:rPr>
        <w:t>16.</w:t>
      </w:r>
      <w:r>
        <w:rPr>
          <w:sz w:val="28"/>
          <w:szCs w:val="28"/>
        </w:rPr>
        <w:t>4:</w:t>
      </w:r>
    </w:p>
    <w:p w:rsidR="00BD08B5" w:rsidRDefault="00BD08B5" w:rsidP="000F634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E144B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1A738F" w:rsidRDefault="00BD08B5" w:rsidP="000F6341">
            <w:pPr>
              <w:jc w:val="center"/>
              <w:rPr>
                <w:sz w:val="28"/>
                <w:szCs w:val="28"/>
              </w:rPr>
            </w:pPr>
            <w:r w:rsidRPr="001A738F">
              <w:rPr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6300" w:type="dxa"/>
          </w:tcPr>
          <w:p w:rsidR="00BD08B5" w:rsidRPr="001A738F" w:rsidRDefault="00BD08B5" w:rsidP="000F6341">
            <w:pPr>
              <w:jc w:val="center"/>
              <w:rPr>
                <w:sz w:val="28"/>
                <w:szCs w:val="28"/>
              </w:rPr>
            </w:pPr>
            <w:r w:rsidRPr="001A738F">
              <w:rPr>
                <w:sz w:val="28"/>
                <w:szCs w:val="28"/>
              </w:rPr>
              <w:t>Номера домов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  <w:vAlign w:val="bottom"/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 w:rsidRPr="00B0198F">
        <w:rPr>
          <w:sz w:val="28"/>
          <w:szCs w:val="28"/>
        </w:rPr>
        <w:t>дополнить строкой следующего содержания: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B86EE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 xml:space="preserve">ул. Генерала Табакина                   </w:t>
            </w:r>
          </w:p>
        </w:tc>
        <w:tc>
          <w:tcPr>
            <w:tcW w:w="63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строки </w:t>
      </w:r>
    </w:p>
    <w:tbl>
      <w:tblPr>
        <w:tblW w:w="111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900"/>
      </w:tblGrid>
      <w:tr w:rsidR="00BD08B5" w:rsidTr="00B86EE6">
        <w:trPr>
          <w:trHeight w:val="29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 xml:space="preserve">ул. Свияжская                    </w:t>
            </w:r>
          </w:p>
        </w:tc>
        <w:tc>
          <w:tcPr>
            <w:tcW w:w="63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90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13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1080"/>
      </w:tblGrid>
      <w:tr w:rsidR="00BD08B5" w:rsidTr="00B86EE6">
        <w:trPr>
          <w:trHeight w:val="26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 xml:space="preserve">ул. Счастливая                   </w:t>
            </w:r>
          </w:p>
        </w:tc>
        <w:tc>
          <w:tcPr>
            <w:tcW w:w="63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</w:p>
    <w:p w:rsidR="00BD08B5" w:rsidRDefault="00BD08B5" w:rsidP="000F6341">
      <w:pPr>
        <w:widowControl w:val="0"/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B0198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633D98">
        <w:rPr>
          <w:sz w:val="28"/>
          <w:szCs w:val="28"/>
        </w:rPr>
        <w:t>таблиц</w:t>
      </w:r>
      <w:r>
        <w:rPr>
          <w:sz w:val="28"/>
          <w:szCs w:val="28"/>
        </w:rPr>
        <w:t>у</w:t>
      </w:r>
      <w:r w:rsidRPr="00633D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подраздела </w:t>
      </w:r>
      <w:r w:rsidRPr="00B0198F">
        <w:rPr>
          <w:sz w:val="28"/>
          <w:szCs w:val="28"/>
        </w:rPr>
        <w:t>16.</w:t>
      </w:r>
      <w:r>
        <w:rPr>
          <w:sz w:val="28"/>
          <w:szCs w:val="28"/>
        </w:rPr>
        <w:t>6</w:t>
      </w:r>
      <w:r w:rsidRPr="00127A69">
        <w:rPr>
          <w:sz w:val="28"/>
          <w:szCs w:val="28"/>
        </w:rPr>
        <w:t xml:space="preserve"> </w:t>
      </w:r>
      <w:r>
        <w:rPr>
          <w:sz w:val="28"/>
          <w:szCs w:val="28"/>
        </w:rPr>
        <w:t>после строки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B86EE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 xml:space="preserve">пр-т Нариманова                 </w:t>
            </w:r>
          </w:p>
        </w:tc>
        <w:tc>
          <w:tcPr>
            <w:tcW w:w="63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51/1-107  (нечё</w:t>
            </w:r>
            <w:r w:rsidRPr="00B0198F">
              <w:rPr>
                <w:sz w:val="28"/>
                <w:szCs w:val="28"/>
              </w:rPr>
              <w:t xml:space="preserve">тные)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0F634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B86EE6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>шоссе Сельдинское</w:t>
            </w:r>
          </w:p>
        </w:tc>
        <w:tc>
          <w:tcPr>
            <w:tcW w:w="63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 xml:space="preserve">все имеющиеся дома    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»,</w:t>
            </w:r>
          </w:p>
        </w:tc>
      </w:tr>
    </w:tbl>
    <w:p w:rsidR="00BD08B5" w:rsidRDefault="00BD08B5" w:rsidP="00127A69">
      <w:pPr>
        <w:widowControl w:val="0"/>
        <w:autoSpaceDE w:val="0"/>
        <w:autoSpaceDN w:val="0"/>
        <w:adjustRightInd w:val="0"/>
        <w:spacing w:before="120" w:line="360" w:lineRule="auto"/>
        <w:jc w:val="both"/>
        <w:rPr>
          <w:sz w:val="28"/>
          <w:szCs w:val="28"/>
        </w:rPr>
      </w:pPr>
      <w:r w:rsidRPr="002A162D">
        <w:rPr>
          <w:sz w:val="28"/>
          <w:szCs w:val="28"/>
        </w:rPr>
        <w:t>после слов «</w:t>
      </w:r>
      <w:r>
        <w:rPr>
          <w:sz w:val="28"/>
          <w:szCs w:val="28"/>
        </w:rPr>
        <w:t>п. Каменка,</w:t>
      </w:r>
      <w:r w:rsidRPr="002A162D">
        <w:rPr>
          <w:sz w:val="28"/>
          <w:szCs w:val="28"/>
        </w:rPr>
        <w:t>» дополнить словами «</w:t>
      </w:r>
      <w:r>
        <w:rPr>
          <w:sz w:val="28"/>
          <w:szCs w:val="28"/>
        </w:rPr>
        <w:t>п. Карлинская Роща,</w:t>
      </w:r>
      <w:r w:rsidRPr="002A162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D08B5" w:rsidRDefault="00BD08B5" w:rsidP="00B702A1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B0198F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таблицу подраздела </w:t>
      </w:r>
      <w:r w:rsidRPr="00B0198F">
        <w:rPr>
          <w:sz w:val="28"/>
          <w:szCs w:val="28"/>
        </w:rPr>
        <w:t>16.</w:t>
      </w:r>
      <w:r>
        <w:rPr>
          <w:sz w:val="28"/>
          <w:szCs w:val="28"/>
        </w:rPr>
        <w:t xml:space="preserve">8 после строки </w:t>
      </w: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6300"/>
        <w:gridCol w:w="720"/>
      </w:tblGrid>
      <w:tr w:rsidR="00BD08B5" w:rsidTr="00B86EE6">
        <w:trPr>
          <w:trHeight w:val="29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 xml:space="preserve">пер.  Уютный                  </w:t>
            </w:r>
          </w:p>
        </w:tc>
        <w:tc>
          <w:tcPr>
            <w:tcW w:w="63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B0198F">
              <w:rPr>
                <w:sz w:val="28"/>
                <w:szCs w:val="28"/>
              </w:rPr>
              <w:t xml:space="preserve">се имеющиеся дома                          </w:t>
            </w: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BD08B5" w:rsidRDefault="00BD08B5" w:rsidP="00B702A1">
      <w:pPr>
        <w:pStyle w:val="ConsPlusNormal"/>
        <w:spacing w:before="120"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8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9900"/>
        <w:gridCol w:w="540"/>
      </w:tblGrid>
      <w:tr w:rsidR="00BD08B5" w:rsidTr="00B702A1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BD08B5" w:rsidRDefault="00BD08B5" w:rsidP="000F634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9900" w:type="dxa"/>
          </w:tcPr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>Иные объекты:</w:t>
            </w:r>
          </w:p>
          <w:p w:rsidR="00BD08B5" w:rsidRPr="00B0198F" w:rsidRDefault="00BD08B5" w:rsidP="000F634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0198F">
              <w:rPr>
                <w:sz w:val="28"/>
                <w:szCs w:val="28"/>
              </w:rPr>
              <w:t>площадь Театральная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  <w:vAlign w:val="bottom"/>
          </w:tcPr>
          <w:p w:rsidR="00BD08B5" w:rsidRPr="009313B0" w:rsidRDefault="00BD08B5" w:rsidP="00127A69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</w:tc>
      </w:tr>
    </w:tbl>
    <w:p w:rsidR="00BD08B5" w:rsidRDefault="00BD08B5" w:rsidP="00B702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08B5" w:rsidRDefault="00BD08B5" w:rsidP="00B702A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08B5" w:rsidRDefault="00BD08B5" w:rsidP="00B702A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08B5" w:rsidRDefault="00BD08B5" w:rsidP="00B702A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Губернатор Ульяновской области</w:t>
      </w:r>
      <w:r w:rsidRPr="00B702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             С.И.Морозов</w:t>
      </w:r>
    </w:p>
    <w:p w:rsidR="00BD08B5" w:rsidRPr="008D0FAD" w:rsidRDefault="00BD08B5" w:rsidP="00CE2DA6">
      <w:pPr>
        <w:jc w:val="center"/>
        <w:rPr>
          <w:sz w:val="28"/>
          <w:szCs w:val="28"/>
        </w:rPr>
      </w:pPr>
    </w:p>
    <w:p w:rsidR="00BD08B5" w:rsidRDefault="00BD08B5" w:rsidP="00CE2DA6">
      <w:pPr>
        <w:jc w:val="center"/>
        <w:rPr>
          <w:sz w:val="28"/>
          <w:szCs w:val="28"/>
        </w:rPr>
      </w:pPr>
    </w:p>
    <w:p w:rsidR="00BD08B5" w:rsidRPr="008D0FAD" w:rsidRDefault="00BD08B5" w:rsidP="00CE2DA6">
      <w:pPr>
        <w:jc w:val="center"/>
        <w:rPr>
          <w:sz w:val="28"/>
          <w:szCs w:val="28"/>
        </w:rPr>
      </w:pPr>
    </w:p>
    <w:p w:rsidR="00BD08B5" w:rsidRPr="002B39FD" w:rsidRDefault="00BD08B5" w:rsidP="00CE2DA6">
      <w:pPr>
        <w:spacing w:line="360" w:lineRule="auto"/>
        <w:jc w:val="center"/>
        <w:rPr>
          <w:sz w:val="28"/>
          <w:szCs w:val="28"/>
        </w:rPr>
      </w:pPr>
      <w:r w:rsidRPr="002B39FD">
        <w:rPr>
          <w:sz w:val="28"/>
          <w:szCs w:val="28"/>
        </w:rPr>
        <w:t>г. Ульяновск</w:t>
      </w:r>
    </w:p>
    <w:p w:rsidR="00BD08B5" w:rsidRPr="002B39FD" w:rsidRDefault="00BD08B5" w:rsidP="00CE2DA6">
      <w:pPr>
        <w:spacing w:line="360" w:lineRule="auto"/>
        <w:jc w:val="center"/>
        <w:rPr>
          <w:sz w:val="28"/>
          <w:szCs w:val="28"/>
        </w:rPr>
      </w:pPr>
      <w:r w:rsidRPr="002B39FD">
        <w:rPr>
          <w:sz w:val="28"/>
          <w:szCs w:val="28"/>
        </w:rPr>
        <w:t xml:space="preserve">  </w:t>
      </w:r>
      <w:r>
        <w:rPr>
          <w:sz w:val="28"/>
          <w:szCs w:val="28"/>
        </w:rPr>
        <w:t>02</w:t>
      </w:r>
      <w:r w:rsidRPr="002B39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сентября </w:t>
      </w:r>
      <w:r w:rsidRPr="002B39FD">
        <w:rPr>
          <w:sz w:val="28"/>
          <w:szCs w:val="28"/>
        </w:rPr>
        <w:t xml:space="preserve"> 2015 г.</w:t>
      </w:r>
    </w:p>
    <w:p w:rsidR="00BD08B5" w:rsidRPr="002B39FD" w:rsidRDefault="00BD08B5" w:rsidP="00E210B2">
      <w:pPr>
        <w:spacing w:line="360" w:lineRule="auto"/>
        <w:jc w:val="center"/>
        <w:rPr>
          <w:sz w:val="28"/>
          <w:szCs w:val="28"/>
        </w:rPr>
      </w:pPr>
      <w:r w:rsidRPr="002B39FD">
        <w:rPr>
          <w:sz w:val="28"/>
          <w:szCs w:val="28"/>
        </w:rPr>
        <w:t xml:space="preserve">№ </w:t>
      </w:r>
      <w:r>
        <w:rPr>
          <w:sz w:val="28"/>
          <w:szCs w:val="28"/>
        </w:rPr>
        <w:t>116</w:t>
      </w:r>
      <w:r w:rsidRPr="002B39FD">
        <w:rPr>
          <w:sz w:val="28"/>
          <w:szCs w:val="28"/>
        </w:rPr>
        <w:t>-З</w:t>
      </w:r>
      <w:bookmarkStart w:id="0" w:name="_GoBack"/>
      <w:bookmarkEnd w:id="0"/>
      <w:r w:rsidRPr="002B39FD">
        <w:rPr>
          <w:sz w:val="28"/>
          <w:szCs w:val="28"/>
        </w:rPr>
        <w:t>О</w:t>
      </w:r>
    </w:p>
    <w:p w:rsidR="00BD08B5" w:rsidRPr="002B39FD" w:rsidRDefault="00BD08B5">
      <w:pPr>
        <w:spacing w:line="360" w:lineRule="auto"/>
        <w:jc w:val="center"/>
        <w:rPr>
          <w:sz w:val="28"/>
          <w:szCs w:val="28"/>
        </w:rPr>
      </w:pPr>
    </w:p>
    <w:sectPr w:rsidR="00BD08B5" w:rsidRPr="002B39FD" w:rsidSect="00EC7927">
      <w:headerReference w:type="even" r:id="rId7"/>
      <w:headerReference w:type="default" r:id="rId8"/>
      <w:pgSz w:w="11906" w:h="16838" w:code="9"/>
      <w:pgMar w:top="1134" w:right="567" w:bottom="102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8B5" w:rsidRDefault="00BD08B5">
      <w:r>
        <w:separator/>
      </w:r>
    </w:p>
  </w:endnote>
  <w:endnote w:type="continuationSeparator" w:id="0">
    <w:p w:rsidR="00BD08B5" w:rsidRDefault="00BD0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8B5" w:rsidRDefault="00BD08B5">
      <w:r>
        <w:separator/>
      </w:r>
    </w:p>
  </w:footnote>
  <w:footnote w:type="continuationSeparator" w:id="0">
    <w:p w:rsidR="00BD08B5" w:rsidRDefault="00BD0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8B5" w:rsidRDefault="00BD08B5" w:rsidP="006E74C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08B5" w:rsidRDefault="00BD08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8B5" w:rsidRPr="0098487C" w:rsidRDefault="00BD08B5" w:rsidP="00645190">
    <w:pPr>
      <w:pStyle w:val="Header"/>
      <w:jc w:val="center"/>
      <w:rPr>
        <w:rStyle w:val="PageNumber"/>
        <w:sz w:val="28"/>
        <w:szCs w:val="28"/>
      </w:rPr>
    </w:pPr>
    <w:r w:rsidRPr="0098487C">
      <w:rPr>
        <w:rStyle w:val="PageNumber"/>
        <w:sz w:val="28"/>
        <w:szCs w:val="28"/>
      </w:rPr>
      <w:fldChar w:fldCharType="begin"/>
    </w:r>
    <w:r w:rsidRPr="0098487C">
      <w:rPr>
        <w:rStyle w:val="PageNumber"/>
        <w:sz w:val="28"/>
        <w:szCs w:val="28"/>
      </w:rPr>
      <w:instrText xml:space="preserve">PAGE  </w:instrText>
    </w:r>
    <w:r w:rsidRPr="0098487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9</w:t>
    </w:r>
    <w:r w:rsidRPr="0098487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4C9"/>
    <w:rsid w:val="00003A48"/>
    <w:rsid w:val="00006D50"/>
    <w:rsid w:val="00027848"/>
    <w:rsid w:val="000279A7"/>
    <w:rsid w:val="00030E4C"/>
    <w:rsid w:val="000327FC"/>
    <w:rsid w:val="0003458C"/>
    <w:rsid w:val="00041FF3"/>
    <w:rsid w:val="000448F1"/>
    <w:rsid w:val="00053246"/>
    <w:rsid w:val="000635F1"/>
    <w:rsid w:val="00083992"/>
    <w:rsid w:val="000975DA"/>
    <w:rsid w:val="000A4DAF"/>
    <w:rsid w:val="000B02EC"/>
    <w:rsid w:val="000B16C3"/>
    <w:rsid w:val="000B7AE0"/>
    <w:rsid w:val="000C1434"/>
    <w:rsid w:val="000D18C1"/>
    <w:rsid w:val="000D53EE"/>
    <w:rsid w:val="000E0F5B"/>
    <w:rsid w:val="000E3B98"/>
    <w:rsid w:val="000E4B07"/>
    <w:rsid w:val="000F3CC8"/>
    <w:rsid w:val="000F6341"/>
    <w:rsid w:val="00101AB4"/>
    <w:rsid w:val="00102A5E"/>
    <w:rsid w:val="00103ECA"/>
    <w:rsid w:val="0010558B"/>
    <w:rsid w:val="001125C0"/>
    <w:rsid w:val="001137DE"/>
    <w:rsid w:val="00115F9B"/>
    <w:rsid w:val="0012337F"/>
    <w:rsid w:val="00124372"/>
    <w:rsid w:val="00127A69"/>
    <w:rsid w:val="00130D33"/>
    <w:rsid w:val="00133274"/>
    <w:rsid w:val="00151EAA"/>
    <w:rsid w:val="001570EA"/>
    <w:rsid w:val="001607C5"/>
    <w:rsid w:val="0016146B"/>
    <w:rsid w:val="0017187A"/>
    <w:rsid w:val="00171F90"/>
    <w:rsid w:val="00175B86"/>
    <w:rsid w:val="0017680C"/>
    <w:rsid w:val="001830DB"/>
    <w:rsid w:val="00197432"/>
    <w:rsid w:val="001A2D5C"/>
    <w:rsid w:val="001A5048"/>
    <w:rsid w:val="001A738F"/>
    <w:rsid w:val="001B0BE2"/>
    <w:rsid w:val="001B6498"/>
    <w:rsid w:val="001B6516"/>
    <w:rsid w:val="001C1C59"/>
    <w:rsid w:val="001C3322"/>
    <w:rsid w:val="001C3DD5"/>
    <w:rsid w:val="001D2DEF"/>
    <w:rsid w:val="001D33EE"/>
    <w:rsid w:val="001E0FD6"/>
    <w:rsid w:val="001E12F6"/>
    <w:rsid w:val="001E166F"/>
    <w:rsid w:val="001E2D16"/>
    <w:rsid w:val="001E511C"/>
    <w:rsid w:val="001E6463"/>
    <w:rsid w:val="001E77A0"/>
    <w:rsid w:val="001F1589"/>
    <w:rsid w:val="001F3D1F"/>
    <w:rsid w:val="001F7E23"/>
    <w:rsid w:val="00203613"/>
    <w:rsid w:val="00204019"/>
    <w:rsid w:val="00204BDD"/>
    <w:rsid w:val="0020708A"/>
    <w:rsid w:val="002079D4"/>
    <w:rsid w:val="002104B3"/>
    <w:rsid w:val="002120AB"/>
    <w:rsid w:val="00212884"/>
    <w:rsid w:val="002129F9"/>
    <w:rsid w:val="00212F0C"/>
    <w:rsid w:val="00234ED3"/>
    <w:rsid w:val="00237B3F"/>
    <w:rsid w:val="00242B1B"/>
    <w:rsid w:val="00243846"/>
    <w:rsid w:val="00250FF3"/>
    <w:rsid w:val="002520C0"/>
    <w:rsid w:val="00254B52"/>
    <w:rsid w:val="00260E06"/>
    <w:rsid w:val="00261CF1"/>
    <w:rsid w:val="00265CB5"/>
    <w:rsid w:val="00271186"/>
    <w:rsid w:val="00275903"/>
    <w:rsid w:val="00276D70"/>
    <w:rsid w:val="002776DA"/>
    <w:rsid w:val="00284918"/>
    <w:rsid w:val="00285131"/>
    <w:rsid w:val="002904EF"/>
    <w:rsid w:val="00290D1C"/>
    <w:rsid w:val="00294497"/>
    <w:rsid w:val="00294893"/>
    <w:rsid w:val="0029642F"/>
    <w:rsid w:val="002A162D"/>
    <w:rsid w:val="002A2D30"/>
    <w:rsid w:val="002A3764"/>
    <w:rsid w:val="002B39FD"/>
    <w:rsid w:val="002C2CA0"/>
    <w:rsid w:val="002C5E4F"/>
    <w:rsid w:val="002D3EED"/>
    <w:rsid w:val="002D660A"/>
    <w:rsid w:val="002E683C"/>
    <w:rsid w:val="002F3521"/>
    <w:rsid w:val="002F4AF9"/>
    <w:rsid w:val="00301E2C"/>
    <w:rsid w:val="00304E00"/>
    <w:rsid w:val="0030580D"/>
    <w:rsid w:val="003064C9"/>
    <w:rsid w:val="003069A1"/>
    <w:rsid w:val="003074E5"/>
    <w:rsid w:val="0031036E"/>
    <w:rsid w:val="003137EC"/>
    <w:rsid w:val="00313DCB"/>
    <w:rsid w:val="003161B8"/>
    <w:rsid w:val="00316F9F"/>
    <w:rsid w:val="00317C33"/>
    <w:rsid w:val="003256A9"/>
    <w:rsid w:val="00330307"/>
    <w:rsid w:val="0034087B"/>
    <w:rsid w:val="00341FED"/>
    <w:rsid w:val="0034486C"/>
    <w:rsid w:val="0034792D"/>
    <w:rsid w:val="003539A4"/>
    <w:rsid w:val="00356C18"/>
    <w:rsid w:val="00372604"/>
    <w:rsid w:val="00373E76"/>
    <w:rsid w:val="00382B1F"/>
    <w:rsid w:val="0038308C"/>
    <w:rsid w:val="00384897"/>
    <w:rsid w:val="003854F7"/>
    <w:rsid w:val="0039079A"/>
    <w:rsid w:val="00393912"/>
    <w:rsid w:val="00395050"/>
    <w:rsid w:val="00395C07"/>
    <w:rsid w:val="00396571"/>
    <w:rsid w:val="003A053E"/>
    <w:rsid w:val="003A3BC2"/>
    <w:rsid w:val="003A5492"/>
    <w:rsid w:val="003A5EFA"/>
    <w:rsid w:val="003B0DC4"/>
    <w:rsid w:val="003C3D7A"/>
    <w:rsid w:val="003D4D12"/>
    <w:rsid w:val="003E1FC8"/>
    <w:rsid w:val="003F0035"/>
    <w:rsid w:val="003F3C52"/>
    <w:rsid w:val="003F7B2A"/>
    <w:rsid w:val="00417477"/>
    <w:rsid w:val="00423027"/>
    <w:rsid w:val="00424459"/>
    <w:rsid w:val="00424AA5"/>
    <w:rsid w:val="0042688C"/>
    <w:rsid w:val="00432B77"/>
    <w:rsid w:val="0043359E"/>
    <w:rsid w:val="00433C14"/>
    <w:rsid w:val="00436C66"/>
    <w:rsid w:val="00440CAD"/>
    <w:rsid w:val="00445315"/>
    <w:rsid w:val="00446760"/>
    <w:rsid w:val="00446F66"/>
    <w:rsid w:val="00453A49"/>
    <w:rsid w:val="00455134"/>
    <w:rsid w:val="004673E8"/>
    <w:rsid w:val="00467949"/>
    <w:rsid w:val="0047144A"/>
    <w:rsid w:val="00481005"/>
    <w:rsid w:val="004824F6"/>
    <w:rsid w:val="0049005A"/>
    <w:rsid w:val="00490719"/>
    <w:rsid w:val="00493DB6"/>
    <w:rsid w:val="00496A88"/>
    <w:rsid w:val="00496BD4"/>
    <w:rsid w:val="00497137"/>
    <w:rsid w:val="004A14EF"/>
    <w:rsid w:val="004A310F"/>
    <w:rsid w:val="004B21D9"/>
    <w:rsid w:val="004B5475"/>
    <w:rsid w:val="004B5BBF"/>
    <w:rsid w:val="004B6B67"/>
    <w:rsid w:val="004B75E6"/>
    <w:rsid w:val="004C0AC3"/>
    <w:rsid w:val="004C0C01"/>
    <w:rsid w:val="004C36BD"/>
    <w:rsid w:val="004C67F0"/>
    <w:rsid w:val="004D1DE3"/>
    <w:rsid w:val="004D1E59"/>
    <w:rsid w:val="004D3F07"/>
    <w:rsid w:val="004E359A"/>
    <w:rsid w:val="004E59DD"/>
    <w:rsid w:val="004E618F"/>
    <w:rsid w:val="004F34DB"/>
    <w:rsid w:val="004F3792"/>
    <w:rsid w:val="004F426F"/>
    <w:rsid w:val="004F534B"/>
    <w:rsid w:val="004F7613"/>
    <w:rsid w:val="005005F4"/>
    <w:rsid w:val="00500F86"/>
    <w:rsid w:val="00503EFF"/>
    <w:rsid w:val="00504207"/>
    <w:rsid w:val="00504A1C"/>
    <w:rsid w:val="00506A7C"/>
    <w:rsid w:val="0050730C"/>
    <w:rsid w:val="005139A5"/>
    <w:rsid w:val="005223F0"/>
    <w:rsid w:val="0052353E"/>
    <w:rsid w:val="0053138B"/>
    <w:rsid w:val="00531C13"/>
    <w:rsid w:val="00531FE5"/>
    <w:rsid w:val="005408E8"/>
    <w:rsid w:val="005415EC"/>
    <w:rsid w:val="00545A01"/>
    <w:rsid w:val="00553E6F"/>
    <w:rsid w:val="005563FF"/>
    <w:rsid w:val="005609CF"/>
    <w:rsid w:val="00564323"/>
    <w:rsid w:val="005662E8"/>
    <w:rsid w:val="00567347"/>
    <w:rsid w:val="00573574"/>
    <w:rsid w:val="005753E1"/>
    <w:rsid w:val="00590237"/>
    <w:rsid w:val="005904A7"/>
    <w:rsid w:val="005929C4"/>
    <w:rsid w:val="00597D2C"/>
    <w:rsid w:val="005A248D"/>
    <w:rsid w:val="005B036C"/>
    <w:rsid w:val="005B767F"/>
    <w:rsid w:val="005C0DCA"/>
    <w:rsid w:val="005C0E56"/>
    <w:rsid w:val="005C5609"/>
    <w:rsid w:val="005C5B53"/>
    <w:rsid w:val="005D0317"/>
    <w:rsid w:val="005D5E17"/>
    <w:rsid w:val="005E4271"/>
    <w:rsid w:val="005F069F"/>
    <w:rsid w:val="005F0CCC"/>
    <w:rsid w:val="0060664F"/>
    <w:rsid w:val="00607EF1"/>
    <w:rsid w:val="00610734"/>
    <w:rsid w:val="00617923"/>
    <w:rsid w:val="006248C5"/>
    <w:rsid w:val="00633D98"/>
    <w:rsid w:val="00635771"/>
    <w:rsid w:val="006376FC"/>
    <w:rsid w:val="00637CE4"/>
    <w:rsid w:val="00640020"/>
    <w:rsid w:val="00645004"/>
    <w:rsid w:val="00645190"/>
    <w:rsid w:val="006465BB"/>
    <w:rsid w:val="00647DB0"/>
    <w:rsid w:val="00651AA7"/>
    <w:rsid w:val="00655A77"/>
    <w:rsid w:val="006563D5"/>
    <w:rsid w:val="00661C49"/>
    <w:rsid w:val="00663E95"/>
    <w:rsid w:val="00671001"/>
    <w:rsid w:val="006715CA"/>
    <w:rsid w:val="0067459E"/>
    <w:rsid w:val="00681923"/>
    <w:rsid w:val="00682254"/>
    <w:rsid w:val="00682526"/>
    <w:rsid w:val="00685716"/>
    <w:rsid w:val="00685F2D"/>
    <w:rsid w:val="006867B2"/>
    <w:rsid w:val="00693227"/>
    <w:rsid w:val="00696B06"/>
    <w:rsid w:val="006A1FAF"/>
    <w:rsid w:val="006B1820"/>
    <w:rsid w:val="006C2461"/>
    <w:rsid w:val="006C5928"/>
    <w:rsid w:val="006E03B2"/>
    <w:rsid w:val="006E0BCF"/>
    <w:rsid w:val="006E42FE"/>
    <w:rsid w:val="006E74CA"/>
    <w:rsid w:val="006F1F61"/>
    <w:rsid w:val="006F47E9"/>
    <w:rsid w:val="00700C4A"/>
    <w:rsid w:val="00700E2A"/>
    <w:rsid w:val="00704668"/>
    <w:rsid w:val="0070480D"/>
    <w:rsid w:val="007054B1"/>
    <w:rsid w:val="007065E4"/>
    <w:rsid w:val="00706A43"/>
    <w:rsid w:val="007107B3"/>
    <w:rsid w:val="00710DE0"/>
    <w:rsid w:val="007132C9"/>
    <w:rsid w:val="00720F79"/>
    <w:rsid w:val="007223F1"/>
    <w:rsid w:val="00723234"/>
    <w:rsid w:val="00723904"/>
    <w:rsid w:val="00734C1D"/>
    <w:rsid w:val="0074466B"/>
    <w:rsid w:val="00746894"/>
    <w:rsid w:val="00746CAA"/>
    <w:rsid w:val="00750161"/>
    <w:rsid w:val="00753537"/>
    <w:rsid w:val="00765284"/>
    <w:rsid w:val="00766256"/>
    <w:rsid w:val="00766E79"/>
    <w:rsid w:val="0077161B"/>
    <w:rsid w:val="00772EE9"/>
    <w:rsid w:val="0077478B"/>
    <w:rsid w:val="00780107"/>
    <w:rsid w:val="00780963"/>
    <w:rsid w:val="00784CCE"/>
    <w:rsid w:val="00790025"/>
    <w:rsid w:val="0079167E"/>
    <w:rsid w:val="007939BC"/>
    <w:rsid w:val="00795F4F"/>
    <w:rsid w:val="007A159D"/>
    <w:rsid w:val="007A4B61"/>
    <w:rsid w:val="007A55F6"/>
    <w:rsid w:val="007B23F8"/>
    <w:rsid w:val="007B6B2E"/>
    <w:rsid w:val="007C0455"/>
    <w:rsid w:val="007D083F"/>
    <w:rsid w:val="007D092D"/>
    <w:rsid w:val="007D574F"/>
    <w:rsid w:val="007E18A1"/>
    <w:rsid w:val="007E77A0"/>
    <w:rsid w:val="007F0379"/>
    <w:rsid w:val="007F7BED"/>
    <w:rsid w:val="008016AB"/>
    <w:rsid w:val="00801EA8"/>
    <w:rsid w:val="00803199"/>
    <w:rsid w:val="00807952"/>
    <w:rsid w:val="00811898"/>
    <w:rsid w:val="008147DD"/>
    <w:rsid w:val="00817A54"/>
    <w:rsid w:val="00821AA7"/>
    <w:rsid w:val="0082776D"/>
    <w:rsid w:val="0083574C"/>
    <w:rsid w:val="00844165"/>
    <w:rsid w:val="00844E62"/>
    <w:rsid w:val="008460D3"/>
    <w:rsid w:val="0085106E"/>
    <w:rsid w:val="00852D14"/>
    <w:rsid w:val="00854527"/>
    <w:rsid w:val="008550C5"/>
    <w:rsid w:val="00856C96"/>
    <w:rsid w:val="00857181"/>
    <w:rsid w:val="008722D8"/>
    <w:rsid w:val="00874F38"/>
    <w:rsid w:val="00885BFF"/>
    <w:rsid w:val="00896331"/>
    <w:rsid w:val="008A0269"/>
    <w:rsid w:val="008A0F8A"/>
    <w:rsid w:val="008A1148"/>
    <w:rsid w:val="008A1FEF"/>
    <w:rsid w:val="008A3935"/>
    <w:rsid w:val="008A57F5"/>
    <w:rsid w:val="008A672C"/>
    <w:rsid w:val="008A7941"/>
    <w:rsid w:val="008C38B2"/>
    <w:rsid w:val="008C4907"/>
    <w:rsid w:val="008C6564"/>
    <w:rsid w:val="008D0FAD"/>
    <w:rsid w:val="008D23ED"/>
    <w:rsid w:val="008D2BD6"/>
    <w:rsid w:val="008D35FA"/>
    <w:rsid w:val="008D54A3"/>
    <w:rsid w:val="008D6A07"/>
    <w:rsid w:val="008E24A6"/>
    <w:rsid w:val="008E6393"/>
    <w:rsid w:val="008E75A2"/>
    <w:rsid w:val="008F1046"/>
    <w:rsid w:val="00900BEC"/>
    <w:rsid w:val="00920AA5"/>
    <w:rsid w:val="009239BC"/>
    <w:rsid w:val="00925DBC"/>
    <w:rsid w:val="00927BA3"/>
    <w:rsid w:val="009313B0"/>
    <w:rsid w:val="0093514E"/>
    <w:rsid w:val="00937026"/>
    <w:rsid w:val="0094554F"/>
    <w:rsid w:val="00946736"/>
    <w:rsid w:val="009530A5"/>
    <w:rsid w:val="009550DE"/>
    <w:rsid w:val="0096057F"/>
    <w:rsid w:val="00961DF4"/>
    <w:rsid w:val="009649D1"/>
    <w:rsid w:val="00964A6C"/>
    <w:rsid w:val="00974774"/>
    <w:rsid w:val="0098487C"/>
    <w:rsid w:val="0099576C"/>
    <w:rsid w:val="0099780E"/>
    <w:rsid w:val="009A1A0F"/>
    <w:rsid w:val="009A2B66"/>
    <w:rsid w:val="009B2301"/>
    <w:rsid w:val="009B2B84"/>
    <w:rsid w:val="009B3ED8"/>
    <w:rsid w:val="009B45DA"/>
    <w:rsid w:val="009C06EC"/>
    <w:rsid w:val="009C2150"/>
    <w:rsid w:val="009C32EB"/>
    <w:rsid w:val="009C51B7"/>
    <w:rsid w:val="009C5E94"/>
    <w:rsid w:val="009C66B9"/>
    <w:rsid w:val="009C785A"/>
    <w:rsid w:val="009D7DC0"/>
    <w:rsid w:val="009E1061"/>
    <w:rsid w:val="009E2366"/>
    <w:rsid w:val="009E45BE"/>
    <w:rsid w:val="00A003D5"/>
    <w:rsid w:val="00A01544"/>
    <w:rsid w:val="00A01927"/>
    <w:rsid w:val="00A0290A"/>
    <w:rsid w:val="00A02967"/>
    <w:rsid w:val="00A0634C"/>
    <w:rsid w:val="00A06DF6"/>
    <w:rsid w:val="00A11AC9"/>
    <w:rsid w:val="00A16078"/>
    <w:rsid w:val="00A20268"/>
    <w:rsid w:val="00A22848"/>
    <w:rsid w:val="00A234EE"/>
    <w:rsid w:val="00A264B4"/>
    <w:rsid w:val="00A2705D"/>
    <w:rsid w:val="00A31C29"/>
    <w:rsid w:val="00A34839"/>
    <w:rsid w:val="00A362AC"/>
    <w:rsid w:val="00A371D3"/>
    <w:rsid w:val="00A42773"/>
    <w:rsid w:val="00A45CFD"/>
    <w:rsid w:val="00A47053"/>
    <w:rsid w:val="00A54012"/>
    <w:rsid w:val="00A54A62"/>
    <w:rsid w:val="00A570EF"/>
    <w:rsid w:val="00A57F6D"/>
    <w:rsid w:val="00A6428E"/>
    <w:rsid w:val="00A66B78"/>
    <w:rsid w:val="00A732C9"/>
    <w:rsid w:val="00A76BB5"/>
    <w:rsid w:val="00A7742B"/>
    <w:rsid w:val="00A7781F"/>
    <w:rsid w:val="00A801CA"/>
    <w:rsid w:val="00A86F9F"/>
    <w:rsid w:val="00A91912"/>
    <w:rsid w:val="00A94121"/>
    <w:rsid w:val="00A9707A"/>
    <w:rsid w:val="00AA22E0"/>
    <w:rsid w:val="00AA3632"/>
    <w:rsid w:val="00AA5075"/>
    <w:rsid w:val="00AA53D2"/>
    <w:rsid w:val="00AA6578"/>
    <w:rsid w:val="00AA65B2"/>
    <w:rsid w:val="00AB29D7"/>
    <w:rsid w:val="00AD0DCD"/>
    <w:rsid w:val="00AD1C5E"/>
    <w:rsid w:val="00AD45D3"/>
    <w:rsid w:val="00AE56A3"/>
    <w:rsid w:val="00AE6B18"/>
    <w:rsid w:val="00AF5036"/>
    <w:rsid w:val="00AF510E"/>
    <w:rsid w:val="00AF56A0"/>
    <w:rsid w:val="00AF73FC"/>
    <w:rsid w:val="00B0166B"/>
    <w:rsid w:val="00B0198F"/>
    <w:rsid w:val="00B07CA5"/>
    <w:rsid w:val="00B12499"/>
    <w:rsid w:val="00B13BA8"/>
    <w:rsid w:val="00B15C64"/>
    <w:rsid w:val="00B2300C"/>
    <w:rsid w:val="00B25A9D"/>
    <w:rsid w:val="00B328A1"/>
    <w:rsid w:val="00B33717"/>
    <w:rsid w:val="00B36B5E"/>
    <w:rsid w:val="00B452DB"/>
    <w:rsid w:val="00B54F9F"/>
    <w:rsid w:val="00B615B6"/>
    <w:rsid w:val="00B64822"/>
    <w:rsid w:val="00B6525A"/>
    <w:rsid w:val="00B65A1C"/>
    <w:rsid w:val="00B702A1"/>
    <w:rsid w:val="00B740E6"/>
    <w:rsid w:val="00B800D7"/>
    <w:rsid w:val="00B82092"/>
    <w:rsid w:val="00B83DAA"/>
    <w:rsid w:val="00B86EE6"/>
    <w:rsid w:val="00BA03EA"/>
    <w:rsid w:val="00BA2542"/>
    <w:rsid w:val="00BB0D75"/>
    <w:rsid w:val="00BB6356"/>
    <w:rsid w:val="00BC0737"/>
    <w:rsid w:val="00BC10AB"/>
    <w:rsid w:val="00BC2CB2"/>
    <w:rsid w:val="00BC41AF"/>
    <w:rsid w:val="00BC51C0"/>
    <w:rsid w:val="00BC53D2"/>
    <w:rsid w:val="00BD08B5"/>
    <w:rsid w:val="00BD18D6"/>
    <w:rsid w:val="00BD38D0"/>
    <w:rsid w:val="00BD535F"/>
    <w:rsid w:val="00BE25FC"/>
    <w:rsid w:val="00BE31B3"/>
    <w:rsid w:val="00BE54CB"/>
    <w:rsid w:val="00BE6882"/>
    <w:rsid w:val="00BF1B62"/>
    <w:rsid w:val="00C002FC"/>
    <w:rsid w:val="00C04B0A"/>
    <w:rsid w:val="00C0745A"/>
    <w:rsid w:val="00C143D7"/>
    <w:rsid w:val="00C16A5C"/>
    <w:rsid w:val="00C2067C"/>
    <w:rsid w:val="00C23F3D"/>
    <w:rsid w:val="00C2446C"/>
    <w:rsid w:val="00C30719"/>
    <w:rsid w:val="00C42F38"/>
    <w:rsid w:val="00C43061"/>
    <w:rsid w:val="00C45481"/>
    <w:rsid w:val="00C45D5B"/>
    <w:rsid w:val="00C563CE"/>
    <w:rsid w:val="00C63010"/>
    <w:rsid w:val="00C75B91"/>
    <w:rsid w:val="00C86B71"/>
    <w:rsid w:val="00C90B98"/>
    <w:rsid w:val="00C924B8"/>
    <w:rsid w:val="00C92B72"/>
    <w:rsid w:val="00C92CCA"/>
    <w:rsid w:val="00C9401D"/>
    <w:rsid w:val="00C96961"/>
    <w:rsid w:val="00CA0DAA"/>
    <w:rsid w:val="00CA158F"/>
    <w:rsid w:val="00CA242B"/>
    <w:rsid w:val="00CA5759"/>
    <w:rsid w:val="00CB358E"/>
    <w:rsid w:val="00CB3CF9"/>
    <w:rsid w:val="00CC0107"/>
    <w:rsid w:val="00CC30D6"/>
    <w:rsid w:val="00CC39A6"/>
    <w:rsid w:val="00CD080E"/>
    <w:rsid w:val="00CE2DA6"/>
    <w:rsid w:val="00CE636F"/>
    <w:rsid w:val="00CE6F7B"/>
    <w:rsid w:val="00CF2B2C"/>
    <w:rsid w:val="00CF3684"/>
    <w:rsid w:val="00CF4E15"/>
    <w:rsid w:val="00CF6C8D"/>
    <w:rsid w:val="00D07C38"/>
    <w:rsid w:val="00D12641"/>
    <w:rsid w:val="00D23814"/>
    <w:rsid w:val="00D26AD9"/>
    <w:rsid w:val="00D34D2D"/>
    <w:rsid w:val="00D4128D"/>
    <w:rsid w:val="00D4604D"/>
    <w:rsid w:val="00D46B01"/>
    <w:rsid w:val="00D5037F"/>
    <w:rsid w:val="00D51272"/>
    <w:rsid w:val="00D519F7"/>
    <w:rsid w:val="00D54809"/>
    <w:rsid w:val="00D54906"/>
    <w:rsid w:val="00D57DE4"/>
    <w:rsid w:val="00D6139F"/>
    <w:rsid w:val="00D614F1"/>
    <w:rsid w:val="00D718F8"/>
    <w:rsid w:val="00D7242F"/>
    <w:rsid w:val="00D806B8"/>
    <w:rsid w:val="00D92199"/>
    <w:rsid w:val="00D94114"/>
    <w:rsid w:val="00D9502B"/>
    <w:rsid w:val="00DA482A"/>
    <w:rsid w:val="00DB170D"/>
    <w:rsid w:val="00DB5BB6"/>
    <w:rsid w:val="00DC0C88"/>
    <w:rsid w:val="00DC51D8"/>
    <w:rsid w:val="00DC5C2D"/>
    <w:rsid w:val="00DC75F3"/>
    <w:rsid w:val="00DD05A9"/>
    <w:rsid w:val="00DD0C11"/>
    <w:rsid w:val="00DD539B"/>
    <w:rsid w:val="00DD5C47"/>
    <w:rsid w:val="00DF019C"/>
    <w:rsid w:val="00DF54C7"/>
    <w:rsid w:val="00E00B02"/>
    <w:rsid w:val="00E07E72"/>
    <w:rsid w:val="00E13E61"/>
    <w:rsid w:val="00E144BB"/>
    <w:rsid w:val="00E149A3"/>
    <w:rsid w:val="00E210B2"/>
    <w:rsid w:val="00E2232F"/>
    <w:rsid w:val="00E24D9D"/>
    <w:rsid w:val="00E25DBE"/>
    <w:rsid w:val="00E32FF0"/>
    <w:rsid w:val="00E40291"/>
    <w:rsid w:val="00E410C7"/>
    <w:rsid w:val="00E41802"/>
    <w:rsid w:val="00E4681A"/>
    <w:rsid w:val="00E5209F"/>
    <w:rsid w:val="00E54719"/>
    <w:rsid w:val="00E558F9"/>
    <w:rsid w:val="00E65985"/>
    <w:rsid w:val="00E67B2C"/>
    <w:rsid w:val="00E70728"/>
    <w:rsid w:val="00E74B0B"/>
    <w:rsid w:val="00E765A2"/>
    <w:rsid w:val="00E812D9"/>
    <w:rsid w:val="00E832B9"/>
    <w:rsid w:val="00E836A9"/>
    <w:rsid w:val="00E90A43"/>
    <w:rsid w:val="00E919B2"/>
    <w:rsid w:val="00E92401"/>
    <w:rsid w:val="00E92C24"/>
    <w:rsid w:val="00E93B67"/>
    <w:rsid w:val="00EA1EB4"/>
    <w:rsid w:val="00EA3BA4"/>
    <w:rsid w:val="00EA511E"/>
    <w:rsid w:val="00EB324D"/>
    <w:rsid w:val="00EB3F36"/>
    <w:rsid w:val="00EB41F4"/>
    <w:rsid w:val="00EC13F4"/>
    <w:rsid w:val="00EC44FE"/>
    <w:rsid w:val="00EC61F0"/>
    <w:rsid w:val="00EC7927"/>
    <w:rsid w:val="00ED3000"/>
    <w:rsid w:val="00ED4280"/>
    <w:rsid w:val="00EE084A"/>
    <w:rsid w:val="00EE4269"/>
    <w:rsid w:val="00EE73F0"/>
    <w:rsid w:val="00EE7A9C"/>
    <w:rsid w:val="00EF5B1A"/>
    <w:rsid w:val="00EF5F90"/>
    <w:rsid w:val="00F03568"/>
    <w:rsid w:val="00F049E0"/>
    <w:rsid w:val="00F076F6"/>
    <w:rsid w:val="00F101EC"/>
    <w:rsid w:val="00F21E2E"/>
    <w:rsid w:val="00F23417"/>
    <w:rsid w:val="00F27EE5"/>
    <w:rsid w:val="00F309E9"/>
    <w:rsid w:val="00F30EC5"/>
    <w:rsid w:val="00F3689E"/>
    <w:rsid w:val="00F41628"/>
    <w:rsid w:val="00F44573"/>
    <w:rsid w:val="00F44E1B"/>
    <w:rsid w:val="00F523C0"/>
    <w:rsid w:val="00F53635"/>
    <w:rsid w:val="00F565B6"/>
    <w:rsid w:val="00F57145"/>
    <w:rsid w:val="00F759AE"/>
    <w:rsid w:val="00F80C2A"/>
    <w:rsid w:val="00F83507"/>
    <w:rsid w:val="00F87B11"/>
    <w:rsid w:val="00F87FC7"/>
    <w:rsid w:val="00F9594F"/>
    <w:rsid w:val="00F978D2"/>
    <w:rsid w:val="00FA3B66"/>
    <w:rsid w:val="00FB0B7D"/>
    <w:rsid w:val="00FB12FD"/>
    <w:rsid w:val="00FB2393"/>
    <w:rsid w:val="00FB262E"/>
    <w:rsid w:val="00FB7009"/>
    <w:rsid w:val="00FC4D7A"/>
    <w:rsid w:val="00FD28F2"/>
    <w:rsid w:val="00FD5914"/>
    <w:rsid w:val="00FE2483"/>
    <w:rsid w:val="00FE29D2"/>
    <w:rsid w:val="00FE506A"/>
    <w:rsid w:val="00FF0E24"/>
    <w:rsid w:val="00FF3D2E"/>
    <w:rsid w:val="00FF4D9B"/>
    <w:rsid w:val="00FF5215"/>
    <w:rsid w:val="00FF53D9"/>
    <w:rsid w:val="00FF7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4C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5036"/>
    <w:pPr>
      <w:keepNext/>
      <w:outlineLvl w:val="0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064C9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101E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0C14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1E64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F5714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B702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702A1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EC7927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57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</TotalTime>
  <Pages>9</Pages>
  <Words>1928</Words>
  <Characters>10994</Characters>
  <Application>Microsoft Office Outlook</Application>
  <DocSecurity>0</DocSecurity>
  <Lines>0</Lines>
  <Paragraphs>0</Paragraphs>
  <ScaleCrop>false</ScaleCrop>
  <Company>UODMSUO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User</dc:creator>
  <cp:keywords/>
  <dc:description/>
  <cp:lastModifiedBy>Пользователь</cp:lastModifiedBy>
  <cp:revision>13</cp:revision>
  <cp:lastPrinted>2015-08-26T13:00:00Z</cp:lastPrinted>
  <dcterms:created xsi:type="dcterms:W3CDTF">2015-07-03T07:49:00Z</dcterms:created>
  <dcterms:modified xsi:type="dcterms:W3CDTF">2015-09-08T07:26:00Z</dcterms:modified>
</cp:coreProperties>
</file>