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81F" w:rsidRDefault="00DD481F" w:rsidP="00C42BB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Закон Ульяновской области</w:t>
      </w:r>
    </w:p>
    <w:p w:rsidR="00DD481F" w:rsidRDefault="00DD481F" w:rsidP="00C42BB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D481F" w:rsidRDefault="00DD481F" w:rsidP="00C42BB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D481F" w:rsidRPr="00FE790D" w:rsidRDefault="00DD481F" w:rsidP="00C42BB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D481F" w:rsidRPr="00140016" w:rsidRDefault="00DD481F" w:rsidP="00C42BB5">
      <w:pPr>
        <w:rPr>
          <w:b/>
          <w:bCs/>
          <w:sz w:val="40"/>
          <w:szCs w:val="28"/>
        </w:rPr>
      </w:pPr>
    </w:p>
    <w:p w:rsidR="00DD481F" w:rsidRDefault="00DD481F" w:rsidP="00C42BB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Закон Ульяновской области </w:t>
      </w:r>
    </w:p>
    <w:p w:rsidR="00DD481F" w:rsidRDefault="00DD481F" w:rsidP="00C42BB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«Об утверждении Программы управления государственной собственностью Ульяновской области на 2015 год»</w:t>
      </w:r>
    </w:p>
    <w:p w:rsidR="00DD481F" w:rsidRDefault="00DD481F" w:rsidP="00C42BB5">
      <w:pPr>
        <w:pStyle w:val="ConsNormal"/>
        <w:ind w:right="0" w:firstLine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D481F" w:rsidRDefault="00DD481F" w:rsidP="00C42BB5">
      <w:pPr>
        <w:pStyle w:val="ConsNormal"/>
        <w:ind w:right="0" w:firstLine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D481F" w:rsidRDefault="00DD481F" w:rsidP="00C42BB5">
      <w:pPr>
        <w:pStyle w:val="ConsNormal"/>
        <w:ind w:right="0" w:firstLine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D481F" w:rsidRDefault="00DD481F" w:rsidP="00C42BB5">
      <w:pPr>
        <w:autoSpaceDE w:val="0"/>
        <w:autoSpaceDN w:val="0"/>
        <w:adjustRightInd w:val="0"/>
        <w:spacing w:line="360" w:lineRule="auto"/>
        <w:ind w:firstLine="708"/>
        <w:jc w:val="both"/>
        <w:rPr>
          <w:b/>
          <w:sz w:val="28"/>
        </w:rPr>
      </w:pPr>
    </w:p>
    <w:p w:rsidR="00DD481F" w:rsidRDefault="00DD481F" w:rsidP="007514EC">
      <w:pPr>
        <w:ind w:firstLine="720"/>
        <w:jc w:val="both"/>
        <w:rPr>
          <w:b/>
          <w:sz w:val="28"/>
          <w:szCs w:val="28"/>
        </w:rPr>
      </w:pPr>
    </w:p>
    <w:p w:rsidR="00DD481F" w:rsidRDefault="00DD481F" w:rsidP="007514EC">
      <w:pPr>
        <w:ind w:firstLine="720"/>
        <w:jc w:val="both"/>
        <w:rPr>
          <w:b/>
          <w:sz w:val="28"/>
          <w:szCs w:val="28"/>
        </w:rPr>
      </w:pPr>
    </w:p>
    <w:p w:rsidR="00DD481F" w:rsidRDefault="00DD481F" w:rsidP="00140016">
      <w:pPr>
        <w:pStyle w:val="BodyTextIndent"/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приложение 4 к Программе управления государственной собственностью Ульяновской области на 2015 год, утверждённой Законом Ульяновской области от 2 декабря 2014 года № 191-ЗО «Об утверждении Программы управления государственной собственностью Ульяновской области на 2015 год» </w:t>
      </w:r>
      <w:r w:rsidRPr="00B979E2">
        <w:rPr>
          <w:sz w:val="28"/>
          <w:szCs w:val="28"/>
        </w:rPr>
        <w:t>(«Ульяновская правда» от 0</w:t>
      </w:r>
      <w:r>
        <w:rPr>
          <w:sz w:val="28"/>
          <w:szCs w:val="28"/>
        </w:rPr>
        <w:t>8</w:t>
      </w:r>
      <w:r w:rsidRPr="00B979E2">
        <w:rPr>
          <w:sz w:val="28"/>
          <w:szCs w:val="28"/>
        </w:rPr>
        <w:t>.12.201</w:t>
      </w:r>
      <w:r>
        <w:rPr>
          <w:sz w:val="28"/>
          <w:szCs w:val="28"/>
        </w:rPr>
        <w:t>4</w:t>
      </w:r>
      <w:r w:rsidRPr="00B979E2">
        <w:rPr>
          <w:sz w:val="28"/>
          <w:szCs w:val="28"/>
        </w:rPr>
        <w:t xml:space="preserve"> № 1</w:t>
      </w:r>
      <w:r>
        <w:rPr>
          <w:sz w:val="28"/>
          <w:szCs w:val="28"/>
        </w:rPr>
        <w:t xml:space="preserve">80; от 14.05.2015 № 62; </w:t>
      </w:r>
      <w:r>
        <w:rPr>
          <w:sz w:val="28"/>
          <w:szCs w:val="28"/>
        </w:rPr>
        <w:br/>
        <w:t>от 08.06.2015 № 76-77; от 09.07.2015 № 93), следующие изменения:</w:t>
      </w:r>
    </w:p>
    <w:p w:rsidR="00DD481F" w:rsidRDefault="00DD481F" w:rsidP="008F708B">
      <w:pPr>
        <w:pStyle w:val="BodyTextIndent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DD1577">
        <w:rPr>
          <w:sz w:val="28"/>
          <w:szCs w:val="28"/>
        </w:rPr>
        <w:t>дополни</w:t>
      </w:r>
      <w:r>
        <w:rPr>
          <w:sz w:val="28"/>
          <w:szCs w:val="28"/>
        </w:rPr>
        <w:t>ть</w:t>
      </w:r>
      <w:r w:rsidRPr="00DD1577">
        <w:rPr>
          <w:sz w:val="28"/>
          <w:szCs w:val="28"/>
        </w:rPr>
        <w:t xml:space="preserve"> строк</w:t>
      </w:r>
      <w:r>
        <w:rPr>
          <w:sz w:val="28"/>
          <w:szCs w:val="28"/>
        </w:rPr>
        <w:t>ой</w:t>
      </w:r>
      <w:r w:rsidRPr="00DD1577">
        <w:rPr>
          <w:sz w:val="28"/>
          <w:szCs w:val="28"/>
        </w:rPr>
        <w:t xml:space="preserve"> </w:t>
      </w:r>
      <w:r w:rsidRPr="00DA169B">
        <w:rPr>
          <w:sz w:val="28"/>
          <w:szCs w:val="28"/>
        </w:rPr>
        <w:t>53</w:t>
      </w:r>
      <w:r w:rsidRPr="00DD1577">
        <w:rPr>
          <w:sz w:val="28"/>
          <w:szCs w:val="28"/>
        </w:rPr>
        <w:t xml:space="preserve"> следующего содержания</w:t>
      </w:r>
      <w:r>
        <w:rPr>
          <w:sz w:val="28"/>
          <w:szCs w:val="28"/>
        </w:rPr>
        <w:t>:</w:t>
      </w:r>
    </w:p>
    <w:tbl>
      <w:tblPr>
        <w:tblW w:w="105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567"/>
        <w:gridCol w:w="2410"/>
        <w:gridCol w:w="2693"/>
        <w:gridCol w:w="2835"/>
        <w:gridCol w:w="850"/>
        <w:gridCol w:w="733"/>
      </w:tblGrid>
      <w:tr w:rsidR="00DD481F" w:rsidRPr="00171CE4" w:rsidTr="00D7776D">
        <w:tc>
          <w:tcPr>
            <w:tcW w:w="426" w:type="dxa"/>
            <w:tcBorders>
              <w:top w:val="nil"/>
              <w:left w:val="nil"/>
              <w:bottom w:val="nil"/>
            </w:tcBorders>
          </w:tcPr>
          <w:p w:rsidR="00DD481F" w:rsidRPr="006D0330" w:rsidRDefault="00DD481F" w:rsidP="00D7776D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D0330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DD481F" w:rsidRPr="00D7776D" w:rsidRDefault="00DD481F" w:rsidP="00D777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D7776D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53.</w:t>
            </w:r>
          </w:p>
        </w:tc>
        <w:tc>
          <w:tcPr>
            <w:tcW w:w="2410" w:type="dxa"/>
          </w:tcPr>
          <w:p w:rsidR="00DD481F" w:rsidRPr="007F12F2" w:rsidRDefault="00DD481F" w:rsidP="00140016">
            <w:pPr>
              <w:pStyle w:val="ConsPlusNormal"/>
              <w:widowControl/>
              <w:ind w:left="33" w:right="33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F12F2">
              <w:rPr>
                <w:rFonts w:ascii="Times New Roman" w:hAnsi="Times New Roman" w:cs="Times New Roman"/>
                <w:sz w:val="26"/>
                <w:szCs w:val="26"/>
              </w:rPr>
              <w:t xml:space="preserve">г.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Ульяновск</w:t>
            </w:r>
            <w:r w:rsidRPr="007F12F2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:rsidR="00DD481F" w:rsidRDefault="00DD481F" w:rsidP="00140016">
            <w:pPr>
              <w:pStyle w:val="ConsPlusNormal"/>
              <w:widowControl/>
              <w:ind w:left="33" w:right="33" w:firstLine="0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14001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ул.</w:t>
            </w:r>
            <w:r w:rsidRPr="00140016">
              <w:rPr>
                <w:rFonts w:ascii="Times New Roman" w:hAnsi="Times New Roman" w:cs="Times New Roman"/>
                <w:spacing w:val="-4"/>
                <w:sz w:val="14"/>
                <w:szCs w:val="14"/>
              </w:rPr>
              <w:t xml:space="preserve"> </w:t>
            </w:r>
            <w:r w:rsidRPr="0014001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Гончарова, </w:t>
            </w:r>
          </w:p>
          <w:p w:rsidR="00DD481F" w:rsidRPr="00140016" w:rsidRDefault="00DD481F" w:rsidP="00140016">
            <w:pPr>
              <w:pStyle w:val="ConsPlusNormal"/>
              <w:widowControl/>
              <w:ind w:left="33" w:right="33" w:firstLine="0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bookmarkStart w:id="0" w:name="_GoBack"/>
            <w:bookmarkEnd w:id="0"/>
            <w:r w:rsidRPr="0014001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№</w:t>
            </w:r>
            <w:r w:rsidRPr="00140016">
              <w:rPr>
                <w:rFonts w:ascii="Times New Roman" w:hAnsi="Times New Roman" w:cs="Times New Roman"/>
                <w:spacing w:val="-4"/>
                <w:sz w:val="14"/>
                <w:szCs w:val="14"/>
              </w:rPr>
              <w:t xml:space="preserve"> </w:t>
            </w:r>
            <w:r w:rsidRPr="0014001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13/91А</w:t>
            </w:r>
          </w:p>
        </w:tc>
        <w:tc>
          <w:tcPr>
            <w:tcW w:w="2693" w:type="dxa"/>
          </w:tcPr>
          <w:p w:rsidR="00DD481F" w:rsidRPr="006D0330" w:rsidRDefault="00DD481F" w:rsidP="006D033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Областное государс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венное бюджетное   </w:t>
            </w:r>
            <w:r w:rsidRPr="00D7776D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учреждение «Научно-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исследовательский  институт истории и культуры Ульяно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ской области имени Н.М.Карамзина» </w:t>
            </w:r>
          </w:p>
        </w:tc>
        <w:tc>
          <w:tcPr>
            <w:tcW w:w="2835" w:type="dxa"/>
          </w:tcPr>
          <w:p w:rsidR="00DD481F" w:rsidRPr="006D0330" w:rsidRDefault="00DD481F" w:rsidP="0014001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Региональная общес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венная организация «Олимпийский совет Ульяновской области»</w:t>
            </w:r>
          </w:p>
        </w:tc>
        <w:tc>
          <w:tcPr>
            <w:tcW w:w="850" w:type="dxa"/>
          </w:tcPr>
          <w:p w:rsidR="00DD481F" w:rsidRPr="00D7776D" w:rsidRDefault="00DD481F" w:rsidP="006D0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D7776D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43,91</w:t>
            </w:r>
          </w:p>
        </w:tc>
        <w:tc>
          <w:tcPr>
            <w:tcW w:w="733" w:type="dxa"/>
            <w:tcBorders>
              <w:top w:val="nil"/>
              <w:bottom w:val="nil"/>
              <w:right w:val="nil"/>
            </w:tcBorders>
            <w:vAlign w:val="bottom"/>
          </w:tcPr>
          <w:p w:rsidR="00DD481F" w:rsidRPr="006D0330" w:rsidRDefault="00DD481F" w:rsidP="0075120B">
            <w:pPr>
              <w:pStyle w:val="BodyTextIndent"/>
              <w:spacing w:after="0" w:line="360" w:lineRule="auto"/>
              <w:ind w:left="-1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»;</w:t>
            </w:r>
          </w:p>
        </w:tc>
      </w:tr>
    </w:tbl>
    <w:p w:rsidR="00DD481F" w:rsidRPr="0075120B" w:rsidRDefault="00DD481F" w:rsidP="008F708B">
      <w:pPr>
        <w:pStyle w:val="BodyTextIndent"/>
        <w:spacing w:after="0" w:line="360" w:lineRule="auto"/>
        <w:ind w:left="0" w:firstLine="709"/>
        <w:jc w:val="both"/>
        <w:rPr>
          <w:sz w:val="14"/>
          <w:szCs w:val="14"/>
        </w:rPr>
      </w:pPr>
    </w:p>
    <w:p w:rsidR="00DD481F" w:rsidRPr="006643FB" w:rsidRDefault="00DD481F" w:rsidP="008F708B">
      <w:pPr>
        <w:pStyle w:val="BodyTextIndent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6643FB">
        <w:rPr>
          <w:sz w:val="28"/>
          <w:szCs w:val="28"/>
        </w:rPr>
        <w:t xml:space="preserve">) в </w:t>
      </w:r>
      <w:hyperlink r:id="rId7" w:history="1">
        <w:r w:rsidRPr="006643FB">
          <w:rPr>
            <w:sz w:val="28"/>
            <w:szCs w:val="28"/>
          </w:rPr>
          <w:t>строке</w:t>
        </w:r>
      </w:hyperlink>
      <w:r w:rsidRPr="006643FB">
        <w:rPr>
          <w:sz w:val="28"/>
          <w:szCs w:val="28"/>
        </w:rPr>
        <w:t xml:space="preserve"> «Итого» цифры «</w:t>
      </w:r>
      <w:r>
        <w:rPr>
          <w:sz w:val="28"/>
          <w:szCs w:val="28"/>
        </w:rPr>
        <w:t>20164</w:t>
      </w:r>
      <w:r w:rsidRPr="00A722A9">
        <w:rPr>
          <w:sz w:val="28"/>
          <w:szCs w:val="28"/>
        </w:rPr>
        <w:t>,</w:t>
      </w:r>
      <w:r>
        <w:rPr>
          <w:sz w:val="28"/>
          <w:szCs w:val="28"/>
        </w:rPr>
        <w:t>49</w:t>
      </w:r>
      <w:r w:rsidRPr="006643FB">
        <w:rPr>
          <w:sz w:val="28"/>
          <w:szCs w:val="28"/>
        </w:rPr>
        <w:t xml:space="preserve">» заменить цифрами </w:t>
      </w:r>
      <w:r w:rsidRPr="007514EC">
        <w:rPr>
          <w:sz w:val="28"/>
          <w:szCs w:val="28"/>
        </w:rPr>
        <w:t>«</w:t>
      </w:r>
      <w:r>
        <w:rPr>
          <w:sz w:val="28"/>
          <w:szCs w:val="28"/>
        </w:rPr>
        <w:t>20208,4</w:t>
      </w:r>
      <w:r w:rsidRPr="007514EC">
        <w:rPr>
          <w:sz w:val="28"/>
          <w:szCs w:val="28"/>
        </w:rPr>
        <w:t>».</w:t>
      </w:r>
    </w:p>
    <w:p w:rsidR="00DD481F" w:rsidRPr="0075120B" w:rsidRDefault="00DD481F" w:rsidP="007514EC">
      <w:pPr>
        <w:suppressAutoHyphens/>
        <w:spacing w:line="235" w:lineRule="auto"/>
        <w:jc w:val="both"/>
        <w:rPr>
          <w:b/>
          <w:sz w:val="18"/>
          <w:szCs w:val="18"/>
        </w:rPr>
      </w:pPr>
    </w:p>
    <w:p w:rsidR="00DD481F" w:rsidRDefault="00DD481F" w:rsidP="007514EC">
      <w:pPr>
        <w:suppressAutoHyphens/>
        <w:spacing w:line="235" w:lineRule="auto"/>
        <w:jc w:val="both"/>
        <w:rPr>
          <w:b/>
          <w:sz w:val="18"/>
          <w:szCs w:val="18"/>
        </w:rPr>
      </w:pPr>
    </w:p>
    <w:p w:rsidR="00DD481F" w:rsidRPr="0075120B" w:rsidRDefault="00DD481F" w:rsidP="007514EC">
      <w:pPr>
        <w:suppressAutoHyphens/>
        <w:spacing w:line="235" w:lineRule="auto"/>
        <w:jc w:val="both"/>
        <w:rPr>
          <w:b/>
          <w:sz w:val="18"/>
          <w:szCs w:val="18"/>
        </w:rPr>
      </w:pPr>
    </w:p>
    <w:p w:rsidR="00DD481F" w:rsidRDefault="00DD481F" w:rsidP="007514EC">
      <w:pPr>
        <w:suppressAutoHyphens/>
        <w:spacing w:line="235" w:lineRule="auto"/>
        <w:jc w:val="both"/>
        <w:rPr>
          <w:b/>
          <w:sz w:val="28"/>
          <w:szCs w:val="28"/>
        </w:rPr>
      </w:pPr>
    </w:p>
    <w:p w:rsidR="00DD481F" w:rsidRPr="00724543" w:rsidRDefault="00DD481F" w:rsidP="007514EC">
      <w:pPr>
        <w:suppressAutoHyphens/>
        <w:spacing w:line="235" w:lineRule="auto"/>
        <w:ind w:right="21"/>
        <w:jc w:val="both"/>
        <w:rPr>
          <w:b/>
          <w:sz w:val="28"/>
          <w:szCs w:val="28"/>
        </w:rPr>
      </w:pPr>
      <w:r w:rsidRPr="00724543">
        <w:rPr>
          <w:b/>
          <w:sz w:val="28"/>
          <w:szCs w:val="28"/>
        </w:rPr>
        <w:t xml:space="preserve">Губернатор </w:t>
      </w:r>
      <w:r>
        <w:rPr>
          <w:b/>
          <w:sz w:val="28"/>
          <w:szCs w:val="28"/>
        </w:rPr>
        <w:t xml:space="preserve">Ульяновской области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</w:t>
      </w:r>
      <w:r w:rsidRPr="00724543">
        <w:rPr>
          <w:b/>
          <w:sz w:val="28"/>
          <w:szCs w:val="28"/>
        </w:rPr>
        <w:t xml:space="preserve">  С.И.Морозов</w:t>
      </w:r>
    </w:p>
    <w:p w:rsidR="00DD481F" w:rsidRPr="00140016" w:rsidRDefault="00DD481F" w:rsidP="007514EC">
      <w:pPr>
        <w:suppressAutoHyphens/>
        <w:spacing w:line="235" w:lineRule="auto"/>
        <w:jc w:val="center"/>
        <w:rPr>
          <w:sz w:val="40"/>
          <w:szCs w:val="28"/>
        </w:rPr>
      </w:pPr>
    </w:p>
    <w:p w:rsidR="00DD481F" w:rsidRPr="00140016" w:rsidRDefault="00DD481F" w:rsidP="007514EC">
      <w:pPr>
        <w:suppressAutoHyphens/>
        <w:spacing w:line="235" w:lineRule="auto"/>
        <w:jc w:val="center"/>
        <w:rPr>
          <w:sz w:val="40"/>
          <w:szCs w:val="28"/>
        </w:rPr>
      </w:pPr>
    </w:p>
    <w:p w:rsidR="00DD481F" w:rsidRPr="00724543" w:rsidRDefault="00DD481F" w:rsidP="007514EC">
      <w:pPr>
        <w:suppressAutoHyphens/>
        <w:spacing w:line="235" w:lineRule="auto"/>
        <w:jc w:val="center"/>
        <w:rPr>
          <w:sz w:val="28"/>
          <w:szCs w:val="28"/>
        </w:rPr>
      </w:pPr>
      <w:r w:rsidRPr="00724543">
        <w:rPr>
          <w:sz w:val="28"/>
          <w:szCs w:val="28"/>
        </w:rPr>
        <w:t>г. Ульяновск</w:t>
      </w:r>
    </w:p>
    <w:p w:rsidR="00DD481F" w:rsidRPr="00724543" w:rsidRDefault="00DD481F" w:rsidP="007514EC">
      <w:pPr>
        <w:suppressAutoHyphens/>
        <w:spacing w:line="235" w:lineRule="auto"/>
        <w:jc w:val="center"/>
        <w:rPr>
          <w:sz w:val="28"/>
          <w:szCs w:val="28"/>
        </w:rPr>
      </w:pPr>
      <w:r>
        <w:rPr>
          <w:sz w:val="28"/>
          <w:szCs w:val="28"/>
        </w:rPr>
        <w:t>02  сентября</w:t>
      </w:r>
      <w:r w:rsidRPr="00724543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5 г"/>
        </w:smartTagPr>
        <w:r w:rsidRPr="00724543">
          <w:rPr>
            <w:sz w:val="28"/>
            <w:szCs w:val="28"/>
          </w:rPr>
          <w:t>201</w:t>
        </w:r>
        <w:r>
          <w:rPr>
            <w:sz w:val="28"/>
            <w:szCs w:val="28"/>
          </w:rPr>
          <w:t>5</w:t>
        </w:r>
        <w:r w:rsidRPr="00724543">
          <w:rPr>
            <w:sz w:val="28"/>
            <w:szCs w:val="28"/>
          </w:rPr>
          <w:t xml:space="preserve"> г</w:t>
        </w:r>
      </w:smartTag>
      <w:r w:rsidRPr="00724543">
        <w:rPr>
          <w:sz w:val="28"/>
          <w:szCs w:val="28"/>
        </w:rPr>
        <w:t>.</w:t>
      </w:r>
    </w:p>
    <w:p w:rsidR="00DD481F" w:rsidRDefault="00DD481F">
      <w:pPr>
        <w:suppressAutoHyphens/>
        <w:spacing w:line="235" w:lineRule="auto"/>
        <w:jc w:val="center"/>
      </w:pPr>
      <w:r w:rsidRPr="00724543">
        <w:rPr>
          <w:sz w:val="28"/>
        </w:rPr>
        <w:t xml:space="preserve">№ </w:t>
      </w:r>
      <w:r>
        <w:rPr>
          <w:sz w:val="28"/>
        </w:rPr>
        <w:t>115</w:t>
      </w:r>
      <w:r w:rsidRPr="00724543">
        <w:rPr>
          <w:sz w:val="28"/>
        </w:rPr>
        <w:t>-ЗО</w:t>
      </w:r>
    </w:p>
    <w:sectPr w:rsidR="00DD481F" w:rsidSect="008F708B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481F" w:rsidRDefault="00DD481F">
      <w:r>
        <w:separator/>
      </w:r>
    </w:p>
  </w:endnote>
  <w:endnote w:type="continuationSeparator" w:id="0">
    <w:p w:rsidR="00DD481F" w:rsidRDefault="00DD48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481F" w:rsidRPr="00140016" w:rsidRDefault="00DD481F" w:rsidP="00140016">
    <w:pPr>
      <w:pStyle w:val="Footer"/>
      <w:jc w:val="right"/>
      <w:rPr>
        <w:sz w:val="16"/>
        <w:szCs w:val="16"/>
        <w:lang/>
      </w:rPr>
    </w:pPr>
    <w:r>
      <w:rPr>
        <w:sz w:val="16"/>
        <w:szCs w:val="16"/>
        <w:lang/>
      </w:rPr>
      <w:t>0708бт2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481F" w:rsidRDefault="00DD481F">
      <w:r>
        <w:separator/>
      </w:r>
    </w:p>
  </w:footnote>
  <w:footnote w:type="continuationSeparator" w:id="0">
    <w:p w:rsidR="00DD481F" w:rsidRDefault="00DD48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481F" w:rsidRDefault="00DD481F" w:rsidP="00C810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D481F" w:rsidRDefault="00DD481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481F" w:rsidRPr="00972DC0" w:rsidRDefault="00DD481F" w:rsidP="00C810EA">
    <w:pPr>
      <w:pStyle w:val="Header"/>
      <w:jc w:val="center"/>
      <w:rPr>
        <w:sz w:val="28"/>
        <w:szCs w:val="28"/>
      </w:rPr>
    </w:pPr>
    <w:r w:rsidRPr="000053C7">
      <w:rPr>
        <w:rStyle w:val="PageNumber"/>
        <w:sz w:val="28"/>
        <w:szCs w:val="28"/>
      </w:rPr>
      <w:fldChar w:fldCharType="begin"/>
    </w:r>
    <w:r w:rsidRPr="000053C7">
      <w:rPr>
        <w:rStyle w:val="PageNumber"/>
        <w:sz w:val="28"/>
        <w:szCs w:val="28"/>
      </w:rPr>
      <w:instrText xml:space="preserve">PAGE  </w:instrText>
    </w:r>
    <w:r w:rsidRPr="000053C7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 w:rsidRPr="000053C7">
      <w:rPr>
        <w:rStyle w:val="PageNumber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2009D"/>
    <w:multiLevelType w:val="hybridMultilevel"/>
    <w:tmpl w:val="83A6DBCC"/>
    <w:lvl w:ilvl="0" w:tplc="CB844668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514EC"/>
    <w:rsid w:val="000053C7"/>
    <w:rsid w:val="00006D7B"/>
    <w:rsid w:val="00010FE8"/>
    <w:rsid w:val="00011E36"/>
    <w:rsid w:val="00012E86"/>
    <w:rsid w:val="00014264"/>
    <w:rsid w:val="0003243E"/>
    <w:rsid w:val="00060456"/>
    <w:rsid w:val="00087B99"/>
    <w:rsid w:val="000A41C8"/>
    <w:rsid w:val="000A72A9"/>
    <w:rsid w:val="000B7400"/>
    <w:rsid w:val="000C16E0"/>
    <w:rsid w:val="000D0B2E"/>
    <w:rsid w:val="000E13FB"/>
    <w:rsid w:val="00104CD7"/>
    <w:rsid w:val="001266E4"/>
    <w:rsid w:val="00131E21"/>
    <w:rsid w:val="0013428A"/>
    <w:rsid w:val="00134B93"/>
    <w:rsid w:val="00140016"/>
    <w:rsid w:val="00145988"/>
    <w:rsid w:val="00153328"/>
    <w:rsid w:val="0015387A"/>
    <w:rsid w:val="0015569C"/>
    <w:rsid w:val="00167F5D"/>
    <w:rsid w:val="00171CE4"/>
    <w:rsid w:val="00175C1C"/>
    <w:rsid w:val="00186494"/>
    <w:rsid w:val="00191792"/>
    <w:rsid w:val="00193538"/>
    <w:rsid w:val="00197A98"/>
    <w:rsid w:val="001B58C5"/>
    <w:rsid w:val="002336EC"/>
    <w:rsid w:val="00286525"/>
    <w:rsid w:val="002A2341"/>
    <w:rsid w:val="002B01FA"/>
    <w:rsid w:val="002E06EA"/>
    <w:rsid w:val="002F1618"/>
    <w:rsid w:val="002F288D"/>
    <w:rsid w:val="0031003F"/>
    <w:rsid w:val="00312CDC"/>
    <w:rsid w:val="003208A2"/>
    <w:rsid w:val="00323092"/>
    <w:rsid w:val="00342DDD"/>
    <w:rsid w:val="0034438C"/>
    <w:rsid w:val="00361FC9"/>
    <w:rsid w:val="00363812"/>
    <w:rsid w:val="00371924"/>
    <w:rsid w:val="0037670C"/>
    <w:rsid w:val="003925F9"/>
    <w:rsid w:val="00395EA1"/>
    <w:rsid w:val="003A1DE8"/>
    <w:rsid w:val="003B1855"/>
    <w:rsid w:val="003B42AC"/>
    <w:rsid w:val="003B6115"/>
    <w:rsid w:val="003C0068"/>
    <w:rsid w:val="003E17EE"/>
    <w:rsid w:val="003F7656"/>
    <w:rsid w:val="00400031"/>
    <w:rsid w:val="00411077"/>
    <w:rsid w:val="004118D0"/>
    <w:rsid w:val="004349FC"/>
    <w:rsid w:val="004367A4"/>
    <w:rsid w:val="00437B11"/>
    <w:rsid w:val="00445B5E"/>
    <w:rsid w:val="00445FDB"/>
    <w:rsid w:val="004662A4"/>
    <w:rsid w:val="004712A2"/>
    <w:rsid w:val="00471CB4"/>
    <w:rsid w:val="00484CF7"/>
    <w:rsid w:val="00487556"/>
    <w:rsid w:val="00491D05"/>
    <w:rsid w:val="004C480C"/>
    <w:rsid w:val="004D1240"/>
    <w:rsid w:val="004D1A35"/>
    <w:rsid w:val="004D39F5"/>
    <w:rsid w:val="004D6D6A"/>
    <w:rsid w:val="004E13D5"/>
    <w:rsid w:val="004E35E5"/>
    <w:rsid w:val="00511A65"/>
    <w:rsid w:val="005237F7"/>
    <w:rsid w:val="00547EB5"/>
    <w:rsid w:val="00547EF3"/>
    <w:rsid w:val="0056151F"/>
    <w:rsid w:val="00565868"/>
    <w:rsid w:val="0057344D"/>
    <w:rsid w:val="00573A8F"/>
    <w:rsid w:val="00582BF4"/>
    <w:rsid w:val="005914D3"/>
    <w:rsid w:val="00597588"/>
    <w:rsid w:val="005B21AC"/>
    <w:rsid w:val="005D30DC"/>
    <w:rsid w:val="005D79C8"/>
    <w:rsid w:val="00603669"/>
    <w:rsid w:val="00612E47"/>
    <w:rsid w:val="00613280"/>
    <w:rsid w:val="00613659"/>
    <w:rsid w:val="006162BC"/>
    <w:rsid w:val="006267C7"/>
    <w:rsid w:val="00632D28"/>
    <w:rsid w:val="006361CE"/>
    <w:rsid w:val="00661F0F"/>
    <w:rsid w:val="006643FB"/>
    <w:rsid w:val="006657C7"/>
    <w:rsid w:val="006702C1"/>
    <w:rsid w:val="00672EDF"/>
    <w:rsid w:val="006817B6"/>
    <w:rsid w:val="00684D93"/>
    <w:rsid w:val="006C2C92"/>
    <w:rsid w:val="006C6F6D"/>
    <w:rsid w:val="006D0330"/>
    <w:rsid w:val="006D3746"/>
    <w:rsid w:val="006D5AFF"/>
    <w:rsid w:val="006E0BC5"/>
    <w:rsid w:val="006F7972"/>
    <w:rsid w:val="00706F12"/>
    <w:rsid w:val="007079AF"/>
    <w:rsid w:val="00724543"/>
    <w:rsid w:val="00731B84"/>
    <w:rsid w:val="007403B6"/>
    <w:rsid w:val="00745228"/>
    <w:rsid w:val="0075120B"/>
    <w:rsid w:val="007514EC"/>
    <w:rsid w:val="00754794"/>
    <w:rsid w:val="007604BE"/>
    <w:rsid w:val="007615CB"/>
    <w:rsid w:val="007750B2"/>
    <w:rsid w:val="007772E2"/>
    <w:rsid w:val="00783238"/>
    <w:rsid w:val="0078466F"/>
    <w:rsid w:val="00786605"/>
    <w:rsid w:val="007A1D3C"/>
    <w:rsid w:val="007A4D1F"/>
    <w:rsid w:val="007C36BB"/>
    <w:rsid w:val="007C3D6B"/>
    <w:rsid w:val="007C70CD"/>
    <w:rsid w:val="007D1568"/>
    <w:rsid w:val="007D7EB5"/>
    <w:rsid w:val="007D7F21"/>
    <w:rsid w:val="007E6370"/>
    <w:rsid w:val="007E7A9C"/>
    <w:rsid w:val="007F12F2"/>
    <w:rsid w:val="00821272"/>
    <w:rsid w:val="00821291"/>
    <w:rsid w:val="008453AB"/>
    <w:rsid w:val="00854905"/>
    <w:rsid w:val="0086008D"/>
    <w:rsid w:val="00860C1B"/>
    <w:rsid w:val="00861097"/>
    <w:rsid w:val="00862209"/>
    <w:rsid w:val="00877E3B"/>
    <w:rsid w:val="00882E78"/>
    <w:rsid w:val="008A627D"/>
    <w:rsid w:val="008C028A"/>
    <w:rsid w:val="008C3FE3"/>
    <w:rsid w:val="008F0CC2"/>
    <w:rsid w:val="008F708B"/>
    <w:rsid w:val="00920FA4"/>
    <w:rsid w:val="00925CCE"/>
    <w:rsid w:val="00930782"/>
    <w:rsid w:val="00936956"/>
    <w:rsid w:val="00936A76"/>
    <w:rsid w:val="009417CB"/>
    <w:rsid w:val="009645AB"/>
    <w:rsid w:val="009649A4"/>
    <w:rsid w:val="0096749A"/>
    <w:rsid w:val="009708BE"/>
    <w:rsid w:val="00970932"/>
    <w:rsid w:val="00972DC0"/>
    <w:rsid w:val="00991E68"/>
    <w:rsid w:val="009A257A"/>
    <w:rsid w:val="009A2E7A"/>
    <w:rsid w:val="009C15B3"/>
    <w:rsid w:val="009C6635"/>
    <w:rsid w:val="009D2113"/>
    <w:rsid w:val="009D4541"/>
    <w:rsid w:val="009E4537"/>
    <w:rsid w:val="009F51E1"/>
    <w:rsid w:val="00A22BB9"/>
    <w:rsid w:val="00A401EF"/>
    <w:rsid w:val="00A61F3A"/>
    <w:rsid w:val="00A722A9"/>
    <w:rsid w:val="00A746ED"/>
    <w:rsid w:val="00A750B8"/>
    <w:rsid w:val="00A804AE"/>
    <w:rsid w:val="00AA5206"/>
    <w:rsid w:val="00AB7112"/>
    <w:rsid w:val="00AC3327"/>
    <w:rsid w:val="00AC3A96"/>
    <w:rsid w:val="00AC42F6"/>
    <w:rsid w:val="00B047D7"/>
    <w:rsid w:val="00B20248"/>
    <w:rsid w:val="00B40C26"/>
    <w:rsid w:val="00B44C7B"/>
    <w:rsid w:val="00B54333"/>
    <w:rsid w:val="00B67D38"/>
    <w:rsid w:val="00B860B6"/>
    <w:rsid w:val="00B979E2"/>
    <w:rsid w:val="00BB063E"/>
    <w:rsid w:val="00BB1D95"/>
    <w:rsid w:val="00BE5028"/>
    <w:rsid w:val="00BF0BE7"/>
    <w:rsid w:val="00BF1CAD"/>
    <w:rsid w:val="00C42BB5"/>
    <w:rsid w:val="00C47F0D"/>
    <w:rsid w:val="00C50079"/>
    <w:rsid w:val="00C616DA"/>
    <w:rsid w:val="00C623FB"/>
    <w:rsid w:val="00C72814"/>
    <w:rsid w:val="00C7288B"/>
    <w:rsid w:val="00C810EA"/>
    <w:rsid w:val="00C921DC"/>
    <w:rsid w:val="00C9553D"/>
    <w:rsid w:val="00CC4DB2"/>
    <w:rsid w:val="00CD5CC4"/>
    <w:rsid w:val="00CD66A6"/>
    <w:rsid w:val="00CE1F9B"/>
    <w:rsid w:val="00CF3234"/>
    <w:rsid w:val="00D04334"/>
    <w:rsid w:val="00D15912"/>
    <w:rsid w:val="00D20FCD"/>
    <w:rsid w:val="00D23F91"/>
    <w:rsid w:val="00D259DE"/>
    <w:rsid w:val="00D30BED"/>
    <w:rsid w:val="00D328D6"/>
    <w:rsid w:val="00D47989"/>
    <w:rsid w:val="00D5258D"/>
    <w:rsid w:val="00D623FD"/>
    <w:rsid w:val="00D7776D"/>
    <w:rsid w:val="00DA169B"/>
    <w:rsid w:val="00DA2FE0"/>
    <w:rsid w:val="00DA7643"/>
    <w:rsid w:val="00DB1093"/>
    <w:rsid w:val="00DC1208"/>
    <w:rsid w:val="00DC614E"/>
    <w:rsid w:val="00DD1577"/>
    <w:rsid w:val="00DD481F"/>
    <w:rsid w:val="00DE6182"/>
    <w:rsid w:val="00E15588"/>
    <w:rsid w:val="00E40F8A"/>
    <w:rsid w:val="00E4210C"/>
    <w:rsid w:val="00E42ADA"/>
    <w:rsid w:val="00E439A0"/>
    <w:rsid w:val="00E55200"/>
    <w:rsid w:val="00E66426"/>
    <w:rsid w:val="00E93159"/>
    <w:rsid w:val="00EA4080"/>
    <w:rsid w:val="00EB3F60"/>
    <w:rsid w:val="00EC3A30"/>
    <w:rsid w:val="00EE477D"/>
    <w:rsid w:val="00EE51B0"/>
    <w:rsid w:val="00F006F4"/>
    <w:rsid w:val="00F00CEC"/>
    <w:rsid w:val="00F00D47"/>
    <w:rsid w:val="00F02518"/>
    <w:rsid w:val="00F05F07"/>
    <w:rsid w:val="00F10C4A"/>
    <w:rsid w:val="00F3046D"/>
    <w:rsid w:val="00F31A81"/>
    <w:rsid w:val="00F35AA1"/>
    <w:rsid w:val="00F36979"/>
    <w:rsid w:val="00F94727"/>
    <w:rsid w:val="00FA1731"/>
    <w:rsid w:val="00FC3A6C"/>
    <w:rsid w:val="00FD1F91"/>
    <w:rsid w:val="00FE1818"/>
    <w:rsid w:val="00FE790D"/>
    <w:rsid w:val="00FF4F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4EC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нак"/>
    <w:basedOn w:val="Normal"/>
    <w:uiPriority w:val="99"/>
    <w:rsid w:val="007514E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7514E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7514E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63647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7514EC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rsid w:val="007514EC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63647"/>
    <w:rPr>
      <w:sz w:val="24"/>
      <w:szCs w:val="24"/>
    </w:rPr>
  </w:style>
  <w:style w:type="paragraph" w:customStyle="1" w:styleId="a0">
    <w:name w:val="Знак Знак Знак Знак"/>
    <w:basedOn w:val="Normal"/>
    <w:uiPriority w:val="99"/>
    <w:rsid w:val="00882E7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Title">
    <w:name w:val="ConsTitle"/>
    <w:uiPriority w:val="99"/>
    <w:rsid w:val="003925F9"/>
    <w:pPr>
      <w:suppressAutoHyphens/>
      <w:autoSpaceDE w:val="0"/>
      <w:ind w:right="19772"/>
    </w:pPr>
    <w:rPr>
      <w:rFonts w:ascii="Arial" w:hAnsi="Arial" w:cs="Arial"/>
      <w:b/>
      <w:bCs/>
      <w:sz w:val="20"/>
      <w:szCs w:val="20"/>
      <w:lang w:eastAsia="ar-SA"/>
    </w:rPr>
  </w:style>
  <w:style w:type="paragraph" w:customStyle="1" w:styleId="ConsNormal">
    <w:name w:val="ConsNormal"/>
    <w:uiPriority w:val="99"/>
    <w:rsid w:val="003925F9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PlusNormal">
    <w:name w:val="ConsPlusNormal"/>
    <w:uiPriority w:val="99"/>
    <w:rsid w:val="007A1D3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37192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71924"/>
    <w:rPr>
      <w:sz w:val="24"/>
    </w:rPr>
  </w:style>
  <w:style w:type="paragraph" w:styleId="BalloonText">
    <w:name w:val="Balloon Text"/>
    <w:basedOn w:val="Normal"/>
    <w:link w:val="BalloonTextChar"/>
    <w:uiPriority w:val="99"/>
    <w:rsid w:val="00371924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371924"/>
    <w:rPr>
      <w:rFonts w:ascii="Tahoma" w:hAnsi="Tahoma"/>
      <w:sz w:val="16"/>
    </w:rPr>
  </w:style>
  <w:style w:type="paragraph" w:customStyle="1" w:styleId="1">
    <w:name w:val="Знак1"/>
    <w:basedOn w:val="Normal"/>
    <w:uiPriority w:val="99"/>
    <w:rsid w:val="007F12F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076;n=18358;fld=134;dst=10009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177</Words>
  <Characters>1013</Characters>
  <Application>Microsoft Office Outlook</Application>
  <DocSecurity>0</DocSecurity>
  <Lines>0</Lines>
  <Paragraphs>0</Paragraphs>
  <ScaleCrop>false</ScaleCrop>
  <Company>DGIZO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subject/>
  <dc:creator>Ju5u</dc:creator>
  <cp:keywords/>
  <dc:description/>
  <cp:lastModifiedBy>Пользователь</cp:lastModifiedBy>
  <cp:revision>7</cp:revision>
  <cp:lastPrinted>2015-08-07T12:25:00Z</cp:lastPrinted>
  <dcterms:created xsi:type="dcterms:W3CDTF">2015-08-07T12:07:00Z</dcterms:created>
  <dcterms:modified xsi:type="dcterms:W3CDTF">2015-09-08T05:49:00Z</dcterms:modified>
</cp:coreProperties>
</file>