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F8" w:rsidRDefault="000730F8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30F8" w:rsidRDefault="000730F8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0730F8" w:rsidRDefault="000730F8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30F8" w:rsidRDefault="000730F8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30F8" w:rsidRPr="00CB19E5" w:rsidRDefault="000730F8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30F8" w:rsidRDefault="000730F8" w:rsidP="002334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статью 2 Закона Ульяновской области </w:t>
      </w:r>
    </w:p>
    <w:p w:rsidR="000730F8" w:rsidRDefault="000730F8" w:rsidP="002334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регулировании некоторых вопросов в сфере защиты населения </w:t>
      </w:r>
      <w:r>
        <w:rPr>
          <w:b/>
          <w:sz w:val="28"/>
          <w:szCs w:val="28"/>
        </w:rPr>
        <w:br/>
        <w:t xml:space="preserve">и территорий Ульяновской области от чрезвычайных ситуаций </w:t>
      </w:r>
    </w:p>
    <w:p w:rsidR="000730F8" w:rsidRDefault="000730F8" w:rsidP="00A71F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природного и техногенного характера»</w:t>
      </w:r>
    </w:p>
    <w:p w:rsidR="000730F8" w:rsidRDefault="000730F8" w:rsidP="00A71F7D">
      <w:pPr>
        <w:jc w:val="center"/>
        <w:rPr>
          <w:b/>
          <w:sz w:val="28"/>
          <w:szCs w:val="28"/>
        </w:rPr>
      </w:pPr>
    </w:p>
    <w:p w:rsidR="000730F8" w:rsidRDefault="000730F8" w:rsidP="00A71F7D">
      <w:pPr>
        <w:jc w:val="center"/>
        <w:rPr>
          <w:b/>
          <w:sz w:val="28"/>
          <w:szCs w:val="28"/>
        </w:rPr>
      </w:pPr>
    </w:p>
    <w:p w:rsidR="000730F8" w:rsidRDefault="000730F8" w:rsidP="00A71F7D">
      <w:pPr>
        <w:jc w:val="center"/>
        <w:rPr>
          <w:b/>
          <w:sz w:val="28"/>
          <w:szCs w:val="28"/>
        </w:rPr>
      </w:pPr>
    </w:p>
    <w:p w:rsidR="000730F8" w:rsidRDefault="000730F8" w:rsidP="00A71F7D">
      <w:pPr>
        <w:jc w:val="center"/>
        <w:rPr>
          <w:b/>
          <w:sz w:val="28"/>
          <w:szCs w:val="28"/>
        </w:rPr>
      </w:pPr>
    </w:p>
    <w:p w:rsidR="000730F8" w:rsidRDefault="000730F8" w:rsidP="00A71F7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730F8" w:rsidRPr="00E47243" w:rsidRDefault="000730F8" w:rsidP="00A71F7D">
      <w:pPr>
        <w:jc w:val="center"/>
        <w:rPr>
          <w:i/>
          <w:sz w:val="16"/>
          <w:szCs w:val="16"/>
        </w:rPr>
      </w:pPr>
    </w:p>
    <w:p w:rsidR="000730F8" w:rsidRDefault="000730F8" w:rsidP="00A71F7D">
      <w:pPr>
        <w:spacing w:line="360" w:lineRule="auto"/>
        <w:ind w:firstLine="709"/>
        <w:jc w:val="both"/>
        <w:rPr>
          <w:sz w:val="28"/>
          <w:szCs w:val="28"/>
        </w:rPr>
      </w:pPr>
      <w:r w:rsidRPr="00752826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пункт 3 статьи 2 </w:t>
      </w:r>
      <w:r w:rsidRPr="00752826">
        <w:rPr>
          <w:sz w:val="28"/>
          <w:szCs w:val="28"/>
        </w:rPr>
        <w:t>Закон</w:t>
      </w:r>
      <w:r>
        <w:rPr>
          <w:sz w:val="28"/>
          <w:szCs w:val="28"/>
        </w:rPr>
        <w:t xml:space="preserve">а Ульяновской области от </w:t>
      </w:r>
      <w:r w:rsidRPr="00752826">
        <w:rPr>
          <w:sz w:val="28"/>
          <w:szCs w:val="28"/>
        </w:rPr>
        <w:t xml:space="preserve">20 июля </w:t>
      </w:r>
      <w:r>
        <w:rPr>
          <w:sz w:val="28"/>
          <w:szCs w:val="28"/>
        </w:rPr>
        <w:br/>
      </w:r>
      <w:r w:rsidRPr="00752826">
        <w:rPr>
          <w:sz w:val="28"/>
          <w:szCs w:val="28"/>
        </w:rPr>
        <w:t xml:space="preserve">2012 года № 94-ЗО «О 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характера» («Ульяновская правда» от </w:t>
      </w:r>
      <w:r>
        <w:rPr>
          <w:sz w:val="28"/>
          <w:szCs w:val="28"/>
        </w:rPr>
        <w:t xml:space="preserve">24.07.2012 </w:t>
      </w:r>
      <w:r>
        <w:rPr>
          <w:sz w:val="28"/>
          <w:szCs w:val="28"/>
        </w:rPr>
        <w:br/>
      </w:r>
      <w:r w:rsidRPr="00752826">
        <w:rPr>
          <w:sz w:val="28"/>
          <w:szCs w:val="28"/>
        </w:rPr>
        <w:t xml:space="preserve">№ </w:t>
      </w:r>
      <w:r>
        <w:rPr>
          <w:sz w:val="28"/>
          <w:szCs w:val="28"/>
        </w:rPr>
        <w:t>78</w:t>
      </w:r>
      <w:r w:rsidRPr="00752826">
        <w:rPr>
          <w:sz w:val="28"/>
          <w:szCs w:val="28"/>
        </w:rPr>
        <w:t xml:space="preserve">; от </w:t>
      </w:r>
      <w:r>
        <w:rPr>
          <w:sz w:val="28"/>
          <w:szCs w:val="28"/>
        </w:rPr>
        <w:t xml:space="preserve">07.06.2013 </w:t>
      </w:r>
      <w:r w:rsidRPr="00752826">
        <w:rPr>
          <w:sz w:val="28"/>
          <w:szCs w:val="28"/>
        </w:rPr>
        <w:t xml:space="preserve">№ </w:t>
      </w:r>
      <w:r>
        <w:rPr>
          <w:sz w:val="28"/>
          <w:szCs w:val="28"/>
        </w:rPr>
        <w:t>60-61</w:t>
      </w:r>
      <w:r w:rsidRPr="00752826">
        <w:rPr>
          <w:sz w:val="28"/>
          <w:szCs w:val="28"/>
        </w:rPr>
        <w:t xml:space="preserve">; от </w:t>
      </w:r>
      <w:r>
        <w:rPr>
          <w:sz w:val="28"/>
          <w:szCs w:val="28"/>
        </w:rPr>
        <w:t>11.11.2013</w:t>
      </w:r>
      <w:r w:rsidRPr="00752826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144; от 14.05.2015 № 62) </w:t>
      </w:r>
      <w:r w:rsidRPr="00752826">
        <w:rPr>
          <w:sz w:val="28"/>
          <w:szCs w:val="28"/>
        </w:rPr>
        <w:t>изменени</w:t>
      </w:r>
      <w:r>
        <w:rPr>
          <w:sz w:val="28"/>
          <w:szCs w:val="28"/>
        </w:rPr>
        <w:t>е, исключив из него слова «работ по».</w:t>
      </w:r>
    </w:p>
    <w:p w:rsidR="000730F8" w:rsidRPr="00A71F7D" w:rsidRDefault="000730F8" w:rsidP="00A71F7D">
      <w:pPr>
        <w:autoSpaceDE w:val="0"/>
        <w:autoSpaceDN w:val="0"/>
        <w:adjustRightInd w:val="0"/>
        <w:ind w:left="720"/>
        <w:jc w:val="both"/>
        <w:rPr>
          <w:sz w:val="16"/>
          <w:szCs w:val="28"/>
          <w:highlight w:val="yellow"/>
        </w:rPr>
      </w:pPr>
    </w:p>
    <w:p w:rsidR="000730F8" w:rsidRPr="00A71F7D" w:rsidRDefault="000730F8" w:rsidP="00A71F7D">
      <w:pPr>
        <w:autoSpaceDE w:val="0"/>
        <w:autoSpaceDN w:val="0"/>
        <w:adjustRightInd w:val="0"/>
        <w:ind w:left="720"/>
        <w:jc w:val="both"/>
        <w:rPr>
          <w:sz w:val="28"/>
          <w:szCs w:val="28"/>
          <w:highlight w:val="yellow"/>
        </w:rPr>
      </w:pPr>
    </w:p>
    <w:p w:rsidR="000730F8" w:rsidRPr="00A71F7D" w:rsidRDefault="000730F8" w:rsidP="00A71F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30F8" w:rsidRDefault="000730F8" w:rsidP="00A71F7D">
      <w:pPr>
        <w:tabs>
          <w:tab w:val="right" w:pos="9781"/>
        </w:tabs>
        <w:suppressAutoHyphens/>
        <w:rPr>
          <w:b/>
          <w:sz w:val="28"/>
          <w:szCs w:val="28"/>
        </w:rPr>
      </w:pPr>
      <w:r w:rsidRPr="00CB19E5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ab/>
      </w:r>
      <w:r w:rsidRPr="00CB19E5">
        <w:rPr>
          <w:b/>
          <w:sz w:val="28"/>
          <w:szCs w:val="28"/>
        </w:rPr>
        <w:t>С.И.Морозов</w:t>
      </w:r>
    </w:p>
    <w:p w:rsidR="000730F8" w:rsidRDefault="000730F8" w:rsidP="00A71F7D">
      <w:pPr>
        <w:tabs>
          <w:tab w:val="right" w:pos="9781"/>
        </w:tabs>
        <w:suppressAutoHyphens/>
        <w:rPr>
          <w:b/>
          <w:sz w:val="28"/>
          <w:szCs w:val="28"/>
        </w:rPr>
      </w:pPr>
    </w:p>
    <w:p w:rsidR="000730F8" w:rsidRDefault="000730F8" w:rsidP="00A71F7D">
      <w:pPr>
        <w:tabs>
          <w:tab w:val="right" w:pos="9781"/>
        </w:tabs>
        <w:suppressAutoHyphens/>
        <w:rPr>
          <w:b/>
          <w:sz w:val="28"/>
          <w:szCs w:val="28"/>
        </w:rPr>
      </w:pPr>
    </w:p>
    <w:p w:rsidR="000730F8" w:rsidRPr="00CB19E5" w:rsidRDefault="000730F8" w:rsidP="00A71F7D">
      <w:pPr>
        <w:tabs>
          <w:tab w:val="right" w:pos="9781"/>
        </w:tabs>
        <w:suppressAutoHyphens/>
        <w:rPr>
          <w:b/>
          <w:sz w:val="28"/>
          <w:szCs w:val="28"/>
        </w:rPr>
      </w:pPr>
    </w:p>
    <w:p w:rsidR="000730F8" w:rsidRPr="00CB19E5" w:rsidRDefault="000730F8" w:rsidP="00A71F7D">
      <w:pPr>
        <w:suppressAutoHyphens/>
        <w:jc w:val="center"/>
        <w:rPr>
          <w:sz w:val="28"/>
          <w:szCs w:val="28"/>
        </w:rPr>
      </w:pPr>
      <w:r w:rsidRPr="00CB19E5">
        <w:rPr>
          <w:sz w:val="28"/>
          <w:szCs w:val="28"/>
        </w:rPr>
        <w:t>г. Ульяновск</w:t>
      </w:r>
    </w:p>
    <w:p w:rsidR="000730F8" w:rsidRPr="00CB19E5" w:rsidRDefault="000730F8" w:rsidP="00A71F7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02 сентября 2015</w:t>
      </w:r>
      <w:r w:rsidRPr="00CB19E5">
        <w:rPr>
          <w:sz w:val="28"/>
          <w:szCs w:val="28"/>
        </w:rPr>
        <w:t xml:space="preserve"> г.</w:t>
      </w:r>
    </w:p>
    <w:p w:rsidR="000730F8" w:rsidRPr="00CB19E5" w:rsidRDefault="000730F8" w:rsidP="00A71F7D">
      <w:pPr>
        <w:suppressAutoHyphens/>
        <w:jc w:val="center"/>
        <w:rPr>
          <w:i/>
          <w:sz w:val="22"/>
          <w:szCs w:val="22"/>
        </w:rPr>
      </w:pPr>
      <w:r w:rsidRPr="00CB19E5">
        <w:rPr>
          <w:sz w:val="28"/>
          <w:szCs w:val="28"/>
        </w:rPr>
        <w:t>№</w:t>
      </w:r>
      <w:r>
        <w:rPr>
          <w:sz w:val="28"/>
          <w:szCs w:val="28"/>
        </w:rPr>
        <w:t xml:space="preserve"> 113</w:t>
      </w:r>
      <w:r w:rsidRPr="00CB19E5">
        <w:rPr>
          <w:sz w:val="28"/>
          <w:szCs w:val="28"/>
        </w:rPr>
        <w:t>-ЗО</w:t>
      </w:r>
    </w:p>
    <w:sectPr w:rsidR="000730F8" w:rsidRPr="00CB19E5" w:rsidSect="00A71F7D">
      <w:headerReference w:type="even" r:id="rId7"/>
      <w:headerReference w:type="default" r:id="rId8"/>
      <w:pgSz w:w="11907" w:h="16840" w:code="9"/>
      <w:pgMar w:top="1134" w:right="680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0F8" w:rsidRDefault="000730F8">
      <w:r>
        <w:separator/>
      </w:r>
    </w:p>
  </w:endnote>
  <w:endnote w:type="continuationSeparator" w:id="0">
    <w:p w:rsidR="000730F8" w:rsidRDefault="00073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0F8" w:rsidRDefault="000730F8">
      <w:r>
        <w:separator/>
      </w:r>
    </w:p>
  </w:footnote>
  <w:footnote w:type="continuationSeparator" w:id="0">
    <w:p w:rsidR="000730F8" w:rsidRDefault="000730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0F8" w:rsidRDefault="000730F8" w:rsidP="001133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30F8" w:rsidRDefault="000730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0F8" w:rsidRPr="001133A9" w:rsidRDefault="000730F8" w:rsidP="006424CF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1133A9">
      <w:rPr>
        <w:rStyle w:val="PageNumber"/>
        <w:sz w:val="28"/>
        <w:szCs w:val="28"/>
      </w:rPr>
      <w:fldChar w:fldCharType="begin"/>
    </w:r>
    <w:r w:rsidRPr="001133A9">
      <w:rPr>
        <w:rStyle w:val="PageNumber"/>
        <w:sz w:val="28"/>
        <w:szCs w:val="28"/>
      </w:rPr>
      <w:instrText xml:space="preserve">PAGE  </w:instrText>
    </w:r>
    <w:r w:rsidRPr="001133A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133A9">
      <w:rPr>
        <w:rStyle w:val="PageNumber"/>
        <w:sz w:val="28"/>
        <w:szCs w:val="28"/>
      </w:rPr>
      <w:fldChar w:fldCharType="end"/>
    </w:r>
  </w:p>
  <w:p w:rsidR="000730F8" w:rsidRDefault="000730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109C1"/>
    <w:multiLevelType w:val="hybridMultilevel"/>
    <w:tmpl w:val="69020AB6"/>
    <w:lvl w:ilvl="0" w:tplc="D5BC1D3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E02614E"/>
    <w:multiLevelType w:val="hybridMultilevel"/>
    <w:tmpl w:val="69C4EFAA"/>
    <w:lvl w:ilvl="0" w:tplc="FA88B60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142090C"/>
    <w:multiLevelType w:val="hybridMultilevel"/>
    <w:tmpl w:val="4D0C5282"/>
    <w:lvl w:ilvl="0" w:tplc="0F1C130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3">
    <w:nsid w:val="280A36EB"/>
    <w:multiLevelType w:val="hybridMultilevel"/>
    <w:tmpl w:val="02F4A490"/>
    <w:lvl w:ilvl="0" w:tplc="9DE041EA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4">
    <w:nsid w:val="2C946A66"/>
    <w:multiLevelType w:val="hybridMultilevel"/>
    <w:tmpl w:val="DEDE96AE"/>
    <w:lvl w:ilvl="0" w:tplc="A40A9A4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EE24D6B"/>
    <w:multiLevelType w:val="hybridMultilevel"/>
    <w:tmpl w:val="5C826B3E"/>
    <w:lvl w:ilvl="0" w:tplc="2A6E1176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1F37FD0"/>
    <w:multiLevelType w:val="hybridMultilevel"/>
    <w:tmpl w:val="8B1C249C"/>
    <w:lvl w:ilvl="0" w:tplc="06C640AC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32A052D6"/>
    <w:multiLevelType w:val="hybridMultilevel"/>
    <w:tmpl w:val="57E07E1E"/>
    <w:lvl w:ilvl="0" w:tplc="64A68DEE">
      <w:start w:val="3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4E319BA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524402E"/>
    <w:multiLevelType w:val="hybridMultilevel"/>
    <w:tmpl w:val="9C34EA30"/>
    <w:lvl w:ilvl="0" w:tplc="DFC29084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0">
    <w:nsid w:val="4D1C60D2"/>
    <w:multiLevelType w:val="hybridMultilevel"/>
    <w:tmpl w:val="9F24A8CC"/>
    <w:lvl w:ilvl="0" w:tplc="5352C992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5D5437E9"/>
    <w:multiLevelType w:val="hybridMultilevel"/>
    <w:tmpl w:val="85CEC78C"/>
    <w:lvl w:ilvl="0" w:tplc="34AC21D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2">
    <w:nsid w:val="5F2733F6"/>
    <w:multiLevelType w:val="hybridMultilevel"/>
    <w:tmpl w:val="D80025BA"/>
    <w:lvl w:ilvl="0" w:tplc="51848C40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3">
    <w:nsid w:val="61FE0BA0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2F94924"/>
    <w:multiLevelType w:val="multilevel"/>
    <w:tmpl w:val="9B4E7D98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5">
    <w:nsid w:val="76461ED4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65A208B"/>
    <w:multiLevelType w:val="multilevel"/>
    <w:tmpl w:val="9F24A8CC"/>
    <w:lvl w:ilvl="0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771B0A63"/>
    <w:multiLevelType w:val="hybridMultilevel"/>
    <w:tmpl w:val="9B4E7D98"/>
    <w:lvl w:ilvl="0" w:tplc="6FF20552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8">
    <w:nsid w:val="7CC57848"/>
    <w:multiLevelType w:val="hybridMultilevel"/>
    <w:tmpl w:val="1096A3BE"/>
    <w:lvl w:ilvl="0" w:tplc="1E82D63A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6"/>
  </w:num>
  <w:num w:numId="4">
    <w:abstractNumId w:val="6"/>
  </w:num>
  <w:num w:numId="5">
    <w:abstractNumId w:val="17"/>
  </w:num>
  <w:num w:numId="6">
    <w:abstractNumId w:val="14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11"/>
  </w:num>
  <w:num w:numId="12">
    <w:abstractNumId w:val="18"/>
  </w:num>
  <w:num w:numId="13">
    <w:abstractNumId w:val="0"/>
  </w:num>
  <w:num w:numId="14">
    <w:abstractNumId w:val="4"/>
  </w:num>
  <w:num w:numId="15">
    <w:abstractNumId w:val="15"/>
  </w:num>
  <w:num w:numId="16">
    <w:abstractNumId w:val="8"/>
  </w:num>
  <w:num w:numId="17">
    <w:abstractNumId w:val="13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3BB"/>
    <w:rsid w:val="00001858"/>
    <w:rsid w:val="0000403D"/>
    <w:rsid w:val="00024643"/>
    <w:rsid w:val="000255DB"/>
    <w:rsid w:val="00027602"/>
    <w:rsid w:val="00031657"/>
    <w:rsid w:val="000319B7"/>
    <w:rsid w:val="00035ACE"/>
    <w:rsid w:val="00037F96"/>
    <w:rsid w:val="000464F4"/>
    <w:rsid w:val="00061845"/>
    <w:rsid w:val="000730F8"/>
    <w:rsid w:val="000A0380"/>
    <w:rsid w:val="000A749E"/>
    <w:rsid w:val="000A7DC9"/>
    <w:rsid w:val="000B4E74"/>
    <w:rsid w:val="000D4283"/>
    <w:rsid w:val="000E360A"/>
    <w:rsid w:val="000E3903"/>
    <w:rsid w:val="000F7244"/>
    <w:rsid w:val="0010567F"/>
    <w:rsid w:val="00107D84"/>
    <w:rsid w:val="0011268F"/>
    <w:rsid w:val="001132C3"/>
    <w:rsid w:val="001133A9"/>
    <w:rsid w:val="0012161F"/>
    <w:rsid w:val="0014135F"/>
    <w:rsid w:val="00166ED9"/>
    <w:rsid w:val="001769E2"/>
    <w:rsid w:val="00180AE4"/>
    <w:rsid w:val="0019049E"/>
    <w:rsid w:val="001928E3"/>
    <w:rsid w:val="001949CE"/>
    <w:rsid w:val="001976BC"/>
    <w:rsid w:val="001A3568"/>
    <w:rsid w:val="001B136C"/>
    <w:rsid w:val="001C5A41"/>
    <w:rsid w:val="001D0304"/>
    <w:rsid w:val="001D696D"/>
    <w:rsid w:val="001E0166"/>
    <w:rsid w:val="001E623F"/>
    <w:rsid w:val="00204007"/>
    <w:rsid w:val="00215FD3"/>
    <w:rsid w:val="00230E8C"/>
    <w:rsid w:val="0023347B"/>
    <w:rsid w:val="002364CC"/>
    <w:rsid w:val="00244BCE"/>
    <w:rsid w:val="00247D69"/>
    <w:rsid w:val="002539A2"/>
    <w:rsid w:val="002625A8"/>
    <w:rsid w:val="00271A3E"/>
    <w:rsid w:val="0027698A"/>
    <w:rsid w:val="00287245"/>
    <w:rsid w:val="00295877"/>
    <w:rsid w:val="002A21CB"/>
    <w:rsid w:val="002A5F4F"/>
    <w:rsid w:val="002B170F"/>
    <w:rsid w:val="002B761C"/>
    <w:rsid w:val="002C1D4B"/>
    <w:rsid w:val="002C30E3"/>
    <w:rsid w:val="002D54E7"/>
    <w:rsid w:val="002F271E"/>
    <w:rsid w:val="00301AB8"/>
    <w:rsid w:val="00301E5C"/>
    <w:rsid w:val="00323510"/>
    <w:rsid w:val="00324F45"/>
    <w:rsid w:val="00326362"/>
    <w:rsid w:val="00333EC4"/>
    <w:rsid w:val="003341A6"/>
    <w:rsid w:val="003745FA"/>
    <w:rsid w:val="00375686"/>
    <w:rsid w:val="003809B8"/>
    <w:rsid w:val="003A072F"/>
    <w:rsid w:val="003A1DC7"/>
    <w:rsid w:val="003A3944"/>
    <w:rsid w:val="003B429D"/>
    <w:rsid w:val="003B644F"/>
    <w:rsid w:val="003C0441"/>
    <w:rsid w:val="003C32BD"/>
    <w:rsid w:val="003C3BA1"/>
    <w:rsid w:val="003D06AB"/>
    <w:rsid w:val="003E55A6"/>
    <w:rsid w:val="00414937"/>
    <w:rsid w:val="00424DEC"/>
    <w:rsid w:val="00444137"/>
    <w:rsid w:val="004512FD"/>
    <w:rsid w:val="004600AF"/>
    <w:rsid w:val="00471D12"/>
    <w:rsid w:val="00484F28"/>
    <w:rsid w:val="0048636F"/>
    <w:rsid w:val="00492808"/>
    <w:rsid w:val="00493C8F"/>
    <w:rsid w:val="004A64E3"/>
    <w:rsid w:val="004A6A04"/>
    <w:rsid w:val="004C0667"/>
    <w:rsid w:val="004C5EBD"/>
    <w:rsid w:val="004D0E0B"/>
    <w:rsid w:val="004E47E7"/>
    <w:rsid w:val="00515D4B"/>
    <w:rsid w:val="00515F1F"/>
    <w:rsid w:val="00520D33"/>
    <w:rsid w:val="00523006"/>
    <w:rsid w:val="00532E6A"/>
    <w:rsid w:val="00534620"/>
    <w:rsid w:val="005360E1"/>
    <w:rsid w:val="00541E68"/>
    <w:rsid w:val="00550278"/>
    <w:rsid w:val="00586460"/>
    <w:rsid w:val="00587151"/>
    <w:rsid w:val="00597F46"/>
    <w:rsid w:val="005A28A9"/>
    <w:rsid w:val="005A32D7"/>
    <w:rsid w:val="005B3FE5"/>
    <w:rsid w:val="005B7FE5"/>
    <w:rsid w:val="005C02D7"/>
    <w:rsid w:val="005C0E46"/>
    <w:rsid w:val="005C56EE"/>
    <w:rsid w:val="005E19B3"/>
    <w:rsid w:val="005E5F49"/>
    <w:rsid w:val="005F19C6"/>
    <w:rsid w:val="005F3F7B"/>
    <w:rsid w:val="0060116C"/>
    <w:rsid w:val="006157AD"/>
    <w:rsid w:val="00622750"/>
    <w:rsid w:val="00624620"/>
    <w:rsid w:val="006424CF"/>
    <w:rsid w:val="00670E2B"/>
    <w:rsid w:val="006952EB"/>
    <w:rsid w:val="006A0ACF"/>
    <w:rsid w:val="006A1AF4"/>
    <w:rsid w:val="006A5334"/>
    <w:rsid w:val="006B2248"/>
    <w:rsid w:val="006B2F27"/>
    <w:rsid w:val="00702E59"/>
    <w:rsid w:val="007038BB"/>
    <w:rsid w:val="007320A3"/>
    <w:rsid w:val="007365FD"/>
    <w:rsid w:val="0074424B"/>
    <w:rsid w:val="00744973"/>
    <w:rsid w:val="00750814"/>
    <w:rsid w:val="00752826"/>
    <w:rsid w:val="007540F3"/>
    <w:rsid w:val="0076237D"/>
    <w:rsid w:val="00762725"/>
    <w:rsid w:val="00780019"/>
    <w:rsid w:val="00797D8B"/>
    <w:rsid w:val="007A4082"/>
    <w:rsid w:val="007B339E"/>
    <w:rsid w:val="007E7F62"/>
    <w:rsid w:val="007F07AD"/>
    <w:rsid w:val="007F418F"/>
    <w:rsid w:val="00802772"/>
    <w:rsid w:val="00805ABA"/>
    <w:rsid w:val="00816208"/>
    <w:rsid w:val="00816592"/>
    <w:rsid w:val="008210E0"/>
    <w:rsid w:val="00837244"/>
    <w:rsid w:val="00837B38"/>
    <w:rsid w:val="0084332C"/>
    <w:rsid w:val="00851893"/>
    <w:rsid w:val="0085525B"/>
    <w:rsid w:val="00873B80"/>
    <w:rsid w:val="008843E5"/>
    <w:rsid w:val="00886747"/>
    <w:rsid w:val="00895D14"/>
    <w:rsid w:val="00896298"/>
    <w:rsid w:val="008A0437"/>
    <w:rsid w:val="008A171B"/>
    <w:rsid w:val="008D4A15"/>
    <w:rsid w:val="008D7F67"/>
    <w:rsid w:val="008E3335"/>
    <w:rsid w:val="008F4B68"/>
    <w:rsid w:val="008F5317"/>
    <w:rsid w:val="00906BD6"/>
    <w:rsid w:val="00910AF0"/>
    <w:rsid w:val="00914D51"/>
    <w:rsid w:val="00936EED"/>
    <w:rsid w:val="00937E4A"/>
    <w:rsid w:val="00947904"/>
    <w:rsid w:val="00951EA4"/>
    <w:rsid w:val="00965FCD"/>
    <w:rsid w:val="00971AC3"/>
    <w:rsid w:val="00992290"/>
    <w:rsid w:val="00997B91"/>
    <w:rsid w:val="009B75CF"/>
    <w:rsid w:val="009C1FB4"/>
    <w:rsid w:val="009C7F22"/>
    <w:rsid w:val="009D6070"/>
    <w:rsid w:val="009E6A5E"/>
    <w:rsid w:val="009F6B12"/>
    <w:rsid w:val="00A00E44"/>
    <w:rsid w:val="00A02F41"/>
    <w:rsid w:val="00A0566B"/>
    <w:rsid w:val="00A23CFE"/>
    <w:rsid w:val="00A26DEE"/>
    <w:rsid w:val="00A42BBE"/>
    <w:rsid w:val="00A42BE3"/>
    <w:rsid w:val="00A459D8"/>
    <w:rsid w:val="00A5595A"/>
    <w:rsid w:val="00A71F7D"/>
    <w:rsid w:val="00A928A3"/>
    <w:rsid w:val="00AC600C"/>
    <w:rsid w:val="00AD10D6"/>
    <w:rsid w:val="00AD187D"/>
    <w:rsid w:val="00AD5D1E"/>
    <w:rsid w:val="00B01C92"/>
    <w:rsid w:val="00B03E2C"/>
    <w:rsid w:val="00B03F9C"/>
    <w:rsid w:val="00B23CD0"/>
    <w:rsid w:val="00B33752"/>
    <w:rsid w:val="00B40762"/>
    <w:rsid w:val="00B62F62"/>
    <w:rsid w:val="00B650E5"/>
    <w:rsid w:val="00B849CA"/>
    <w:rsid w:val="00B86459"/>
    <w:rsid w:val="00B876C9"/>
    <w:rsid w:val="00B94105"/>
    <w:rsid w:val="00BA3B7E"/>
    <w:rsid w:val="00BA5404"/>
    <w:rsid w:val="00BC4E8C"/>
    <w:rsid w:val="00BC6C31"/>
    <w:rsid w:val="00BD01D2"/>
    <w:rsid w:val="00BE11ED"/>
    <w:rsid w:val="00BE4E13"/>
    <w:rsid w:val="00BF05C6"/>
    <w:rsid w:val="00C14560"/>
    <w:rsid w:val="00C22790"/>
    <w:rsid w:val="00C31C4F"/>
    <w:rsid w:val="00C32935"/>
    <w:rsid w:val="00C51DCA"/>
    <w:rsid w:val="00C60A39"/>
    <w:rsid w:val="00C60C1E"/>
    <w:rsid w:val="00C833C3"/>
    <w:rsid w:val="00C84FD5"/>
    <w:rsid w:val="00CB19E5"/>
    <w:rsid w:val="00CB42E0"/>
    <w:rsid w:val="00CB44A2"/>
    <w:rsid w:val="00CB4FDF"/>
    <w:rsid w:val="00CC5C02"/>
    <w:rsid w:val="00CC7076"/>
    <w:rsid w:val="00CD0856"/>
    <w:rsid w:val="00CE0B17"/>
    <w:rsid w:val="00CF06F0"/>
    <w:rsid w:val="00CF61D8"/>
    <w:rsid w:val="00D010AE"/>
    <w:rsid w:val="00D14907"/>
    <w:rsid w:val="00D1531F"/>
    <w:rsid w:val="00D265E1"/>
    <w:rsid w:val="00D2690E"/>
    <w:rsid w:val="00D272F4"/>
    <w:rsid w:val="00D30DE6"/>
    <w:rsid w:val="00D54EA1"/>
    <w:rsid w:val="00D57CA3"/>
    <w:rsid w:val="00D623BB"/>
    <w:rsid w:val="00D63368"/>
    <w:rsid w:val="00D658CC"/>
    <w:rsid w:val="00D65AE4"/>
    <w:rsid w:val="00D674CD"/>
    <w:rsid w:val="00D71D7B"/>
    <w:rsid w:val="00D9449D"/>
    <w:rsid w:val="00D96872"/>
    <w:rsid w:val="00DA1817"/>
    <w:rsid w:val="00DA539C"/>
    <w:rsid w:val="00DB3A75"/>
    <w:rsid w:val="00DC16B1"/>
    <w:rsid w:val="00DC2602"/>
    <w:rsid w:val="00DF4D79"/>
    <w:rsid w:val="00E00377"/>
    <w:rsid w:val="00E078EB"/>
    <w:rsid w:val="00E17720"/>
    <w:rsid w:val="00E2019B"/>
    <w:rsid w:val="00E2449D"/>
    <w:rsid w:val="00E252DA"/>
    <w:rsid w:val="00E2751A"/>
    <w:rsid w:val="00E32919"/>
    <w:rsid w:val="00E44AE2"/>
    <w:rsid w:val="00E47243"/>
    <w:rsid w:val="00E511B5"/>
    <w:rsid w:val="00E619C9"/>
    <w:rsid w:val="00E80769"/>
    <w:rsid w:val="00E91797"/>
    <w:rsid w:val="00EA0C9E"/>
    <w:rsid w:val="00EB05D3"/>
    <w:rsid w:val="00ED48AE"/>
    <w:rsid w:val="00ED5C8B"/>
    <w:rsid w:val="00EE27B6"/>
    <w:rsid w:val="00F16E4A"/>
    <w:rsid w:val="00F3372F"/>
    <w:rsid w:val="00F41F7E"/>
    <w:rsid w:val="00F45765"/>
    <w:rsid w:val="00F475BB"/>
    <w:rsid w:val="00F47F47"/>
    <w:rsid w:val="00F63874"/>
    <w:rsid w:val="00F77198"/>
    <w:rsid w:val="00F816F8"/>
    <w:rsid w:val="00F825FF"/>
    <w:rsid w:val="00F923A2"/>
    <w:rsid w:val="00F92C99"/>
    <w:rsid w:val="00FA4F2D"/>
    <w:rsid w:val="00FA7165"/>
    <w:rsid w:val="00FC2BF4"/>
    <w:rsid w:val="00FF4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87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04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09B8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F3F7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3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a">
    <w:name w:val="Гипертекстовая ссылка"/>
    <w:uiPriority w:val="99"/>
    <w:rsid w:val="0019049E"/>
    <w:rPr>
      <w:color w:val="008000"/>
    </w:rPr>
  </w:style>
  <w:style w:type="paragraph" w:customStyle="1" w:styleId="a0">
    <w:name w:val="Прижатый влево"/>
    <w:basedOn w:val="Normal"/>
    <w:next w:val="Normal"/>
    <w:uiPriority w:val="99"/>
    <w:rsid w:val="008843E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1">
    <w:name w:val="Цветовое выделение"/>
    <w:uiPriority w:val="99"/>
    <w:rsid w:val="00471D12"/>
    <w:rPr>
      <w:b/>
      <w:color w:val="000080"/>
    </w:rPr>
  </w:style>
  <w:style w:type="paragraph" w:customStyle="1" w:styleId="a2">
    <w:name w:val="Заголовок статьи"/>
    <w:basedOn w:val="Normal"/>
    <w:next w:val="Normal"/>
    <w:uiPriority w:val="99"/>
    <w:rsid w:val="00471D1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Hyperlink">
    <w:name w:val="Hyperlink"/>
    <w:basedOn w:val="DefaultParagraphFont"/>
    <w:uiPriority w:val="99"/>
    <w:rsid w:val="006B2248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60116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"/>
    <w:basedOn w:val="Normal"/>
    <w:uiPriority w:val="99"/>
    <w:rsid w:val="009C1F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20D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47243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5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110</Words>
  <Characters>627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-U-</dc:creator>
  <cp:keywords/>
  <dc:description/>
  <cp:lastModifiedBy>Пользователь</cp:lastModifiedBy>
  <cp:revision>10</cp:revision>
  <cp:lastPrinted>2015-08-26T13:23:00Z</cp:lastPrinted>
  <dcterms:created xsi:type="dcterms:W3CDTF">2015-08-06T12:08:00Z</dcterms:created>
  <dcterms:modified xsi:type="dcterms:W3CDTF">2015-09-08T07:12:00Z</dcterms:modified>
</cp:coreProperties>
</file>