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E9E" w:rsidRDefault="00990E9E" w:rsidP="00AB5CA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 Ульяновской области</w:t>
      </w:r>
    </w:p>
    <w:p w:rsidR="00990E9E" w:rsidRDefault="00990E9E" w:rsidP="00AB5CA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0E9E" w:rsidRDefault="00990E9E" w:rsidP="00AB5CA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0E9E" w:rsidRDefault="00990E9E" w:rsidP="00AB5CA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0E9E" w:rsidRDefault="00990E9E" w:rsidP="00AB5CA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0E9E" w:rsidRPr="00EA6029" w:rsidRDefault="00990E9E" w:rsidP="00AB5CA9">
      <w:pPr>
        <w:widowControl/>
        <w:ind w:firstLine="0"/>
        <w:jc w:val="center"/>
        <w:rPr>
          <w:rFonts w:ascii="Times New Roman" w:hAnsi="Times New Roman" w:cs="Times New Roman"/>
          <w:b/>
          <w:sz w:val="14"/>
          <w:szCs w:val="28"/>
        </w:rPr>
      </w:pPr>
    </w:p>
    <w:p w:rsidR="00990E9E" w:rsidRDefault="00990E9E" w:rsidP="00AB5CA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DD5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статьи 6 и 11 Закона Ульяновской области </w:t>
      </w:r>
    </w:p>
    <w:p w:rsidR="00990E9E" w:rsidRDefault="00990E9E" w:rsidP="00AB5CA9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наделении</w:t>
      </w:r>
      <w:r w:rsidRPr="00CA7DD5">
        <w:rPr>
          <w:rFonts w:ascii="Times New Roman" w:hAnsi="Times New Roman" w:cs="Times New Roman"/>
          <w:b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CA7DD5">
        <w:rPr>
          <w:rFonts w:ascii="Times New Roman" w:hAnsi="Times New Roman" w:cs="Times New Roman"/>
          <w:b/>
          <w:sz w:val="28"/>
          <w:szCs w:val="28"/>
        </w:rPr>
        <w:t xml:space="preserve"> местного самоуправления </w:t>
      </w:r>
      <w:r w:rsidRPr="00CA7DD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b/>
          <w:bCs/>
          <w:sz w:val="28"/>
          <w:szCs w:val="28"/>
        </w:rPr>
        <w:t>образований</w:t>
      </w:r>
      <w:r w:rsidRPr="00CA7DD5">
        <w:rPr>
          <w:rFonts w:ascii="Times New Roman" w:hAnsi="Times New Roman" w:cs="Times New Roman"/>
          <w:b/>
          <w:bCs/>
          <w:sz w:val="28"/>
          <w:szCs w:val="28"/>
        </w:rPr>
        <w:t xml:space="preserve"> Ульяновской области </w:t>
      </w:r>
      <w:r w:rsidRPr="00CA7DD5">
        <w:rPr>
          <w:rFonts w:ascii="Times New Roman" w:hAnsi="Times New Roman" w:cs="Times New Roman"/>
          <w:b/>
          <w:sz w:val="28"/>
          <w:szCs w:val="28"/>
        </w:rPr>
        <w:t>государственны</w:t>
      </w:r>
      <w:r>
        <w:rPr>
          <w:rFonts w:ascii="Times New Roman" w:hAnsi="Times New Roman" w:cs="Times New Roman"/>
          <w:b/>
          <w:sz w:val="28"/>
          <w:szCs w:val="28"/>
        </w:rPr>
        <w:t>ми</w:t>
      </w:r>
      <w:r w:rsidRPr="00CA7DD5">
        <w:rPr>
          <w:rFonts w:ascii="Times New Roman" w:hAnsi="Times New Roman" w:cs="Times New Roman"/>
          <w:b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b/>
          <w:sz w:val="28"/>
          <w:szCs w:val="28"/>
        </w:rPr>
        <w:t>ями</w:t>
      </w:r>
      <w:r w:rsidRPr="00CA7D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0E9E" w:rsidRPr="00CA7DD5" w:rsidRDefault="00990E9E" w:rsidP="00264222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DD5">
        <w:rPr>
          <w:rFonts w:ascii="Times New Roman" w:hAnsi="Times New Roman" w:cs="Times New Roman"/>
          <w:b/>
          <w:sz w:val="28"/>
          <w:szCs w:val="28"/>
        </w:rPr>
        <w:t>на государственную регистрацию актов гражданского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7DD5">
        <w:rPr>
          <w:rFonts w:ascii="Times New Roman" w:hAnsi="Times New Roman" w:cs="Times New Roman"/>
          <w:b/>
          <w:sz w:val="28"/>
          <w:szCs w:val="28"/>
        </w:rPr>
        <w:t>состояния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90E9E" w:rsidRDefault="00990E9E" w:rsidP="00DB52E4">
      <w:pPr>
        <w:pStyle w:val="ConsPlusNormal"/>
        <w:tabs>
          <w:tab w:val="center" w:pos="5102"/>
        </w:tabs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90E9E" w:rsidRDefault="00990E9E" w:rsidP="00DB52E4">
      <w:pPr>
        <w:pStyle w:val="ConsPlusNormal"/>
        <w:tabs>
          <w:tab w:val="center" w:pos="5102"/>
        </w:tabs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90E9E" w:rsidRDefault="00990E9E" w:rsidP="00DB52E4">
      <w:pPr>
        <w:pStyle w:val="ConsPlusNormal"/>
        <w:tabs>
          <w:tab w:val="center" w:pos="5102"/>
        </w:tabs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90E9E" w:rsidRDefault="00990E9E" w:rsidP="00DB52E4">
      <w:pPr>
        <w:pStyle w:val="ConsPlusNormal"/>
        <w:tabs>
          <w:tab w:val="center" w:pos="5102"/>
        </w:tabs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90E9E" w:rsidRDefault="00990E9E" w:rsidP="007C7F3B">
      <w:pPr>
        <w:widowControl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263B0">
        <w:rPr>
          <w:rFonts w:ascii="Times New Roman" w:hAnsi="Times New Roman" w:cs="Times New Roman"/>
          <w:bCs/>
          <w:sz w:val="28"/>
          <w:szCs w:val="28"/>
        </w:rPr>
        <w:t>Внести в Закон Ульяновской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1</w:t>
      </w:r>
      <w:r w:rsidRPr="00D263B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декабря 2005</w:t>
      </w:r>
      <w:r w:rsidRPr="00D263B0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139-ЗО                </w:t>
      </w:r>
      <w:r w:rsidRPr="00D263B0">
        <w:rPr>
          <w:rFonts w:ascii="Times New Roman" w:hAnsi="Times New Roman" w:cs="Times New Roman"/>
          <w:bCs/>
          <w:sz w:val="28"/>
          <w:szCs w:val="28"/>
        </w:rPr>
        <w:t>«</w:t>
      </w:r>
      <w:r w:rsidRPr="00D263B0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наделении</w:t>
      </w:r>
      <w:r w:rsidRPr="00D263B0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263B0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образований</w:t>
      </w:r>
      <w:r w:rsidRPr="00D263B0">
        <w:rPr>
          <w:rFonts w:ascii="Times New Roman" w:hAnsi="Times New Roman" w:cs="Times New Roman"/>
          <w:bCs/>
          <w:sz w:val="28"/>
          <w:szCs w:val="28"/>
        </w:rPr>
        <w:t xml:space="preserve"> Ульяновской области </w:t>
      </w:r>
      <w:r w:rsidRPr="00D263B0">
        <w:rPr>
          <w:rFonts w:ascii="Times New Roman" w:hAnsi="Times New Roman" w:cs="Times New Roman"/>
          <w:sz w:val="28"/>
          <w:szCs w:val="28"/>
        </w:rPr>
        <w:t>государственны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D263B0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D263B0">
        <w:rPr>
          <w:rFonts w:ascii="Times New Roman" w:hAnsi="Times New Roman" w:cs="Times New Roman"/>
          <w:sz w:val="28"/>
          <w:szCs w:val="28"/>
        </w:rPr>
        <w:t xml:space="preserve"> на государственную регистрац</w:t>
      </w:r>
      <w:r>
        <w:rPr>
          <w:rFonts w:ascii="Times New Roman" w:hAnsi="Times New Roman" w:cs="Times New Roman"/>
          <w:sz w:val="28"/>
          <w:szCs w:val="28"/>
        </w:rPr>
        <w:t xml:space="preserve">ию актов гражданского состояния» («Ульяновская правда»                         от 06.12.2005 № 112-113; от 10.03.2006 № 16; от 16.01.2008 № 3; от 07.11.2008 </w:t>
      </w:r>
      <w:r>
        <w:rPr>
          <w:rFonts w:ascii="Times New Roman" w:hAnsi="Times New Roman" w:cs="Times New Roman"/>
          <w:sz w:val="28"/>
          <w:szCs w:val="28"/>
        </w:rPr>
        <w:br/>
        <w:t xml:space="preserve">№ 91; от 06.02.2009 № 9; от 02.10.2009 № 80; от 04.08.2010 № 62-63; </w:t>
      </w:r>
      <w:r>
        <w:rPr>
          <w:rFonts w:ascii="Times New Roman" w:hAnsi="Times New Roman" w:cs="Times New Roman"/>
          <w:sz w:val="28"/>
          <w:szCs w:val="28"/>
        </w:rPr>
        <w:br/>
        <w:t>от 07.10.2011 № 113; от 06.07.2012 № 70; от 13.03.2013 № 27) следующие изменения:</w:t>
      </w:r>
    </w:p>
    <w:p w:rsidR="00990E9E" w:rsidRDefault="00990E9E" w:rsidP="00E6700F">
      <w:pPr>
        <w:pStyle w:val="ListParagraph"/>
        <w:widowControl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статье 6:</w:t>
      </w:r>
    </w:p>
    <w:p w:rsidR="00990E9E" w:rsidRPr="00E6700F" w:rsidRDefault="00990E9E" w:rsidP="00E6700F">
      <w:pPr>
        <w:pStyle w:val="ListParagraph"/>
        <w:widowControl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E6700F">
        <w:rPr>
          <w:rFonts w:ascii="Times New Roman" w:hAnsi="Times New Roman" w:cs="Times New Roman"/>
          <w:bCs/>
          <w:sz w:val="28"/>
          <w:szCs w:val="28"/>
        </w:rPr>
        <w:t>часть 1 изложить в следующей редакции:</w:t>
      </w:r>
    </w:p>
    <w:p w:rsidR="00990E9E" w:rsidRDefault="00990E9E" w:rsidP="00665E25">
      <w:pPr>
        <w:widowControl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«1. </w:t>
      </w:r>
      <w:r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реализуемых органами местного самоуправления государственных полномочий осуществляется за счёт субвенций из областного бюджета Ульяновской области (далее – субвенции), источником которых являются субвенции из федерального бюджета, предусмотренные </w:t>
      </w:r>
      <w:r>
        <w:rPr>
          <w:rFonts w:ascii="Times New Roman" w:hAnsi="Times New Roman" w:cs="Times New Roman"/>
          <w:sz w:val="28"/>
          <w:szCs w:val="28"/>
        </w:rPr>
        <w:br/>
        <w:t>для Ульяновской области в соответствии с пунктом 5 статьи 4 Федерального закона «Об актах гражданского состояния».»;</w:t>
      </w:r>
    </w:p>
    <w:p w:rsidR="00990E9E" w:rsidRPr="001011CC" w:rsidRDefault="00990E9E" w:rsidP="008A09F5">
      <w:pPr>
        <w:pStyle w:val="ListParagraph"/>
        <w:widowControl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A09F5">
        <w:rPr>
          <w:rFonts w:ascii="Times New Roman" w:hAnsi="Times New Roman" w:cs="Times New Roman"/>
          <w:bCs/>
          <w:sz w:val="28"/>
          <w:szCs w:val="28"/>
        </w:rPr>
        <w:t>абзац десят</w:t>
      </w:r>
      <w:r>
        <w:rPr>
          <w:rFonts w:ascii="Times New Roman" w:hAnsi="Times New Roman" w:cs="Times New Roman"/>
          <w:bCs/>
          <w:sz w:val="28"/>
          <w:szCs w:val="28"/>
        </w:rPr>
        <w:t>ый</w:t>
      </w:r>
      <w:r w:rsidRPr="008A09F5">
        <w:rPr>
          <w:rFonts w:ascii="Times New Roman" w:hAnsi="Times New Roman" w:cs="Times New Roman"/>
          <w:bCs/>
          <w:sz w:val="28"/>
          <w:szCs w:val="28"/>
        </w:rPr>
        <w:t xml:space="preserve"> части 2 </w:t>
      </w:r>
      <w:r w:rsidRPr="00E6700F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990E9E" w:rsidRPr="001011CC" w:rsidRDefault="00990E9E" w:rsidP="001011CC">
      <w:pPr>
        <w:widowControl/>
        <w:tabs>
          <w:tab w:val="left" w:pos="1134"/>
        </w:tabs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1011CC">
        <w:rPr>
          <w:rFonts w:ascii="Times New Roman" w:hAnsi="Times New Roman" w:cs="Times New Roman"/>
          <w:bCs/>
          <w:sz w:val="28"/>
          <w:szCs w:val="28"/>
        </w:rPr>
        <w:t>«С – размер субвенци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bookmarkStart w:id="0" w:name="_GoBack"/>
      <w:bookmarkEnd w:id="0"/>
      <w:r w:rsidRPr="001011CC">
        <w:rPr>
          <w:rFonts w:ascii="Times New Roman" w:hAnsi="Times New Roman" w:cs="Times New Roman"/>
          <w:bCs/>
          <w:sz w:val="28"/>
          <w:szCs w:val="28"/>
        </w:rPr>
        <w:t xml:space="preserve"> из федерального бюджета на обеспечение реализации государственных полномочий, предусмотренной для Ульяновской области в соответствии с пунктом 5 статьи 4 Федерального закона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1011CC">
        <w:rPr>
          <w:rFonts w:ascii="Times New Roman" w:hAnsi="Times New Roman" w:cs="Times New Roman"/>
          <w:bCs/>
          <w:sz w:val="28"/>
          <w:szCs w:val="28"/>
        </w:rPr>
        <w:t>«Об актах гражданского состояния»;»;</w:t>
      </w:r>
    </w:p>
    <w:p w:rsidR="00990E9E" w:rsidRDefault="00990E9E" w:rsidP="008A09F5">
      <w:pPr>
        <w:pStyle w:val="ListParagraph"/>
        <w:widowControl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3:</w:t>
      </w:r>
    </w:p>
    <w:p w:rsidR="00990E9E" w:rsidRDefault="00990E9E" w:rsidP="004F1B62">
      <w:pPr>
        <w:pStyle w:val="ListParagraph"/>
        <w:widowControl/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первый дополнить словами «согласно распределению, установленному законом Ульяновской области об областном бюджете Ульяновской области на соответствующий финансовый год и плановый период»;</w:t>
      </w:r>
    </w:p>
    <w:p w:rsidR="00990E9E" w:rsidRPr="001011CC" w:rsidRDefault="00990E9E" w:rsidP="004F1B62">
      <w:pPr>
        <w:pStyle w:val="ListParagraph"/>
        <w:widowControl/>
        <w:tabs>
          <w:tab w:val="left" w:pos="1134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втором слова «из областного бюджета Ульяновской области» исключить;</w:t>
      </w:r>
    </w:p>
    <w:p w:rsidR="00990E9E" w:rsidRDefault="00990E9E" w:rsidP="005B70E1">
      <w:pPr>
        <w:pStyle w:val="ListParagraph"/>
        <w:widowControl/>
        <w:numPr>
          <w:ilvl w:val="0"/>
          <w:numId w:val="6"/>
        </w:numPr>
        <w:tabs>
          <w:tab w:val="left" w:pos="1276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1 статьи 11 слова «и вводится в действие ежегодно законом Ульяновской области об областном бюджете Ульяновской области на очередной финансовый год и плановый период при условии, если указанным законом предусмотрено предоставление бюджетам городских округов и муниципальных районов Ульяновской области субвенций, указанных в статье 6 настоящего Закона» исключить.</w:t>
      </w:r>
    </w:p>
    <w:p w:rsidR="00990E9E" w:rsidRPr="00EA6029" w:rsidRDefault="00990E9E" w:rsidP="008472A1">
      <w:pPr>
        <w:widowControl/>
        <w:spacing w:line="276" w:lineRule="auto"/>
        <w:ind w:firstLine="709"/>
        <w:rPr>
          <w:rFonts w:ascii="Times New Roman" w:hAnsi="Times New Roman" w:cs="Times New Roman"/>
          <w:b/>
          <w:bCs/>
          <w:sz w:val="16"/>
          <w:szCs w:val="28"/>
        </w:rPr>
      </w:pPr>
    </w:p>
    <w:p w:rsidR="00990E9E" w:rsidRDefault="00990E9E" w:rsidP="008472A1">
      <w:pPr>
        <w:widowControl/>
        <w:tabs>
          <w:tab w:val="left" w:pos="1134"/>
        </w:tabs>
        <w:spacing w:line="276" w:lineRule="auto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990E9E" w:rsidRDefault="00990E9E" w:rsidP="008472A1">
      <w:pPr>
        <w:widowControl/>
        <w:tabs>
          <w:tab w:val="left" w:pos="1134"/>
        </w:tabs>
        <w:spacing w:line="276" w:lineRule="auto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990E9E" w:rsidRPr="00197240" w:rsidRDefault="00990E9E" w:rsidP="008472A1">
      <w:pPr>
        <w:pStyle w:val="formattext"/>
        <w:spacing w:before="0" w:beforeAutospacing="0" w:after="0" w:afterAutospacing="0" w:line="276" w:lineRule="auto"/>
        <w:rPr>
          <w:b/>
          <w:sz w:val="28"/>
          <w:szCs w:val="28"/>
        </w:rPr>
      </w:pPr>
      <w:bookmarkStart w:id="1" w:name="Par21"/>
      <w:bookmarkEnd w:id="1"/>
      <w:r w:rsidRPr="00197240">
        <w:rPr>
          <w:b/>
          <w:sz w:val="28"/>
          <w:szCs w:val="28"/>
        </w:rPr>
        <w:t xml:space="preserve">Губернатор Ульяновской области </w:t>
      </w:r>
      <w:r w:rsidRPr="0019724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</w:t>
      </w:r>
      <w:r w:rsidRPr="00197240">
        <w:rPr>
          <w:b/>
          <w:sz w:val="28"/>
          <w:szCs w:val="28"/>
        </w:rPr>
        <w:t>С.И.М</w:t>
      </w:r>
      <w:r>
        <w:rPr>
          <w:b/>
          <w:sz w:val="28"/>
          <w:szCs w:val="28"/>
        </w:rPr>
        <w:t>орозов</w:t>
      </w:r>
      <w:r w:rsidRPr="00197240">
        <w:rPr>
          <w:b/>
          <w:sz w:val="28"/>
          <w:szCs w:val="28"/>
        </w:rPr>
        <w:t xml:space="preserve"> </w:t>
      </w:r>
    </w:p>
    <w:p w:rsidR="00990E9E" w:rsidRDefault="00990E9E" w:rsidP="003B37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0E9E" w:rsidRDefault="00990E9E" w:rsidP="002642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0E9E" w:rsidRDefault="00990E9E" w:rsidP="00EA602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90E9E" w:rsidRDefault="00990E9E" w:rsidP="00EA602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Ульяновск</w:t>
      </w:r>
    </w:p>
    <w:p w:rsidR="00990E9E" w:rsidRPr="00CA7DD5" w:rsidRDefault="00990E9E" w:rsidP="00EA602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</w:t>
      </w:r>
      <w:r w:rsidRPr="00CA7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сентября </w:t>
      </w:r>
      <w:smartTag w:uri="urn:schemas-microsoft-com:office:smarttags" w:element="metricconverter">
        <w:smartTagPr>
          <w:attr w:name="ProductID" w:val="2015 г"/>
        </w:smartTagPr>
        <w:r w:rsidRPr="00CA7DD5">
          <w:rPr>
            <w:rFonts w:ascii="Times New Roman" w:hAnsi="Times New Roman" w:cs="Times New Roman"/>
            <w:sz w:val="28"/>
            <w:szCs w:val="28"/>
          </w:rPr>
          <w:t>201</w:t>
        </w:r>
        <w:r>
          <w:rPr>
            <w:rFonts w:ascii="Times New Roman" w:hAnsi="Times New Roman" w:cs="Times New Roman"/>
            <w:sz w:val="28"/>
            <w:szCs w:val="28"/>
          </w:rPr>
          <w:t>5</w:t>
        </w:r>
        <w:r w:rsidRPr="00CA7DD5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</w:p>
    <w:p w:rsidR="00990E9E" w:rsidRPr="00CA7DD5" w:rsidRDefault="00990E9E" w:rsidP="00EA6029">
      <w:pPr>
        <w:ind w:firstLine="0"/>
        <w:jc w:val="center"/>
        <w:rPr>
          <w:sz w:val="28"/>
          <w:szCs w:val="28"/>
        </w:rPr>
      </w:pPr>
      <w:r w:rsidRPr="00CA7DD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111-ЗО</w:t>
      </w:r>
    </w:p>
    <w:p w:rsidR="00990E9E" w:rsidRPr="00CA7DD5" w:rsidRDefault="00990E9E" w:rsidP="00EA6029">
      <w:pPr>
        <w:ind w:firstLine="0"/>
        <w:jc w:val="center"/>
        <w:rPr>
          <w:sz w:val="28"/>
          <w:szCs w:val="28"/>
        </w:rPr>
      </w:pPr>
    </w:p>
    <w:sectPr w:rsidR="00990E9E" w:rsidRPr="00CA7DD5" w:rsidSect="00666C74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E9E" w:rsidRDefault="00990E9E">
      <w:r>
        <w:separator/>
      </w:r>
    </w:p>
  </w:endnote>
  <w:endnote w:type="continuationSeparator" w:id="0">
    <w:p w:rsidR="00990E9E" w:rsidRDefault="00990E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E9E" w:rsidRPr="00EA6029" w:rsidRDefault="00990E9E" w:rsidP="00EA6029">
    <w:pPr>
      <w:pStyle w:val="Footer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0608бт1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E9E" w:rsidRDefault="00990E9E">
      <w:r>
        <w:separator/>
      </w:r>
    </w:p>
  </w:footnote>
  <w:footnote w:type="continuationSeparator" w:id="0">
    <w:p w:rsidR="00990E9E" w:rsidRDefault="00990E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E9E" w:rsidRDefault="00990E9E" w:rsidP="00D2492B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990E9E" w:rsidRDefault="00990E9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E9E" w:rsidRPr="00257FA3" w:rsidRDefault="00990E9E" w:rsidP="00257FA3">
    <w:pPr>
      <w:pStyle w:val="Header"/>
      <w:ind w:firstLine="0"/>
      <w:jc w:val="center"/>
      <w:rPr>
        <w:rFonts w:ascii="Times New Roman" w:hAnsi="Times New Roman" w:cs="Times New Roman"/>
        <w:sz w:val="28"/>
        <w:szCs w:val="28"/>
      </w:rPr>
    </w:pPr>
    <w:r w:rsidRPr="008842FF">
      <w:rPr>
        <w:rStyle w:val="PageNumber"/>
        <w:rFonts w:ascii="Times New Roman" w:hAnsi="Times New Roman"/>
        <w:sz w:val="28"/>
        <w:szCs w:val="28"/>
      </w:rPr>
      <w:fldChar w:fldCharType="begin"/>
    </w:r>
    <w:r w:rsidRPr="008842FF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8842FF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8842FF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1E7D"/>
    <w:multiLevelType w:val="hybridMultilevel"/>
    <w:tmpl w:val="9DDEBB06"/>
    <w:lvl w:ilvl="0" w:tplc="2918CA00">
      <w:start w:val="2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570959"/>
    <w:multiLevelType w:val="hybridMultilevel"/>
    <w:tmpl w:val="A802D1D0"/>
    <w:lvl w:ilvl="0" w:tplc="509CECB2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D67FE6"/>
    <w:multiLevelType w:val="hybridMultilevel"/>
    <w:tmpl w:val="527CCA08"/>
    <w:lvl w:ilvl="0" w:tplc="00180996">
      <w:start w:val="1"/>
      <w:numFmt w:val="russianLower"/>
      <w:lvlText w:val="%1)"/>
      <w:lvlJc w:val="left"/>
      <w:pPr>
        <w:ind w:left="1069" w:hanging="360"/>
      </w:pPr>
      <w:rPr>
        <w:rFonts w:cs="Times New Roman" w:hint="default"/>
      </w:rPr>
    </w:lvl>
    <w:lvl w:ilvl="1" w:tplc="AE602EAA">
      <w:start w:val="2"/>
      <w:numFmt w:val="russianLower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92D533F"/>
    <w:multiLevelType w:val="hybridMultilevel"/>
    <w:tmpl w:val="BE6240D6"/>
    <w:lvl w:ilvl="0" w:tplc="AE602EAA">
      <w:start w:val="2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C06AC2"/>
    <w:multiLevelType w:val="hybridMultilevel"/>
    <w:tmpl w:val="CF20841C"/>
    <w:lvl w:ilvl="0" w:tplc="BFD24F40">
      <w:start w:val="1"/>
      <w:numFmt w:val="decimal"/>
      <w:lvlText w:val="%1."/>
      <w:lvlJc w:val="left"/>
      <w:pPr>
        <w:ind w:left="1909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5F371C8"/>
    <w:multiLevelType w:val="hybridMultilevel"/>
    <w:tmpl w:val="08561E04"/>
    <w:lvl w:ilvl="0" w:tplc="B186FB8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EF03EED"/>
    <w:multiLevelType w:val="hybridMultilevel"/>
    <w:tmpl w:val="BC70A37C"/>
    <w:lvl w:ilvl="0" w:tplc="DC0A267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FC810A2"/>
    <w:multiLevelType w:val="hybridMultilevel"/>
    <w:tmpl w:val="25EAD036"/>
    <w:lvl w:ilvl="0" w:tplc="04190011">
      <w:start w:val="1"/>
      <w:numFmt w:val="decimal"/>
      <w:lvlText w:val="%1)"/>
      <w:lvlJc w:val="left"/>
      <w:pPr>
        <w:ind w:left="13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4B095D7A"/>
    <w:multiLevelType w:val="hybridMultilevel"/>
    <w:tmpl w:val="CB923CCE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4D8E08AE"/>
    <w:multiLevelType w:val="hybridMultilevel"/>
    <w:tmpl w:val="3C806720"/>
    <w:lvl w:ilvl="0" w:tplc="AE602EAA">
      <w:start w:val="2"/>
      <w:numFmt w:val="russianLower"/>
      <w:lvlText w:val="%1)"/>
      <w:lvlJc w:val="left"/>
      <w:pPr>
        <w:ind w:left="2062" w:hanging="360"/>
      </w:pPr>
      <w:rPr>
        <w:rFonts w:cs="Times New Roman" w:hint="default"/>
      </w:rPr>
    </w:lvl>
    <w:lvl w:ilvl="1" w:tplc="AE602EAA">
      <w:start w:val="2"/>
      <w:numFmt w:val="russianLower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233780"/>
    <w:multiLevelType w:val="hybridMultilevel"/>
    <w:tmpl w:val="71207D04"/>
    <w:lvl w:ilvl="0" w:tplc="6DDADB8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613C06A1"/>
    <w:multiLevelType w:val="hybridMultilevel"/>
    <w:tmpl w:val="F65E1DDC"/>
    <w:lvl w:ilvl="0" w:tplc="7690D8F0">
      <w:start w:val="1"/>
      <w:numFmt w:val="russianLower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3926F1E"/>
    <w:multiLevelType w:val="hybridMultilevel"/>
    <w:tmpl w:val="A1FEF57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74FA7A52"/>
    <w:multiLevelType w:val="hybridMultilevel"/>
    <w:tmpl w:val="C498A79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7C5E07AC"/>
    <w:multiLevelType w:val="hybridMultilevel"/>
    <w:tmpl w:val="E1D41D18"/>
    <w:lvl w:ilvl="0" w:tplc="DC0A267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7"/>
  </w:num>
  <w:num w:numId="5">
    <w:abstractNumId w:val="13"/>
  </w:num>
  <w:num w:numId="6">
    <w:abstractNumId w:val="5"/>
  </w:num>
  <w:num w:numId="7">
    <w:abstractNumId w:val="0"/>
  </w:num>
  <w:num w:numId="8">
    <w:abstractNumId w:val="9"/>
  </w:num>
  <w:num w:numId="9">
    <w:abstractNumId w:val="2"/>
  </w:num>
  <w:num w:numId="10">
    <w:abstractNumId w:val="8"/>
  </w:num>
  <w:num w:numId="11">
    <w:abstractNumId w:val="11"/>
  </w:num>
  <w:num w:numId="12">
    <w:abstractNumId w:val="3"/>
  </w:num>
  <w:num w:numId="13">
    <w:abstractNumId w:val="1"/>
  </w:num>
  <w:num w:numId="14">
    <w:abstractNumId w:val="1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0E9F"/>
    <w:rsid w:val="00000453"/>
    <w:rsid w:val="00001A3E"/>
    <w:rsid w:val="00004D64"/>
    <w:rsid w:val="00006F1B"/>
    <w:rsid w:val="00010019"/>
    <w:rsid w:val="0001108C"/>
    <w:rsid w:val="000113C8"/>
    <w:rsid w:val="00011B21"/>
    <w:rsid w:val="00012DDE"/>
    <w:rsid w:val="0001456C"/>
    <w:rsid w:val="000173C6"/>
    <w:rsid w:val="00017AD8"/>
    <w:rsid w:val="000225C6"/>
    <w:rsid w:val="00022B7C"/>
    <w:rsid w:val="00023CE3"/>
    <w:rsid w:val="00024349"/>
    <w:rsid w:val="00025403"/>
    <w:rsid w:val="000262E7"/>
    <w:rsid w:val="00026FCD"/>
    <w:rsid w:val="00031CBC"/>
    <w:rsid w:val="00035A4F"/>
    <w:rsid w:val="00035C91"/>
    <w:rsid w:val="000426B5"/>
    <w:rsid w:val="0005114D"/>
    <w:rsid w:val="0005117F"/>
    <w:rsid w:val="00052388"/>
    <w:rsid w:val="00052FA8"/>
    <w:rsid w:val="000535FE"/>
    <w:rsid w:val="00055CB4"/>
    <w:rsid w:val="00060472"/>
    <w:rsid w:val="00060D0D"/>
    <w:rsid w:val="00062C0E"/>
    <w:rsid w:val="00065F83"/>
    <w:rsid w:val="0006680C"/>
    <w:rsid w:val="00070842"/>
    <w:rsid w:val="00070941"/>
    <w:rsid w:val="00071EFA"/>
    <w:rsid w:val="00072276"/>
    <w:rsid w:val="000808F0"/>
    <w:rsid w:val="00082695"/>
    <w:rsid w:val="00083244"/>
    <w:rsid w:val="0008437A"/>
    <w:rsid w:val="00085B0B"/>
    <w:rsid w:val="00087542"/>
    <w:rsid w:val="00090F58"/>
    <w:rsid w:val="00093172"/>
    <w:rsid w:val="00096AAB"/>
    <w:rsid w:val="00097180"/>
    <w:rsid w:val="00097430"/>
    <w:rsid w:val="00097F52"/>
    <w:rsid w:val="000A07F5"/>
    <w:rsid w:val="000A0EEC"/>
    <w:rsid w:val="000A24C6"/>
    <w:rsid w:val="000A35AD"/>
    <w:rsid w:val="000A6C98"/>
    <w:rsid w:val="000B0A0F"/>
    <w:rsid w:val="000B1C20"/>
    <w:rsid w:val="000B230F"/>
    <w:rsid w:val="000B66CA"/>
    <w:rsid w:val="000C2A55"/>
    <w:rsid w:val="000C3189"/>
    <w:rsid w:val="000C5510"/>
    <w:rsid w:val="000C73D3"/>
    <w:rsid w:val="000D1C4E"/>
    <w:rsid w:val="000D537E"/>
    <w:rsid w:val="000D5425"/>
    <w:rsid w:val="000D6C04"/>
    <w:rsid w:val="000E1612"/>
    <w:rsid w:val="000E17FA"/>
    <w:rsid w:val="000E291F"/>
    <w:rsid w:val="000E48C9"/>
    <w:rsid w:val="000E5AA0"/>
    <w:rsid w:val="000E5CF1"/>
    <w:rsid w:val="000E71CE"/>
    <w:rsid w:val="000E7ECB"/>
    <w:rsid w:val="000F3003"/>
    <w:rsid w:val="000F32CB"/>
    <w:rsid w:val="000F3944"/>
    <w:rsid w:val="000F3AD0"/>
    <w:rsid w:val="001011CC"/>
    <w:rsid w:val="00107203"/>
    <w:rsid w:val="00116B64"/>
    <w:rsid w:val="00120001"/>
    <w:rsid w:val="00120103"/>
    <w:rsid w:val="001279BB"/>
    <w:rsid w:val="001338D2"/>
    <w:rsid w:val="00134793"/>
    <w:rsid w:val="00134821"/>
    <w:rsid w:val="00135236"/>
    <w:rsid w:val="001402BC"/>
    <w:rsid w:val="001458C1"/>
    <w:rsid w:val="00146183"/>
    <w:rsid w:val="0015183C"/>
    <w:rsid w:val="001523A1"/>
    <w:rsid w:val="0015316B"/>
    <w:rsid w:val="001567DD"/>
    <w:rsid w:val="0016107A"/>
    <w:rsid w:val="001612E1"/>
    <w:rsid w:val="001620C7"/>
    <w:rsid w:val="00163E77"/>
    <w:rsid w:val="001651C5"/>
    <w:rsid w:val="001660BD"/>
    <w:rsid w:val="001668D9"/>
    <w:rsid w:val="00166C5A"/>
    <w:rsid w:val="001673EE"/>
    <w:rsid w:val="00167725"/>
    <w:rsid w:val="001709F7"/>
    <w:rsid w:val="00171D00"/>
    <w:rsid w:val="00173779"/>
    <w:rsid w:val="00175493"/>
    <w:rsid w:val="00176864"/>
    <w:rsid w:val="00182927"/>
    <w:rsid w:val="00183476"/>
    <w:rsid w:val="001847AF"/>
    <w:rsid w:val="00185122"/>
    <w:rsid w:val="0018563A"/>
    <w:rsid w:val="00187F48"/>
    <w:rsid w:val="00187F73"/>
    <w:rsid w:val="00191B9F"/>
    <w:rsid w:val="00192C99"/>
    <w:rsid w:val="0019324B"/>
    <w:rsid w:val="00194E00"/>
    <w:rsid w:val="001957DE"/>
    <w:rsid w:val="00195D1B"/>
    <w:rsid w:val="00196DC3"/>
    <w:rsid w:val="00197240"/>
    <w:rsid w:val="001975DA"/>
    <w:rsid w:val="001A3A89"/>
    <w:rsid w:val="001A4988"/>
    <w:rsid w:val="001A5ACC"/>
    <w:rsid w:val="001B4FCD"/>
    <w:rsid w:val="001B5D11"/>
    <w:rsid w:val="001B6654"/>
    <w:rsid w:val="001B71E6"/>
    <w:rsid w:val="001B77EF"/>
    <w:rsid w:val="001C0B99"/>
    <w:rsid w:val="001C1C08"/>
    <w:rsid w:val="001C356A"/>
    <w:rsid w:val="001C3AB0"/>
    <w:rsid w:val="001C6C1E"/>
    <w:rsid w:val="001C7B2B"/>
    <w:rsid w:val="001C7C8B"/>
    <w:rsid w:val="001E28DC"/>
    <w:rsid w:val="001E4343"/>
    <w:rsid w:val="001E47DF"/>
    <w:rsid w:val="001E4F59"/>
    <w:rsid w:val="001E70B1"/>
    <w:rsid w:val="001F2283"/>
    <w:rsid w:val="001F2831"/>
    <w:rsid w:val="001F2E80"/>
    <w:rsid w:val="001F3D07"/>
    <w:rsid w:val="001F4EF6"/>
    <w:rsid w:val="001F78BA"/>
    <w:rsid w:val="00202C8A"/>
    <w:rsid w:val="002048F6"/>
    <w:rsid w:val="00205EF0"/>
    <w:rsid w:val="002116BB"/>
    <w:rsid w:val="0021222E"/>
    <w:rsid w:val="002124A4"/>
    <w:rsid w:val="0021613F"/>
    <w:rsid w:val="00216B27"/>
    <w:rsid w:val="00221689"/>
    <w:rsid w:val="002222E0"/>
    <w:rsid w:val="00222765"/>
    <w:rsid w:val="00223F3C"/>
    <w:rsid w:val="00224CCE"/>
    <w:rsid w:val="00224E18"/>
    <w:rsid w:val="0022510B"/>
    <w:rsid w:val="00225CFF"/>
    <w:rsid w:val="002274DF"/>
    <w:rsid w:val="002307A4"/>
    <w:rsid w:val="002311F0"/>
    <w:rsid w:val="00231D3B"/>
    <w:rsid w:val="00232DEA"/>
    <w:rsid w:val="002367EC"/>
    <w:rsid w:val="00236A11"/>
    <w:rsid w:val="002429A7"/>
    <w:rsid w:val="00242E6E"/>
    <w:rsid w:val="00243155"/>
    <w:rsid w:val="002443E4"/>
    <w:rsid w:val="0024516C"/>
    <w:rsid w:val="00245581"/>
    <w:rsid w:val="00245E7F"/>
    <w:rsid w:val="00246F4E"/>
    <w:rsid w:val="002536D1"/>
    <w:rsid w:val="00253C91"/>
    <w:rsid w:val="00256A5C"/>
    <w:rsid w:val="00257623"/>
    <w:rsid w:val="00257EC5"/>
    <w:rsid w:val="00257FA3"/>
    <w:rsid w:val="00260478"/>
    <w:rsid w:val="00263524"/>
    <w:rsid w:val="00264222"/>
    <w:rsid w:val="00265E8E"/>
    <w:rsid w:val="002678D4"/>
    <w:rsid w:val="00267FFD"/>
    <w:rsid w:val="0027062F"/>
    <w:rsid w:val="002723B3"/>
    <w:rsid w:val="00272B12"/>
    <w:rsid w:val="002741A7"/>
    <w:rsid w:val="002768D3"/>
    <w:rsid w:val="00277863"/>
    <w:rsid w:val="00281018"/>
    <w:rsid w:val="00281D94"/>
    <w:rsid w:val="00287D9F"/>
    <w:rsid w:val="00287E12"/>
    <w:rsid w:val="002902E5"/>
    <w:rsid w:val="00292D09"/>
    <w:rsid w:val="0029583D"/>
    <w:rsid w:val="00296AEB"/>
    <w:rsid w:val="002A24A9"/>
    <w:rsid w:val="002A4644"/>
    <w:rsid w:val="002A727A"/>
    <w:rsid w:val="002B0C3B"/>
    <w:rsid w:val="002B2F5B"/>
    <w:rsid w:val="002B47EE"/>
    <w:rsid w:val="002B60AA"/>
    <w:rsid w:val="002B7357"/>
    <w:rsid w:val="002C0009"/>
    <w:rsid w:val="002C1341"/>
    <w:rsid w:val="002C3208"/>
    <w:rsid w:val="002C5C3C"/>
    <w:rsid w:val="002C6D88"/>
    <w:rsid w:val="002D0099"/>
    <w:rsid w:val="002D03D9"/>
    <w:rsid w:val="002D1F5D"/>
    <w:rsid w:val="002D2400"/>
    <w:rsid w:val="002D4EC0"/>
    <w:rsid w:val="002E17C0"/>
    <w:rsid w:val="002E1ACE"/>
    <w:rsid w:val="002E4FCD"/>
    <w:rsid w:val="002E6C4C"/>
    <w:rsid w:val="002F01BB"/>
    <w:rsid w:val="002F17ED"/>
    <w:rsid w:val="002F1831"/>
    <w:rsid w:val="003013A3"/>
    <w:rsid w:val="00302340"/>
    <w:rsid w:val="00303FC9"/>
    <w:rsid w:val="00304D70"/>
    <w:rsid w:val="003130BD"/>
    <w:rsid w:val="00314069"/>
    <w:rsid w:val="0031717E"/>
    <w:rsid w:val="00320054"/>
    <w:rsid w:val="003229AB"/>
    <w:rsid w:val="0033203A"/>
    <w:rsid w:val="003330E0"/>
    <w:rsid w:val="0034081A"/>
    <w:rsid w:val="00340CFD"/>
    <w:rsid w:val="00344CEC"/>
    <w:rsid w:val="00351C52"/>
    <w:rsid w:val="003525E2"/>
    <w:rsid w:val="003531EE"/>
    <w:rsid w:val="00354433"/>
    <w:rsid w:val="0036089C"/>
    <w:rsid w:val="00360F2F"/>
    <w:rsid w:val="003634F8"/>
    <w:rsid w:val="003636D1"/>
    <w:rsid w:val="003707E5"/>
    <w:rsid w:val="00370AF4"/>
    <w:rsid w:val="00371367"/>
    <w:rsid w:val="00375982"/>
    <w:rsid w:val="00376A15"/>
    <w:rsid w:val="0038067B"/>
    <w:rsid w:val="00381A78"/>
    <w:rsid w:val="00381B0F"/>
    <w:rsid w:val="00382C37"/>
    <w:rsid w:val="003832E3"/>
    <w:rsid w:val="0038579E"/>
    <w:rsid w:val="00385C73"/>
    <w:rsid w:val="003866EA"/>
    <w:rsid w:val="00386B78"/>
    <w:rsid w:val="003909C5"/>
    <w:rsid w:val="003937D7"/>
    <w:rsid w:val="003961FF"/>
    <w:rsid w:val="00396D2D"/>
    <w:rsid w:val="003A00C5"/>
    <w:rsid w:val="003A0895"/>
    <w:rsid w:val="003A0FC1"/>
    <w:rsid w:val="003A3B62"/>
    <w:rsid w:val="003A4757"/>
    <w:rsid w:val="003A4AF4"/>
    <w:rsid w:val="003B000D"/>
    <w:rsid w:val="003B16E6"/>
    <w:rsid w:val="003B22F6"/>
    <w:rsid w:val="003B35F0"/>
    <w:rsid w:val="003B37A3"/>
    <w:rsid w:val="003B4623"/>
    <w:rsid w:val="003C3474"/>
    <w:rsid w:val="003C3ECA"/>
    <w:rsid w:val="003C596B"/>
    <w:rsid w:val="003C6298"/>
    <w:rsid w:val="003C76A1"/>
    <w:rsid w:val="003D241C"/>
    <w:rsid w:val="003D565A"/>
    <w:rsid w:val="003D6BE1"/>
    <w:rsid w:val="003D7D06"/>
    <w:rsid w:val="003E02D0"/>
    <w:rsid w:val="003E57D6"/>
    <w:rsid w:val="003E6D96"/>
    <w:rsid w:val="003E6E8F"/>
    <w:rsid w:val="003E743B"/>
    <w:rsid w:val="003F1D69"/>
    <w:rsid w:val="003F41D1"/>
    <w:rsid w:val="004040FC"/>
    <w:rsid w:val="004042DF"/>
    <w:rsid w:val="00404B20"/>
    <w:rsid w:val="004054FB"/>
    <w:rsid w:val="00405BCF"/>
    <w:rsid w:val="00407176"/>
    <w:rsid w:val="00412890"/>
    <w:rsid w:val="004142C4"/>
    <w:rsid w:val="00414EF5"/>
    <w:rsid w:val="0041718D"/>
    <w:rsid w:val="004229A8"/>
    <w:rsid w:val="00423A14"/>
    <w:rsid w:val="00425BD0"/>
    <w:rsid w:val="00426C5A"/>
    <w:rsid w:val="004328BF"/>
    <w:rsid w:val="00441973"/>
    <w:rsid w:val="004420E6"/>
    <w:rsid w:val="00442518"/>
    <w:rsid w:val="00443EFD"/>
    <w:rsid w:val="00444450"/>
    <w:rsid w:val="00444536"/>
    <w:rsid w:val="00447018"/>
    <w:rsid w:val="00447AF5"/>
    <w:rsid w:val="0045161A"/>
    <w:rsid w:val="00451EDE"/>
    <w:rsid w:val="004523B8"/>
    <w:rsid w:val="00455131"/>
    <w:rsid w:val="00455919"/>
    <w:rsid w:val="00460410"/>
    <w:rsid w:val="004606BC"/>
    <w:rsid w:val="00463912"/>
    <w:rsid w:val="00464344"/>
    <w:rsid w:val="004651AE"/>
    <w:rsid w:val="0046544F"/>
    <w:rsid w:val="00465E22"/>
    <w:rsid w:val="00467862"/>
    <w:rsid w:val="004720EF"/>
    <w:rsid w:val="00474A95"/>
    <w:rsid w:val="00476F55"/>
    <w:rsid w:val="0047728E"/>
    <w:rsid w:val="0048137D"/>
    <w:rsid w:val="0048283C"/>
    <w:rsid w:val="00483A2F"/>
    <w:rsid w:val="004847E4"/>
    <w:rsid w:val="0048729F"/>
    <w:rsid w:val="00490EAE"/>
    <w:rsid w:val="00495A68"/>
    <w:rsid w:val="00496D2A"/>
    <w:rsid w:val="004A1E60"/>
    <w:rsid w:val="004A2A43"/>
    <w:rsid w:val="004A3C0A"/>
    <w:rsid w:val="004A3DB5"/>
    <w:rsid w:val="004A4287"/>
    <w:rsid w:val="004A5750"/>
    <w:rsid w:val="004B0753"/>
    <w:rsid w:val="004B1244"/>
    <w:rsid w:val="004B2028"/>
    <w:rsid w:val="004B4B14"/>
    <w:rsid w:val="004C0B66"/>
    <w:rsid w:val="004C1906"/>
    <w:rsid w:val="004C2290"/>
    <w:rsid w:val="004C2A61"/>
    <w:rsid w:val="004C56CE"/>
    <w:rsid w:val="004C6061"/>
    <w:rsid w:val="004C6298"/>
    <w:rsid w:val="004C7474"/>
    <w:rsid w:val="004D098F"/>
    <w:rsid w:val="004D5282"/>
    <w:rsid w:val="004D5C08"/>
    <w:rsid w:val="004D693C"/>
    <w:rsid w:val="004E192F"/>
    <w:rsid w:val="004E1EC8"/>
    <w:rsid w:val="004E3B6E"/>
    <w:rsid w:val="004F035A"/>
    <w:rsid w:val="004F1B62"/>
    <w:rsid w:val="004F68A3"/>
    <w:rsid w:val="00500E68"/>
    <w:rsid w:val="00501CD6"/>
    <w:rsid w:val="00502053"/>
    <w:rsid w:val="00502B60"/>
    <w:rsid w:val="00502EF0"/>
    <w:rsid w:val="00503057"/>
    <w:rsid w:val="00503445"/>
    <w:rsid w:val="00503D8E"/>
    <w:rsid w:val="00505341"/>
    <w:rsid w:val="00506E0D"/>
    <w:rsid w:val="005076ED"/>
    <w:rsid w:val="00511AFF"/>
    <w:rsid w:val="0051210F"/>
    <w:rsid w:val="00513ADE"/>
    <w:rsid w:val="0051767D"/>
    <w:rsid w:val="005204C6"/>
    <w:rsid w:val="00521E63"/>
    <w:rsid w:val="005221B3"/>
    <w:rsid w:val="00522A77"/>
    <w:rsid w:val="00523091"/>
    <w:rsid w:val="00524EDC"/>
    <w:rsid w:val="00526AFB"/>
    <w:rsid w:val="0052773D"/>
    <w:rsid w:val="00527C26"/>
    <w:rsid w:val="00527D01"/>
    <w:rsid w:val="00530C8F"/>
    <w:rsid w:val="00531EC6"/>
    <w:rsid w:val="005366AF"/>
    <w:rsid w:val="0053769F"/>
    <w:rsid w:val="00540210"/>
    <w:rsid w:val="0054332E"/>
    <w:rsid w:val="00543B0C"/>
    <w:rsid w:val="00544153"/>
    <w:rsid w:val="00546F1F"/>
    <w:rsid w:val="00547856"/>
    <w:rsid w:val="00550F6F"/>
    <w:rsid w:val="0055302F"/>
    <w:rsid w:val="00555FD4"/>
    <w:rsid w:val="00556183"/>
    <w:rsid w:val="00561B85"/>
    <w:rsid w:val="0056213E"/>
    <w:rsid w:val="00562D18"/>
    <w:rsid w:val="00563612"/>
    <w:rsid w:val="0056458D"/>
    <w:rsid w:val="005654D9"/>
    <w:rsid w:val="00570446"/>
    <w:rsid w:val="00571E5C"/>
    <w:rsid w:val="0057253B"/>
    <w:rsid w:val="005728E3"/>
    <w:rsid w:val="00574955"/>
    <w:rsid w:val="00575DE7"/>
    <w:rsid w:val="00575E23"/>
    <w:rsid w:val="00580B4C"/>
    <w:rsid w:val="005819DD"/>
    <w:rsid w:val="00582194"/>
    <w:rsid w:val="00584B1C"/>
    <w:rsid w:val="00586B36"/>
    <w:rsid w:val="00587012"/>
    <w:rsid w:val="00587573"/>
    <w:rsid w:val="00593126"/>
    <w:rsid w:val="0059581F"/>
    <w:rsid w:val="005961F6"/>
    <w:rsid w:val="00596514"/>
    <w:rsid w:val="005A0BE3"/>
    <w:rsid w:val="005A1A85"/>
    <w:rsid w:val="005A5727"/>
    <w:rsid w:val="005A6A53"/>
    <w:rsid w:val="005A70D4"/>
    <w:rsid w:val="005B51A3"/>
    <w:rsid w:val="005B70E1"/>
    <w:rsid w:val="005C1F58"/>
    <w:rsid w:val="005C36FB"/>
    <w:rsid w:val="005C6142"/>
    <w:rsid w:val="005D00F4"/>
    <w:rsid w:val="005D47D3"/>
    <w:rsid w:val="005D5C92"/>
    <w:rsid w:val="005E04E6"/>
    <w:rsid w:val="005E0972"/>
    <w:rsid w:val="005E51A6"/>
    <w:rsid w:val="005E5E32"/>
    <w:rsid w:val="005F0D12"/>
    <w:rsid w:val="005F4DB1"/>
    <w:rsid w:val="00601686"/>
    <w:rsid w:val="006171F8"/>
    <w:rsid w:val="006236DA"/>
    <w:rsid w:val="00623E9C"/>
    <w:rsid w:val="00626095"/>
    <w:rsid w:val="0063005A"/>
    <w:rsid w:val="00630D49"/>
    <w:rsid w:val="00632389"/>
    <w:rsid w:val="006329AC"/>
    <w:rsid w:val="00636479"/>
    <w:rsid w:val="006379DE"/>
    <w:rsid w:val="00637C5F"/>
    <w:rsid w:val="00637E98"/>
    <w:rsid w:val="00640E9F"/>
    <w:rsid w:val="00642E79"/>
    <w:rsid w:val="00646AC1"/>
    <w:rsid w:val="00651256"/>
    <w:rsid w:val="00651903"/>
    <w:rsid w:val="00652926"/>
    <w:rsid w:val="00652B2F"/>
    <w:rsid w:val="006535D3"/>
    <w:rsid w:val="00656A0F"/>
    <w:rsid w:val="00657A6E"/>
    <w:rsid w:val="006607D9"/>
    <w:rsid w:val="00661A4D"/>
    <w:rsid w:val="0066318A"/>
    <w:rsid w:val="00664E20"/>
    <w:rsid w:val="00665E25"/>
    <w:rsid w:val="00666C74"/>
    <w:rsid w:val="0066782C"/>
    <w:rsid w:val="00667BF6"/>
    <w:rsid w:val="00672BAC"/>
    <w:rsid w:val="006735E1"/>
    <w:rsid w:val="0067735F"/>
    <w:rsid w:val="00681C17"/>
    <w:rsid w:val="0068210C"/>
    <w:rsid w:val="006829C5"/>
    <w:rsid w:val="00682D23"/>
    <w:rsid w:val="00686B4E"/>
    <w:rsid w:val="00686FE0"/>
    <w:rsid w:val="006911F7"/>
    <w:rsid w:val="006954AA"/>
    <w:rsid w:val="00696219"/>
    <w:rsid w:val="006962F4"/>
    <w:rsid w:val="006A4766"/>
    <w:rsid w:val="006A78AF"/>
    <w:rsid w:val="006B0238"/>
    <w:rsid w:val="006B09E2"/>
    <w:rsid w:val="006B33F8"/>
    <w:rsid w:val="006B3D68"/>
    <w:rsid w:val="006B4083"/>
    <w:rsid w:val="006B5939"/>
    <w:rsid w:val="006B68FA"/>
    <w:rsid w:val="006C4AFC"/>
    <w:rsid w:val="006D1F1D"/>
    <w:rsid w:val="006D27E7"/>
    <w:rsid w:val="006D37C7"/>
    <w:rsid w:val="006D3E3F"/>
    <w:rsid w:val="006E0284"/>
    <w:rsid w:val="006E04D4"/>
    <w:rsid w:val="006E1496"/>
    <w:rsid w:val="006E43B5"/>
    <w:rsid w:val="006E6C30"/>
    <w:rsid w:val="006E73E0"/>
    <w:rsid w:val="006E78F1"/>
    <w:rsid w:val="006F23BF"/>
    <w:rsid w:val="006F3489"/>
    <w:rsid w:val="006F37AB"/>
    <w:rsid w:val="006F4546"/>
    <w:rsid w:val="006F4E71"/>
    <w:rsid w:val="006F5DC0"/>
    <w:rsid w:val="006F6B07"/>
    <w:rsid w:val="007015AD"/>
    <w:rsid w:val="00702E10"/>
    <w:rsid w:val="0070668A"/>
    <w:rsid w:val="00706B21"/>
    <w:rsid w:val="00706CB1"/>
    <w:rsid w:val="00711973"/>
    <w:rsid w:val="007125BC"/>
    <w:rsid w:val="00712B05"/>
    <w:rsid w:val="00721DCE"/>
    <w:rsid w:val="00722E4C"/>
    <w:rsid w:val="00726A05"/>
    <w:rsid w:val="00727068"/>
    <w:rsid w:val="00730615"/>
    <w:rsid w:val="0073438D"/>
    <w:rsid w:val="007344C7"/>
    <w:rsid w:val="00734EF4"/>
    <w:rsid w:val="00742497"/>
    <w:rsid w:val="007431D1"/>
    <w:rsid w:val="007441FC"/>
    <w:rsid w:val="007454EC"/>
    <w:rsid w:val="00752819"/>
    <w:rsid w:val="00752AA1"/>
    <w:rsid w:val="00752D9D"/>
    <w:rsid w:val="0075489F"/>
    <w:rsid w:val="00754CD9"/>
    <w:rsid w:val="007556F5"/>
    <w:rsid w:val="007561F3"/>
    <w:rsid w:val="00756F5F"/>
    <w:rsid w:val="00757B2F"/>
    <w:rsid w:val="00762928"/>
    <w:rsid w:val="007678C6"/>
    <w:rsid w:val="00770C39"/>
    <w:rsid w:val="007714E3"/>
    <w:rsid w:val="007766FC"/>
    <w:rsid w:val="007778EF"/>
    <w:rsid w:val="007822A7"/>
    <w:rsid w:val="007825BD"/>
    <w:rsid w:val="00783924"/>
    <w:rsid w:val="00783DDB"/>
    <w:rsid w:val="00784E88"/>
    <w:rsid w:val="00784ED1"/>
    <w:rsid w:val="00785EB2"/>
    <w:rsid w:val="00791784"/>
    <w:rsid w:val="0079195F"/>
    <w:rsid w:val="00792113"/>
    <w:rsid w:val="00792454"/>
    <w:rsid w:val="00793467"/>
    <w:rsid w:val="007935B1"/>
    <w:rsid w:val="0079397E"/>
    <w:rsid w:val="00793994"/>
    <w:rsid w:val="007940C5"/>
    <w:rsid w:val="007A04E4"/>
    <w:rsid w:val="007A16C2"/>
    <w:rsid w:val="007A18BF"/>
    <w:rsid w:val="007A3127"/>
    <w:rsid w:val="007A74C9"/>
    <w:rsid w:val="007A7565"/>
    <w:rsid w:val="007B2E05"/>
    <w:rsid w:val="007B5489"/>
    <w:rsid w:val="007B67E1"/>
    <w:rsid w:val="007C2295"/>
    <w:rsid w:val="007C3A89"/>
    <w:rsid w:val="007C7F3B"/>
    <w:rsid w:val="007D1F79"/>
    <w:rsid w:val="007D28A2"/>
    <w:rsid w:val="007D3218"/>
    <w:rsid w:val="007D6C61"/>
    <w:rsid w:val="007E0BAC"/>
    <w:rsid w:val="007E2FC1"/>
    <w:rsid w:val="007E3654"/>
    <w:rsid w:val="007E3CE6"/>
    <w:rsid w:val="007F2F30"/>
    <w:rsid w:val="007F4C71"/>
    <w:rsid w:val="007F6411"/>
    <w:rsid w:val="007F64BE"/>
    <w:rsid w:val="0080401A"/>
    <w:rsid w:val="008042E2"/>
    <w:rsid w:val="00805E4B"/>
    <w:rsid w:val="00810525"/>
    <w:rsid w:val="00811D20"/>
    <w:rsid w:val="00812E88"/>
    <w:rsid w:val="00815924"/>
    <w:rsid w:val="0081781D"/>
    <w:rsid w:val="00822EE8"/>
    <w:rsid w:val="0082350B"/>
    <w:rsid w:val="00826031"/>
    <w:rsid w:val="0083015E"/>
    <w:rsid w:val="00830EFF"/>
    <w:rsid w:val="00831E24"/>
    <w:rsid w:val="00846E36"/>
    <w:rsid w:val="008472A1"/>
    <w:rsid w:val="00850072"/>
    <w:rsid w:val="0085411C"/>
    <w:rsid w:val="00854E43"/>
    <w:rsid w:val="008568BE"/>
    <w:rsid w:val="008578FE"/>
    <w:rsid w:val="008614EF"/>
    <w:rsid w:val="00861CE0"/>
    <w:rsid w:val="00862443"/>
    <w:rsid w:val="00863320"/>
    <w:rsid w:val="00864240"/>
    <w:rsid w:val="0086678C"/>
    <w:rsid w:val="00866E10"/>
    <w:rsid w:val="0087127B"/>
    <w:rsid w:val="0087141A"/>
    <w:rsid w:val="00882D8F"/>
    <w:rsid w:val="008842FF"/>
    <w:rsid w:val="00884491"/>
    <w:rsid w:val="00884F19"/>
    <w:rsid w:val="008856C9"/>
    <w:rsid w:val="00887465"/>
    <w:rsid w:val="0088757B"/>
    <w:rsid w:val="00890EFE"/>
    <w:rsid w:val="008942AE"/>
    <w:rsid w:val="008A09F5"/>
    <w:rsid w:val="008A1B08"/>
    <w:rsid w:val="008A3B85"/>
    <w:rsid w:val="008A51CE"/>
    <w:rsid w:val="008A5DE7"/>
    <w:rsid w:val="008B06BD"/>
    <w:rsid w:val="008B09E5"/>
    <w:rsid w:val="008B0EBD"/>
    <w:rsid w:val="008B1147"/>
    <w:rsid w:val="008B586D"/>
    <w:rsid w:val="008B623F"/>
    <w:rsid w:val="008C17D0"/>
    <w:rsid w:val="008C73D4"/>
    <w:rsid w:val="008C7BCA"/>
    <w:rsid w:val="008C7CD9"/>
    <w:rsid w:val="008D0552"/>
    <w:rsid w:val="008D10CD"/>
    <w:rsid w:val="008D2A3B"/>
    <w:rsid w:val="008D4B6C"/>
    <w:rsid w:val="008D5032"/>
    <w:rsid w:val="008D59C5"/>
    <w:rsid w:val="008D72F7"/>
    <w:rsid w:val="008E1FF3"/>
    <w:rsid w:val="008E2C24"/>
    <w:rsid w:val="008E3D21"/>
    <w:rsid w:val="008E535E"/>
    <w:rsid w:val="008E6098"/>
    <w:rsid w:val="008E6510"/>
    <w:rsid w:val="008F0E4C"/>
    <w:rsid w:val="008F25F9"/>
    <w:rsid w:val="008F480C"/>
    <w:rsid w:val="008F610C"/>
    <w:rsid w:val="008F76FC"/>
    <w:rsid w:val="00900C75"/>
    <w:rsid w:val="00901F36"/>
    <w:rsid w:val="00903842"/>
    <w:rsid w:val="00904185"/>
    <w:rsid w:val="0091111D"/>
    <w:rsid w:val="00912DAC"/>
    <w:rsid w:val="009149B8"/>
    <w:rsid w:val="00914B01"/>
    <w:rsid w:val="00915E0A"/>
    <w:rsid w:val="00916741"/>
    <w:rsid w:val="009211DF"/>
    <w:rsid w:val="0092161B"/>
    <w:rsid w:val="009256E2"/>
    <w:rsid w:val="00930F97"/>
    <w:rsid w:val="00932D1B"/>
    <w:rsid w:val="0093634A"/>
    <w:rsid w:val="009367B3"/>
    <w:rsid w:val="00937BCE"/>
    <w:rsid w:val="00942ACC"/>
    <w:rsid w:val="00944909"/>
    <w:rsid w:val="00950B98"/>
    <w:rsid w:val="00951AED"/>
    <w:rsid w:val="009521C0"/>
    <w:rsid w:val="00952CC8"/>
    <w:rsid w:val="00963B3C"/>
    <w:rsid w:val="00964852"/>
    <w:rsid w:val="0096497B"/>
    <w:rsid w:val="00964E82"/>
    <w:rsid w:val="00971013"/>
    <w:rsid w:val="00971599"/>
    <w:rsid w:val="0097352E"/>
    <w:rsid w:val="00985A73"/>
    <w:rsid w:val="00986A2F"/>
    <w:rsid w:val="00987AFD"/>
    <w:rsid w:val="00990D7E"/>
    <w:rsid w:val="00990E9E"/>
    <w:rsid w:val="0099199F"/>
    <w:rsid w:val="009944D2"/>
    <w:rsid w:val="00995A3C"/>
    <w:rsid w:val="00997BB1"/>
    <w:rsid w:val="009A2B80"/>
    <w:rsid w:val="009A2F6F"/>
    <w:rsid w:val="009A308E"/>
    <w:rsid w:val="009A7734"/>
    <w:rsid w:val="009B04A4"/>
    <w:rsid w:val="009B4614"/>
    <w:rsid w:val="009B7E1A"/>
    <w:rsid w:val="009C0999"/>
    <w:rsid w:val="009C1C98"/>
    <w:rsid w:val="009C49EA"/>
    <w:rsid w:val="009C651D"/>
    <w:rsid w:val="009C7006"/>
    <w:rsid w:val="009C7D80"/>
    <w:rsid w:val="009D420F"/>
    <w:rsid w:val="009E0CAC"/>
    <w:rsid w:val="009F025B"/>
    <w:rsid w:val="009F180E"/>
    <w:rsid w:val="009F1DCF"/>
    <w:rsid w:val="009F6363"/>
    <w:rsid w:val="009F6855"/>
    <w:rsid w:val="009F6B5B"/>
    <w:rsid w:val="009F6EC1"/>
    <w:rsid w:val="009F7BF0"/>
    <w:rsid w:val="00A032AA"/>
    <w:rsid w:val="00A04457"/>
    <w:rsid w:val="00A0583A"/>
    <w:rsid w:val="00A07151"/>
    <w:rsid w:val="00A11C3D"/>
    <w:rsid w:val="00A12C0D"/>
    <w:rsid w:val="00A1367A"/>
    <w:rsid w:val="00A15A50"/>
    <w:rsid w:val="00A16592"/>
    <w:rsid w:val="00A1732D"/>
    <w:rsid w:val="00A21408"/>
    <w:rsid w:val="00A22F20"/>
    <w:rsid w:val="00A25F40"/>
    <w:rsid w:val="00A271DE"/>
    <w:rsid w:val="00A3307C"/>
    <w:rsid w:val="00A34500"/>
    <w:rsid w:val="00A358C2"/>
    <w:rsid w:val="00A37682"/>
    <w:rsid w:val="00A37DC6"/>
    <w:rsid w:val="00A37DDF"/>
    <w:rsid w:val="00A40470"/>
    <w:rsid w:val="00A41B02"/>
    <w:rsid w:val="00A41C25"/>
    <w:rsid w:val="00A41E7C"/>
    <w:rsid w:val="00A423D5"/>
    <w:rsid w:val="00A42ECD"/>
    <w:rsid w:val="00A444BE"/>
    <w:rsid w:val="00A4772E"/>
    <w:rsid w:val="00A4792B"/>
    <w:rsid w:val="00A52029"/>
    <w:rsid w:val="00A5369E"/>
    <w:rsid w:val="00A538D7"/>
    <w:rsid w:val="00A54C30"/>
    <w:rsid w:val="00A5504C"/>
    <w:rsid w:val="00A55381"/>
    <w:rsid w:val="00A574F8"/>
    <w:rsid w:val="00A6023E"/>
    <w:rsid w:val="00A6079B"/>
    <w:rsid w:val="00A623B1"/>
    <w:rsid w:val="00A636CE"/>
    <w:rsid w:val="00A63DF6"/>
    <w:rsid w:val="00A64529"/>
    <w:rsid w:val="00A64C62"/>
    <w:rsid w:val="00A65643"/>
    <w:rsid w:val="00A65AFA"/>
    <w:rsid w:val="00A6610A"/>
    <w:rsid w:val="00A66DE2"/>
    <w:rsid w:val="00A70569"/>
    <w:rsid w:val="00A71032"/>
    <w:rsid w:val="00A73B37"/>
    <w:rsid w:val="00A74330"/>
    <w:rsid w:val="00A82847"/>
    <w:rsid w:val="00A83B8C"/>
    <w:rsid w:val="00A8741E"/>
    <w:rsid w:val="00A87973"/>
    <w:rsid w:val="00A905EB"/>
    <w:rsid w:val="00A9366B"/>
    <w:rsid w:val="00A957E3"/>
    <w:rsid w:val="00A97C40"/>
    <w:rsid w:val="00A97F38"/>
    <w:rsid w:val="00AA0654"/>
    <w:rsid w:val="00AA1BF1"/>
    <w:rsid w:val="00AA23B3"/>
    <w:rsid w:val="00AA3CB4"/>
    <w:rsid w:val="00AA3E0A"/>
    <w:rsid w:val="00AA4743"/>
    <w:rsid w:val="00AB07F5"/>
    <w:rsid w:val="00AB3E75"/>
    <w:rsid w:val="00AB5CA9"/>
    <w:rsid w:val="00AC2156"/>
    <w:rsid w:val="00AC301E"/>
    <w:rsid w:val="00AC7804"/>
    <w:rsid w:val="00AD25D3"/>
    <w:rsid w:val="00AD54D9"/>
    <w:rsid w:val="00AD5969"/>
    <w:rsid w:val="00AD5F0B"/>
    <w:rsid w:val="00AD68B2"/>
    <w:rsid w:val="00AD7ED8"/>
    <w:rsid w:val="00AE01FB"/>
    <w:rsid w:val="00AE2BC2"/>
    <w:rsid w:val="00AF1CC0"/>
    <w:rsid w:val="00AF2886"/>
    <w:rsid w:val="00AF2F21"/>
    <w:rsid w:val="00AF41A0"/>
    <w:rsid w:val="00AF49AB"/>
    <w:rsid w:val="00AF5C40"/>
    <w:rsid w:val="00B024C9"/>
    <w:rsid w:val="00B035D6"/>
    <w:rsid w:val="00B06427"/>
    <w:rsid w:val="00B06E1C"/>
    <w:rsid w:val="00B114BD"/>
    <w:rsid w:val="00B11B96"/>
    <w:rsid w:val="00B11EDC"/>
    <w:rsid w:val="00B13E90"/>
    <w:rsid w:val="00B15457"/>
    <w:rsid w:val="00B15FF6"/>
    <w:rsid w:val="00B17160"/>
    <w:rsid w:val="00B171D7"/>
    <w:rsid w:val="00B23FC9"/>
    <w:rsid w:val="00B255AC"/>
    <w:rsid w:val="00B2575B"/>
    <w:rsid w:val="00B26A8E"/>
    <w:rsid w:val="00B304BB"/>
    <w:rsid w:val="00B319AF"/>
    <w:rsid w:val="00B37CD7"/>
    <w:rsid w:val="00B40644"/>
    <w:rsid w:val="00B40D0F"/>
    <w:rsid w:val="00B42831"/>
    <w:rsid w:val="00B430FF"/>
    <w:rsid w:val="00B431AC"/>
    <w:rsid w:val="00B45B21"/>
    <w:rsid w:val="00B4605F"/>
    <w:rsid w:val="00B46D66"/>
    <w:rsid w:val="00B4770C"/>
    <w:rsid w:val="00B50548"/>
    <w:rsid w:val="00B5331B"/>
    <w:rsid w:val="00B53567"/>
    <w:rsid w:val="00B541C9"/>
    <w:rsid w:val="00B55C40"/>
    <w:rsid w:val="00B55C60"/>
    <w:rsid w:val="00B5602F"/>
    <w:rsid w:val="00B571D3"/>
    <w:rsid w:val="00B57510"/>
    <w:rsid w:val="00B57F68"/>
    <w:rsid w:val="00B65963"/>
    <w:rsid w:val="00B70160"/>
    <w:rsid w:val="00B72D42"/>
    <w:rsid w:val="00B73786"/>
    <w:rsid w:val="00B76E11"/>
    <w:rsid w:val="00B81A0E"/>
    <w:rsid w:val="00B84796"/>
    <w:rsid w:val="00B86935"/>
    <w:rsid w:val="00B86D19"/>
    <w:rsid w:val="00B8790B"/>
    <w:rsid w:val="00B90273"/>
    <w:rsid w:val="00B92631"/>
    <w:rsid w:val="00B9330E"/>
    <w:rsid w:val="00B94079"/>
    <w:rsid w:val="00B96BF9"/>
    <w:rsid w:val="00B97482"/>
    <w:rsid w:val="00B97506"/>
    <w:rsid w:val="00BA0210"/>
    <w:rsid w:val="00BB4A78"/>
    <w:rsid w:val="00BB6882"/>
    <w:rsid w:val="00BB7E5B"/>
    <w:rsid w:val="00BC0EC0"/>
    <w:rsid w:val="00BC2748"/>
    <w:rsid w:val="00BC6105"/>
    <w:rsid w:val="00BC7341"/>
    <w:rsid w:val="00BD0DC8"/>
    <w:rsid w:val="00BD0F16"/>
    <w:rsid w:val="00BD1562"/>
    <w:rsid w:val="00BE15F4"/>
    <w:rsid w:val="00BE6CA1"/>
    <w:rsid w:val="00BF17D1"/>
    <w:rsid w:val="00BF6B94"/>
    <w:rsid w:val="00BF6D5F"/>
    <w:rsid w:val="00C02975"/>
    <w:rsid w:val="00C034DF"/>
    <w:rsid w:val="00C06A5B"/>
    <w:rsid w:val="00C10759"/>
    <w:rsid w:val="00C132DC"/>
    <w:rsid w:val="00C14846"/>
    <w:rsid w:val="00C1769B"/>
    <w:rsid w:val="00C23853"/>
    <w:rsid w:val="00C26D0D"/>
    <w:rsid w:val="00C278F9"/>
    <w:rsid w:val="00C3023C"/>
    <w:rsid w:val="00C340DF"/>
    <w:rsid w:val="00C36117"/>
    <w:rsid w:val="00C40751"/>
    <w:rsid w:val="00C414D3"/>
    <w:rsid w:val="00C425CB"/>
    <w:rsid w:val="00C43B69"/>
    <w:rsid w:val="00C500E9"/>
    <w:rsid w:val="00C50249"/>
    <w:rsid w:val="00C50B1A"/>
    <w:rsid w:val="00C5395B"/>
    <w:rsid w:val="00C53ED6"/>
    <w:rsid w:val="00C54146"/>
    <w:rsid w:val="00C54E1D"/>
    <w:rsid w:val="00C5688D"/>
    <w:rsid w:val="00C575CA"/>
    <w:rsid w:val="00C60D07"/>
    <w:rsid w:val="00C61AFC"/>
    <w:rsid w:val="00C62C92"/>
    <w:rsid w:val="00C62C99"/>
    <w:rsid w:val="00C63B16"/>
    <w:rsid w:val="00C6473E"/>
    <w:rsid w:val="00C64D79"/>
    <w:rsid w:val="00C671E5"/>
    <w:rsid w:val="00C67C6D"/>
    <w:rsid w:val="00C72901"/>
    <w:rsid w:val="00C745D7"/>
    <w:rsid w:val="00C75219"/>
    <w:rsid w:val="00C837E0"/>
    <w:rsid w:val="00C84505"/>
    <w:rsid w:val="00C84A7B"/>
    <w:rsid w:val="00C865EE"/>
    <w:rsid w:val="00C871C7"/>
    <w:rsid w:val="00C87FEC"/>
    <w:rsid w:val="00C91D62"/>
    <w:rsid w:val="00C97E29"/>
    <w:rsid w:val="00CA1D7D"/>
    <w:rsid w:val="00CA671E"/>
    <w:rsid w:val="00CA7D42"/>
    <w:rsid w:val="00CA7DD5"/>
    <w:rsid w:val="00CB21E9"/>
    <w:rsid w:val="00CB22FF"/>
    <w:rsid w:val="00CB2FCF"/>
    <w:rsid w:val="00CB36A3"/>
    <w:rsid w:val="00CB588E"/>
    <w:rsid w:val="00CC27B4"/>
    <w:rsid w:val="00CC30F7"/>
    <w:rsid w:val="00CC423E"/>
    <w:rsid w:val="00CC59DD"/>
    <w:rsid w:val="00CC7351"/>
    <w:rsid w:val="00CD25C9"/>
    <w:rsid w:val="00CD293C"/>
    <w:rsid w:val="00CD36B7"/>
    <w:rsid w:val="00CD75A0"/>
    <w:rsid w:val="00CD7A57"/>
    <w:rsid w:val="00CE1D26"/>
    <w:rsid w:val="00CE5326"/>
    <w:rsid w:val="00CF0D1B"/>
    <w:rsid w:val="00CF0EFA"/>
    <w:rsid w:val="00CF2E9E"/>
    <w:rsid w:val="00CF38E2"/>
    <w:rsid w:val="00CF3D42"/>
    <w:rsid w:val="00CF4E17"/>
    <w:rsid w:val="00CF6928"/>
    <w:rsid w:val="00D02F41"/>
    <w:rsid w:val="00D03637"/>
    <w:rsid w:val="00D037FF"/>
    <w:rsid w:val="00D0401E"/>
    <w:rsid w:val="00D10E4F"/>
    <w:rsid w:val="00D1342E"/>
    <w:rsid w:val="00D14F64"/>
    <w:rsid w:val="00D15813"/>
    <w:rsid w:val="00D1735C"/>
    <w:rsid w:val="00D17B3E"/>
    <w:rsid w:val="00D202A2"/>
    <w:rsid w:val="00D205AA"/>
    <w:rsid w:val="00D20BDE"/>
    <w:rsid w:val="00D2492B"/>
    <w:rsid w:val="00D2503A"/>
    <w:rsid w:val="00D263B0"/>
    <w:rsid w:val="00D27ECD"/>
    <w:rsid w:val="00D303C5"/>
    <w:rsid w:val="00D33390"/>
    <w:rsid w:val="00D34826"/>
    <w:rsid w:val="00D356C6"/>
    <w:rsid w:val="00D40D85"/>
    <w:rsid w:val="00D435FB"/>
    <w:rsid w:val="00D43BB4"/>
    <w:rsid w:val="00D448EE"/>
    <w:rsid w:val="00D470B4"/>
    <w:rsid w:val="00D54C94"/>
    <w:rsid w:val="00D56A66"/>
    <w:rsid w:val="00D578CF"/>
    <w:rsid w:val="00D602EC"/>
    <w:rsid w:val="00D6080A"/>
    <w:rsid w:val="00D60B10"/>
    <w:rsid w:val="00D60B32"/>
    <w:rsid w:val="00D62447"/>
    <w:rsid w:val="00D66CBB"/>
    <w:rsid w:val="00D66D99"/>
    <w:rsid w:val="00D6733B"/>
    <w:rsid w:val="00D71BCB"/>
    <w:rsid w:val="00D730DF"/>
    <w:rsid w:val="00D74240"/>
    <w:rsid w:val="00D77440"/>
    <w:rsid w:val="00D77B2D"/>
    <w:rsid w:val="00D77C0E"/>
    <w:rsid w:val="00D803C5"/>
    <w:rsid w:val="00D81473"/>
    <w:rsid w:val="00D8164D"/>
    <w:rsid w:val="00D831AA"/>
    <w:rsid w:val="00D83C83"/>
    <w:rsid w:val="00D83EB1"/>
    <w:rsid w:val="00D879B9"/>
    <w:rsid w:val="00D87D8E"/>
    <w:rsid w:val="00D93122"/>
    <w:rsid w:val="00D93700"/>
    <w:rsid w:val="00D939D6"/>
    <w:rsid w:val="00D94CF6"/>
    <w:rsid w:val="00D95065"/>
    <w:rsid w:val="00D95F86"/>
    <w:rsid w:val="00D964A9"/>
    <w:rsid w:val="00DA104C"/>
    <w:rsid w:val="00DA115F"/>
    <w:rsid w:val="00DA28A0"/>
    <w:rsid w:val="00DA28B1"/>
    <w:rsid w:val="00DA3ABC"/>
    <w:rsid w:val="00DA3F44"/>
    <w:rsid w:val="00DA4173"/>
    <w:rsid w:val="00DA52DE"/>
    <w:rsid w:val="00DA5EAB"/>
    <w:rsid w:val="00DA67CD"/>
    <w:rsid w:val="00DA6C4F"/>
    <w:rsid w:val="00DB1471"/>
    <w:rsid w:val="00DB52E4"/>
    <w:rsid w:val="00DC2AF1"/>
    <w:rsid w:val="00DC7469"/>
    <w:rsid w:val="00DC7A18"/>
    <w:rsid w:val="00DD0301"/>
    <w:rsid w:val="00DD09F8"/>
    <w:rsid w:val="00DD7118"/>
    <w:rsid w:val="00DE35B8"/>
    <w:rsid w:val="00DE4603"/>
    <w:rsid w:val="00DE5F51"/>
    <w:rsid w:val="00DF035E"/>
    <w:rsid w:val="00DF105E"/>
    <w:rsid w:val="00DF41FC"/>
    <w:rsid w:val="00DF606E"/>
    <w:rsid w:val="00E03C05"/>
    <w:rsid w:val="00E063D4"/>
    <w:rsid w:val="00E12688"/>
    <w:rsid w:val="00E22CB3"/>
    <w:rsid w:val="00E254F4"/>
    <w:rsid w:val="00E2779A"/>
    <w:rsid w:val="00E31C86"/>
    <w:rsid w:val="00E32D8D"/>
    <w:rsid w:val="00E34435"/>
    <w:rsid w:val="00E3475A"/>
    <w:rsid w:val="00E40F10"/>
    <w:rsid w:val="00E43143"/>
    <w:rsid w:val="00E454C8"/>
    <w:rsid w:val="00E456A4"/>
    <w:rsid w:val="00E47F7C"/>
    <w:rsid w:val="00E52E48"/>
    <w:rsid w:val="00E52FAB"/>
    <w:rsid w:val="00E55B75"/>
    <w:rsid w:val="00E55FF0"/>
    <w:rsid w:val="00E56C5D"/>
    <w:rsid w:val="00E63281"/>
    <w:rsid w:val="00E641FC"/>
    <w:rsid w:val="00E66032"/>
    <w:rsid w:val="00E66C71"/>
    <w:rsid w:val="00E6700F"/>
    <w:rsid w:val="00E711B1"/>
    <w:rsid w:val="00E71737"/>
    <w:rsid w:val="00E72594"/>
    <w:rsid w:val="00E768B2"/>
    <w:rsid w:val="00E83996"/>
    <w:rsid w:val="00E86780"/>
    <w:rsid w:val="00E90B93"/>
    <w:rsid w:val="00E92A65"/>
    <w:rsid w:val="00E956B2"/>
    <w:rsid w:val="00EA4842"/>
    <w:rsid w:val="00EA6029"/>
    <w:rsid w:val="00EA6A36"/>
    <w:rsid w:val="00EA7D2B"/>
    <w:rsid w:val="00EB154D"/>
    <w:rsid w:val="00EB3B04"/>
    <w:rsid w:val="00EB4AB5"/>
    <w:rsid w:val="00EB4D45"/>
    <w:rsid w:val="00EB6FD4"/>
    <w:rsid w:val="00EB71A5"/>
    <w:rsid w:val="00EC0FDC"/>
    <w:rsid w:val="00EC14F1"/>
    <w:rsid w:val="00EC1678"/>
    <w:rsid w:val="00EC5927"/>
    <w:rsid w:val="00ED055E"/>
    <w:rsid w:val="00ED23AD"/>
    <w:rsid w:val="00ED343D"/>
    <w:rsid w:val="00ED4A69"/>
    <w:rsid w:val="00ED4D5A"/>
    <w:rsid w:val="00EE13B8"/>
    <w:rsid w:val="00EE4DAB"/>
    <w:rsid w:val="00EE7B00"/>
    <w:rsid w:val="00EF4A01"/>
    <w:rsid w:val="00EF4B77"/>
    <w:rsid w:val="00EF4EC1"/>
    <w:rsid w:val="00EF6DD2"/>
    <w:rsid w:val="00F00C26"/>
    <w:rsid w:val="00F01739"/>
    <w:rsid w:val="00F019B2"/>
    <w:rsid w:val="00F0206F"/>
    <w:rsid w:val="00F028D4"/>
    <w:rsid w:val="00F04FF2"/>
    <w:rsid w:val="00F053FD"/>
    <w:rsid w:val="00F12E81"/>
    <w:rsid w:val="00F14A91"/>
    <w:rsid w:val="00F1522F"/>
    <w:rsid w:val="00F15CBB"/>
    <w:rsid w:val="00F17AB5"/>
    <w:rsid w:val="00F21549"/>
    <w:rsid w:val="00F242BA"/>
    <w:rsid w:val="00F251F2"/>
    <w:rsid w:val="00F25DE0"/>
    <w:rsid w:val="00F26921"/>
    <w:rsid w:val="00F27F98"/>
    <w:rsid w:val="00F30AB6"/>
    <w:rsid w:val="00F31DB6"/>
    <w:rsid w:val="00F3287C"/>
    <w:rsid w:val="00F348FE"/>
    <w:rsid w:val="00F34F51"/>
    <w:rsid w:val="00F36521"/>
    <w:rsid w:val="00F369BB"/>
    <w:rsid w:val="00F36B83"/>
    <w:rsid w:val="00F3774A"/>
    <w:rsid w:val="00F44B85"/>
    <w:rsid w:val="00F462F3"/>
    <w:rsid w:val="00F470AF"/>
    <w:rsid w:val="00F51799"/>
    <w:rsid w:val="00F5314C"/>
    <w:rsid w:val="00F539EC"/>
    <w:rsid w:val="00F53D9C"/>
    <w:rsid w:val="00F544DA"/>
    <w:rsid w:val="00F550FA"/>
    <w:rsid w:val="00F5553D"/>
    <w:rsid w:val="00F56DCC"/>
    <w:rsid w:val="00F56FB8"/>
    <w:rsid w:val="00F6134C"/>
    <w:rsid w:val="00F64142"/>
    <w:rsid w:val="00F657FD"/>
    <w:rsid w:val="00F67BB5"/>
    <w:rsid w:val="00F70BCB"/>
    <w:rsid w:val="00F76D46"/>
    <w:rsid w:val="00F773E2"/>
    <w:rsid w:val="00F84627"/>
    <w:rsid w:val="00F84921"/>
    <w:rsid w:val="00F96369"/>
    <w:rsid w:val="00F966B1"/>
    <w:rsid w:val="00F96E39"/>
    <w:rsid w:val="00F97ABE"/>
    <w:rsid w:val="00F97CCF"/>
    <w:rsid w:val="00FA20D4"/>
    <w:rsid w:val="00FA2811"/>
    <w:rsid w:val="00FA2D39"/>
    <w:rsid w:val="00FB1398"/>
    <w:rsid w:val="00FB144D"/>
    <w:rsid w:val="00FB382B"/>
    <w:rsid w:val="00FB3D7E"/>
    <w:rsid w:val="00FB454B"/>
    <w:rsid w:val="00FB48E0"/>
    <w:rsid w:val="00FC1B34"/>
    <w:rsid w:val="00FC341A"/>
    <w:rsid w:val="00FC39D9"/>
    <w:rsid w:val="00FC4F73"/>
    <w:rsid w:val="00FC59FD"/>
    <w:rsid w:val="00FD235A"/>
    <w:rsid w:val="00FD358C"/>
    <w:rsid w:val="00FD404D"/>
    <w:rsid w:val="00FD40FE"/>
    <w:rsid w:val="00FE17F8"/>
    <w:rsid w:val="00FE53BE"/>
    <w:rsid w:val="00FE5F85"/>
    <w:rsid w:val="00FE7C70"/>
    <w:rsid w:val="00FF0EB9"/>
    <w:rsid w:val="00FF0F50"/>
    <w:rsid w:val="00FF16DF"/>
    <w:rsid w:val="00FF330C"/>
    <w:rsid w:val="00FF6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E9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40E9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uiPriority w:val="99"/>
    <w:rsid w:val="0064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B57F6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4EA3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B57F6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57F6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57FA3"/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5366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EA3"/>
    <w:rPr>
      <w:rFonts w:cs="Arial"/>
      <w:sz w:val="0"/>
      <w:szCs w:val="0"/>
    </w:rPr>
  </w:style>
  <w:style w:type="character" w:styleId="Hyperlink">
    <w:name w:val="Hyperlink"/>
    <w:basedOn w:val="DefaultParagraphFont"/>
    <w:uiPriority w:val="99"/>
    <w:rsid w:val="00DE4603"/>
    <w:rPr>
      <w:rFonts w:cs="Times New Roman"/>
      <w:color w:val="0000FF"/>
      <w:u w:val="single"/>
    </w:rPr>
  </w:style>
  <w:style w:type="paragraph" w:customStyle="1" w:styleId="formattext">
    <w:name w:val="formattext"/>
    <w:basedOn w:val="Normal"/>
    <w:uiPriority w:val="99"/>
    <w:rsid w:val="008842F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D263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346</Words>
  <Characters>1973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Пользователь</cp:lastModifiedBy>
  <cp:revision>6</cp:revision>
  <cp:lastPrinted>2015-08-06T08:15:00Z</cp:lastPrinted>
  <dcterms:created xsi:type="dcterms:W3CDTF">2015-08-06T08:13:00Z</dcterms:created>
  <dcterms:modified xsi:type="dcterms:W3CDTF">2015-09-08T06:57:00Z</dcterms:modified>
</cp:coreProperties>
</file>