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568" w:rsidRPr="00796D0A" w:rsidRDefault="000F6568" w:rsidP="00796D0A">
      <w:pPr>
        <w:pStyle w:val="Heading1"/>
        <w:numPr>
          <w:ilvl w:val="0"/>
          <w:numId w:val="0"/>
        </w:numPr>
        <w:ind w:left="720" w:hanging="360"/>
        <w:rPr>
          <w:b/>
        </w:rPr>
      </w:pPr>
      <w:r>
        <w:rPr>
          <w:sz w:val="24"/>
          <w:szCs w:val="24"/>
        </w:rPr>
        <w:t xml:space="preserve">                                     </w:t>
      </w:r>
      <w:r w:rsidRPr="00796D0A">
        <w:rPr>
          <w:b/>
        </w:rPr>
        <w:t>Закон Ульяновской области</w:t>
      </w:r>
    </w:p>
    <w:p w:rsidR="000F6568" w:rsidRDefault="000F6568" w:rsidP="00C269B8">
      <w:pPr>
        <w:pStyle w:val="ConsTitle"/>
        <w:ind w:right="0"/>
        <w:rPr>
          <w:rFonts w:ascii="Times New Roman" w:hAnsi="Times New Roman" w:cs="Times New Roman"/>
          <w:sz w:val="24"/>
          <w:szCs w:val="24"/>
        </w:rPr>
      </w:pPr>
    </w:p>
    <w:p w:rsidR="000F6568" w:rsidRDefault="000F6568" w:rsidP="00C269B8">
      <w:pPr>
        <w:pStyle w:val="ConsTitle"/>
        <w:ind w:right="0"/>
        <w:rPr>
          <w:rFonts w:ascii="Times New Roman" w:hAnsi="Times New Roman" w:cs="Times New Roman"/>
          <w:sz w:val="24"/>
          <w:szCs w:val="24"/>
        </w:rPr>
      </w:pPr>
    </w:p>
    <w:p w:rsidR="000F6568" w:rsidRDefault="000F6568" w:rsidP="00C269B8">
      <w:pPr>
        <w:pStyle w:val="ConsTitle"/>
        <w:ind w:right="0"/>
        <w:rPr>
          <w:rFonts w:ascii="Times New Roman" w:hAnsi="Times New Roman" w:cs="Times New Roman"/>
          <w:sz w:val="24"/>
          <w:szCs w:val="24"/>
        </w:rPr>
      </w:pPr>
    </w:p>
    <w:p w:rsidR="000F6568" w:rsidRDefault="000F6568" w:rsidP="00C269B8">
      <w:pPr>
        <w:pStyle w:val="ConsTitle"/>
        <w:ind w:right="0"/>
        <w:rPr>
          <w:rFonts w:ascii="Times New Roman" w:hAnsi="Times New Roman" w:cs="Times New Roman"/>
          <w:sz w:val="24"/>
          <w:szCs w:val="24"/>
        </w:rPr>
      </w:pPr>
    </w:p>
    <w:p w:rsidR="000F6568" w:rsidRPr="001B3C9C" w:rsidRDefault="000F6568" w:rsidP="00C269B8">
      <w:pPr>
        <w:pStyle w:val="ConsTitle"/>
        <w:ind w:right="0"/>
        <w:rPr>
          <w:rFonts w:ascii="Times New Roman" w:hAnsi="Times New Roman" w:cs="Times New Roman"/>
          <w:sz w:val="24"/>
          <w:szCs w:val="24"/>
        </w:rPr>
      </w:pPr>
    </w:p>
    <w:p w:rsidR="000F6568" w:rsidRPr="00FA39A5" w:rsidRDefault="000F6568" w:rsidP="00FA39A5">
      <w:pPr>
        <w:pStyle w:val="Heading1"/>
        <w:numPr>
          <w:ilvl w:val="0"/>
          <w:numId w:val="0"/>
        </w:numPr>
        <w:jc w:val="center"/>
        <w:rPr>
          <w:b/>
        </w:rPr>
      </w:pPr>
      <w:bookmarkStart w:id="0" w:name="OLE_LINK3"/>
      <w:r w:rsidRPr="00FA39A5">
        <w:rPr>
          <w:b/>
        </w:rPr>
        <w:t xml:space="preserve">О </w:t>
      </w:r>
      <w:bookmarkStart w:id="1" w:name="OLE_LINK1"/>
      <w:bookmarkStart w:id="2" w:name="OLE_LINK2"/>
      <w:bookmarkEnd w:id="0"/>
      <w:r w:rsidRPr="00FA39A5">
        <w:rPr>
          <w:b/>
        </w:rPr>
        <w:t>внесении изменени</w:t>
      </w:r>
      <w:r>
        <w:rPr>
          <w:b/>
        </w:rPr>
        <w:t>я</w:t>
      </w:r>
      <w:r w:rsidRPr="00FA39A5">
        <w:rPr>
          <w:b/>
        </w:rPr>
        <w:t xml:space="preserve"> в статью </w:t>
      </w:r>
      <w:r>
        <w:rPr>
          <w:b/>
        </w:rPr>
        <w:t>4</w:t>
      </w:r>
      <w:r w:rsidRPr="00FA39A5">
        <w:rPr>
          <w:b/>
        </w:rPr>
        <w:t xml:space="preserve"> Закона Ульяновской области</w:t>
      </w:r>
    </w:p>
    <w:p w:rsidR="000F6568" w:rsidRPr="00FA39A5" w:rsidRDefault="000F6568" w:rsidP="00FA39A5">
      <w:pPr>
        <w:pStyle w:val="Heading1"/>
        <w:numPr>
          <w:ilvl w:val="0"/>
          <w:numId w:val="0"/>
        </w:numPr>
        <w:jc w:val="center"/>
        <w:rPr>
          <w:b/>
        </w:rPr>
      </w:pPr>
      <w:r w:rsidRPr="00FA39A5">
        <w:rPr>
          <w:b/>
        </w:rPr>
        <w:t xml:space="preserve">«Об образовании в Ульяновской области» </w:t>
      </w:r>
    </w:p>
    <w:p w:rsidR="000F6568" w:rsidRPr="00A606DA" w:rsidRDefault="000F6568" w:rsidP="00B43F4E">
      <w:bookmarkStart w:id="3" w:name="_GoBack"/>
      <w:bookmarkEnd w:id="1"/>
      <w:bookmarkEnd w:id="2"/>
      <w:bookmarkEnd w:id="3"/>
    </w:p>
    <w:p w:rsidR="000F6568" w:rsidRDefault="000F6568" w:rsidP="00B43F4E">
      <w:pPr>
        <w:suppressAutoHyphens/>
        <w:jc w:val="center"/>
        <w:rPr>
          <w:sz w:val="22"/>
          <w:szCs w:val="22"/>
        </w:rPr>
      </w:pPr>
    </w:p>
    <w:p w:rsidR="000F6568" w:rsidRPr="00A606DA" w:rsidRDefault="000F6568" w:rsidP="00B43F4E">
      <w:pPr>
        <w:suppressAutoHyphens/>
        <w:jc w:val="center"/>
        <w:rPr>
          <w:sz w:val="22"/>
          <w:szCs w:val="22"/>
        </w:rPr>
      </w:pPr>
    </w:p>
    <w:p w:rsidR="000F6568" w:rsidRPr="002670DB" w:rsidRDefault="000F6568" w:rsidP="002670DB">
      <w:pPr>
        <w:tabs>
          <w:tab w:val="left" w:pos="1260"/>
        </w:tabs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bookmarkStart w:id="4" w:name="sub_2"/>
    </w:p>
    <w:bookmarkEnd w:id="4"/>
    <w:p w:rsidR="000F6568" w:rsidRDefault="000F6568" w:rsidP="00785883">
      <w:pPr>
        <w:suppressAutoHyphens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F6568" w:rsidRPr="008B652C" w:rsidRDefault="000F6568" w:rsidP="008B652C">
      <w:pPr>
        <w:suppressAutoHyphens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Статья 1</w:t>
      </w:r>
    </w:p>
    <w:p w:rsidR="000F6568" w:rsidRDefault="000F6568" w:rsidP="002670DB">
      <w:pPr>
        <w:tabs>
          <w:tab w:val="left" w:pos="1260"/>
          <w:tab w:val="left" w:pos="8120"/>
        </w:tabs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0F6568" w:rsidRPr="002670DB" w:rsidRDefault="000F6568" w:rsidP="002670DB">
      <w:pPr>
        <w:tabs>
          <w:tab w:val="left" w:pos="1260"/>
          <w:tab w:val="left" w:pos="8120"/>
        </w:tabs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0F6568" w:rsidRPr="00813DC2" w:rsidRDefault="000F6568" w:rsidP="00813DC2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0DB">
        <w:rPr>
          <w:color w:val="000000"/>
          <w:sz w:val="28"/>
          <w:szCs w:val="28"/>
        </w:rPr>
        <w:t xml:space="preserve">Внести в </w:t>
      </w:r>
      <w:r>
        <w:rPr>
          <w:color w:val="000000"/>
          <w:sz w:val="28"/>
          <w:szCs w:val="28"/>
        </w:rPr>
        <w:t xml:space="preserve">часть 1 </w:t>
      </w:r>
      <w:hyperlink r:id="rId7" w:history="1">
        <w:r w:rsidRPr="002670DB">
          <w:rPr>
            <w:color w:val="000000"/>
            <w:sz w:val="28"/>
            <w:szCs w:val="28"/>
          </w:rPr>
          <w:t>стать</w:t>
        </w:r>
        <w:r>
          <w:rPr>
            <w:color w:val="000000"/>
            <w:sz w:val="28"/>
            <w:szCs w:val="28"/>
          </w:rPr>
          <w:t>и</w:t>
        </w:r>
        <w:r w:rsidRPr="002670DB">
          <w:rPr>
            <w:color w:val="000000"/>
            <w:sz w:val="28"/>
            <w:szCs w:val="28"/>
          </w:rPr>
          <w:t xml:space="preserve"> </w:t>
        </w:r>
        <w:r>
          <w:rPr>
            <w:color w:val="000000"/>
            <w:sz w:val="28"/>
            <w:szCs w:val="28"/>
          </w:rPr>
          <w:t>4</w:t>
        </w:r>
      </w:hyperlink>
      <w:r w:rsidRPr="002670DB">
        <w:rPr>
          <w:color w:val="000000"/>
          <w:sz w:val="28"/>
          <w:szCs w:val="28"/>
        </w:rPr>
        <w:t xml:space="preserve"> Закона Ульяновской области от 13 августа </w:t>
      </w:r>
      <w:r>
        <w:rPr>
          <w:color w:val="000000"/>
          <w:sz w:val="28"/>
          <w:szCs w:val="28"/>
        </w:rPr>
        <w:br/>
      </w:r>
      <w:r w:rsidRPr="002670DB">
        <w:rPr>
          <w:color w:val="000000"/>
          <w:sz w:val="28"/>
          <w:szCs w:val="28"/>
        </w:rPr>
        <w:t xml:space="preserve">2013 года № 134-ЗО «Об образовании в Ульяновской области» («Ульяновская правда» от 19.08.2013 № </w:t>
      </w:r>
      <w:r w:rsidRPr="00785883">
        <w:rPr>
          <w:color w:val="000000"/>
          <w:sz w:val="28"/>
          <w:szCs w:val="28"/>
        </w:rPr>
        <w:t xml:space="preserve">97; от 06.02.2014 № 16; от 31.03.2014 № 45; </w:t>
      </w:r>
      <w:r w:rsidRPr="00785883">
        <w:rPr>
          <w:sz w:val="28"/>
          <w:szCs w:val="28"/>
        </w:rPr>
        <w:t>от 08.05.2014 № 65; от 09.10.2014 № 149; от 05.03.2015 № 28</w:t>
      </w:r>
      <w:r>
        <w:rPr>
          <w:sz w:val="28"/>
          <w:szCs w:val="28"/>
        </w:rPr>
        <w:t>; от 08.06.2015 № 76-77</w:t>
      </w:r>
      <w:r w:rsidRPr="002670DB">
        <w:rPr>
          <w:color w:val="000000"/>
          <w:sz w:val="28"/>
          <w:szCs w:val="28"/>
        </w:rPr>
        <w:t>) изменени</w:t>
      </w:r>
      <w:r>
        <w:rPr>
          <w:color w:val="000000"/>
          <w:sz w:val="28"/>
          <w:szCs w:val="28"/>
        </w:rPr>
        <w:t xml:space="preserve">е, дополнив </w:t>
      </w:r>
      <w:r w:rsidRPr="00813DC2">
        <w:rPr>
          <w:color w:val="000000"/>
          <w:sz w:val="28"/>
          <w:szCs w:val="28"/>
        </w:rPr>
        <w:t xml:space="preserve">её пунктом </w:t>
      </w:r>
      <w:r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  <w:vertAlign w:val="superscript"/>
        </w:rPr>
        <w:t>1</w:t>
      </w:r>
      <w:r w:rsidRPr="00813DC2">
        <w:rPr>
          <w:color w:val="000000"/>
          <w:sz w:val="28"/>
          <w:szCs w:val="28"/>
        </w:rPr>
        <w:t xml:space="preserve"> следующего содержания:</w:t>
      </w:r>
    </w:p>
    <w:p w:rsidR="000F6568" w:rsidRDefault="000F6568" w:rsidP="001B3C9C">
      <w:pPr>
        <w:spacing w:line="360" w:lineRule="auto"/>
        <w:ind w:firstLine="709"/>
        <w:jc w:val="both"/>
        <w:rPr>
          <w:sz w:val="28"/>
          <w:szCs w:val="28"/>
        </w:rPr>
      </w:pPr>
      <w:r w:rsidRPr="00813DC2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  <w:vertAlign w:val="superscript"/>
        </w:rPr>
        <w:t>1</w:t>
      </w:r>
      <w:r>
        <w:rPr>
          <w:color w:val="000000"/>
          <w:sz w:val="28"/>
          <w:szCs w:val="28"/>
        </w:rPr>
        <w:t xml:space="preserve">) устанавливает </w:t>
      </w:r>
      <w:r>
        <w:rPr>
          <w:sz w:val="28"/>
          <w:szCs w:val="28"/>
        </w:rPr>
        <w:t>размер и порядок выплаты за счёт бюджетных ассигнований областного бюджета Ульяновской области</w:t>
      </w:r>
      <w:r w:rsidRPr="00813DC2">
        <w:rPr>
          <w:sz w:val="28"/>
          <w:szCs w:val="28"/>
        </w:rPr>
        <w:t xml:space="preserve"> педагогическим работникам</w:t>
      </w:r>
      <w:r>
        <w:rPr>
          <w:sz w:val="28"/>
          <w:szCs w:val="28"/>
        </w:rPr>
        <w:t>,</w:t>
      </w:r>
      <w:r w:rsidRPr="00813DC2">
        <w:rPr>
          <w:sz w:val="28"/>
          <w:szCs w:val="28"/>
        </w:rPr>
        <w:t xml:space="preserve"> участвующим в проведени</w:t>
      </w:r>
      <w:r>
        <w:rPr>
          <w:sz w:val="28"/>
          <w:szCs w:val="28"/>
        </w:rPr>
        <w:t>и</w:t>
      </w:r>
      <w:r w:rsidRPr="00813DC2">
        <w:rPr>
          <w:sz w:val="28"/>
          <w:szCs w:val="28"/>
        </w:rPr>
        <w:t xml:space="preserve"> государственной итоговой аттестации по образовательным программам основного общего </w:t>
      </w:r>
      <w:r>
        <w:rPr>
          <w:sz w:val="28"/>
          <w:szCs w:val="28"/>
        </w:rPr>
        <w:t>образования, компенсации за работу, связанную с её подготовкой и проведением;».</w:t>
      </w:r>
    </w:p>
    <w:p w:rsidR="000F6568" w:rsidRPr="00813DC2" w:rsidRDefault="000F6568" w:rsidP="00813DC2">
      <w:pPr>
        <w:spacing w:line="360" w:lineRule="auto"/>
        <w:jc w:val="both"/>
        <w:rPr>
          <w:sz w:val="28"/>
          <w:szCs w:val="28"/>
        </w:rPr>
      </w:pPr>
    </w:p>
    <w:p w:rsidR="000F6568" w:rsidRDefault="000F6568" w:rsidP="00FA39A5">
      <w:pPr>
        <w:suppressAutoHyphens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Статья 2</w:t>
      </w:r>
    </w:p>
    <w:p w:rsidR="000F6568" w:rsidRDefault="000F6568" w:rsidP="00FA39A5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0F6568" w:rsidRDefault="000F6568" w:rsidP="00FA39A5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0F6568" w:rsidRDefault="000F6568" w:rsidP="006B141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1418">
        <w:rPr>
          <w:sz w:val="28"/>
          <w:szCs w:val="28"/>
        </w:rPr>
        <w:t xml:space="preserve">Настоящий Закон вступает в силу с 1 </w:t>
      </w:r>
      <w:r>
        <w:rPr>
          <w:sz w:val="28"/>
          <w:szCs w:val="28"/>
        </w:rPr>
        <w:t>января</w:t>
      </w:r>
      <w:r w:rsidRPr="006B1418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6B1418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0F6568" w:rsidRDefault="000F6568" w:rsidP="006B141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F6568" w:rsidRDefault="000F6568" w:rsidP="006B141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F6568" w:rsidRPr="006B1418" w:rsidRDefault="000F6568" w:rsidP="006B141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F6568" w:rsidRDefault="000F6568" w:rsidP="001B3C9C">
      <w:pPr>
        <w:tabs>
          <w:tab w:val="left" w:pos="8120"/>
        </w:tabs>
        <w:suppressAutoHyphens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Губернатор Ульяновской </w:t>
      </w:r>
      <w:r w:rsidRPr="002670DB">
        <w:rPr>
          <w:b/>
          <w:color w:val="000000"/>
          <w:sz w:val="28"/>
          <w:szCs w:val="28"/>
        </w:rPr>
        <w:t xml:space="preserve">области              </w:t>
      </w:r>
      <w:r>
        <w:rPr>
          <w:b/>
          <w:color w:val="000000"/>
          <w:sz w:val="28"/>
          <w:szCs w:val="28"/>
        </w:rPr>
        <w:t xml:space="preserve">  </w:t>
      </w:r>
      <w:r w:rsidRPr="002670DB">
        <w:rPr>
          <w:b/>
          <w:color w:val="000000"/>
          <w:sz w:val="28"/>
          <w:szCs w:val="28"/>
        </w:rPr>
        <w:t xml:space="preserve">             </w:t>
      </w:r>
      <w:r>
        <w:rPr>
          <w:b/>
          <w:color w:val="000000"/>
          <w:sz w:val="28"/>
          <w:szCs w:val="28"/>
        </w:rPr>
        <w:t xml:space="preserve">    </w:t>
      </w:r>
      <w:r w:rsidRPr="002670DB">
        <w:rPr>
          <w:b/>
          <w:color w:val="000000"/>
          <w:sz w:val="28"/>
          <w:szCs w:val="28"/>
        </w:rPr>
        <w:t xml:space="preserve">                       С.И.Морозов</w:t>
      </w:r>
    </w:p>
    <w:p w:rsidR="000F6568" w:rsidRPr="001B3C9C" w:rsidRDefault="000F6568" w:rsidP="001B3C9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color w:val="000000"/>
          <w:sz w:val="40"/>
          <w:szCs w:val="28"/>
        </w:rPr>
      </w:pPr>
    </w:p>
    <w:p w:rsidR="000F6568" w:rsidRPr="002670DB" w:rsidRDefault="000F6568" w:rsidP="001B3C9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F6568" w:rsidRPr="00A606DA" w:rsidRDefault="000F6568" w:rsidP="006B18F6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606DA">
        <w:rPr>
          <w:sz w:val="28"/>
          <w:szCs w:val="28"/>
        </w:rPr>
        <w:t>г. Ульяновск</w:t>
      </w:r>
    </w:p>
    <w:p w:rsidR="000F6568" w:rsidRPr="00A606DA" w:rsidRDefault="000F6568" w:rsidP="006B18F6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02 сентября</w:t>
      </w:r>
      <w:r w:rsidRPr="00A606DA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 г"/>
        </w:smartTagPr>
        <w:r w:rsidRPr="00A606DA">
          <w:rPr>
            <w:sz w:val="28"/>
            <w:szCs w:val="28"/>
          </w:rPr>
          <w:t>201</w:t>
        </w:r>
        <w:r>
          <w:rPr>
            <w:sz w:val="28"/>
            <w:szCs w:val="28"/>
          </w:rPr>
          <w:t>5</w:t>
        </w:r>
        <w:r w:rsidRPr="00A606DA">
          <w:rPr>
            <w:sz w:val="28"/>
            <w:szCs w:val="28"/>
          </w:rPr>
          <w:t> г</w:t>
        </w:r>
      </w:smartTag>
      <w:r w:rsidRPr="00A606DA">
        <w:rPr>
          <w:sz w:val="28"/>
          <w:szCs w:val="28"/>
        </w:rPr>
        <w:t>.</w:t>
      </w:r>
    </w:p>
    <w:p w:rsidR="000F6568" w:rsidRPr="00E4614C" w:rsidRDefault="000F6568" w:rsidP="00E4614C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606DA">
        <w:rPr>
          <w:sz w:val="28"/>
          <w:szCs w:val="28"/>
        </w:rPr>
        <w:t xml:space="preserve">№ </w:t>
      </w:r>
      <w:r>
        <w:rPr>
          <w:sz w:val="28"/>
          <w:szCs w:val="28"/>
        </w:rPr>
        <w:t>110</w:t>
      </w:r>
      <w:r w:rsidRPr="00A606DA">
        <w:rPr>
          <w:sz w:val="28"/>
          <w:szCs w:val="28"/>
        </w:rPr>
        <w:t>-ЗО</w:t>
      </w:r>
    </w:p>
    <w:sectPr w:rsidR="000F6568" w:rsidRPr="00E4614C" w:rsidSect="00596DCB">
      <w:headerReference w:type="even" r:id="rId8"/>
      <w:headerReference w:type="default" r:id="rId9"/>
      <w:foot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568" w:rsidRDefault="000F6568" w:rsidP="007E1987">
      <w:r>
        <w:separator/>
      </w:r>
    </w:p>
  </w:endnote>
  <w:endnote w:type="continuationSeparator" w:id="0">
    <w:p w:rsidR="000F6568" w:rsidRDefault="000F6568" w:rsidP="007E1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568" w:rsidRPr="001B3C9C" w:rsidRDefault="000F6568" w:rsidP="001B3C9C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0708бт1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568" w:rsidRDefault="000F6568" w:rsidP="007E1987">
      <w:r>
        <w:separator/>
      </w:r>
    </w:p>
  </w:footnote>
  <w:footnote w:type="continuationSeparator" w:id="0">
    <w:p w:rsidR="000F6568" w:rsidRDefault="000F6568" w:rsidP="007E19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568" w:rsidRDefault="000F6568" w:rsidP="00EC7EAB">
    <w:pPr>
      <w:pStyle w:val="a0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0F6568" w:rsidRDefault="000F6568">
    <w:pPr>
      <w:pStyle w:val="a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568" w:rsidRDefault="000F6568" w:rsidP="00700184">
    <w:pPr>
      <w:pStyle w:val="a0"/>
      <w:ind w:left="0" w:firstLine="0"/>
      <w:jc w:val="center"/>
    </w:pPr>
    <w:r w:rsidRPr="00700184">
      <w:rPr>
        <w:rFonts w:ascii="Times New Roman" w:hAnsi="Times New Roman"/>
        <w:sz w:val="28"/>
        <w:szCs w:val="28"/>
      </w:rPr>
      <w:fldChar w:fldCharType="begin"/>
    </w:r>
    <w:r w:rsidRPr="00700184">
      <w:rPr>
        <w:rFonts w:ascii="Times New Roman" w:hAnsi="Times New Roman"/>
        <w:sz w:val="28"/>
        <w:szCs w:val="28"/>
      </w:rPr>
      <w:instrText xml:space="preserve">PAGE  </w:instrText>
    </w:r>
    <w:r w:rsidRPr="00700184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700184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E1E37"/>
    <w:multiLevelType w:val="hybridMultilevel"/>
    <w:tmpl w:val="5054193C"/>
    <w:lvl w:ilvl="0" w:tplc="3B78F638">
      <w:start w:val="2"/>
      <w:numFmt w:val="decimal"/>
      <w:lvlText w:val="%1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">
    <w:nsid w:val="26583D4E"/>
    <w:multiLevelType w:val="hybridMultilevel"/>
    <w:tmpl w:val="DD547C1E"/>
    <w:lvl w:ilvl="0" w:tplc="EEB88A0E">
      <w:start w:val="2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2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F1F6214"/>
    <w:multiLevelType w:val="hybridMultilevel"/>
    <w:tmpl w:val="94DE6BBA"/>
    <w:lvl w:ilvl="0" w:tplc="3C90B2AA">
      <w:start w:val="2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4">
    <w:nsid w:val="2F731A44"/>
    <w:multiLevelType w:val="hybridMultilevel"/>
    <w:tmpl w:val="5BC06A64"/>
    <w:lvl w:ilvl="0" w:tplc="D9A4019E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5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0B1121"/>
    <w:multiLevelType w:val="hybridMultilevel"/>
    <w:tmpl w:val="3418017C"/>
    <w:lvl w:ilvl="0" w:tplc="24485CB6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7">
    <w:nsid w:val="5121269B"/>
    <w:multiLevelType w:val="hybridMultilevel"/>
    <w:tmpl w:val="5E94C4EC"/>
    <w:lvl w:ilvl="0" w:tplc="D1207044">
      <w:start w:val="1"/>
      <w:numFmt w:val="decimal"/>
      <w:lvlText w:val="%1)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5DE568F8"/>
    <w:multiLevelType w:val="hybridMultilevel"/>
    <w:tmpl w:val="6BA618AA"/>
    <w:lvl w:ilvl="0" w:tplc="8AA44982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9">
    <w:nsid w:val="5EB177DD"/>
    <w:multiLevelType w:val="hybridMultilevel"/>
    <w:tmpl w:val="4DA899A0"/>
    <w:lvl w:ilvl="0" w:tplc="CAEAF66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eastAsia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0">
    <w:nsid w:val="5F225F4B"/>
    <w:multiLevelType w:val="hybridMultilevel"/>
    <w:tmpl w:val="15689C96"/>
    <w:lvl w:ilvl="0" w:tplc="0419000F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8"/>
  </w:num>
  <w:num w:numId="14">
    <w:abstractNumId w:val="9"/>
  </w:num>
  <w:num w:numId="15">
    <w:abstractNumId w:val="10"/>
  </w:num>
  <w:num w:numId="16">
    <w:abstractNumId w:val="6"/>
  </w:num>
  <w:num w:numId="17">
    <w:abstractNumId w:val="10"/>
  </w:num>
  <w:num w:numId="18">
    <w:abstractNumId w:val="10"/>
  </w:num>
  <w:num w:numId="19">
    <w:abstractNumId w:val="4"/>
  </w:num>
  <w:num w:numId="20">
    <w:abstractNumId w:val="1"/>
  </w:num>
  <w:num w:numId="21">
    <w:abstractNumId w:val="10"/>
  </w:num>
  <w:num w:numId="22">
    <w:abstractNumId w:val="10"/>
  </w:num>
  <w:num w:numId="23">
    <w:abstractNumId w:val="0"/>
  </w:num>
  <w:num w:numId="24">
    <w:abstractNumId w:val="3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7EAB"/>
    <w:rsid w:val="00001676"/>
    <w:rsid w:val="00003555"/>
    <w:rsid w:val="00004684"/>
    <w:rsid w:val="00004E9D"/>
    <w:rsid w:val="00005973"/>
    <w:rsid w:val="00007870"/>
    <w:rsid w:val="00007AFB"/>
    <w:rsid w:val="000105BA"/>
    <w:rsid w:val="000125A4"/>
    <w:rsid w:val="00014233"/>
    <w:rsid w:val="00014E39"/>
    <w:rsid w:val="00015280"/>
    <w:rsid w:val="00015946"/>
    <w:rsid w:val="000164B3"/>
    <w:rsid w:val="00017701"/>
    <w:rsid w:val="000239F1"/>
    <w:rsid w:val="0002426E"/>
    <w:rsid w:val="00025C67"/>
    <w:rsid w:val="00025E7F"/>
    <w:rsid w:val="0002674B"/>
    <w:rsid w:val="0002698F"/>
    <w:rsid w:val="00026ACC"/>
    <w:rsid w:val="00030EFD"/>
    <w:rsid w:val="00032114"/>
    <w:rsid w:val="00033B18"/>
    <w:rsid w:val="000341F4"/>
    <w:rsid w:val="000350B2"/>
    <w:rsid w:val="00040FC6"/>
    <w:rsid w:val="000415E4"/>
    <w:rsid w:val="00043C95"/>
    <w:rsid w:val="00044B6D"/>
    <w:rsid w:val="00045721"/>
    <w:rsid w:val="0004585A"/>
    <w:rsid w:val="00047A00"/>
    <w:rsid w:val="000505DE"/>
    <w:rsid w:val="00050612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496A"/>
    <w:rsid w:val="000702A2"/>
    <w:rsid w:val="000707E7"/>
    <w:rsid w:val="000718D2"/>
    <w:rsid w:val="0007397D"/>
    <w:rsid w:val="00076647"/>
    <w:rsid w:val="0007689B"/>
    <w:rsid w:val="00077286"/>
    <w:rsid w:val="0007793C"/>
    <w:rsid w:val="00077F5E"/>
    <w:rsid w:val="00080CDC"/>
    <w:rsid w:val="000830BB"/>
    <w:rsid w:val="00083F93"/>
    <w:rsid w:val="0008508A"/>
    <w:rsid w:val="00086999"/>
    <w:rsid w:val="0008739D"/>
    <w:rsid w:val="000878C5"/>
    <w:rsid w:val="0009057C"/>
    <w:rsid w:val="0009172E"/>
    <w:rsid w:val="00092B14"/>
    <w:rsid w:val="00093437"/>
    <w:rsid w:val="000934A7"/>
    <w:rsid w:val="00093F6F"/>
    <w:rsid w:val="00094AC9"/>
    <w:rsid w:val="000964BB"/>
    <w:rsid w:val="00096FD2"/>
    <w:rsid w:val="00097706"/>
    <w:rsid w:val="00097899"/>
    <w:rsid w:val="000A3742"/>
    <w:rsid w:val="000A5479"/>
    <w:rsid w:val="000A7557"/>
    <w:rsid w:val="000A7E98"/>
    <w:rsid w:val="000B1F38"/>
    <w:rsid w:val="000B5BEE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63B7"/>
    <w:rsid w:val="000E12B9"/>
    <w:rsid w:val="000E33DD"/>
    <w:rsid w:val="000E44FC"/>
    <w:rsid w:val="000E5CA0"/>
    <w:rsid w:val="000E7AC2"/>
    <w:rsid w:val="000F1033"/>
    <w:rsid w:val="000F1507"/>
    <w:rsid w:val="000F18D5"/>
    <w:rsid w:val="000F4462"/>
    <w:rsid w:val="000F6568"/>
    <w:rsid w:val="000F7DDB"/>
    <w:rsid w:val="000F7F61"/>
    <w:rsid w:val="001010D9"/>
    <w:rsid w:val="00103C5A"/>
    <w:rsid w:val="001043E7"/>
    <w:rsid w:val="00110552"/>
    <w:rsid w:val="001107AA"/>
    <w:rsid w:val="00111504"/>
    <w:rsid w:val="00111934"/>
    <w:rsid w:val="0011273A"/>
    <w:rsid w:val="00112FF4"/>
    <w:rsid w:val="00113A82"/>
    <w:rsid w:val="00121250"/>
    <w:rsid w:val="001215C5"/>
    <w:rsid w:val="00121C30"/>
    <w:rsid w:val="0012268B"/>
    <w:rsid w:val="0012520A"/>
    <w:rsid w:val="00127802"/>
    <w:rsid w:val="00132549"/>
    <w:rsid w:val="001328ED"/>
    <w:rsid w:val="00132CB8"/>
    <w:rsid w:val="001330E3"/>
    <w:rsid w:val="00136CD2"/>
    <w:rsid w:val="001413DF"/>
    <w:rsid w:val="0014332A"/>
    <w:rsid w:val="00146716"/>
    <w:rsid w:val="00147B5E"/>
    <w:rsid w:val="0015045E"/>
    <w:rsid w:val="0015093A"/>
    <w:rsid w:val="0015153C"/>
    <w:rsid w:val="001529C0"/>
    <w:rsid w:val="0015429A"/>
    <w:rsid w:val="0015489A"/>
    <w:rsid w:val="00154FDA"/>
    <w:rsid w:val="0015588F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7D2C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15B9"/>
    <w:rsid w:val="001A2401"/>
    <w:rsid w:val="001A29EB"/>
    <w:rsid w:val="001A5BFE"/>
    <w:rsid w:val="001A5D39"/>
    <w:rsid w:val="001A6D3D"/>
    <w:rsid w:val="001A7A03"/>
    <w:rsid w:val="001B307C"/>
    <w:rsid w:val="001B3C9C"/>
    <w:rsid w:val="001B5696"/>
    <w:rsid w:val="001B5D7D"/>
    <w:rsid w:val="001B653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53E1"/>
    <w:rsid w:val="001D5A5B"/>
    <w:rsid w:val="001D7629"/>
    <w:rsid w:val="001E085F"/>
    <w:rsid w:val="001E0A21"/>
    <w:rsid w:val="001E31B9"/>
    <w:rsid w:val="001E4302"/>
    <w:rsid w:val="001E4648"/>
    <w:rsid w:val="001E4674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A7B"/>
    <w:rsid w:val="00202CF9"/>
    <w:rsid w:val="00202D45"/>
    <w:rsid w:val="00203C84"/>
    <w:rsid w:val="00203DDF"/>
    <w:rsid w:val="00204221"/>
    <w:rsid w:val="00205613"/>
    <w:rsid w:val="0020565D"/>
    <w:rsid w:val="00205865"/>
    <w:rsid w:val="0020649B"/>
    <w:rsid w:val="002110C0"/>
    <w:rsid w:val="00211D8D"/>
    <w:rsid w:val="00212363"/>
    <w:rsid w:val="00215FA0"/>
    <w:rsid w:val="00216979"/>
    <w:rsid w:val="002204F3"/>
    <w:rsid w:val="002216C7"/>
    <w:rsid w:val="002245AD"/>
    <w:rsid w:val="00226581"/>
    <w:rsid w:val="00230B50"/>
    <w:rsid w:val="00231DD9"/>
    <w:rsid w:val="00232BCF"/>
    <w:rsid w:val="00232EC1"/>
    <w:rsid w:val="00232F5E"/>
    <w:rsid w:val="00233199"/>
    <w:rsid w:val="0023349D"/>
    <w:rsid w:val="00235183"/>
    <w:rsid w:val="002352B9"/>
    <w:rsid w:val="002365E4"/>
    <w:rsid w:val="00236AC5"/>
    <w:rsid w:val="0024093E"/>
    <w:rsid w:val="002439EF"/>
    <w:rsid w:val="0024432D"/>
    <w:rsid w:val="00244485"/>
    <w:rsid w:val="00244698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1196"/>
    <w:rsid w:val="00261B4A"/>
    <w:rsid w:val="00261E76"/>
    <w:rsid w:val="00264F03"/>
    <w:rsid w:val="00265A98"/>
    <w:rsid w:val="00266BD1"/>
    <w:rsid w:val="00266D87"/>
    <w:rsid w:val="002670DB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87820"/>
    <w:rsid w:val="002911D9"/>
    <w:rsid w:val="002917DF"/>
    <w:rsid w:val="00291861"/>
    <w:rsid w:val="00291C05"/>
    <w:rsid w:val="00295095"/>
    <w:rsid w:val="0029641D"/>
    <w:rsid w:val="00296F9F"/>
    <w:rsid w:val="0029755D"/>
    <w:rsid w:val="00297ACC"/>
    <w:rsid w:val="002A0697"/>
    <w:rsid w:val="002A1EA7"/>
    <w:rsid w:val="002A365D"/>
    <w:rsid w:val="002A3E6D"/>
    <w:rsid w:val="002A5CB8"/>
    <w:rsid w:val="002A7B1F"/>
    <w:rsid w:val="002B0013"/>
    <w:rsid w:val="002B6C9B"/>
    <w:rsid w:val="002B6CF9"/>
    <w:rsid w:val="002B7F87"/>
    <w:rsid w:val="002C082E"/>
    <w:rsid w:val="002C2B90"/>
    <w:rsid w:val="002C30FE"/>
    <w:rsid w:val="002C46B6"/>
    <w:rsid w:val="002C63AF"/>
    <w:rsid w:val="002C6886"/>
    <w:rsid w:val="002C68D5"/>
    <w:rsid w:val="002D0125"/>
    <w:rsid w:val="002D1453"/>
    <w:rsid w:val="002D24B1"/>
    <w:rsid w:val="002D25BC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F0A3D"/>
    <w:rsid w:val="002F136C"/>
    <w:rsid w:val="002F369A"/>
    <w:rsid w:val="002F5FBB"/>
    <w:rsid w:val="002F6896"/>
    <w:rsid w:val="002F6A74"/>
    <w:rsid w:val="002F6CF9"/>
    <w:rsid w:val="00301A80"/>
    <w:rsid w:val="00302DC1"/>
    <w:rsid w:val="00303ED9"/>
    <w:rsid w:val="0030510D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25252"/>
    <w:rsid w:val="00327843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457F"/>
    <w:rsid w:val="00345AB7"/>
    <w:rsid w:val="00345B52"/>
    <w:rsid w:val="0034708E"/>
    <w:rsid w:val="0034717A"/>
    <w:rsid w:val="00350281"/>
    <w:rsid w:val="00352044"/>
    <w:rsid w:val="00352A45"/>
    <w:rsid w:val="00355C43"/>
    <w:rsid w:val="00356A65"/>
    <w:rsid w:val="00361A18"/>
    <w:rsid w:val="0036272A"/>
    <w:rsid w:val="00363ACE"/>
    <w:rsid w:val="00364436"/>
    <w:rsid w:val="00364AFA"/>
    <w:rsid w:val="00365093"/>
    <w:rsid w:val="00366302"/>
    <w:rsid w:val="003663F6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EDF"/>
    <w:rsid w:val="00382247"/>
    <w:rsid w:val="0038471E"/>
    <w:rsid w:val="00385A37"/>
    <w:rsid w:val="00386B39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B0A6C"/>
    <w:rsid w:val="003B2871"/>
    <w:rsid w:val="003B2A4D"/>
    <w:rsid w:val="003B33D2"/>
    <w:rsid w:val="003B3B33"/>
    <w:rsid w:val="003B3C97"/>
    <w:rsid w:val="003B415A"/>
    <w:rsid w:val="003B49B7"/>
    <w:rsid w:val="003B5437"/>
    <w:rsid w:val="003B5C1D"/>
    <w:rsid w:val="003B7F35"/>
    <w:rsid w:val="003C0EB5"/>
    <w:rsid w:val="003C1581"/>
    <w:rsid w:val="003C1B65"/>
    <w:rsid w:val="003C2E31"/>
    <w:rsid w:val="003C46A8"/>
    <w:rsid w:val="003C48CA"/>
    <w:rsid w:val="003C4D26"/>
    <w:rsid w:val="003C5570"/>
    <w:rsid w:val="003C5B92"/>
    <w:rsid w:val="003C6A7D"/>
    <w:rsid w:val="003C6EC8"/>
    <w:rsid w:val="003C7221"/>
    <w:rsid w:val="003C72CA"/>
    <w:rsid w:val="003C7599"/>
    <w:rsid w:val="003D464C"/>
    <w:rsid w:val="003D53B0"/>
    <w:rsid w:val="003D5BFC"/>
    <w:rsid w:val="003E12F4"/>
    <w:rsid w:val="003E191C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C89"/>
    <w:rsid w:val="003F2439"/>
    <w:rsid w:val="003F26B8"/>
    <w:rsid w:val="003F6145"/>
    <w:rsid w:val="003F696A"/>
    <w:rsid w:val="0040161E"/>
    <w:rsid w:val="00403E00"/>
    <w:rsid w:val="004044D0"/>
    <w:rsid w:val="00410CCB"/>
    <w:rsid w:val="00412B25"/>
    <w:rsid w:val="0041381B"/>
    <w:rsid w:val="00413943"/>
    <w:rsid w:val="00413B57"/>
    <w:rsid w:val="00413B82"/>
    <w:rsid w:val="00414581"/>
    <w:rsid w:val="00415EAD"/>
    <w:rsid w:val="00416770"/>
    <w:rsid w:val="004209A5"/>
    <w:rsid w:val="00420BB5"/>
    <w:rsid w:val="00421986"/>
    <w:rsid w:val="00421CF2"/>
    <w:rsid w:val="00421E19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5645"/>
    <w:rsid w:val="0044589A"/>
    <w:rsid w:val="0044643D"/>
    <w:rsid w:val="00446AB8"/>
    <w:rsid w:val="00452EF3"/>
    <w:rsid w:val="00453C2F"/>
    <w:rsid w:val="00454A10"/>
    <w:rsid w:val="0045550F"/>
    <w:rsid w:val="0045763C"/>
    <w:rsid w:val="00460927"/>
    <w:rsid w:val="0046180A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32F8"/>
    <w:rsid w:val="004736E3"/>
    <w:rsid w:val="00475990"/>
    <w:rsid w:val="00476581"/>
    <w:rsid w:val="00476D97"/>
    <w:rsid w:val="00481D1C"/>
    <w:rsid w:val="00481F97"/>
    <w:rsid w:val="00483C16"/>
    <w:rsid w:val="00484C7C"/>
    <w:rsid w:val="00487426"/>
    <w:rsid w:val="004916ED"/>
    <w:rsid w:val="00491B30"/>
    <w:rsid w:val="00491BE6"/>
    <w:rsid w:val="0049209D"/>
    <w:rsid w:val="004922F3"/>
    <w:rsid w:val="004929C9"/>
    <w:rsid w:val="0049641B"/>
    <w:rsid w:val="00497420"/>
    <w:rsid w:val="004A0168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3156"/>
    <w:rsid w:val="004B32FD"/>
    <w:rsid w:val="004B38EB"/>
    <w:rsid w:val="004B4515"/>
    <w:rsid w:val="004B4A15"/>
    <w:rsid w:val="004B6B3D"/>
    <w:rsid w:val="004B6F21"/>
    <w:rsid w:val="004B7522"/>
    <w:rsid w:val="004B7966"/>
    <w:rsid w:val="004C1D0C"/>
    <w:rsid w:val="004C2ACC"/>
    <w:rsid w:val="004C2D75"/>
    <w:rsid w:val="004C2DDE"/>
    <w:rsid w:val="004C2E65"/>
    <w:rsid w:val="004C41A6"/>
    <w:rsid w:val="004C4650"/>
    <w:rsid w:val="004C6853"/>
    <w:rsid w:val="004C744D"/>
    <w:rsid w:val="004C7DBA"/>
    <w:rsid w:val="004D5116"/>
    <w:rsid w:val="004D52F1"/>
    <w:rsid w:val="004D79F1"/>
    <w:rsid w:val="004E21C5"/>
    <w:rsid w:val="004E2559"/>
    <w:rsid w:val="004E3B06"/>
    <w:rsid w:val="004E5DF0"/>
    <w:rsid w:val="004E645A"/>
    <w:rsid w:val="004E76F7"/>
    <w:rsid w:val="004E7B20"/>
    <w:rsid w:val="004F0CD6"/>
    <w:rsid w:val="004F0DDA"/>
    <w:rsid w:val="004F128E"/>
    <w:rsid w:val="004F3209"/>
    <w:rsid w:val="004F605C"/>
    <w:rsid w:val="004F6342"/>
    <w:rsid w:val="004F6FFE"/>
    <w:rsid w:val="004F7FBC"/>
    <w:rsid w:val="00500445"/>
    <w:rsid w:val="00500D09"/>
    <w:rsid w:val="00501E48"/>
    <w:rsid w:val="00502D06"/>
    <w:rsid w:val="00504D82"/>
    <w:rsid w:val="00504ED5"/>
    <w:rsid w:val="00505F8C"/>
    <w:rsid w:val="00506AED"/>
    <w:rsid w:val="00510B1B"/>
    <w:rsid w:val="00511225"/>
    <w:rsid w:val="0051132C"/>
    <w:rsid w:val="00511E55"/>
    <w:rsid w:val="00512D50"/>
    <w:rsid w:val="00513F69"/>
    <w:rsid w:val="00514309"/>
    <w:rsid w:val="00514915"/>
    <w:rsid w:val="00515731"/>
    <w:rsid w:val="0051668A"/>
    <w:rsid w:val="00521E0C"/>
    <w:rsid w:val="00523986"/>
    <w:rsid w:val="00525911"/>
    <w:rsid w:val="00527425"/>
    <w:rsid w:val="005303BC"/>
    <w:rsid w:val="00531342"/>
    <w:rsid w:val="005326A7"/>
    <w:rsid w:val="00533BA7"/>
    <w:rsid w:val="00535603"/>
    <w:rsid w:val="005370DF"/>
    <w:rsid w:val="00537B3D"/>
    <w:rsid w:val="005400AF"/>
    <w:rsid w:val="005414F0"/>
    <w:rsid w:val="00542AEA"/>
    <w:rsid w:val="005430A3"/>
    <w:rsid w:val="00547AAA"/>
    <w:rsid w:val="0055047A"/>
    <w:rsid w:val="0055087F"/>
    <w:rsid w:val="00550A68"/>
    <w:rsid w:val="0055192D"/>
    <w:rsid w:val="00552471"/>
    <w:rsid w:val="00554F3E"/>
    <w:rsid w:val="005554C1"/>
    <w:rsid w:val="0055572E"/>
    <w:rsid w:val="00556A2F"/>
    <w:rsid w:val="00556FCF"/>
    <w:rsid w:val="00557F0E"/>
    <w:rsid w:val="0056161C"/>
    <w:rsid w:val="00561764"/>
    <w:rsid w:val="00561790"/>
    <w:rsid w:val="00561CD6"/>
    <w:rsid w:val="00562E27"/>
    <w:rsid w:val="00565023"/>
    <w:rsid w:val="00565925"/>
    <w:rsid w:val="00565DCE"/>
    <w:rsid w:val="00567077"/>
    <w:rsid w:val="00570562"/>
    <w:rsid w:val="00570D71"/>
    <w:rsid w:val="00570E2B"/>
    <w:rsid w:val="00573837"/>
    <w:rsid w:val="005760CC"/>
    <w:rsid w:val="005769DE"/>
    <w:rsid w:val="005770D5"/>
    <w:rsid w:val="0058074E"/>
    <w:rsid w:val="005813AE"/>
    <w:rsid w:val="005814FC"/>
    <w:rsid w:val="00581AFD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96DCB"/>
    <w:rsid w:val="005A02EF"/>
    <w:rsid w:val="005A07C6"/>
    <w:rsid w:val="005A1624"/>
    <w:rsid w:val="005A1E52"/>
    <w:rsid w:val="005A1FB2"/>
    <w:rsid w:val="005A2695"/>
    <w:rsid w:val="005A31D2"/>
    <w:rsid w:val="005A35E8"/>
    <w:rsid w:val="005A4035"/>
    <w:rsid w:val="005A4594"/>
    <w:rsid w:val="005A46FC"/>
    <w:rsid w:val="005A66C3"/>
    <w:rsid w:val="005A6E1C"/>
    <w:rsid w:val="005A7D11"/>
    <w:rsid w:val="005A7F90"/>
    <w:rsid w:val="005B0973"/>
    <w:rsid w:val="005B19E3"/>
    <w:rsid w:val="005B34BB"/>
    <w:rsid w:val="005B39CE"/>
    <w:rsid w:val="005B47BB"/>
    <w:rsid w:val="005B4E59"/>
    <w:rsid w:val="005B659C"/>
    <w:rsid w:val="005B6F4D"/>
    <w:rsid w:val="005B7967"/>
    <w:rsid w:val="005C08B9"/>
    <w:rsid w:val="005C15B7"/>
    <w:rsid w:val="005C23A1"/>
    <w:rsid w:val="005C5225"/>
    <w:rsid w:val="005C53D1"/>
    <w:rsid w:val="005C57D9"/>
    <w:rsid w:val="005C5E04"/>
    <w:rsid w:val="005D08C1"/>
    <w:rsid w:val="005D0C0B"/>
    <w:rsid w:val="005D37E9"/>
    <w:rsid w:val="005D3A33"/>
    <w:rsid w:val="005D4861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0B4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066"/>
    <w:rsid w:val="00607D9F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DC2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52FB0"/>
    <w:rsid w:val="00653094"/>
    <w:rsid w:val="00656C53"/>
    <w:rsid w:val="0066174E"/>
    <w:rsid w:val="00661893"/>
    <w:rsid w:val="00665C28"/>
    <w:rsid w:val="00665DE8"/>
    <w:rsid w:val="0066641C"/>
    <w:rsid w:val="006678F4"/>
    <w:rsid w:val="00667DFC"/>
    <w:rsid w:val="00670064"/>
    <w:rsid w:val="00670942"/>
    <w:rsid w:val="00670F15"/>
    <w:rsid w:val="00673503"/>
    <w:rsid w:val="00673FCB"/>
    <w:rsid w:val="00674060"/>
    <w:rsid w:val="00677B4C"/>
    <w:rsid w:val="00680898"/>
    <w:rsid w:val="00681BAE"/>
    <w:rsid w:val="006826FA"/>
    <w:rsid w:val="00682E5F"/>
    <w:rsid w:val="00683CEF"/>
    <w:rsid w:val="00684E22"/>
    <w:rsid w:val="00685A26"/>
    <w:rsid w:val="00687C40"/>
    <w:rsid w:val="00690B8A"/>
    <w:rsid w:val="00690B97"/>
    <w:rsid w:val="0069122C"/>
    <w:rsid w:val="006912A2"/>
    <w:rsid w:val="00691D07"/>
    <w:rsid w:val="00692F43"/>
    <w:rsid w:val="00695DF9"/>
    <w:rsid w:val="00696CD0"/>
    <w:rsid w:val="0069784D"/>
    <w:rsid w:val="006A2A5D"/>
    <w:rsid w:val="006A40A4"/>
    <w:rsid w:val="006A5077"/>
    <w:rsid w:val="006A5225"/>
    <w:rsid w:val="006A619A"/>
    <w:rsid w:val="006A723B"/>
    <w:rsid w:val="006B1418"/>
    <w:rsid w:val="006B18F6"/>
    <w:rsid w:val="006B1D63"/>
    <w:rsid w:val="006B41A4"/>
    <w:rsid w:val="006B4707"/>
    <w:rsid w:val="006B4C14"/>
    <w:rsid w:val="006B4F02"/>
    <w:rsid w:val="006B5C12"/>
    <w:rsid w:val="006B6235"/>
    <w:rsid w:val="006B672D"/>
    <w:rsid w:val="006B7451"/>
    <w:rsid w:val="006C2BD1"/>
    <w:rsid w:val="006C3464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47F4"/>
    <w:rsid w:val="006D5C71"/>
    <w:rsid w:val="006D676A"/>
    <w:rsid w:val="006E2D48"/>
    <w:rsid w:val="006E4529"/>
    <w:rsid w:val="006E465F"/>
    <w:rsid w:val="006E471B"/>
    <w:rsid w:val="006E5471"/>
    <w:rsid w:val="006E56F3"/>
    <w:rsid w:val="006F1229"/>
    <w:rsid w:val="006F2EAD"/>
    <w:rsid w:val="006F3882"/>
    <w:rsid w:val="006F4893"/>
    <w:rsid w:val="006F48D9"/>
    <w:rsid w:val="006F522F"/>
    <w:rsid w:val="006F6ADD"/>
    <w:rsid w:val="006F72C1"/>
    <w:rsid w:val="00700184"/>
    <w:rsid w:val="00700544"/>
    <w:rsid w:val="007024BE"/>
    <w:rsid w:val="007029F9"/>
    <w:rsid w:val="00703F5D"/>
    <w:rsid w:val="0070409D"/>
    <w:rsid w:val="00704C9F"/>
    <w:rsid w:val="0070556A"/>
    <w:rsid w:val="00707EBE"/>
    <w:rsid w:val="007125CE"/>
    <w:rsid w:val="00712644"/>
    <w:rsid w:val="0071336C"/>
    <w:rsid w:val="00713CE4"/>
    <w:rsid w:val="00714A2F"/>
    <w:rsid w:val="0071763F"/>
    <w:rsid w:val="0072281D"/>
    <w:rsid w:val="007239F5"/>
    <w:rsid w:val="00723D72"/>
    <w:rsid w:val="00724AE6"/>
    <w:rsid w:val="00726AA3"/>
    <w:rsid w:val="00726CE8"/>
    <w:rsid w:val="00731D09"/>
    <w:rsid w:val="0073211E"/>
    <w:rsid w:val="007360C9"/>
    <w:rsid w:val="007361CB"/>
    <w:rsid w:val="00737D65"/>
    <w:rsid w:val="007408C4"/>
    <w:rsid w:val="007411AA"/>
    <w:rsid w:val="00742DD7"/>
    <w:rsid w:val="007446F0"/>
    <w:rsid w:val="007454C5"/>
    <w:rsid w:val="00745ED4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3E9C"/>
    <w:rsid w:val="00764689"/>
    <w:rsid w:val="00766C2F"/>
    <w:rsid w:val="00767317"/>
    <w:rsid w:val="00770A28"/>
    <w:rsid w:val="007724F1"/>
    <w:rsid w:val="00772959"/>
    <w:rsid w:val="00772A95"/>
    <w:rsid w:val="00777E9F"/>
    <w:rsid w:val="00782A38"/>
    <w:rsid w:val="00783ECB"/>
    <w:rsid w:val="00785294"/>
    <w:rsid w:val="00785883"/>
    <w:rsid w:val="00786258"/>
    <w:rsid w:val="00786957"/>
    <w:rsid w:val="0079038C"/>
    <w:rsid w:val="007942A9"/>
    <w:rsid w:val="007942BB"/>
    <w:rsid w:val="00795C5E"/>
    <w:rsid w:val="00795CD0"/>
    <w:rsid w:val="00795FAD"/>
    <w:rsid w:val="007967A3"/>
    <w:rsid w:val="00796CF5"/>
    <w:rsid w:val="00796D0A"/>
    <w:rsid w:val="007974F3"/>
    <w:rsid w:val="007978D2"/>
    <w:rsid w:val="007A0BF6"/>
    <w:rsid w:val="007A5356"/>
    <w:rsid w:val="007A5941"/>
    <w:rsid w:val="007A6110"/>
    <w:rsid w:val="007B07F9"/>
    <w:rsid w:val="007B10C7"/>
    <w:rsid w:val="007B157C"/>
    <w:rsid w:val="007B1F3D"/>
    <w:rsid w:val="007B4057"/>
    <w:rsid w:val="007B46F0"/>
    <w:rsid w:val="007C1ABC"/>
    <w:rsid w:val="007C55D5"/>
    <w:rsid w:val="007C635A"/>
    <w:rsid w:val="007D2DC5"/>
    <w:rsid w:val="007D2E41"/>
    <w:rsid w:val="007D324F"/>
    <w:rsid w:val="007D3A7E"/>
    <w:rsid w:val="007D3A8A"/>
    <w:rsid w:val="007D4E53"/>
    <w:rsid w:val="007D6214"/>
    <w:rsid w:val="007D7411"/>
    <w:rsid w:val="007E09E2"/>
    <w:rsid w:val="007E1987"/>
    <w:rsid w:val="007E278D"/>
    <w:rsid w:val="007E2BE7"/>
    <w:rsid w:val="007E44FD"/>
    <w:rsid w:val="007E4753"/>
    <w:rsid w:val="007E58F0"/>
    <w:rsid w:val="007E63E3"/>
    <w:rsid w:val="007E65E5"/>
    <w:rsid w:val="007E698D"/>
    <w:rsid w:val="007E6E41"/>
    <w:rsid w:val="007E6E6A"/>
    <w:rsid w:val="007E70E3"/>
    <w:rsid w:val="007E7148"/>
    <w:rsid w:val="007E7774"/>
    <w:rsid w:val="007E7A1D"/>
    <w:rsid w:val="007E7BD5"/>
    <w:rsid w:val="007F329D"/>
    <w:rsid w:val="007F3D51"/>
    <w:rsid w:val="007F4A5F"/>
    <w:rsid w:val="007F6F16"/>
    <w:rsid w:val="007F7454"/>
    <w:rsid w:val="007F7D7D"/>
    <w:rsid w:val="0080105F"/>
    <w:rsid w:val="00802FE7"/>
    <w:rsid w:val="008040A5"/>
    <w:rsid w:val="008044CA"/>
    <w:rsid w:val="00804799"/>
    <w:rsid w:val="008053F2"/>
    <w:rsid w:val="00807FCE"/>
    <w:rsid w:val="00811A60"/>
    <w:rsid w:val="00811E67"/>
    <w:rsid w:val="00812EE2"/>
    <w:rsid w:val="00813DC2"/>
    <w:rsid w:val="00814EAE"/>
    <w:rsid w:val="0081522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4648"/>
    <w:rsid w:val="0083556E"/>
    <w:rsid w:val="008355C2"/>
    <w:rsid w:val="00836347"/>
    <w:rsid w:val="00843A45"/>
    <w:rsid w:val="00845874"/>
    <w:rsid w:val="008466DC"/>
    <w:rsid w:val="0084678A"/>
    <w:rsid w:val="00847B7E"/>
    <w:rsid w:val="0085314D"/>
    <w:rsid w:val="00856277"/>
    <w:rsid w:val="00857898"/>
    <w:rsid w:val="00857E03"/>
    <w:rsid w:val="008606A4"/>
    <w:rsid w:val="008626BF"/>
    <w:rsid w:val="00863772"/>
    <w:rsid w:val="0086581C"/>
    <w:rsid w:val="008677A2"/>
    <w:rsid w:val="0087088E"/>
    <w:rsid w:val="00873598"/>
    <w:rsid w:val="008740F5"/>
    <w:rsid w:val="00874DF7"/>
    <w:rsid w:val="008769FB"/>
    <w:rsid w:val="008770FF"/>
    <w:rsid w:val="00877A99"/>
    <w:rsid w:val="00881D59"/>
    <w:rsid w:val="0088249C"/>
    <w:rsid w:val="00882A78"/>
    <w:rsid w:val="008831ED"/>
    <w:rsid w:val="00884A08"/>
    <w:rsid w:val="00884A60"/>
    <w:rsid w:val="008875B1"/>
    <w:rsid w:val="00891B43"/>
    <w:rsid w:val="008923E2"/>
    <w:rsid w:val="00896AD9"/>
    <w:rsid w:val="00897795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BA0"/>
    <w:rsid w:val="008B5F3C"/>
    <w:rsid w:val="008B632C"/>
    <w:rsid w:val="008B652C"/>
    <w:rsid w:val="008B6A65"/>
    <w:rsid w:val="008B6AC9"/>
    <w:rsid w:val="008B7C45"/>
    <w:rsid w:val="008C0F32"/>
    <w:rsid w:val="008C1C23"/>
    <w:rsid w:val="008C2EB4"/>
    <w:rsid w:val="008C5B46"/>
    <w:rsid w:val="008C5BF3"/>
    <w:rsid w:val="008C5E92"/>
    <w:rsid w:val="008C62E3"/>
    <w:rsid w:val="008C7C6D"/>
    <w:rsid w:val="008D257F"/>
    <w:rsid w:val="008D29B3"/>
    <w:rsid w:val="008D2FF7"/>
    <w:rsid w:val="008D4396"/>
    <w:rsid w:val="008D48FF"/>
    <w:rsid w:val="008D4EF8"/>
    <w:rsid w:val="008D5B53"/>
    <w:rsid w:val="008D5D50"/>
    <w:rsid w:val="008D6799"/>
    <w:rsid w:val="008D6AA0"/>
    <w:rsid w:val="008D7A81"/>
    <w:rsid w:val="008D7D14"/>
    <w:rsid w:val="008E034C"/>
    <w:rsid w:val="008E0820"/>
    <w:rsid w:val="008E13F1"/>
    <w:rsid w:val="008E252C"/>
    <w:rsid w:val="008E28A0"/>
    <w:rsid w:val="008E53F5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CD1"/>
    <w:rsid w:val="00904474"/>
    <w:rsid w:val="009049B3"/>
    <w:rsid w:val="00904BFB"/>
    <w:rsid w:val="00906623"/>
    <w:rsid w:val="00906787"/>
    <w:rsid w:val="00906C89"/>
    <w:rsid w:val="00906F97"/>
    <w:rsid w:val="00913975"/>
    <w:rsid w:val="00913E45"/>
    <w:rsid w:val="00914526"/>
    <w:rsid w:val="00916C81"/>
    <w:rsid w:val="00917B46"/>
    <w:rsid w:val="00917F3E"/>
    <w:rsid w:val="009207E7"/>
    <w:rsid w:val="00924C4A"/>
    <w:rsid w:val="009263DD"/>
    <w:rsid w:val="00927BB4"/>
    <w:rsid w:val="00930952"/>
    <w:rsid w:val="009372CB"/>
    <w:rsid w:val="00937FA5"/>
    <w:rsid w:val="00941237"/>
    <w:rsid w:val="009424EE"/>
    <w:rsid w:val="00944365"/>
    <w:rsid w:val="00944717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4647"/>
    <w:rsid w:val="00957ACD"/>
    <w:rsid w:val="00957B57"/>
    <w:rsid w:val="0096185A"/>
    <w:rsid w:val="009619F2"/>
    <w:rsid w:val="009627EA"/>
    <w:rsid w:val="00962AC8"/>
    <w:rsid w:val="00962C41"/>
    <w:rsid w:val="0096402B"/>
    <w:rsid w:val="009642B0"/>
    <w:rsid w:val="00964321"/>
    <w:rsid w:val="00964654"/>
    <w:rsid w:val="00965798"/>
    <w:rsid w:val="009668FC"/>
    <w:rsid w:val="00966BB0"/>
    <w:rsid w:val="00967142"/>
    <w:rsid w:val="00970D04"/>
    <w:rsid w:val="009712CF"/>
    <w:rsid w:val="00971568"/>
    <w:rsid w:val="00971AD5"/>
    <w:rsid w:val="00972A6E"/>
    <w:rsid w:val="00972AAA"/>
    <w:rsid w:val="00974D9A"/>
    <w:rsid w:val="00980BD4"/>
    <w:rsid w:val="0098325F"/>
    <w:rsid w:val="00985226"/>
    <w:rsid w:val="00985AA0"/>
    <w:rsid w:val="00985B56"/>
    <w:rsid w:val="00986554"/>
    <w:rsid w:val="00986A19"/>
    <w:rsid w:val="009903B5"/>
    <w:rsid w:val="00990968"/>
    <w:rsid w:val="00991C87"/>
    <w:rsid w:val="0099383A"/>
    <w:rsid w:val="00994111"/>
    <w:rsid w:val="00995EF7"/>
    <w:rsid w:val="0099610D"/>
    <w:rsid w:val="009961A5"/>
    <w:rsid w:val="00996493"/>
    <w:rsid w:val="00996A58"/>
    <w:rsid w:val="00997222"/>
    <w:rsid w:val="00997407"/>
    <w:rsid w:val="0099754C"/>
    <w:rsid w:val="009A24A8"/>
    <w:rsid w:val="009A5328"/>
    <w:rsid w:val="009A5C85"/>
    <w:rsid w:val="009A68AF"/>
    <w:rsid w:val="009A7749"/>
    <w:rsid w:val="009B00DC"/>
    <w:rsid w:val="009B2DB1"/>
    <w:rsid w:val="009C02A8"/>
    <w:rsid w:val="009C054E"/>
    <w:rsid w:val="009C09AE"/>
    <w:rsid w:val="009C207D"/>
    <w:rsid w:val="009C36A2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590"/>
    <w:rsid w:val="009F7E84"/>
    <w:rsid w:val="00A00758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D7A"/>
    <w:rsid w:val="00A156D9"/>
    <w:rsid w:val="00A17AE4"/>
    <w:rsid w:val="00A2064A"/>
    <w:rsid w:val="00A208DD"/>
    <w:rsid w:val="00A20A6B"/>
    <w:rsid w:val="00A21CBE"/>
    <w:rsid w:val="00A226B8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D5D"/>
    <w:rsid w:val="00A321FC"/>
    <w:rsid w:val="00A346FA"/>
    <w:rsid w:val="00A34D16"/>
    <w:rsid w:val="00A3533F"/>
    <w:rsid w:val="00A35398"/>
    <w:rsid w:val="00A37114"/>
    <w:rsid w:val="00A37D71"/>
    <w:rsid w:val="00A37EAB"/>
    <w:rsid w:val="00A41616"/>
    <w:rsid w:val="00A42F11"/>
    <w:rsid w:val="00A43F0E"/>
    <w:rsid w:val="00A4419B"/>
    <w:rsid w:val="00A44748"/>
    <w:rsid w:val="00A44F50"/>
    <w:rsid w:val="00A450BD"/>
    <w:rsid w:val="00A452B7"/>
    <w:rsid w:val="00A475F0"/>
    <w:rsid w:val="00A47861"/>
    <w:rsid w:val="00A511EA"/>
    <w:rsid w:val="00A51ED3"/>
    <w:rsid w:val="00A52766"/>
    <w:rsid w:val="00A53CAD"/>
    <w:rsid w:val="00A54936"/>
    <w:rsid w:val="00A606DA"/>
    <w:rsid w:val="00A60CD9"/>
    <w:rsid w:val="00A60FF3"/>
    <w:rsid w:val="00A611AC"/>
    <w:rsid w:val="00A619AA"/>
    <w:rsid w:val="00A62C17"/>
    <w:rsid w:val="00A63576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6AE3"/>
    <w:rsid w:val="00A779D1"/>
    <w:rsid w:val="00A80A33"/>
    <w:rsid w:val="00A82BFF"/>
    <w:rsid w:val="00A83B57"/>
    <w:rsid w:val="00A84322"/>
    <w:rsid w:val="00A85370"/>
    <w:rsid w:val="00A8597A"/>
    <w:rsid w:val="00A859BA"/>
    <w:rsid w:val="00A86387"/>
    <w:rsid w:val="00A874B8"/>
    <w:rsid w:val="00A9114E"/>
    <w:rsid w:val="00A936FA"/>
    <w:rsid w:val="00A93DB3"/>
    <w:rsid w:val="00A96D86"/>
    <w:rsid w:val="00A9704D"/>
    <w:rsid w:val="00A97AB0"/>
    <w:rsid w:val="00A97D6B"/>
    <w:rsid w:val="00AA0051"/>
    <w:rsid w:val="00AA2114"/>
    <w:rsid w:val="00AA2EB0"/>
    <w:rsid w:val="00AA475B"/>
    <w:rsid w:val="00AA4CC2"/>
    <w:rsid w:val="00AA4FB5"/>
    <w:rsid w:val="00AA50F8"/>
    <w:rsid w:val="00AA671B"/>
    <w:rsid w:val="00AA7183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3361"/>
    <w:rsid w:val="00AC6D73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3BA"/>
    <w:rsid w:val="00AE776B"/>
    <w:rsid w:val="00AF0364"/>
    <w:rsid w:val="00AF0785"/>
    <w:rsid w:val="00AF0788"/>
    <w:rsid w:val="00AF1A95"/>
    <w:rsid w:val="00AF3A43"/>
    <w:rsid w:val="00AF67CF"/>
    <w:rsid w:val="00AF6C74"/>
    <w:rsid w:val="00AF7D96"/>
    <w:rsid w:val="00B001FB"/>
    <w:rsid w:val="00B04091"/>
    <w:rsid w:val="00B04168"/>
    <w:rsid w:val="00B0417A"/>
    <w:rsid w:val="00B044C9"/>
    <w:rsid w:val="00B04E5C"/>
    <w:rsid w:val="00B04F49"/>
    <w:rsid w:val="00B07F57"/>
    <w:rsid w:val="00B10EF5"/>
    <w:rsid w:val="00B12F1B"/>
    <w:rsid w:val="00B1368F"/>
    <w:rsid w:val="00B14912"/>
    <w:rsid w:val="00B1637C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3524"/>
    <w:rsid w:val="00B33936"/>
    <w:rsid w:val="00B34812"/>
    <w:rsid w:val="00B362BB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1133"/>
    <w:rsid w:val="00B5151E"/>
    <w:rsid w:val="00B522C6"/>
    <w:rsid w:val="00B52A74"/>
    <w:rsid w:val="00B546B7"/>
    <w:rsid w:val="00B5590D"/>
    <w:rsid w:val="00B56EC2"/>
    <w:rsid w:val="00B57678"/>
    <w:rsid w:val="00B623C0"/>
    <w:rsid w:val="00B63987"/>
    <w:rsid w:val="00B63B6F"/>
    <w:rsid w:val="00B63D77"/>
    <w:rsid w:val="00B664BE"/>
    <w:rsid w:val="00B7014A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0E8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1AEF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456"/>
    <w:rsid w:val="00BB56B6"/>
    <w:rsid w:val="00BB7A0B"/>
    <w:rsid w:val="00BC1FCB"/>
    <w:rsid w:val="00BC2676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079"/>
    <w:rsid w:val="00BE02C5"/>
    <w:rsid w:val="00BE1EBE"/>
    <w:rsid w:val="00BE45A3"/>
    <w:rsid w:val="00BE4713"/>
    <w:rsid w:val="00BE4B49"/>
    <w:rsid w:val="00BE51F1"/>
    <w:rsid w:val="00BE5443"/>
    <w:rsid w:val="00BE6DB8"/>
    <w:rsid w:val="00BF1213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517"/>
    <w:rsid w:val="00C067C2"/>
    <w:rsid w:val="00C121B9"/>
    <w:rsid w:val="00C137FA"/>
    <w:rsid w:val="00C14C34"/>
    <w:rsid w:val="00C14D46"/>
    <w:rsid w:val="00C1567E"/>
    <w:rsid w:val="00C15E92"/>
    <w:rsid w:val="00C17987"/>
    <w:rsid w:val="00C200B7"/>
    <w:rsid w:val="00C21049"/>
    <w:rsid w:val="00C21EA0"/>
    <w:rsid w:val="00C22B4F"/>
    <w:rsid w:val="00C22CD4"/>
    <w:rsid w:val="00C2402E"/>
    <w:rsid w:val="00C25C29"/>
    <w:rsid w:val="00C269B8"/>
    <w:rsid w:val="00C30706"/>
    <w:rsid w:val="00C33CE1"/>
    <w:rsid w:val="00C35773"/>
    <w:rsid w:val="00C37CEF"/>
    <w:rsid w:val="00C4144A"/>
    <w:rsid w:val="00C428F6"/>
    <w:rsid w:val="00C4392E"/>
    <w:rsid w:val="00C44700"/>
    <w:rsid w:val="00C45576"/>
    <w:rsid w:val="00C4728C"/>
    <w:rsid w:val="00C500FF"/>
    <w:rsid w:val="00C51635"/>
    <w:rsid w:val="00C51AD1"/>
    <w:rsid w:val="00C51FA9"/>
    <w:rsid w:val="00C523F1"/>
    <w:rsid w:val="00C538D7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70227"/>
    <w:rsid w:val="00C70481"/>
    <w:rsid w:val="00C7102B"/>
    <w:rsid w:val="00C74182"/>
    <w:rsid w:val="00C742F7"/>
    <w:rsid w:val="00C751A7"/>
    <w:rsid w:val="00C75F1C"/>
    <w:rsid w:val="00C76984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80D"/>
    <w:rsid w:val="00C9659A"/>
    <w:rsid w:val="00C96AAF"/>
    <w:rsid w:val="00C96B3E"/>
    <w:rsid w:val="00CA0884"/>
    <w:rsid w:val="00CA0B48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4B87"/>
    <w:rsid w:val="00CC5FCE"/>
    <w:rsid w:val="00CC70AB"/>
    <w:rsid w:val="00CC73EC"/>
    <w:rsid w:val="00CC78E1"/>
    <w:rsid w:val="00CC7D7C"/>
    <w:rsid w:val="00CC7DE8"/>
    <w:rsid w:val="00CD0068"/>
    <w:rsid w:val="00CD092E"/>
    <w:rsid w:val="00CD09C2"/>
    <w:rsid w:val="00CD205F"/>
    <w:rsid w:val="00CD21D4"/>
    <w:rsid w:val="00CD25DA"/>
    <w:rsid w:val="00CD2BBD"/>
    <w:rsid w:val="00CD324E"/>
    <w:rsid w:val="00CD336B"/>
    <w:rsid w:val="00CD3F84"/>
    <w:rsid w:val="00CD7B37"/>
    <w:rsid w:val="00CE150D"/>
    <w:rsid w:val="00CE153D"/>
    <w:rsid w:val="00CE1D00"/>
    <w:rsid w:val="00CE230A"/>
    <w:rsid w:val="00CE2979"/>
    <w:rsid w:val="00CE3417"/>
    <w:rsid w:val="00CE3BED"/>
    <w:rsid w:val="00CE451F"/>
    <w:rsid w:val="00CE4DE7"/>
    <w:rsid w:val="00CE588C"/>
    <w:rsid w:val="00CF09DD"/>
    <w:rsid w:val="00CF0B61"/>
    <w:rsid w:val="00CF1FE2"/>
    <w:rsid w:val="00CF2FF9"/>
    <w:rsid w:val="00CF33A5"/>
    <w:rsid w:val="00CF391C"/>
    <w:rsid w:val="00CF3B07"/>
    <w:rsid w:val="00CF46D4"/>
    <w:rsid w:val="00CF49A7"/>
    <w:rsid w:val="00CF532F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816"/>
    <w:rsid w:val="00D14DE3"/>
    <w:rsid w:val="00D15422"/>
    <w:rsid w:val="00D16117"/>
    <w:rsid w:val="00D16795"/>
    <w:rsid w:val="00D16B21"/>
    <w:rsid w:val="00D215AE"/>
    <w:rsid w:val="00D21C99"/>
    <w:rsid w:val="00D21F36"/>
    <w:rsid w:val="00D22DBB"/>
    <w:rsid w:val="00D255F4"/>
    <w:rsid w:val="00D25692"/>
    <w:rsid w:val="00D30569"/>
    <w:rsid w:val="00D30AC5"/>
    <w:rsid w:val="00D30CEC"/>
    <w:rsid w:val="00D31B1D"/>
    <w:rsid w:val="00D31B8C"/>
    <w:rsid w:val="00D34F6D"/>
    <w:rsid w:val="00D368D7"/>
    <w:rsid w:val="00D3751A"/>
    <w:rsid w:val="00D41389"/>
    <w:rsid w:val="00D418D8"/>
    <w:rsid w:val="00D418DB"/>
    <w:rsid w:val="00D41A16"/>
    <w:rsid w:val="00D43EE7"/>
    <w:rsid w:val="00D45956"/>
    <w:rsid w:val="00D45C6B"/>
    <w:rsid w:val="00D501F8"/>
    <w:rsid w:val="00D5071E"/>
    <w:rsid w:val="00D5420B"/>
    <w:rsid w:val="00D5555B"/>
    <w:rsid w:val="00D560C4"/>
    <w:rsid w:val="00D562B0"/>
    <w:rsid w:val="00D6113A"/>
    <w:rsid w:val="00D62264"/>
    <w:rsid w:val="00D623F7"/>
    <w:rsid w:val="00D62567"/>
    <w:rsid w:val="00D64C08"/>
    <w:rsid w:val="00D67A9F"/>
    <w:rsid w:val="00D72E90"/>
    <w:rsid w:val="00D73F61"/>
    <w:rsid w:val="00D74118"/>
    <w:rsid w:val="00D74D93"/>
    <w:rsid w:val="00D80F05"/>
    <w:rsid w:val="00D81231"/>
    <w:rsid w:val="00D82CE3"/>
    <w:rsid w:val="00D8380F"/>
    <w:rsid w:val="00D84758"/>
    <w:rsid w:val="00D85BE5"/>
    <w:rsid w:val="00D863C2"/>
    <w:rsid w:val="00D867C3"/>
    <w:rsid w:val="00D90B0A"/>
    <w:rsid w:val="00D918A6"/>
    <w:rsid w:val="00D9258E"/>
    <w:rsid w:val="00D92ACE"/>
    <w:rsid w:val="00D93A7F"/>
    <w:rsid w:val="00D96263"/>
    <w:rsid w:val="00D962F6"/>
    <w:rsid w:val="00D96D07"/>
    <w:rsid w:val="00D96EB4"/>
    <w:rsid w:val="00D97D81"/>
    <w:rsid w:val="00DA06DE"/>
    <w:rsid w:val="00DA2505"/>
    <w:rsid w:val="00DA62F9"/>
    <w:rsid w:val="00DA7063"/>
    <w:rsid w:val="00DA720E"/>
    <w:rsid w:val="00DA7ACC"/>
    <w:rsid w:val="00DB1349"/>
    <w:rsid w:val="00DB17A4"/>
    <w:rsid w:val="00DB278C"/>
    <w:rsid w:val="00DB46FE"/>
    <w:rsid w:val="00DB5A87"/>
    <w:rsid w:val="00DB6DC8"/>
    <w:rsid w:val="00DB7D85"/>
    <w:rsid w:val="00DB7F42"/>
    <w:rsid w:val="00DC0DE0"/>
    <w:rsid w:val="00DC15AC"/>
    <w:rsid w:val="00DC1E68"/>
    <w:rsid w:val="00DC5DB7"/>
    <w:rsid w:val="00DC5E54"/>
    <w:rsid w:val="00DC6249"/>
    <w:rsid w:val="00DC62A2"/>
    <w:rsid w:val="00DD089F"/>
    <w:rsid w:val="00DD08B1"/>
    <w:rsid w:val="00DD29A9"/>
    <w:rsid w:val="00DD2B6A"/>
    <w:rsid w:val="00DD451A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E00E80"/>
    <w:rsid w:val="00E01889"/>
    <w:rsid w:val="00E030EC"/>
    <w:rsid w:val="00E03451"/>
    <w:rsid w:val="00E0360A"/>
    <w:rsid w:val="00E0481C"/>
    <w:rsid w:val="00E05379"/>
    <w:rsid w:val="00E053E3"/>
    <w:rsid w:val="00E05E43"/>
    <w:rsid w:val="00E06D51"/>
    <w:rsid w:val="00E075D4"/>
    <w:rsid w:val="00E11B60"/>
    <w:rsid w:val="00E1387C"/>
    <w:rsid w:val="00E168E2"/>
    <w:rsid w:val="00E16DF1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4BAA"/>
    <w:rsid w:val="00E351B1"/>
    <w:rsid w:val="00E36470"/>
    <w:rsid w:val="00E37207"/>
    <w:rsid w:val="00E44E0F"/>
    <w:rsid w:val="00E45927"/>
    <w:rsid w:val="00E4614C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1B0C"/>
    <w:rsid w:val="00E823C6"/>
    <w:rsid w:val="00E82644"/>
    <w:rsid w:val="00E834E7"/>
    <w:rsid w:val="00E854DB"/>
    <w:rsid w:val="00E871CF"/>
    <w:rsid w:val="00E874C0"/>
    <w:rsid w:val="00E87F08"/>
    <w:rsid w:val="00E910E0"/>
    <w:rsid w:val="00E91B29"/>
    <w:rsid w:val="00E91C13"/>
    <w:rsid w:val="00E921DC"/>
    <w:rsid w:val="00E93FEC"/>
    <w:rsid w:val="00E94542"/>
    <w:rsid w:val="00E95A89"/>
    <w:rsid w:val="00E961E4"/>
    <w:rsid w:val="00E9657D"/>
    <w:rsid w:val="00E96966"/>
    <w:rsid w:val="00E9748E"/>
    <w:rsid w:val="00EA151D"/>
    <w:rsid w:val="00EA3D2B"/>
    <w:rsid w:val="00EA5F22"/>
    <w:rsid w:val="00EB02CE"/>
    <w:rsid w:val="00EB0E19"/>
    <w:rsid w:val="00EB0FF7"/>
    <w:rsid w:val="00EB1060"/>
    <w:rsid w:val="00EB1C91"/>
    <w:rsid w:val="00EB4E91"/>
    <w:rsid w:val="00EC36D5"/>
    <w:rsid w:val="00EC3FF2"/>
    <w:rsid w:val="00EC4012"/>
    <w:rsid w:val="00EC5C55"/>
    <w:rsid w:val="00EC5EF3"/>
    <w:rsid w:val="00EC60CC"/>
    <w:rsid w:val="00EC7104"/>
    <w:rsid w:val="00EC7EAB"/>
    <w:rsid w:val="00ED2670"/>
    <w:rsid w:val="00ED2CAB"/>
    <w:rsid w:val="00ED3E9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E9F"/>
    <w:rsid w:val="00EE6D6A"/>
    <w:rsid w:val="00EF06B1"/>
    <w:rsid w:val="00EF082C"/>
    <w:rsid w:val="00EF3C75"/>
    <w:rsid w:val="00EF43FA"/>
    <w:rsid w:val="00EF51B1"/>
    <w:rsid w:val="00EF7515"/>
    <w:rsid w:val="00F0058B"/>
    <w:rsid w:val="00F0161B"/>
    <w:rsid w:val="00F029D8"/>
    <w:rsid w:val="00F037BA"/>
    <w:rsid w:val="00F04477"/>
    <w:rsid w:val="00F04CE9"/>
    <w:rsid w:val="00F057F0"/>
    <w:rsid w:val="00F0704A"/>
    <w:rsid w:val="00F07236"/>
    <w:rsid w:val="00F074EA"/>
    <w:rsid w:val="00F07DAF"/>
    <w:rsid w:val="00F07F6C"/>
    <w:rsid w:val="00F10DAF"/>
    <w:rsid w:val="00F11E3F"/>
    <w:rsid w:val="00F123D2"/>
    <w:rsid w:val="00F13857"/>
    <w:rsid w:val="00F15273"/>
    <w:rsid w:val="00F21233"/>
    <w:rsid w:val="00F2199C"/>
    <w:rsid w:val="00F21BC1"/>
    <w:rsid w:val="00F22075"/>
    <w:rsid w:val="00F22A6F"/>
    <w:rsid w:val="00F23219"/>
    <w:rsid w:val="00F26267"/>
    <w:rsid w:val="00F26527"/>
    <w:rsid w:val="00F278CC"/>
    <w:rsid w:val="00F33E9A"/>
    <w:rsid w:val="00F34237"/>
    <w:rsid w:val="00F35149"/>
    <w:rsid w:val="00F35F12"/>
    <w:rsid w:val="00F3612F"/>
    <w:rsid w:val="00F37645"/>
    <w:rsid w:val="00F37836"/>
    <w:rsid w:val="00F37FAF"/>
    <w:rsid w:val="00F40C17"/>
    <w:rsid w:val="00F40CFF"/>
    <w:rsid w:val="00F42467"/>
    <w:rsid w:val="00F459AD"/>
    <w:rsid w:val="00F50581"/>
    <w:rsid w:val="00F50E88"/>
    <w:rsid w:val="00F52C7A"/>
    <w:rsid w:val="00F534F8"/>
    <w:rsid w:val="00F555DE"/>
    <w:rsid w:val="00F556C2"/>
    <w:rsid w:val="00F60EAA"/>
    <w:rsid w:val="00F61D18"/>
    <w:rsid w:val="00F622A3"/>
    <w:rsid w:val="00F624AB"/>
    <w:rsid w:val="00F62833"/>
    <w:rsid w:val="00F63B87"/>
    <w:rsid w:val="00F63FAD"/>
    <w:rsid w:val="00F64707"/>
    <w:rsid w:val="00F67249"/>
    <w:rsid w:val="00F67C65"/>
    <w:rsid w:val="00F70508"/>
    <w:rsid w:val="00F728D8"/>
    <w:rsid w:val="00F72BE4"/>
    <w:rsid w:val="00F744AD"/>
    <w:rsid w:val="00F74DD5"/>
    <w:rsid w:val="00F8001D"/>
    <w:rsid w:val="00F8346A"/>
    <w:rsid w:val="00F83CEC"/>
    <w:rsid w:val="00F849F8"/>
    <w:rsid w:val="00F86003"/>
    <w:rsid w:val="00F873A0"/>
    <w:rsid w:val="00F918EF"/>
    <w:rsid w:val="00F92F27"/>
    <w:rsid w:val="00F93846"/>
    <w:rsid w:val="00F93AB2"/>
    <w:rsid w:val="00F94DC4"/>
    <w:rsid w:val="00F9554C"/>
    <w:rsid w:val="00F95856"/>
    <w:rsid w:val="00F971B5"/>
    <w:rsid w:val="00F975DF"/>
    <w:rsid w:val="00F97DE0"/>
    <w:rsid w:val="00FA21C9"/>
    <w:rsid w:val="00FA38C5"/>
    <w:rsid w:val="00FA39A5"/>
    <w:rsid w:val="00FA4C2C"/>
    <w:rsid w:val="00FA6297"/>
    <w:rsid w:val="00FA6504"/>
    <w:rsid w:val="00FB06CF"/>
    <w:rsid w:val="00FB108A"/>
    <w:rsid w:val="00FB140C"/>
    <w:rsid w:val="00FB2EBD"/>
    <w:rsid w:val="00FB325D"/>
    <w:rsid w:val="00FB337A"/>
    <w:rsid w:val="00FB4844"/>
    <w:rsid w:val="00FB53DD"/>
    <w:rsid w:val="00FB67CC"/>
    <w:rsid w:val="00FB7FA9"/>
    <w:rsid w:val="00FC0A9B"/>
    <w:rsid w:val="00FC1BFB"/>
    <w:rsid w:val="00FC339D"/>
    <w:rsid w:val="00FC5479"/>
    <w:rsid w:val="00FC76D3"/>
    <w:rsid w:val="00FD2FAD"/>
    <w:rsid w:val="00FD2FB7"/>
    <w:rsid w:val="00FD6A63"/>
    <w:rsid w:val="00FE0B31"/>
    <w:rsid w:val="00FE0B8D"/>
    <w:rsid w:val="00FE3C8A"/>
    <w:rsid w:val="00FE60F8"/>
    <w:rsid w:val="00FE613A"/>
    <w:rsid w:val="00FF1869"/>
    <w:rsid w:val="00FF1C43"/>
    <w:rsid w:val="00FF5298"/>
    <w:rsid w:val="00FF54B1"/>
    <w:rsid w:val="00FF5AF2"/>
    <w:rsid w:val="00FF6145"/>
    <w:rsid w:val="00FF68C9"/>
    <w:rsid w:val="00FF6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EA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44A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">
    <w:name w:val="Гипертекстовая ссылка"/>
    <w:basedOn w:val="DefaultParagraphFont"/>
    <w:uiPriority w:val="99"/>
    <w:rsid w:val="00EC7EAB"/>
    <w:rPr>
      <w:rFonts w:cs="Times New Roman"/>
      <w:b/>
      <w:bCs/>
      <w:color w:val="008000"/>
    </w:rPr>
  </w:style>
  <w:style w:type="paragraph" w:customStyle="1" w:styleId="a0">
    <w:name w:val="Заголовок статьи"/>
    <w:basedOn w:val="Normal"/>
    <w:next w:val="Normal"/>
    <w:uiPriority w:val="99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rsid w:val="00C029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4A6"/>
    <w:rPr>
      <w:sz w:val="0"/>
      <w:szCs w:val="0"/>
    </w:rPr>
  </w:style>
  <w:style w:type="paragraph" w:styleId="Footer">
    <w:name w:val="footer"/>
    <w:basedOn w:val="Normal"/>
    <w:link w:val="FooterChar"/>
    <w:uiPriority w:val="99"/>
    <w:rsid w:val="0070018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B3C9C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0018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44A6"/>
    <w:rPr>
      <w:sz w:val="24"/>
      <w:szCs w:val="24"/>
    </w:rPr>
  </w:style>
  <w:style w:type="paragraph" w:customStyle="1" w:styleId="a1">
    <w:name w:val="Стиль"/>
    <w:basedOn w:val="Normal"/>
    <w:uiPriority w:val="99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2">
    <w:name w:val="Прижатый влево"/>
    <w:basedOn w:val="Normal"/>
    <w:next w:val="Normal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3">
    <w:name w:val="Цветовое выделение"/>
    <w:uiPriority w:val="99"/>
    <w:rsid w:val="00930952"/>
    <w:rPr>
      <w:b/>
      <w:color w:val="000080"/>
    </w:rPr>
  </w:style>
  <w:style w:type="paragraph" w:customStyle="1" w:styleId="a4">
    <w:name w:val="Знак Знак Знак Знак"/>
    <w:basedOn w:val="Normal"/>
    <w:uiPriority w:val="99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15076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Title">
    <w:name w:val="ConsTitle"/>
    <w:uiPriority w:val="99"/>
    <w:rsid w:val="00315076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2">
    <w:name w:val="Знак Знак Знак Знак Знак Знак Знак2 Знак Знак"/>
    <w:basedOn w:val="Normal"/>
    <w:uiPriority w:val="99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E910E0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96714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74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5240047.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165</Words>
  <Characters>946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user</dc:creator>
  <cp:keywords/>
  <dc:description/>
  <cp:lastModifiedBy>Пользователь</cp:lastModifiedBy>
  <cp:revision>5</cp:revision>
  <cp:lastPrinted>2015-08-07T07:22:00Z</cp:lastPrinted>
  <dcterms:created xsi:type="dcterms:W3CDTF">2015-08-07T07:14:00Z</dcterms:created>
  <dcterms:modified xsi:type="dcterms:W3CDTF">2015-09-08T06:55:00Z</dcterms:modified>
</cp:coreProperties>
</file>