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2F" w:rsidRDefault="00D5372F" w:rsidP="00E461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D5372F" w:rsidRPr="000447AA" w:rsidRDefault="00D5372F" w:rsidP="00E46131">
      <w:pPr>
        <w:jc w:val="center"/>
        <w:rPr>
          <w:b/>
          <w:bCs/>
          <w:sz w:val="28"/>
          <w:szCs w:val="28"/>
        </w:rPr>
      </w:pPr>
    </w:p>
    <w:p w:rsidR="00D5372F" w:rsidRPr="000447AA" w:rsidRDefault="00D5372F" w:rsidP="00E46131">
      <w:pPr>
        <w:jc w:val="center"/>
        <w:rPr>
          <w:b/>
          <w:bCs/>
          <w:sz w:val="28"/>
          <w:szCs w:val="28"/>
        </w:rPr>
      </w:pPr>
    </w:p>
    <w:p w:rsidR="00D5372F" w:rsidRPr="000447AA" w:rsidRDefault="00D5372F" w:rsidP="00E46131">
      <w:pPr>
        <w:jc w:val="center"/>
        <w:rPr>
          <w:b/>
          <w:bCs/>
          <w:sz w:val="28"/>
          <w:szCs w:val="28"/>
        </w:rPr>
      </w:pPr>
    </w:p>
    <w:p w:rsidR="00D5372F" w:rsidRPr="00076E6F" w:rsidRDefault="00D5372F" w:rsidP="00E46131">
      <w:pPr>
        <w:jc w:val="center"/>
        <w:rPr>
          <w:b/>
          <w:bCs/>
          <w:sz w:val="40"/>
          <w:szCs w:val="28"/>
        </w:rPr>
      </w:pPr>
    </w:p>
    <w:p w:rsidR="00D5372F" w:rsidRPr="000447AA" w:rsidRDefault="00D5372F" w:rsidP="0013723D">
      <w:pPr>
        <w:jc w:val="center"/>
        <w:rPr>
          <w:b/>
          <w:bCs/>
          <w:sz w:val="28"/>
          <w:szCs w:val="28"/>
        </w:rPr>
      </w:pPr>
      <w:r w:rsidRPr="000447AA"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D5372F" w:rsidRPr="000447AA" w:rsidRDefault="00D5372F" w:rsidP="0013723D">
      <w:pPr>
        <w:jc w:val="center"/>
        <w:rPr>
          <w:b/>
          <w:bCs/>
          <w:sz w:val="28"/>
          <w:szCs w:val="28"/>
        </w:rPr>
      </w:pPr>
      <w:r w:rsidRPr="000447AA">
        <w:rPr>
          <w:b/>
          <w:bCs/>
          <w:sz w:val="28"/>
          <w:szCs w:val="28"/>
        </w:rPr>
        <w:t xml:space="preserve">«О Прогнозном плане (программе) приватизации государственного  </w:t>
      </w:r>
    </w:p>
    <w:p w:rsidR="00D5372F" w:rsidRPr="000447AA" w:rsidRDefault="00D5372F" w:rsidP="0013723D">
      <w:pPr>
        <w:jc w:val="center"/>
        <w:rPr>
          <w:b/>
          <w:bCs/>
          <w:sz w:val="28"/>
          <w:szCs w:val="28"/>
        </w:rPr>
      </w:pPr>
      <w:r w:rsidRPr="000447AA">
        <w:rPr>
          <w:b/>
          <w:bCs/>
          <w:sz w:val="28"/>
          <w:szCs w:val="28"/>
        </w:rPr>
        <w:t xml:space="preserve">имущества Ульяновской области на 2015 год и основных  </w:t>
      </w:r>
    </w:p>
    <w:p w:rsidR="00D5372F" w:rsidRPr="000447AA" w:rsidRDefault="00D5372F" w:rsidP="0013723D">
      <w:pPr>
        <w:jc w:val="center"/>
        <w:rPr>
          <w:b/>
          <w:bCs/>
          <w:sz w:val="28"/>
          <w:szCs w:val="28"/>
        </w:rPr>
      </w:pPr>
      <w:r w:rsidRPr="000447AA">
        <w:rPr>
          <w:b/>
          <w:bCs/>
          <w:sz w:val="28"/>
          <w:szCs w:val="28"/>
        </w:rPr>
        <w:t xml:space="preserve">направлениях политики Ульяновской области в сфере </w:t>
      </w:r>
    </w:p>
    <w:p w:rsidR="00D5372F" w:rsidRPr="000447AA" w:rsidRDefault="00D5372F" w:rsidP="0013723D">
      <w:pPr>
        <w:jc w:val="center"/>
        <w:rPr>
          <w:b/>
          <w:bCs/>
          <w:sz w:val="28"/>
          <w:szCs w:val="28"/>
        </w:rPr>
      </w:pPr>
      <w:r w:rsidRPr="000447AA">
        <w:rPr>
          <w:b/>
          <w:bCs/>
          <w:sz w:val="28"/>
          <w:szCs w:val="28"/>
        </w:rPr>
        <w:t>приватизации на 2015-2017 годы»</w:t>
      </w:r>
    </w:p>
    <w:p w:rsidR="00D5372F" w:rsidRPr="000447AA" w:rsidRDefault="00D5372F" w:rsidP="00E46131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D5372F" w:rsidRPr="000447AA" w:rsidRDefault="00D5372F" w:rsidP="00E46131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D5372F" w:rsidRPr="00AC630E" w:rsidRDefault="00D5372F" w:rsidP="00E46131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D5372F" w:rsidRDefault="00D5372F" w:rsidP="00E46131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D5372F" w:rsidRDefault="00D5372F" w:rsidP="00E46131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D5372F" w:rsidRDefault="00D5372F" w:rsidP="00E46131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D5372F" w:rsidRPr="00AC630E" w:rsidRDefault="00D5372F" w:rsidP="00E46131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D5372F" w:rsidRPr="000447AA" w:rsidRDefault="00D5372F" w:rsidP="00076E6F">
      <w:pPr>
        <w:suppressAutoHyphens/>
        <w:spacing w:line="372" w:lineRule="auto"/>
        <w:ind w:firstLine="709"/>
        <w:jc w:val="both"/>
        <w:rPr>
          <w:spacing w:val="-4"/>
          <w:sz w:val="28"/>
          <w:szCs w:val="28"/>
        </w:rPr>
      </w:pPr>
      <w:r w:rsidRPr="000447AA">
        <w:rPr>
          <w:spacing w:val="-4"/>
          <w:sz w:val="28"/>
          <w:szCs w:val="28"/>
        </w:rPr>
        <w:t xml:space="preserve">Внести в Прогнозный план (программу) приватизации государственного имущества Ульяновской области на 2015 год и основные направления политики Ульяновской области в сфере приватизации на 2015-2017 годы, утверждённые  Законом Ульяновской области </w:t>
      </w:r>
      <w:r w:rsidRPr="00FA4011">
        <w:rPr>
          <w:spacing w:val="-4"/>
          <w:sz w:val="28"/>
          <w:szCs w:val="28"/>
        </w:rPr>
        <w:t>от 2 декабря 201</w:t>
      </w:r>
      <w:r>
        <w:rPr>
          <w:spacing w:val="-4"/>
          <w:sz w:val="28"/>
          <w:szCs w:val="28"/>
        </w:rPr>
        <w:t>4</w:t>
      </w:r>
      <w:r w:rsidRPr="00FA4011">
        <w:rPr>
          <w:spacing w:val="-4"/>
          <w:sz w:val="28"/>
          <w:szCs w:val="28"/>
        </w:rPr>
        <w:t xml:space="preserve"> года № </w:t>
      </w:r>
      <w:r>
        <w:rPr>
          <w:spacing w:val="-4"/>
          <w:sz w:val="28"/>
          <w:szCs w:val="28"/>
        </w:rPr>
        <w:t>192</w:t>
      </w:r>
      <w:r w:rsidRPr="00FA4011">
        <w:rPr>
          <w:spacing w:val="-4"/>
          <w:sz w:val="28"/>
          <w:szCs w:val="28"/>
        </w:rPr>
        <w:t>-ЗО</w:t>
      </w:r>
      <w:r w:rsidRPr="000447AA">
        <w:rPr>
          <w:spacing w:val="-4"/>
          <w:sz w:val="28"/>
          <w:szCs w:val="28"/>
        </w:rPr>
        <w:t xml:space="preserve"> «О Прогнозном плане (программе) приватизации государственного имущества Ульяновской области </w:t>
      </w:r>
      <w:r w:rsidRPr="000447AA">
        <w:rPr>
          <w:spacing w:val="-4"/>
          <w:sz w:val="28"/>
          <w:szCs w:val="28"/>
        </w:rPr>
        <w:br/>
        <w:t xml:space="preserve">на 2015 год и основных направлениях политики Ульяновской области в сфере приватизации на 2015-2017 годы» </w:t>
      </w:r>
      <w:r w:rsidRPr="00006E9A">
        <w:rPr>
          <w:spacing w:val="-4"/>
          <w:sz w:val="28"/>
          <w:szCs w:val="28"/>
        </w:rPr>
        <w:t>(«Ульяновская правда» от 0</w:t>
      </w:r>
      <w:r>
        <w:rPr>
          <w:spacing w:val="-4"/>
          <w:sz w:val="28"/>
          <w:szCs w:val="28"/>
        </w:rPr>
        <w:t>8</w:t>
      </w:r>
      <w:r w:rsidRPr="00006E9A">
        <w:rPr>
          <w:spacing w:val="-4"/>
          <w:sz w:val="28"/>
          <w:szCs w:val="28"/>
        </w:rPr>
        <w:t>.12.201</w:t>
      </w:r>
      <w:r>
        <w:rPr>
          <w:spacing w:val="-4"/>
          <w:sz w:val="28"/>
          <w:szCs w:val="28"/>
        </w:rPr>
        <w:t>4</w:t>
      </w:r>
      <w:r w:rsidRPr="000447AA">
        <w:rPr>
          <w:color w:val="FF0000"/>
          <w:spacing w:val="-4"/>
          <w:sz w:val="28"/>
          <w:szCs w:val="28"/>
        </w:rPr>
        <w:t xml:space="preserve"> </w:t>
      </w:r>
      <w:r w:rsidRPr="00594BE4">
        <w:rPr>
          <w:spacing w:val="-4"/>
          <w:sz w:val="28"/>
          <w:szCs w:val="28"/>
        </w:rPr>
        <w:t xml:space="preserve">№ 180), </w:t>
      </w:r>
      <w:r w:rsidRPr="000447AA">
        <w:rPr>
          <w:spacing w:val="-4"/>
          <w:sz w:val="28"/>
          <w:szCs w:val="28"/>
        </w:rPr>
        <w:t xml:space="preserve">следующие изменения: </w:t>
      </w:r>
    </w:p>
    <w:p w:rsidR="00D5372F" w:rsidRPr="000447AA" w:rsidRDefault="00D5372F" w:rsidP="00076E6F">
      <w:pPr>
        <w:suppressAutoHyphens/>
        <w:spacing w:line="372" w:lineRule="auto"/>
        <w:ind w:firstLine="709"/>
        <w:jc w:val="both"/>
        <w:rPr>
          <w:spacing w:val="-4"/>
          <w:sz w:val="28"/>
          <w:szCs w:val="28"/>
        </w:rPr>
      </w:pPr>
      <w:r w:rsidRPr="000447AA">
        <w:rPr>
          <w:spacing w:val="-4"/>
          <w:sz w:val="28"/>
          <w:szCs w:val="28"/>
        </w:rPr>
        <w:t xml:space="preserve">1) в разделе </w:t>
      </w:r>
      <w:r w:rsidRPr="000447AA">
        <w:rPr>
          <w:spacing w:val="-4"/>
          <w:sz w:val="28"/>
          <w:szCs w:val="28"/>
          <w:lang w:val="en-US"/>
        </w:rPr>
        <w:t>I</w:t>
      </w:r>
      <w:r w:rsidRPr="000447AA">
        <w:rPr>
          <w:spacing w:val="-4"/>
          <w:sz w:val="28"/>
          <w:szCs w:val="28"/>
        </w:rPr>
        <w:t>:</w:t>
      </w:r>
    </w:p>
    <w:p w:rsidR="00D5372F" w:rsidRDefault="00D5372F" w:rsidP="00076E6F">
      <w:pPr>
        <w:suppressAutoHyphens/>
        <w:spacing w:line="37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а) Перечень </w:t>
      </w:r>
      <w:r w:rsidRPr="000447AA">
        <w:rPr>
          <w:spacing w:val="-4"/>
          <w:sz w:val="28"/>
          <w:szCs w:val="28"/>
        </w:rPr>
        <w:t xml:space="preserve">недвижимого имущества Ульяновской области, планируемого </w:t>
      </w:r>
      <w:r>
        <w:rPr>
          <w:spacing w:val="-4"/>
          <w:sz w:val="28"/>
          <w:szCs w:val="28"/>
        </w:rPr>
        <w:br/>
      </w:r>
      <w:r w:rsidRPr="000447AA">
        <w:rPr>
          <w:spacing w:val="-4"/>
          <w:sz w:val="28"/>
          <w:szCs w:val="28"/>
        </w:rPr>
        <w:t xml:space="preserve">к приватизации посредством публичного предложения, дополнить строками </w:t>
      </w:r>
      <w:r>
        <w:rPr>
          <w:spacing w:val="-4"/>
          <w:sz w:val="28"/>
          <w:szCs w:val="28"/>
        </w:rPr>
        <w:br/>
        <w:t>5-30</w:t>
      </w:r>
      <w:r w:rsidRPr="000447AA">
        <w:rPr>
          <w:spacing w:val="-4"/>
          <w:sz w:val="28"/>
          <w:szCs w:val="28"/>
        </w:rPr>
        <w:t xml:space="preserve">  следующего содержания:</w:t>
      </w:r>
    </w:p>
    <w:tbl>
      <w:tblPr>
        <w:tblW w:w="10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666"/>
        <w:gridCol w:w="7558"/>
        <w:gridCol w:w="1700"/>
        <w:gridCol w:w="626"/>
      </w:tblGrid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  <w:r w:rsidRPr="00D27E07">
              <w:rPr>
                <w:sz w:val="28"/>
                <w:szCs w:val="28"/>
              </w:rPr>
              <w:t>«</w:t>
            </w:r>
          </w:p>
        </w:tc>
        <w:tc>
          <w:tcPr>
            <w:tcW w:w="666" w:type="dxa"/>
          </w:tcPr>
          <w:p w:rsidR="00D5372F" w:rsidRPr="00F166D1" w:rsidRDefault="00D5372F" w:rsidP="00D72BEA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5.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Магазин, назначение: нежилое, общая площадь </w:t>
            </w:r>
            <w:smartTag w:uri="urn:schemas-microsoft-com:office:smarttags" w:element="metricconverter">
              <w:smartTagPr>
                <w:attr w:name="ProductID" w:val="100,8 кв. м"/>
              </w:smartTagPr>
              <w:r w:rsidRPr="00F166D1">
                <w:rPr>
                  <w:sz w:val="26"/>
                  <w:szCs w:val="26"/>
                </w:rPr>
                <w:t>100,8 кв. м</w:t>
              </w:r>
            </w:smartTag>
            <w:r w:rsidRPr="00F166D1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 xml:space="preserve">инв. № 000168, лит. А, к, к1, к2, кадастровый номер: 73:03:040901:49 и </w:t>
            </w:r>
            <w:r w:rsidRPr="00F166D1">
              <w:rPr>
                <w:snapToGrid w:val="0"/>
                <w:sz w:val="26"/>
                <w:szCs w:val="26"/>
              </w:rPr>
              <w:t xml:space="preserve">земельный участок </w:t>
            </w:r>
            <w:r w:rsidRPr="00F166D1">
              <w:rPr>
                <w:sz w:val="26"/>
                <w:szCs w:val="26"/>
              </w:rPr>
              <w:t xml:space="preserve">общей площадью </w:t>
            </w:r>
            <w:smartTag w:uri="urn:schemas-microsoft-com:office:smarttags" w:element="metricconverter">
              <w:smartTagPr>
                <w:attr w:name="ProductID" w:val="1500 кв. м"/>
              </w:smartTagPr>
              <w:r w:rsidRPr="00F166D1">
                <w:rPr>
                  <w:sz w:val="26"/>
                  <w:szCs w:val="26"/>
                </w:rPr>
                <w:t>1500 кв. м</w:t>
              </w:r>
            </w:smartTag>
            <w:r w:rsidRPr="00F166D1">
              <w:rPr>
                <w:sz w:val="26"/>
                <w:szCs w:val="26"/>
              </w:rPr>
              <w:t>, кадастровый номер: 73:03:040501:24, Ульяновская область, Вешкаймский район, п</w:t>
            </w:r>
            <w:r>
              <w:rPr>
                <w:sz w:val="26"/>
                <w:szCs w:val="26"/>
              </w:rPr>
              <w:t>оселок</w:t>
            </w:r>
            <w:r w:rsidRPr="00F166D1">
              <w:rPr>
                <w:sz w:val="26"/>
                <w:szCs w:val="26"/>
              </w:rPr>
              <w:t xml:space="preserve"> Шарлово, ул. Речная, д. 13</w:t>
            </w:r>
          </w:p>
        </w:tc>
        <w:tc>
          <w:tcPr>
            <w:tcW w:w="1700" w:type="dxa"/>
          </w:tcPr>
          <w:p w:rsidR="00D5372F" w:rsidRPr="00F166D1" w:rsidRDefault="00D5372F" w:rsidP="00943D4E">
            <w:pPr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943D4E">
            <w:pPr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AC630E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6.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bCs/>
                <w:sz w:val="26"/>
                <w:szCs w:val="26"/>
              </w:rPr>
              <w:t>Здание магазина, назначение: нежилое, 1-этажный, общая пл</w:t>
            </w:r>
            <w:r w:rsidRPr="00F166D1">
              <w:rPr>
                <w:bCs/>
                <w:sz w:val="26"/>
                <w:szCs w:val="26"/>
              </w:rPr>
              <w:t>о</w:t>
            </w:r>
            <w:r w:rsidRPr="00F166D1">
              <w:rPr>
                <w:bCs/>
                <w:sz w:val="26"/>
                <w:szCs w:val="26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87,4 кв. м"/>
              </w:smartTagPr>
              <w:r w:rsidRPr="00F166D1">
                <w:rPr>
                  <w:bCs/>
                  <w:sz w:val="26"/>
                  <w:szCs w:val="26"/>
                </w:rPr>
                <w:t>87,4 кв. м</w:t>
              </w:r>
            </w:smartTag>
            <w:r w:rsidRPr="00F166D1">
              <w:rPr>
                <w:bCs/>
                <w:sz w:val="26"/>
                <w:szCs w:val="26"/>
              </w:rPr>
              <w:t xml:space="preserve">, инв. № 027815, лит. А, А1, а, к, I, II, кадастровый номер: 73:09:033101:1579 и земельный участок общей площадью </w:t>
            </w:r>
            <w:smartTag w:uri="urn:schemas-microsoft-com:office:smarttags" w:element="metricconverter">
              <w:smartTagPr>
                <w:attr w:name="ProductID" w:val="2134 кв. м"/>
              </w:smartTagPr>
              <w:r w:rsidRPr="00F166D1">
                <w:rPr>
                  <w:bCs/>
                  <w:sz w:val="26"/>
                  <w:szCs w:val="26"/>
                </w:rPr>
                <w:t>2134 кв. м</w:t>
              </w:r>
            </w:smartTag>
            <w:r w:rsidRPr="00F166D1">
              <w:rPr>
                <w:bCs/>
                <w:sz w:val="26"/>
                <w:szCs w:val="26"/>
              </w:rPr>
              <w:t>, кадастровый номер: 73:09:033101:1443, Ульяновская область, Николаевский район, с. Славкино,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F166D1">
              <w:rPr>
                <w:bCs/>
                <w:sz w:val="26"/>
                <w:szCs w:val="26"/>
              </w:rPr>
              <w:t>ул. Советская, д. 41</w:t>
            </w:r>
          </w:p>
        </w:tc>
        <w:tc>
          <w:tcPr>
            <w:tcW w:w="1700" w:type="dxa"/>
          </w:tcPr>
          <w:p w:rsidR="00D5372F" w:rsidRPr="00F166D1" w:rsidRDefault="00D5372F" w:rsidP="00AC630E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AC630E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7</w:t>
            </w:r>
            <w:r w:rsidRPr="00F166D1"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М</w:t>
            </w:r>
            <w:r w:rsidRPr="00F166D1">
              <w:rPr>
                <w:bCs/>
                <w:sz w:val="26"/>
                <w:szCs w:val="26"/>
              </w:rPr>
              <w:t xml:space="preserve">агазин, назначение: нежилое, 1-этажный, общая площадь </w:t>
            </w:r>
            <w:r w:rsidRPr="00F166D1">
              <w:rPr>
                <w:bCs/>
                <w:sz w:val="26"/>
                <w:szCs w:val="26"/>
              </w:rPr>
              <w:br/>
              <w:t xml:space="preserve">56 кв. м, инв. № 000135, лит. А, А1, а, к, Г, </w:t>
            </w:r>
            <w:r w:rsidRPr="00F166D1">
              <w:rPr>
                <w:bCs/>
                <w:sz w:val="26"/>
                <w:szCs w:val="26"/>
                <w:lang w:val="en-US"/>
              </w:rPr>
              <w:t>I</w:t>
            </w:r>
            <w:r w:rsidRPr="00F166D1">
              <w:rPr>
                <w:bCs/>
                <w:sz w:val="26"/>
                <w:szCs w:val="26"/>
              </w:rPr>
              <w:t xml:space="preserve">, </w:t>
            </w:r>
            <w:r w:rsidRPr="00F166D1">
              <w:rPr>
                <w:bCs/>
                <w:sz w:val="26"/>
                <w:szCs w:val="26"/>
                <w:lang w:val="en-US"/>
              </w:rPr>
              <w:t>II</w:t>
            </w:r>
            <w:r w:rsidRPr="00F166D1">
              <w:rPr>
                <w:bCs/>
                <w:sz w:val="26"/>
                <w:szCs w:val="26"/>
              </w:rPr>
              <w:t xml:space="preserve">, кадастровый </w:t>
            </w:r>
            <w:r>
              <w:rPr>
                <w:bCs/>
                <w:sz w:val="26"/>
                <w:szCs w:val="26"/>
              </w:rPr>
              <w:br/>
            </w:r>
            <w:r w:rsidRPr="00F166D1">
              <w:rPr>
                <w:bCs/>
                <w:sz w:val="26"/>
                <w:szCs w:val="26"/>
              </w:rPr>
              <w:t xml:space="preserve">номер: 73:07:070803:643 и земельный участок общей площадью </w:t>
            </w:r>
            <w:smartTag w:uri="urn:schemas-microsoft-com:office:smarttags" w:element="metricconverter">
              <w:smartTagPr>
                <w:attr w:name="ProductID" w:val="468 кв. м"/>
              </w:smartTagPr>
              <w:r w:rsidRPr="00F166D1">
                <w:rPr>
                  <w:bCs/>
                  <w:sz w:val="26"/>
                  <w:szCs w:val="26"/>
                </w:rPr>
                <w:t>468 кв. м</w:t>
              </w:r>
            </w:smartTag>
            <w:r w:rsidRPr="00F166D1">
              <w:rPr>
                <w:bCs/>
                <w:sz w:val="26"/>
                <w:szCs w:val="26"/>
              </w:rPr>
              <w:t xml:space="preserve">, кадастровый номер: 73:07:070803:641, Ульяновская </w:t>
            </w:r>
            <w:r>
              <w:rPr>
                <w:bCs/>
                <w:sz w:val="26"/>
                <w:szCs w:val="26"/>
              </w:rPr>
              <w:br/>
            </w:r>
            <w:r w:rsidRPr="00F166D1">
              <w:rPr>
                <w:bCs/>
                <w:sz w:val="26"/>
                <w:szCs w:val="26"/>
              </w:rPr>
              <w:t>область, Майнский район, с. Поповка, ул. Колхозная, д. 8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rPr>
          <w:trHeight w:val="936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8.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bCs/>
                <w:sz w:val="26"/>
                <w:szCs w:val="26"/>
              </w:rPr>
              <w:t>Здание магазина «Огон</w:t>
            </w:r>
            <w:r>
              <w:rPr>
                <w:bCs/>
                <w:sz w:val="26"/>
                <w:szCs w:val="26"/>
              </w:rPr>
              <w:t>ё</w:t>
            </w:r>
            <w:r w:rsidRPr="00F166D1">
              <w:rPr>
                <w:bCs/>
                <w:sz w:val="26"/>
                <w:szCs w:val="26"/>
              </w:rPr>
              <w:t>к», назнач</w:t>
            </w:r>
            <w:r>
              <w:rPr>
                <w:bCs/>
                <w:sz w:val="26"/>
                <w:szCs w:val="26"/>
              </w:rPr>
              <w:t>ение: нежилое, 1-</w:t>
            </w:r>
            <w:r w:rsidRPr="00F166D1">
              <w:rPr>
                <w:bCs/>
                <w:sz w:val="26"/>
                <w:szCs w:val="26"/>
              </w:rPr>
              <w:t xml:space="preserve">этажный, общая площадь </w:t>
            </w:r>
            <w:smartTag w:uri="urn:schemas-microsoft-com:office:smarttags" w:element="metricconverter">
              <w:smartTagPr>
                <w:attr w:name="ProductID" w:val="257,9 кв. м"/>
              </w:smartTagPr>
              <w:r w:rsidRPr="00F166D1">
                <w:rPr>
                  <w:bCs/>
                  <w:sz w:val="26"/>
                  <w:szCs w:val="26"/>
                </w:rPr>
                <w:t>257,9 кв. м</w:t>
              </w:r>
            </w:smartTag>
            <w:r w:rsidRPr="00F166D1">
              <w:rPr>
                <w:bCs/>
                <w:sz w:val="26"/>
                <w:szCs w:val="26"/>
              </w:rPr>
              <w:t>, инв. № 001535, лит. А, А1, к, кадас</w:t>
            </w:r>
            <w:r w:rsidRPr="00F166D1">
              <w:rPr>
                <w:bCs/>
                <w:sz w:val="26"/>
                <w:szCs w:val="26"/>
              </w:rPr>
              <w:t>т</w:t>
            </w:r>
            <w:r w:rsidRPr="00F166D1">
              <w:rPr>
                <w:bCs/>
                <w:sz w:val="26"/>
                <w:szCs w:val="26"/>
              </w:rPr>
              <w:t xml:space="preserve">ровый номер: 73:10:020102:82 и земельный участок площадью </w:t>
            </w:r>
            <w:smartTag w:uri="urn:schemas-microsoft-com:office:smarttags" w:element="metricconverter">
              <w:smartTagPr>
                <w:attr w:name="ProductID" w:val="601 кв. м"/>
              </w:smartTagPr>
              <w:r w:rsidRPr="00F166D1">
                <w:rPr>
                  <w:bCs/>
                  <w:sz w:val="26"/>
                  <w:szCs w:val="26"/>
                </w:rPr>
                <w:t>601 кв. м</w:t>
              </w:r>
            </w:smartTag>
            <w:r w:rsidRPr="00F166D1">
              <w:rPr>
                <w:bCs/>
                <w:sz w:val="26"/>
                <w:szCs w:val="26"/>
              </w:rPr>
              <w:t xml:space="preserve">, кадастровый номер: 73:10:000000:33, Ульяновская </w:t>
            </w:r>
            <w:r>
              <w:rPr>
                <w:bCs/>
                <w:sz w:val="26"/>
                <w:szCs w:val="26"/>
              </w:rPr>
              <w:br/>
            </w:r>
            <w:r w:rsidRPr="00F166D1">
              <w:rPr>
                <w:bCs/>
                <w:sz w:val="26"/>
                <w:szCs w:val="26"/>
              </w:rPr>
              <w:t xml:space="preserve">область, Новомалыклинский район, с. Новочеремшанск, </w:t>
            </w:r>
            <w:r>
              <w:rPr>
                <w:bCs/>
                <w:sz w:val="26"/>
                <w:szCs w:val="26"/>
              </w:rPr>
              <w:br/>
            </w:r>
            <w:r w:rsidRPr="00F166D1">
              <w:rPr>
                <w:bCs/>
                <w:sz w:val="26"/>
                <w:szCs w:val="26"/>
              </w:rPr>
              <w:t>ул. Набережная, д. 1/1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4D2C90">
            <w:pPr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9.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pStyle w:val="ConsPlusCell"/>
              <w:widowControl w:val="0"/>
              <w:spacing w:line="247" w:lineRule="auto"/>
              <w:jc w:val="both"/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>Здание магазина «Бер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ё</w:t>
            </w: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>зка», назначение: нежилое,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242,9 кв. м"/>
              </w:smartTagPr>
              <w:r w:rsidRPr="00F166D1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242,9 кв. м</w:t>
              </w:r>
            </w:smartTag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>, инв. № 001534,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лит. А, кадастровый номер: 73:10:020102:86 и земельный участок площадью </w:t>
            </w:r>
            <w:smartTag w:uri="urn:schemas-microsoft-com:office:smarttags" w:element="metricconverter">
              <w:smartTagPr>
                <w:attr w:name="ProductID" w:val="601 кв. м"/>
              </w:smartTagPr>
              <w:r w:rsidRPr="00F166D1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601 кв. м</w:t>
              </w:r>
            </w:smartTag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кадастровый номер: 73:10:020102:52, Ульяновская область,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>Новомалыклинский район, с. Новочеремшанск,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>ул. Набережная, д. 1/2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10.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pStyle w:val="ConsPlusCell"/>
              <w:widowControl w:val="0"/>
              <w:spacing w:line="247" w:lineRule="auto"/>
              <w:jc w:val="both"/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>Здание магазина хозяйстве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нного, назначение: нежилое,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1-</w:t>
            </w: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этажный, общая площадь </w:t>
            </w:r>
            <w:smartTag w:uri="urn:schemas-microsoft-com:office:smarttags" w:element="metricconverter">
              <w:smartTagPr>
                <w:attr w:name="ProductID" w:val="125,6 кв. м"/>
              </w:smartTagPr>
              <w:r w:rsidRPr="00F166D1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125,6 кв. м</w:t>
              </w:r>
            </w:smartTag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>, инв. № 001536, лит. А, кадастровый номер: 73:10:020102:87 и земельный участок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общей</w:t>
            </w: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площадью </w:t>
            </w:r>
            <w:smartTag w:uri="urn:schemas-microsoft-com:office:smarttags" w:element="metricconverter">
              <w:smartTagPr>
                <w:attr w:name="ProductID" w:val="1020 кв. м"/>
              </w:smartTagPr>
              <w:r w:rsidRPr="00F166D1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1020 кв. м</w:t>
              </w:r>
            </w:smartTag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>, кадастровый номер: 73:10:000000:32, Улья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F166D1">
              <w:rPr>
                <w:rFonts w:ascii="Times New Roman" w:hAnsi="Times New Roman" w:cs="Times New Roman"/>
                <w:bCs/>
                <w:sz w:val="26"/>
                <w:szCs w:val="26"/>
              </w:rPr>
              <w:t>новская область, Новомалыклинский район, с. Новочеремшанск, ул. Набережная, д. 1А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11.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Здание-склад, назначение: нежилое, 1-этажный, общая площадь </w:t>
            </w:r>
            <w:smartTag w:uri="urn:schemas-microsoft-com:office:smarttags" w:element="metricconverter">
              <w:smartTagPr>
                <w:attr w:name="ProductID" w:val="298,4 кв. м"/>
              </w:smartTagPr>
              <w:r w:rsidRPr="00F166D1">
                <w:rPr>
                  <w:sz w:val="26"/>
                  <w:szCs w:val="26"/>
                </w:rPr>
                <w:t>298,4 кв. м</w:t>
              </w:r>
            </w:smartTag>
            <w:r w:rsidRPr="00F166D1">
              <w:rPr>
                <w:sz w:val="26"/>
                <w:szCs w:val="26"/>
              </w:rPr>
              <w:t xml:space="preserve">, инв. № 027797, </w:t>
            </w:r>
            <w:r>
              <w:rPr>
                <w:sz w:val="26"/>
                <w:szCs w:val="26"/>
              </w:rPr>
              <w:t>л</w:t>
            </w:r>
            <w:r w:rsidRPr="00F166D1">
              <w:rPr>
                <w:sz w:val="26"/>
                <w:szCs w:val="26"/>
              </w:rPr>
              <w:t xml:space="preserve">ит. А, а, кадастровый номер: 73:09:033101:1585, Ульяновская область, Николаевский район,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 xml:space="preserve">с. Славкино, ул. Мира, д. 3 и земельный участок общей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 xml:space="preserve">площадью </w:t>
            </w:r>
            <w:smartTag w:uri="urn:schemas-microsoft-com:office:smarttags" w:element="metricconverter">
              <w:smartTagPr>
                <w:attr w:name="ProductID" w:val="717 кв. м"/>
              </w:smartTagPr>
              <w:r w:rsidRPr="00F166D1">
                <w:rPr>
                  <w:sz w:val="26"/>
                  <w:szCs w:val="26"/>
                </w:rPr>
                <w:t>717 кв. м</w:t>
              </w:r>
            </w:smartTag>
            <w:r w:rsidRPr="00F166D1">
              <w:rPr>
                <w:sz w:val="26"/>
                <w:szCs w:val="26"/>
              </w:rPr>
              <w:t xml:space="preserve">, кадастровый номер: 73:09:033101:1942, </w:t>
            </w:r>
            <w:r w:rsidRPr="00076E6F">
              <w:rPr>
                <w:spacing w:val="-4"/>
                <w:sz w:val="26"/>
                <w:szCs w:val="26"/>
              </w:rPr>
              <w:t>Ульяновская область, Николаевский район, с. Славкино, ул. Мира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12.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Гараж Канадейского лесничества, назначение: нежилое,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230,8 кв. м"/>
              </w:smartTagPr>
              <w:r w:rsidRPr="00F166D1">
                <w:rPr>
                  <w:sz w:val="26"/>
                  <w:szCs w:val="26"/>
                </w:rPr>
                <w:t>230,8 кв. м</w:t>
              </w:r>
            </w:smartTag>
            <w:r w:rsidRPr="00F166D1">
              <w:rPr>
                <w:sz w:val="26"/>
                <w:szCs w:val="26"/>
              </w:rPr>
              <w:t xml:space="preserve">, инв. № 1874, </w:t>
            </w:r>
            <w:r>
              <w:rPr>
                <w:sz w:val="26"/>
                <w:szCs w:val="26"/>
              </w:rPr>
              <w:t>л</w:t>
            </w:r>
            <w:r w:rsidRPr="00F166D1">
              <w:rPr>
                <w:sz w:val="26"/>
                <w:szCs w:val="26"/>
              </w:rPr>
              <w:t xml:space="preserve">ит. Е, Е1, кадастровый номер: 73:09:012002:1815, Ульяновская область, Николаевский район, </w:t>
            </w:r>
            <w:r>
              <w:rPr>
                <w:sz w:val="26"/>
                <w:szCs w:val="26"/>
              </w:rPr>
              <w:t>с. Канадей, ул. Почтовая, д. 84</w:t>
            </w:r>
            <w:r w:rsidRPr="00F166D1">
              <w:rPr>
                <w:sz w:val="26"/>
                <w:szCs w:val="26"/>
              </w:rPr>
              <w:br/>
              <w:t xml:space="preserve">и земельный участок общей площадью </w:t>
            </w:r>
            <w:smartTag w:uri="urn:schemas-microsoft-com:office:smarttags" w:element="metricconverter">
              <w:smartTagPr>
                <w:attr w:name="ProductID" w:val="1049 кв. м"/>
              </w:smartTagPr>
              <w:r w:rsidRPr="00F166D1">
                <w:rPr>
                  <w:sz w:val="26"/>
                  <w:szCs w:val="26"/>
                </w:rPr>
                <w:t>1049 кв. м</w:t>
              </w:r>
            </w:smartTag>
            <w:r w:rsidRPr="00F166D1">
              <w:rPr>
                <w:sz w:val="26"/>
                <w:szCs w:val="26"/>
              </w:rPr>
              <w:t>, кадастровый номер: 73:09:012002:1776, Ульяновская область, Николаевский район, с. Канадей, ул. Почтовая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13.</w:t>
            </w:r>
          </w:p>
        </w:tc>
        <w:tc>
          <w:tcPr>
            <w:tcW w:w="7558" w:type="dxa"/>
          </w:tcPr>
          <w:p w:rsidR="00D5372F" w:rsidRDefault="00D5372F" w:rsidP="00C207F0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 xml:space="preserve">Корпус № 4, назначение: нежилое, общая площадь </w:t>
            </w:r>
            <w:r w:rsidRPr="00F166D1">
              <w:rPr>
                <w:snapToGrid w:val="0"/>
                <w:sz w:val="26"/>
                <w:szCs w:val="26"/>
              </w:rPr>
              <w:br/>
            </w:r>
            <w:smartTag w:uri="urn:schemas-microsoft-com:office:smarttags" w:element="metricconverter">
              <w:smartTagPr>
                <w:attr w:name="ProductID" w:val="953,77 кв. м"/>
              </w:smartTagPr>
              <w:r w:rsidRPr="00F166D1">
                <w:rPr>
                  <w:snapToGrid w:val="0"/>
                  <w:sz w:val="26"/>
                  <w:szCs w:val="26"/>
                </w:rPr>
                <w:t>953,77 кв. м</w:t>
              </w:r>
            </w:smartTag>
            <w:r w:rsidRPr="00F166D1">
              <w:rPr>
                <w:snapToGrid w:val="0"/>
                <w:sz w:val="26"/>
                <w:szCs w:val="26"/>
              </w:rPr>
              <w:t xml:space="preserve">, инв. № 1030, лит. А, этаж: 1, 2, кадастровый номер: </w:t>
            </w:r>
            <w:r w:rsidRPr="00F166D1">
              <w:rPr>
                <w:bCs/>
                <w:sz w:val="26"/>
                <w:szCs w:val="26"/>
              </w:rPr>
              <w:t>73:04:030153:1109</w:t>
            </w:r>
            <w:r w:rsidRPr="00F166D1">
              <w:rPr>
                <w:snapToGrid w:val="0"/>
                <w:sz w:val="26"/>
                <w:szCs w:val="26"/>
              </w:rPr>
              <w:t xml:space="preserve"> и земельный участок общей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 xml:space="preserve">площадью </w:t>
            </w:r>
            <w:smartTag w:uri="urn:schemas-microsoft-com:office:smarttags" w:element="metricconverter">
              <w:smartTagPr>
                <w:attr w:name="ProductID" w:val="1303 кв. м"/>
              </w:smartTagPr>
              <w:r w:rsidRPr="00F166D1">
                <w:rPr>
                  <w:snapToGrid w:val="0"/>
                  <w:sz w:val="26"/>
                  <w:szCs w:val="26"/>
                </w:rPr>
                <w:t>1303 кв. м</w:t>
              </w:r>
            </w:smartTag>
            <w:r w:rsidRPr="00F166D1">
              <w:rPr>
                <w:snapToGrid w:val="0"/>
                <w:sz w:val="26"/>
                <w:szCs w:val="26"/>
              </w:rPr>
              <w:t xml:space="preserve">, кадастровый номер: 73:04:030153:1006, Ульяновская область, Инзенский район, город Инза,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>улица Кирова, дом 13А</w:t>
            </w:r>
          </w:p>
          <w:p w:rsidR="00D5372F" w:rsidRPr="00F166D1" w:rsidRDefault="00D5372F" w:rsidP="00C207F0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14.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 xml:space="preserve">Магазин, назначение: нежилое, 1-этажный (подземных этажей – 0), общая площадь </w:t>
            </w:r>
            <w:smartTag w:uri="urn:schemas-microsoft-com:office:smarttags" w:element="metricconverter">
              <w:smartTagPr>
                <w:attr w:name="ProductID" w:val="190,6 кв. м"/>
              </w:smartTagPr>
              <w:r w:rsidRPr="00F166D1">
                <w:rPr>
                  <w:snapToGrid w:val="0"/>
                  <w:sz w:val="26"/>
                  <w:szCs w:val="26"/>
                </w:rPr>
                <w:t>190,6 кв. м</w:t>
              </w:r>
            </w:smartTag>
            <w:r w:rsidRPr="00F166D1">
              <w:rPr>
                <w:snapToGrid w:val="0"/>
                <w:sz w:val="26"/>
                <w:szCs w:val="26"/>
              </w:rPr>
              <w:t>, инв. № 000409, лит. А, Г, II, кад</w:t>
            </w:r>
            <w:r w:rsidRPr="00F166D1">
              <w:rPr>
                <w:snapToGrid w:val="0"/>
                <w:sz w:val="26"/>
                <w:szCs w:val="26"/>
              </w:rPr>
              <w:t>а</w:t>
            </w:r>
            <w:r w:rsidRPr="00F166D1">
              <w:rPr>
                <w:snapToGrid w:val="0"/>
                <w:sz w:val="26"/>
                <w:szCs w:val="26"/>
              </w:rPr>
              <w:t xml:space="preserve">стровый номер: </w:t>
            </w:r>
            <w:r w:rsidRPr="00F166D1">
              <w:rPr>
                <w:bCs/>
                <w:sz w:val="26"/>
                <w:szCs w:val="26"/>
              </w:rPr>
              <w:t>73:03:050207:155</w:t>
            </w:r>
            <w:r w:rsidRPr="00F166D1">
              <w:rPr>
                <w:snapToGrid w:val="0"/>
                <w:sz w:val="26"/>
                <w:szCs w:val="26"/>
              </w:rPr>
              <w:t xml:space="preserve"> и земельный участок общей площадью </w:t>
            </w:r>
            <w:smartTag w:uri="urn:schemas-microsoft-com:office:smarttags" w:element="metricconverter">
              <w:smartTagPr>
                <w:attr w:name="ProductID" w:val="592 кв. м"/>
              </w:smartTagPr>
              <w:r w:rsidRPr="00F166D1">
                <w:rPr>
                  <w:snapToGrid w:val="0"/>
                  <w:sz w:val="26"/>
                  <w:szCs w:val="26"/>
                </w:rPr>
                <w:t>592 кв. м</w:t>
              </w:r>
            </w:smartTag>
            <w:r w:rsidRPr="00F166D1">
              <w:rPr>
                <w:snapToGrid w:val="0"/>
                <w:sz w:val="26"/>
                <w:szCs w:val="26"/>
              </w:rPr>
              <w:t xml:space="preserve">, кадастровый номер: 73:03:000000:47, </w:t>
            </w:r>
            <w:r w:rsidRPr="00076E6F">
              <w:rPr>
                <w:snapToGrid w:val="0"/>
                <w:spacing w:val="4"/>
                <w:sz w:val="26"/>
                <w:szCs w:val="26"/>
              </w:rPr>
              <w:t>Уль</w:t>
            </w:r>
            <w:r w:rsidRPr="00076E6F">
              <w:rPr>
                <w:snapToGrid w:val="0"/>
                <w:spacing w:val="4"/>
                <w:sz w:val="26"/>
                <w:szCs w:val="26"/>
              </w:rPr>
              <w:t>я</w:t>
            </w:r>
            <w:r w:rsidRPr="00076E6F">
              <w:rPr>
                <w:snapToGrid w:val="0"/>
                <w:spacing w:val="4"/>
                <w:sz w:val="26"/>
                <w:szCs w:val="26"/>
              </w:rPr>
              <w:t xml:space="preserve">новская область, Вешкаймский район, р.п. Вешкайма, </w:t>
            </w:r>
            <w:r>
              <w:rPr>
                <w:snapToGrid w:val="0"/>
                <w:spacing w:val="4"/>
                <w:sz w:val="26"/>
                <w:szCs w:val="26"/>
              </w:rPr>
              <w:br/>
            </w:r>
            <w:r w:rsidRPr="00076E6F">
              <w:rPr>
                <w:snapToGrid w:val="0"/>
                <w:spacing w:val="4"/>
                <w:sz w:val="26"/>
                <w:szCs w:val="26"/>
              </w:rPr>
              <w:t>ул.</w:t>
            </w:r>
            <w:r>
              <w:rPr>
                <w:snapToGrid w:val="0"/>
                <w:spacing w:val="4"/>
                <w:sz w:val="26"/>
                <w:szCs w:val="26"/>
              </w:rPr>
              <w:t xml:space="preserve"> </w:t>
            </w:r>
            <w:r w:rsidRPr="00076E6F">
              <w:rPr>
                <w:snapToGrid w:val="0"/>
                <w:spacing w:val="4"/>
                <w:sz w:val="26"/>
                <w:szCs w:val="26"/>
              </w:rPr>
              <w:t>Лесхозная, д. 17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5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Газопровод, протяжённость </w:t>
            </w:r>
            <w:smartTag w:uri="urn:schemas-microsoft-com:office:smarttags" w:element="metricconverter">
              <w:smartTagPr>
                <w:attr w:name="ProductID" w:val="1660 м"/>
              </w:smartTagPr>
              <w:r w:rsidRPr="00F166D1">
                <w:rPr>
                  <w:sz w:val="26"/>
                  <w:szCs w:val="26"/>
                </w:rPr>
                <w:t>1660 м</w:t>
              </w:r>
            </w:smartTag>
            <w:r w:rsidRPr="00F166D1">
              <w:rPr>
                <w:sz w:val="26"/>
                <w:szCs w:val="26"/>
              </w:rPr>
              <w:t xml:space="preserve">, назначение: нежилое, лит. I, II, кадастровый номер: 73:24:011206:351, Ульяновская область,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г. Ульяновск, от котельной «Южная» до базы по</w:t>
            </w:r>
            <w:r>
              <w:rPr>
                <w:sz w:val="26"/>
                <w:szCs w:val="26"/>
              </w:rPr>
              <w:t xml:space="preserve"> </w:t>
            </w:r>
            <w:r w:rsidRPr="00F166D1">
              <w:rPr>
                <w:sz w:val="26"/>
                <w:szCs w:val="26"/>
              </w:rPr>
              <w:t>ул. Кольцевая, № 50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  <w:vAlign w:val="center"/>
          </w:tcPr>
          <w:p w:rsidR="00D5372F" w:rsidRPr="00F166D1" w:rsidRDefault="00D5372F" w:rsidP="00076E6F">
            <w:pPr>
              <w:spacing w:before="100" w:beforeAutospacing="1" w:after="100" w:afterAutospacing="1" w:line="245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Распределительный газопровод высокого и низкого давления в пос. Тимирязевский, назначение: распределительный газопровод высокого и низкого давления в пос. Тимирязевский, протяжё</w:t>
            </w:r>
            <w:r w:rsidRPr="00F166D1">
              <w:rPr>
                <w:sz w:val="26"/>
                <w:szCs w:val="26"/>
              </w:rPr>
              <w:t>н</w:t>
            </w:r>
            <w:r w:rsidRPr="00F166D1">
              <w:rPr>
                <w:sz w:val="26"/>
                <w:szCs w:val="26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590,2 м"/>
              </w:smartTagPr>
              <w:r w:rsidRPr="00F166D1">
                <w:rPr>
                  <w:sz w:val="26"/>
                  <w:szCs w:val="26"/>
                </w:rPr>
                <w:t>590,2 м</w:t>
              </w:r>
            </w:smartTag>
            <w:r w:rsidRPr="00F166D1">
              <w:rPr>
                <w:sz w:val="26"/>
                <w:szCs w:val="26"/>
              </w:rPr>
              <w:t>, инв. № 73:252:002:001754030, лит. 1, кадастровый номер: 73:19:013401:1077, Ульяновская область, Ульяновский район, пос. Тимирязевский, ул. Полевая,  Школьная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  <w:vAlign w:val="center"/>
          </w:tcPr>
          <w:p w:rsidR="00D5372F" w:rsidRPr="00F166D1" w:rsidRDefault="00D5372F" w:rsidP="00076E6F">
            <w:pPr>
              <w:spacing w:before="100" w:beforeAutospacing="1" w:after="100" w:afterAutospacing="1" w:line="245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Газопровод высокого давления от ГРП до котельной, назначение: нежилое, протяжённость </w:t>
            </w:r>
            <w:smartTag w:uri="urn:schemas-microsoft-com:office:smarttags" w:element="metricconverter">
              <w:smartTagPr>
                <w:attr w:name="ProductID" w:val="149 м"/>
              </w:smartTagPr>
              <w:r w:rsidRPr="00F166D1">
                <w:rPr>
                  <w:sz w:val="26"/>
                  <w:szCs w:val="26"/>
                </w:rPr>
                <w:t>149 м</w:t>
              </w:r>
            </w:smartTag>
            <w:r w:rsidRPr="00F166D1">
              <w:rPr>
                <w:sz w:val="26"/>
                <w:szCs w:val="26"/>
              </w:rPr>
              <w:t xml:space="preserve">, инв. № 027758, лит. VIII-X,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кадастровый номер: 73:19:073001:22, Ульяновская область, город Ульяновск, посёлок Лесная Долина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  <w:vAlign w:val="center"/>
          </w:tcPr>
          <w:p w:rsidR="00D5372F" w:rsidRPr="00F166D1" w:rsidRDefault="00D5372F" w:rsidP="00076E6F">
            <w:pPr>
              <w:spacing w:before="100" w:beforeAutospacing="1" w:after="100" w:afterAutospacing="1" w:line="245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Газопровод высокого давления, назначение: нежилое, протяжё</w:t>
            </w:r>
            <w:r w:rsidRPr="00F166D1">
              <w:rPr>
                <w:sz w:val="26"/>
                <w:szCs w:val="26"/>
              </w:rPr>
              <w:t>н</w:t>
            </w:r>
            <w:r w:rsidRPr="00F166D1">
              <w:rPr>
                <w:sz w:val="26"/>
                <w:szCs w:val="26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5354 м"/>
              </w:smartTagPr>
              <w:r w:rsidRPr="00F166D1">
                <w:rPr>
                  <w:sz w:val="26"/>
                  <w:szCs w:val="26"/>
                </w:rPr>
                <w:t>5354 м</w:t>
              </w:r>
            </w:smartTag>
            <w:r w:rsidRPr="00F166D1">
              <w:rPr>
                <w:sz w:val="26"/>
                <w:szCs w:val="26"/>
              </w:rPr>
              <w:t>, инв. № 027758, лит. I-VII, кадастровый номер: 73:19:073001:23, Ульяновская область, город Ульяновск, посёлок Лесная Долина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  <w:vAlign w:val="center"/>
          </w:tcPr>
          <w:p w:rsidR="00D5372F" w:rsidRPr="00F166D1" w:rsidRDefault="00D5372F" w:rsidP="00076E6F">
            <w:pPr>
              <w:spacing w:before="100" w:beforeAutospacing="1" w:after="100" w:afterAutospacing="1" w:line="245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Газопровод низкого давления, назначение: нежилое,</w:t>
            </w:r>
            <w:r>
              <w:rPr>
                <w:sz w:val="26"/>
                <w:szCs w:val="26"/>
              </w:rPr>
              <w:t xml:space="preserve"> протяже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103,0 м"/>
              </w:smartTagPr>
              <w:r w:rsidRPr="00F166D1">
                <w:rPr>
                  <w:sz w:val="26"/>
                  <w:szCs w:val="26"/>
                </w:rPr>
                <w:t>103,0 м</w:t>
              </w:r>
            </w:smartTag>
            <w:r w:rsidRPr="00F166D1">
              <w:rPr>
                <w:sz w:val="26"/>
                <w:szCs w:val="26"/>
              </w:rPr>
              <w:t>, инв. № 000285, лит. I, кадастровый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номер: 73:08:042701:1571, Ульяновская область, Мелекесский район, с. Рязаново, к жилым домам № 1, 2, 3 по ул. Почтовая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  <w:vAlign w:val="center"/>
          </w:tcPr>
          <w:p w:rsidR="00D5372F" w:rsidRPr="00F166D1" w:rsidRDefault="00D5372F" w:rsidP="00076E6F">
            <w:pPr>
              <w:spacing w:before="100" w:beforeAutospacing="1" w:after="100" w:afterAutospacing="1" w:line="245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Газопровод-отвод высокого давления в с. Прислониха, назнач</w:t>
            </w:r>
            <w:r w:rsidRPr="00F166D1">
              <w:rPr>
                <w:sz w:val="26"/>
                <w:szCs w:val="26"/>
              </w:rPr>
              <w:t>е</w:t>
            </w:r>
            <w:r w:rsidRPr="00F166D1">
              <w:rPr>
                <w:sz w:val="26"/>
                <w:szCs w:val="26"/>
              </w:rPr>
              <w:t xml:space="preserve">ние: нежилое, протяжённость </w:t>
            </w:r>
            <w:smartTag w:uri="urn:schemas-microsoft-com:office:smarttags" w:element="metricconverter">
              <w:smartTagPr>
                <w:attr w:name="ProductID" w:val="2458,5 м"/>
              </w:smartTagPr>
              <w:r w:rsidRPr="00F166D1">
                <w:rPr>
                  <w:sz w:val="26"/>
                  <w:szCs w:val="26"/>
                </w:rPr>
                <w:t>2458,5 м</w:t>
              </w:r>
            </w:smartTag>
            <w:r w:rsidRPr="00F166D1">
              <w:rPr>
                <w:sz w:val="26"/>
                <w:szCs w:val="26"/>
              </w:rPr>
              <w:t>, инв. № 000143, лит. I,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 xml:space="preserve">кадастровый номер: 73:05:021401:151, Ульяновская область,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Карсунский район, с. Прислониха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rPr>
          <w:trHeight w:val="350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  <w:vAlign w:val="center"/>
          </w:tcPr>
          <w:p w:rsidR="00D5372F" w:rsidRPr="00F166D1" w:rsidRDefault="00D5372F" w:rsidP="00076E6F">
            <w:pPr>
              <w:spacing w:before="100" w:beforeAutospacing="1" w:after="100" w:afterAutospacing="1" w:line="245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Межпоселковый газопровод высокого давления с. Елховое Оз</w:t>
            </w:r>
            <w:r w:rsidRPr="00F166D1">
              <w:rPr>
                <w:sz w:val="26"/>
                <w:szCs w:val="26"/>
              </w:rPr>
              <w:t>е</w:t>
            </w:r>
            <w:r w:rsidRPr="00F166D1">
              <w:rPr>
                <w:sz w:val="26"/>
                <w:szCs w:val="26"/>
              </w:rPr>
              <w:t xml:space="preserve">ро. Внутрипоселковый газопровод с. Елховое Озеро, назначение: нефтяные и газовые сооружения, протяжённость </w:t>
            </w:r>
            <w:smartTag w:uri="urn:schemas-microsoft-com:office:smarttags" w:element="metricconverter">
              <w:smartTagPr>
                <w:attr w:name="ProductID" w:val="22248,70 м"/>
              </w:smartTagPr>
              <w:r w:rsidRPr="00F166D1">
                <w:rPr>
                  <w:sz w:val="26"/>
                  <w:szCs w:val="26"/>
                </w:rPr>
                <w:t>22248,70</w:t>
              </w:r>
              <w:r>
                <w:rPr>
                  <w:sz w:val="26"/>
                  <w:szCs w:val="26"/>
                </w:rPr>
                <w:t xml:space="preserve"> м</w:t>
              </w:r>
            </w:smartTag>
            <w:r w:rsidRPr="00F166D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 xml:space="preserve">инв. № 27436, лит. I-XXXX, A, кадастровый номер: 73:20:021103:107, Ульяновская область, Цильнинский район,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с. Елховое Озеро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  <w:vAlign w:val="center"/>
          </w:tcPr>
          <w:p w:rsidR="00D5372F" w:rsidRPr="00F166D1" w:rsidRDefault="00D5372F" w:rsidP="00076E6F">
            <w:pPr>
              <w:spacing w:before="100" w:beforeAutospacing="1" w:after="100" w:afterAutospacing="1" w:line="245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Межпоселковый газопровод высокого давления р.п. Сурское – село Сара, назначение: нефтяные и газовые сооружения, общая площадь </w:t>
            </w:r>
            <w:smartTag w:uri="urn:schemas-microsoft-com:office:smarttags" w:element="metricconverter">
              <w:smartTagPr>
                <w:attr w:name="ProductID" w:val="375,8 кв. м"/>
              </w:smartTagPr>
              <w:r w:rsidRPr="00F166D1">
                <w:rPr>
                  <w:sz w:val="26"/>
                  <w:szCs w:val="26"/>
                </w:rPr>
                <w:t>21018 кв. м</w:t>
              </w:r>
            </w:smartTag>
            <w:r w:rsidRPr="00F166D1">
              <w:rPr>
                <w:sz w:val="26"/>
                <w:szCs w:val="26"/>
              </w:rPr>
              <w:t>, инв. № 002249, лит. I-IV, задвижка Ду-150 – 2 шт., задвижка Ду-100 – 3</w:t>
            </w:r>
            <w:r>
              <w:rPr>
                <w:sz w:val="26"/>
                <w:szCs w:val="26"/>
              </w:rPr>
              <w:t xml:space="preserve"> </w:t>
            </w:r>
            <w:r w:rsidRPr="00F166D1">
              <w:rPr>
                <w:sz w:val="26"/>
                <w:szCs w:val="26"/>
              </w:rPr>
              <w:t>шт., задвижка Ду-80 – 2</w:t>
            </w:r>
            <w:r>
              <w:rPr>
                <w:sz w:val="26"/>
                <w:szCs w:val="26"/>
              </w:rPr>
              <w:t xml:space="preserve"> </w:t>
            </w:r>
            <w:r w:rsidRPr="00F166D1">
              <w:rPr>
                <w:sz w:val="26"/>
                <w:szCs w:val="26"/>
              </w:rPr>
              <w:t>шт., футляр: Д273*5 – 7 шт., Д219*5 – 1</w:t>
            </w:r>
            <w:r>
              <w:rPr>
                <w:sz w:val="26"/>
                <w:szCs w:val="26"/>
              </w:rPr>
              <w:t xml:space="preserve"> </w:t>
            </w:r>
            <w:r w:rsidRPr="00F166D1">
              <w:rPr>
                <w:sz w:val="26"/>
                <w:szCs w:val="26"/>
              </w:rPr>
              <w:t>шт., ГРП – 1</w:t>
            </w:r>
            <w:r>
              <w:rPr>
                <w:sz w:val="26"/>
                <w:szCs w:val="26"/>
              </w:rPr>
              <w:t xml:space="preserve"> </w:t>
            </w:r>
            <w:r w:rsidRPr="00F166D1">
              <w:rPr>
                <w:sz w:val="26"/>
                <w:szCs w:val="26"/>
              </w:rPr>
              <w:t xml:space="preserve">шт., ГШРП – 2 шт.,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ГРС – 1</w:t>
            </w:r>
            <w:r>
              <w:rPr>
                <w:sz w:val="26"/>
                <w:szCs w:val="26"/>
              </w:rPr>
              <w:t xml:space="preserve"> </w:t>
            </w:r>
            <w:r w:rsidRPr="00F166D1">
              <w:rPr>
                <w:sz w:val="26"/>
                <w:szCs w:val="26"/>
              </w:rPr>
              <w:t xml:space="preserve">шт., кадастровый номер: 73:17:010101:205, Ульяновская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область, Сурский  район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  <w:vAlign w:val="center"/>
          </w:tcPr>
          <w:p w:rsidR="00D5372F" w:rsidRPr="00F166D1" w:rsidRDefault="00D5372F" w:rsidP="00076E6F">
            <w:pPr>
              <w:spacing w:before="100" w:beforeAutospacing="1" w:after="100" w:afterAutospacing="1" w:line="245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Сооружение «Газопровод высокого давления», назначение: </w:t>
            </w:r>
            <w:r w:rsidRPr="00F166D1">
              <w:rPr>
                <w:sz w:val="26"/>
                <w:szCs w:val="26"/>
              </w:rPr>
              <w:br/>
              <w:t xml:space="preserve">нежилое, протяжённость </w:t>
            </w:r>
            <w:smartTag w:uri="urn:schemas-microsoft-com:office:smarttags" w:element="metricconverter">
              <w:smartTagPr>
                <w:attr w:name="ProductID" w:val="375,8 кв. м"/>
              </w:smartTagPr>
              <w:r w:rsidRPr="00F166D1">
                <w:rPr>
                  <w:sz w:val="26"/>
                  <w:szCs w:val="26"/>
                </w:rPr>
                <w:t>2246,0 м</w:t>
              </w:r>
            </w:smartTag>
            <w:r w:rsidRPr="00F166D1">
              <w:rPr>
                <w:sz w:val="26"/>
                <w:szCs w:val="26"/>
              </w:rPr>
              <w:t>, инв. № 027759, лит. I, II, III, IV, V, кадастровый номер: 73:02:012201:344, Ульяновская о</w:t>
            </w:r>
            <w:r w:rsidRPr="00F166D1">
              <w:rPr>
                <w:sz w:val="26"/>
                <w:szCs w:val="26"/>
              </w:rPr>
              <w:t>б</w:t>
            </w:r>
            <w:r w:rsidRPr="00F166D1">
              <w:rPr>
                <w:sz w:val="26"/>
                <w:szCs w:val="26"/>
              </w:rPr>
              <w:t>ласть, Барышский район, р.п. Измайлово, с. Калда,</w:t>
            </w:r>
            <w:r>
              <w:rPr>
                <w:sz w:val="26"/>
                <w:szCs w:val="26"/>
              </w:rPr>
              <w:t xml:space="preserve"> </w:t>
            </w:r>
            <w:r w:rsidRPr="00F166D1">
              <w:rPr>
                <w:sz w:val="26"/>
                <w:szCs w:val="26"/>
              </w:rPr>
              <w:t xml:space="preserve">с. Акшуат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(1 очередь р.п. Старотимошкино – с. Калда)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58" w:type="dxa"/>
            <w:vAlign w:val="center"/>
          </w:tcPr>
          <w:p w:rsidR="00D5372F" w:rsidRPr="00F166D1" w:rsidRDefault="00D5372F" w:rsidP="00076E6F">
            <w:pPr>
              <w:spacing w:before="100" w:beforeAutospacing="1" w:after="100" w:afterAutospacing="1" w:line="245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Сооружение «Газопровод высокого давления Г4  от АГРС 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села Смольково – село Бестужевка – село Смышляевка Кузов</w:t>
            </w:r>
            <w:r w:rsidRPr="00F166D1">
              <w:rPr>
                <w:sz w:val="26"/>
                <w:szCs w:val="26"/>
              </w:rPr>
              <w:t>а</w:t>
            </w:r>
            <w:r w:rsidRPr="00F166D1">
              <w:rPr>
                <w:sz w:val="26"/>
                <w:szCs w:val="26"/>
              </w:rPr>
              <w:t xml:space="preserve">товского  района  Ульяновской области», назначение: нежилое, протяжённость </w:t>
            </w:r>
            <w:smartTag w:uri="urn:schemas-microsoft-com:office:smarttags" w:element="metricconverter">
              <w:smartTagPr>
                <w:attr w:name="ProductID" w:val="375,8 кв. м"/>
              </w:smartTagPr>
              <w:r w:rsidRPr="00F166D1">
                <w:rPr>
                  <w:sz w:val="26"/>
                  <w:szCs w:val="26"/>
                </w:rPr>
                <w:t>4188 м</w:t>
              </w:r>
            </w:smartTag>
            <w:r w:rsidRPr="00F166D1">
              <w:rPr>
                <w:sz w:val="26"/>
                <w:szCs w:val="26"/>
              </w:rPr>
              <w:t>, инв. № 027757, лит. I, II, кадастровый н</w:t>
            </w:r>
            <w:r w:rsidRPr="00F166D1">
              <w:rPr>
                <w:sz w:val="26"/>
                <w:szCs w:val="26"/>
              </w:rPr>
              <w:t>о</w:t>
            </w:r>
            <w:r w:rsidRPr="00F166D1">
              <w:rPr>
                <w:sz w:val="26"/>
                <w:szCs w:val="26"/>
              </w:rPr>
              <w:t>мер: 73:06:010101:328, Ульяновская область, Кузоватовский ра</w:t>
            </w:r>
            <w:r w:rsidRPr="00F166D1">
              <w:rPr>
                <w:sz w:val="26"/>
                <w:szCs w:val="26"/>
              </w:rPr>
              <w:t>й</w:t>
            </w:r>
            <w:r w:rsidRPr="00F166D1">
              <w:rPr>
                <w:sz w:val="26"/>
                <w:szCs w:val="26"/>
              </w:rPr>
              <w:t>он, с. Бестужевка – с. Смышляевка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25.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5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Линейное сооружение – Газопровод высокого давления, назнач</w:t>
            </w:r>
            <w:r w:rsidRPr="00F166D1">
              <w:rPr>
                <w:snapToGrid w:val="0"/>
                <w:sz w:val="26"/>
                <w:szCs w:val="26"/>
              </w:rPr>
              <w:t>е</w:t>
            </w:r>
            <w:r w:rsidRPr="00F166D1">
              <w:rPr>
                <w:snapToGrid w:val="0"/>
                <w:sz w:val="26"/>
                <w:szCs w:val="26"/>
              </w:rPr>
              <w:t xml:space="preserve">ние: газопровод высокого давления, протяжённость </w:t>
            </w:r>
            <w:smartTag w:uri="urn:schemas-microsoft-com:office:smarttags" w:element="metricconverter">
              <w:smartTagPr>
                <w:attr w:name="ProductID" w:val="375,8 кв. м"/>
              </w:smartTagPr>
              <w:r w:rsidRPr="00F166D1">
                <w:rPr>
                  <w:snapToGrid w:val="0"/>
                  <w:sz w:val="26"/>
                  <w:szCs w:val="26"/>
                </w:rPr>
                <w:t>18149 м</w:t>
              </w:r>
            </w:smartTag>
            <w:r w:rsidRPr="00F166D1">
              <w:rPr>
                <w:snapToGrid w:val="0"/>
                <w:sz w:val="26"/>
                <w:szCs w:val="26"/>
              </w:rPr>
              <w:t xml:space="preserve"> (Ульяновская область – 59,86%, Самарская область – 40,14%), инв. № 027760, лит. I, II, III, IV, V, VI, VII, VIII, IX, X, кадастр</w:t>
            </w:r>
            <w:r w:rsidRPr="00F166D1">
              <w:rPr>
                <w:snapToGrid w:val="0"/>
                <w:sz w:val="26"/>
                <w:szCs w:val="26"/>
              </w:rPr>
              <w:t>о</w:t>
            </w:r>
            <w:r w:rsidRPr="00F166D1">
              <w:rPr>
                <w:snapToGrid w:val="0"/>
                <w:sz w:val="26"/>
                <w:szCs w:val="26"/>
              </w:rPr>
              <w:t>вый номер: 73:19:010101:514, от п. Береговой Шигонского ра</w:t>
            </w:r>
            <w:r w:rsidRPr="00F166D1">
              <w:rPr>
                <w:snapToGrid w:val="0"/>
                <w:sz w:val="26"/>
                <w:szCs w:val="26"/>
              </w:rPr>
              <w:t>й</w:t>
            </w:r>
            <w:r w:rsidRPr="00F166D1">
              <w:rPr>
                <w:snapToGrid w:val="0"/>
                <w:sz w:val="26"/>
                <w:szCs w:val="26"/>
              </w:rPr>
              <w:t>она Самарской области до р.п. Тереньга Тереньгульского района Ульяновской области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26.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5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 xml:space="preserve">Газопроводы высокого Г4, среднего Г2 и низкого Г1 давления, назначение: газопровод, протяжённость </w:t>
            </w:r>
            <w:smartTag w:uri="urn:schemas-microsoft-com:office:smarttags" w:element="metricconverter">
              <w:smartTagPr>
                <w:attr w:name="ProductID" w:val="375,8 кв. м"/>
              </w:smartTagPr>
              <w:r w:rsidRPr="00F166D1">
                <w:rPr>
                  <w:snapToGrid w:val="0"/>
                  <w:sz w:val="26"/>
                  <w:szCs w:val="26"/>
                </w:rPr>
                <w:t>6497 м</w:t>
              </w:r>
            </w:smartTag>
            <w:r w:rsidRPr="00F166D1">
              <w:rPr>
                <w:snapToGrid w:val="0"/>
                <w:sz w:val="26"/>
                <w:szCs w:val="26"/>
              </w:rPr>
              <w:t xml:space="preserve">, инв. № 000042, лит. I-XV, кадастровый номер: </w:t>
            </w:r>
            <w:r w:rsidRPr="00F166D1">
              <w:rPr>
                <w:bCs/>
                <w:sz w:val="26"/>
                <w:szCs w:val="26"/>
              </w:rPr>
              <w:t>73:08:043601:882</w:t>
            </w:r>
            <w:r w:rsidRPr="00F166D1">
              <w:rPr>
                <w:snapToGrid w:val="0"/>
                <w:sz w:val="26"/>
                <w:szCs w:val="26"/>
              </w:rPr>
              <w:t>, Ульяновская область, Мелекесский район, п. Дивный, п. Вишенка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27.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5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pacing w:val="-4"/>
                <w:sz w:val="26"/>
                <w:szCs w:val="26"/>
              </w:rPr>
              <w:t>Межпоселковый газопровод высокого давления с. Верхняя Маза –</w:t>
            </w:r>
            <w:r>
              <w:rPr>
                <w:snapToGrid w:val="0"/>
                <w:sz w:val="26"/>
                <w:szCs w:val="26"/>
              </w:rPr>
              <w:t xml:space="preserve"> с. Соловчиха – с. Дмитриевка. </w:t>
            </w:r>
            <w:r w:rsidRPr="00F166D1">
              <w:rPr>
                <w:snapToGrid w:val="0"/>
                <w:sz w:val="26"/>
                <w:szCs w:val="26"/>
              </w:rPr>
              <w:t>Внутрипоселковый газопровод низкого давления с. Дмитриевка, назначение: сооружения тран</w:t>
            </w:r>
            <w:r w:rsidRPr="00F166D1">
              <w:rPr>
                <w:snapToGrid w:val="0"/>
                <w:sz w:val="26"/>
                <w:szCs w:val="26"/>
              </w:rPr>
              <w:t>с</w:t>
            </w:r>
            <w:r w:rsidRPr="00F166D1">
              <w:rPr>
                <w:snapToGrid w:val="0"/>
                <w:sz w:val="26"/>
                <w:szCs w:val="26"/>
              </w:rPr>
              <w:t xml:space="preserve">порта, лит. А, 1-этажный, общая площадь </w:t>
            </w:r>
            <w:smartTag w:uri="urn:schemas-microsoft-com:office:smarttags" w:element="metricconverter">
              <w:smartTagPr>
                <w:attr w:name="ProductID" w:val="375,8 кв. м"/>
              </w:smartTagPr>
              <w:r w:rsidRPr="00F166D1">
                <w:rPr>
                  <w:snapToGrid w:val="0"/>
                  <w:sz w:val="26"/>
                  <w:szCs w:val="26"/>
                </w:rPr>
                <w:t>31,91 кв. м</w:t>
              </w:r>
            </w:smartTag>
            <w:r w:rsidRPr="00F166D1">
              <w:rPr>
                <w:snapToGrid w:val="0"/>
                <w:sz w:val="26"/>
                <w:szCs w:val="26"/>
              </w:rPr>
              <w:t>, лит. Б, 1-этажный, общая площадь 33,62 кв. м, лит. В, 1-этажный, общая площадь 35,88 кв. м, лит. I-</w:t>
            </w:r>
            <w:r w:rsidRPr="00F166D1">
              <w:rPr>
                <w:snapToGrid w:val="0"/>
                <w:sz w:val="26"/>
                <w:szCs w:val="26"/>
                <w:lang w:val="en-US"/>
              </w:rPr>
              <w:t>X</w:t>
            </w:r>
            <w:r w:rsidRPr="00F166D1">
              <w:rPr>
                <w:snapToGrid w:val="0"/>
                <w:sz w:val="26"/>
                <w:szCs w:val="26"/>
              </w:rPr>
              <w:t xml:space="preserve">XVIII,  протяжённость 22900,3 м, инв. № 27601, кадастровый номер: </w:t>
            </w:r>
            <w:r w:rsidRPr="00F166D1">
              <w:rPr>
                <w:bCs/>
                <w:sz w:val="26"/>
                <w:szCs w:val="26"/>
              </w:rPr>
              <w:t>73:13:010101:1340</w:t>
            </w:r>
            <w:r w:rsidRPr="00F166D1">
              <w:rPr>
                <w:snapToGrid w:val="0"/>
                <w:sz w:val="26"/>
                <w:szCs w:val="26"/>
              </w:rPr>
              <w:t>, Ульяно</w:t>
            </w:r>
            <w:r w:rsidRPr="00F166D1">
              <w:rPr>
                <w:snapToGrid w:val="0"/>
                <w:sz w:val="26"/>
                <w:szCs w:val="26"/>
              </w:rPr>
              <w:t>в</w:t>
            </w:r>
            <w:r w:rsidRPr="00F166D1">
              <w:rPr>
                <w:snapToGrid w:val="0"/>
                <w:sz w:val="26"/>
                <w:szCs w:val="26"/>
              </w:rPr>
              <w:t>ская область, Радищевский район, с. Дмитриевка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28.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5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Газопровод высокого давления Г-4, Г-3 от Вр.1 до ГРПШ-03 БМ-04М-2У1, назначение: газопровод высокого давления, протяжё</w:t>
            </w:r>
            <w:r w:rsidRPr="00F166D1">
              <w:rPr>
                <w:snapToGrid w:val="0"/>
                <w:sz w:val="26"/>
                <w:szCs w:val="26"/>
              </w:rPr>
              <w:t>н</w:t>
            </w:r>
            <w:r w:rsidRPr="00F166D1">
              <w:rPr>
                <w:snapToGrid w:val="0"/>
                <w:sz w:val="26"/>
                <w:szCs w:val="26"/>
              </w:rPr>
              <w:t xml:space="preserve">ность 3749 м, инв. № 27756, лит. I-IV, кадастровый номер: </w:t>
            </w:r>
            <w:r w:rsidRPr="00F166D1">
              <w:rPr>
                <w:bCs/>
                <w:sz w:val="26"/>
                <w:szCs w:val="26"/>
              </w:rPr>
              <w:t>73:19:010801:325</w:t>
            </w:r>
            <w:r w:rsidRPr="00F166D1">
              <w:rPr>
                <w:snapToGrid w:val="0"/>
                <w:sz w:val="26"/>
                <w:szCs w:val="26"/>
              </w:rPr>
              <w:t xml:space="preserve">, Ульяновская область, Ульяновский район,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>с. Вышки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D72BEA">
            <w:pPr>
              <w:jc w:val="center"/>
              <w:rPr>
                <w:sz w:val="28"/>
                <w:szCs w:val="28"/>
              </w:rPr>
            </w:pPr>
          </w:p>
        </w:tc>
      </w:tr>
      <w:tr w:rsidR="00D5372F" w:rsidRPr="00D27E07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29.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5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Здание газораспределительного пункта, назначение: нежилое, 1-этажное, общая площадь 34,9 кв. м, инв. № 027758, лит.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166D1">
              <w:rPr>
                <w:snapToGrid w:val="0"/>
                <w:sz w:val="26"/>
                <w:szCs w:val="26"/>
              </w:rPr>
              <w:t>А, кад</w:t>
            </w:r>
            <w:r w:rsidRPr="00F166D1">
              <w:rPr>
                <w:snapToGrid w:val="0"/>
                <w:sz w:val="26"/>
                <w:szCs w:val="26"/>
              </w:rPr>
              <w:t>а</w:t>
            </w:r>
            <w:r w:rsidRPr="00F166D1">
              <w:rPr>
                <w:snapToGrid w:val="0"/>
                <w:sz w:val="26"/>
                <w:szCs w:val="26"/>
              </w:rPr>
              <w:t>стровый номер:</w:t>
            </w:r>
            <w:r w:rsidRPr="00F166D1">
              <w:rPr>
                <w:bCs/>
                <w:sz w:val="26"/>
                <w:szCs w:val="26"/>
              </w:rPr>
              <w:t xml:space="preserve"> 73:19:073001:21</w:t>
            </w:r>
            <w:r w:rsidRPr="00F166D1">
              <w:rPr>
                <w:snapToGrid w:val="0"/>
                <w:sz w:val="26"/>
                <w:szCs w:val="26"/>
              </w:rPr>
              <w:t xml:space="preserve">, Ульяновская область, </w:t>
            </w:r>
            <w:r>
              <w:rPr>
                <w:snapToGrid w:val="0"/>
                <w:sz w:val="26"/>
                <w:szCs w:val="26"/>
              </w:rPr>
              <w:t>город</w:t>
            </w:r>
            <w:r w:rsidRPr="00F166D1">
              <w:rPr>
                <w:snapToGrid w:val="0"/>
                <w:sz w:val="26"/>
                <w:szCs w:val="26"/>
              </w:rPr>
              <w:t xml:space="preserve"> Ульяновск, посёлок Лесная Долина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D5372F" w:rsidRPr="00D27E07" w:rsidRDefault="00D5372F" w:rsidP="00011633">
            <w:pPr>
              <w:ind w:left="-85"/>
              <w:jc w:val="center"/>
              <w:rPr>
                <w:sz w:val="28"/>
                <w:szCs w:val="28"/>
              </w:rPr>
            </w:pPr>
          </w:p>
        </w:tc>
      </w:tr>
      <w:tr w:rsidR="00D5372F" w:rsidRPr="00D27E07" w:rsidTr="00011633"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D5372F" w:rsidRPr="00D27E07" w:rsidRDefault="00D5372F" w:rsidP="00D72BEA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30.</w:t>
            </w:r>
          </w:p>
        </w:tc>
        <w:tc>
          <w:tcPr>
            <w:tcW w:w="7558" w:type="dxa"/>
          </w:tcPr>
          <w:p w:rsidR="00D5372F" w:rsidRPr="00F166D1" w:rsidRDefault="00D5372F" w:rsidP="00076E6F">
            <w:pPr>
              <w:spacing w:line="245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Межпоселковый газопровод высокого давления до с. Уразгил</w:t>
            </w:r>
            <w:r w:rsidRPr="00F166D1">
              <w:rPr>
                <w:snapToGrid w:val="0"/>
                <w:sz w:val="26"/>
                <w:szCs w:val="26"/>
              </w:rPr>
              <w:t>ь</w:t>
            </w:r>
            <w:r w:rsidRPr="00F166D1">
              <w:rPr>
                <w:snapToGrid w:val="0"/>
                <w:sz w:val="26"/>
                <w:szCs w:val="26"/>
              </w:rPr>
              <w:t>дино. Внутрипоселковый газопровод с. Уразгильдино, назнач</w:t>
            </w:r>
            <w:r w:rsidRPr="00F166D1">
              <w:rPr>
                <w:snapToGrid w:val="0"/>
                <w:sz w:val="26"/>
                <w:szCs w:val="26"/>
              </w:rPr>
              <w:t>е</w:t>
            </w:r>
            <w:r w:rsidRPr="00F166D1">
              <w:rPr>
                <w:snapToGrid w:val="0"/>
                <w:sz w:val="26"/>
                <w:szCs w:val="26"/>
              </w:rPr>
              <w:t>ние: сооружения транспорта, протяжённость 17404,5 м,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 xml:space="preserve">инв. № 5921, лит. I-X, кадастровый номер: </w:t>
            </w:r>
            <w:r w:rsidRPr="00F166D1">
              <w:rPr>
                <w:bCs/>
                <w:sz w:val="26"/>
                <w:szCs w:val="26"/>
              </w:rPr>
              <w:t>73:21:280201:43</w:t>
            </w:r>
            <w:r w:rsidRPr="00F166D1">
              <w:rPr>
                <w:snapToGrid w:val="0"/>
                <w:sz w:val="26"/>
                <w:szCs w:val="26"/>
              </w:rPr>
              <w:t>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166D1">
              <w:rPr>
                <w:snapToGrid w:val="0"/>
                <w:sz w:val="26"/>
                <w:szCs w:val="26"/>
              </w:rPr>
              <w:t>Улья</w:t>
            </w:r>
            <w:r>
              <w:rPr>
                <w:snapToGrid w:val="0"/>
                <w:sz w:val="26"/>
                <w:szCs w:val="26"/>
              </w:rPr>
              <w:t>-</w:t>
            </w:r>
            <w:r w:rsidRPr="00F166D1">
              <w:rPr>
                <w:snapToGrid w:val="0"/>
                <w:sz w:val="26"/>
                <w:szCs w:val="26"/>
              </w:rPr>
              <w:t>новская область, Чердаклинский район, с. Уразгильдино</w:t>
            </w:r>
          </w:p>
        </w:tc>
        <w:tc>
          <w:tcPr>
            <w:tcW w:w="1700" w:type="dxa"/>
          </w:tcPr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076E6F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  <w:vAlign w:val="bottom"/>
          </w:tcPr>
          <w:p w:rsidR="00D5372F" w:rsidRPr="00D27E07" w:rsidRDefault="00D5372F" w:rsidP="00011633">
            <w:pPr>
              <w:rPr>
                <w:sz w:val="28"/>
                <w:szCs w:val="28"/>
              </w:rPr>
            </w:pPr>
          </w:p>
          <w:p w:rsidR="00D5372F" w:rsidRPr="00D27E07" w:rsidRDefault="00D5372F" w:rsidP="00011633">
            <w:pPr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D5372F" w:rsidRDefault="00D5372F" w:rsidP="00076E6F">
      <w:pPr>
        <w:widowControl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</w:p>
    <w:p w:rsidR="00D5372F" w:rsidRPr="000447AA" w:rsidRDefault="00D5372F" w:rsidP="00247871">
      <w:pPr>
        <w:suppressAutoHyphens/>
        <w:spacing w:line="37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б</w:t>
      </w:r>
      <w:r w:rsidRPr="000447AA">
        <w:rPr>
          <w:spacing w:val="-4"/>
          <w:sz w:val="28"/>
          <w:szCs w:val="28"/>
        </w:rPr>
        <w:t xml:space="preserve">) дополнить Перечнем </w:t>
      </w:r>
      <w:r>
        <w:rPr>
          <w:spacing w:val="-4"/>
          <w:sz w:val="28"/>
          <w:szCs w:val="28"/>
        </w:rPr>
        <w:t>недвижимого имущества Ульяновской области</w:t>
      </w:r>
      <w:r w:rsidRPr="000447AA">
        <w:rPr>
          <w:spacing w:val="-4"/>
          <w:sz w:val="28"/>
          <w:szCs w:val="28"/>
        </w:rPr>
        <w:t xml:space="preserve">, планируемого к приватизации </w:t>
      </w:r>
      <w:r>
        <w:rPr>
          <w:spacing w:val="-4"/>
          <w:sz w:val="28"/>
          <w:szCs w:val="28"/>
        </w:rPr>
        <w:t xml:space="preserve">посредством продажи без объявления цены, </w:t>
      </w:r>
      <w:r>
        <w:rPr>
          <w:spacing w:val="-4"/>
          <w:sz w:val="28"/>
          <w:szCs w:val="28"/>
        </w:rPr>
        <w:br/>
        <w:t>и Перечнем недвижимого имущества Ульяновской области, планируемого к приватизации посредством внесения в качестве вклада в уставные капиталы акционерных обществ в порядке оплаты размещаемых дополнительных акций при увеличении уставных капиталов указанных акционерных обществ</w:t>
      </w:r>
      <w:r w:rsidRPr="000447AA">
        <w:rPr>
          <w:spacing w:val="-4"/>
          <w:sz w:val="28"/>
          <w:szCs w:val="28"/>
        </w:rPr>
        <w:t>, следующего содержания:</w:t>
      </w:r>
    </w:p>
    <w:p w:rsidR="00D5372F" w:rsidRPr="000447AA" w:rsidRDefault="00D5372F" w:rsidP="00247871">
      <w:pPr>
        <w:spacing w:line="372" w:lineRule="auto"/>
        <w:ind w:firstLine="709"/>
        <w:jc w:val="center"/>
        <w:rPr>
          <w:spacing w:val="-4"/>
          <w:sz w:val="28"/>
          <w:szCs w:val="28"/>
        </w:rPr>
      </w:pPr>
    </w:p>
    <w:p w:rsidR="00D5372F" w:rsidRPr="000447AA" w:rsidRDefault="00D5372F" w:rsidP="00247871">
      <w:pPr>
        <w:spacing w:line="247" w:lineRule="auto"/>
        <w:jc w:val="center"/>
        <w:rPr>
          <w:b/>
          <w:spacing w:val="-4"/>
          <w:sz w:val="28"/>
          <w:szCs w:val="28"/>
        </w:rPr>
      </w:pPr>
      <w:r w:rsidRPr="000447AA">
        <w:rPr>
          <w:spacing w:val="-4"/>
          <w:sz w:val="28"/>
          <w:szCs w:val="28"/>
        </w:rPr>
        <w:t>«</w:t>
      </w:r>
      <w:r w:rsidRPr="000447AA">
        <w:rPr>
          <w:b/>
          <w:spacing w:val="-4"/>
          <w:sz w:val="28"/>
          <w:szCs w:val="28"/>
        </w:rPr>
        <w:t xml:space="preserve">ПЕРЕЧЕНЬ </w:t>
      </w:r>
    </w:p>
    <w:p w:rsidR="00D5372F" w:rsidRPr="000447AA" w:rsidRDefault="00D5372F" w:rsidP="00247871">
      <w:pPr>
        <w:spacing w:line="247" w:lineRule="auto"/>
        <w:ind w:firstLine="709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недвижимого </w:t>
      </w:r>
      <w:r w:rsidRPr="000447AA">
        <w:rPr>
          <w:b/>
          <w:spacing w:val="-4"/>
          <w:sz w:val="28"/>
          <w:szCs w:val="28"/>
        </w:rPr>
        <w:t>имущества</w:t>
      </w:r>
      <w:r>
        <w:rPr>
          <w:b/>
          <w:spacing w:val="-4"/>
          <w:sz w:val="28"/>
          <w:szCs w:val="28"/>
        </w:rPr>
        <w:t xml:space="preserve"> Ульяновской области</w:t>
      </w:r>
      <w:r w:rsidRPr="000447AA">
        <w:rPr>
          <w:b/>
          <w:spacing w:val="-4"/>
          <w:sz w:val="28"/>
          <w:szCs w:val="28"/>
        </w:rPr>
        <w:t xml:space="preserve">, </w:t>
      </w:r>
      <w:r>
        <w:rPr>
          <w:b/>
          <w:spacing w:val="-4"/>
          <w:sz w:val="28"/>
          <w:szCs w:val="28"/>
        </w:rPr>
        <w:br/>
      </w:r>
      <w:r w:rsidRPr="000447AA">
        <w:rPr>
          <w:b/>
          <w:spacing w:val="-4"/>
          <w:sz w:val="28"/>
          <w:szCs w:val="28"/>
        </w:rPr>
        <w:t xml:space="preserve">планируемого к приватизации </w:t>
      </w:r>
      <w:r w:rsidRPr="0030732D">
        <w:rPr>
          <w:b/>
          <w:spacing w:val="-4"/>
          <w:sz w:val="28"/>
          <w:szCs w:val="28"/>
        </w:rPr>
        <w:t>посредством</w:t>
      </w:r>
      <w:r>
        <w:rPr>
          <w:b/>
          <w:spacing w:val="-4"/>
          <w:sz w:val="28"/>
          <w:szCs w:val="28"/>
        </w:rPr>
        <w:t xml:space="preserve"> продажи без объявления цены</w:t>
      </w:r>
      <w:r w:rsidRPr="000447AA">
        <w:rPr>
          <w:b/>
          <w:spacing w:val="-4"/>
          <w:sz w:val="28"/>
          <w:szCs w:val="28"/>
        </w:rPr>
        <w:t xml:space="preserve"> </w:t>
      </w:r>
    </w:p>
    <w:p w:rsidR="00D5372F" w:rsidRDefault="00D5372F" w:rsidP="00247871">
      <w:pPr>
        <w:ind w:firstLine="709"/>
        <w:jc w:val="center"/>
        <w:rPr>
          <w:spacing w:val="-4"/>
          <w:sz w:val="28"/>
          <w:szCs w:val="28"/>
        </w:rPr>
      </w:pPr>
    </w:p>
    <w:p w:rsidR="00D5372F" w:rsidRPr="000447AA" w:rsidRDefault="00D5372F" w:rsidP="00247871">
      <w:pPr>
        <w:ind w:firstLine="709"/>
        <w:jc w:val="center"/>
        <w:rPr>
          <w:spacing w:val="-4"/>
          <w:sz w:val="28"/>
          <w:szCs w:val="28"/>
        </w:rPr>
      </w:pP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7213"/>
        <w:gridCol w:w="1980"/>
        <w:gridCol w:w="306"/>
      </w:tblGrid>
      <w:tr w:rsidR="00D5372F" w:rsidRPr="00F166D1" w:rsidTr="00B0610B">
        <w:trPr>
          <w:trHeight w:val="769"/>
        </w:trPr>
        <w:tc>
          <w:tcPr>
            <w:tcW w:w="347" w:type="pct"/>
            <w:tcBorders>
              <w:bottom w:val="nil"/>
            </w:tcBorders>
            <w:vAlign w:val="center"/>
          </w:tcPr>
          <w:p w:rsidR="00D5372F" w:rsidRPr="00F166D1" w:rsidRDefault="00D5372F" w:rsidP="00B0610B">
            <w:pPr>
              <w:tabs>
                <w:tab w:val="left" w:pos="175"/>
              </w:tabs>
              <w:spacing w:line="228" w:lineRule="auto"/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F166D1">
              <w:rPr>
                <w:color w:val="000000"/>
                <w:sz w:val="26"/>
                <w:szCs w:val="26"/>
              </w:rPr>
              <w:t>№</w:t>
            </w:r>
          </w:p>
          <w:p w:rsidR="00D5372F" w:rsidRPr="00F166D1" w:rsidRDefault="00D5372F" w:rsidP="00B0610B">
            <w:pPr>
              <w:tabs>
                <w:tab w:val="left" w:pos="175"/>
              </w:tabs>
              <w:spacing w:line="228" w:lineRule="auto"/>
              <w:jc w:val="center"/>
              <w:rPr>
                <w:color w:val="000000"/>
                <w:sz w:val="26"/>
                <w:szCs w:val="26"/>
              </w:rPr>
            </w:pPr>
            <w:r w:rsidRPr="00F166D1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3533" w:type="pct"/>
            <w:tcBorders>
              <w:bottom w:val="nil"/>
            </w:tcBorders>
            <w:vAlign w:val="center"/>
          </w:tcPr>
          <w:p w:rsidR="00D5372F" w:rsidRPr="00F166D1" w:rsidRDefault="00D5372F" w:rsidP="00B0610B">
            <w:pPr>
              <w:spacing w:line="228" w:lineRule="auto"/>
              <w:ind w:left="-108" w:right="-108"/>
              <w:jc w:val="center"/>
              <w:rPr>
                <w:color w:val="000000"/>
                <w:sz w:val="26"/>
                <w:szCs w:val="26"/>
              </w:rPr>
            </w:pPr>
            <w:r w:rsidRPr="00F166D1">
              <w:rPr>
                <w:color w:val="000000"/>
                <w:sz w:val="26"/>
                <w:szCs w:val="26"/>
              </w:rPr>
              <w:t>Наименование и местонахождение имущества</w:t>
            </w:r>
          </w:p>
        </w:tc>
        <w:tc>
          <w:tcPr>
            <w:tcW w:w="970" w:type="pct"/>
            <w:tcBorders>
              <w:bottom w:val="nil"/>
            </w:tcBorders>
            <w:vAlign w:val="center"/>
          </w:tcPr>
          <w:p w:rsidR="00D5372F" w:rsidRPr="00F166D1" w:rsidRDefault="00D5372F" w:rsidP="00B0610B">
            <w:pPr>
              <w:spacing w:line="228" w:lineRule="auto"/>
              <w:jc w:val="center"/>
              <w:rPr>
                <w:color w:val="000000"/>
                <w:sz w:val="26"/>
                <w:szCs w:val="26"/>
              </w:rPr>
            </w:pPr>
            <w:r w:rsidRPr="00F166D1">
              <w:rPr>
                <w:color w:val="000000"/>
                <w:sz w:val="26"/>
                <w:szCs w:val="26"/>
              </w:rPr>
              <w:t>Предпола-гаемый срок приватизации</w:t>
            </w:r>
          </w:p>
        </w:tc>
        <w:tc>
          <w:tcPr>
            <w:tcW w:w="150" w:type="pct"/>
            <w:tcBorders>
              <w:top w:val="nil"/>
              <w:bottom w:val="nil"/>
              <w:right w:val="nil"/>
            </w:tcBorders>
          </w:tcPr>
          <w:p w:rsidR="00D5372F" w:rsidRPr="00F166D1" w:rsidRDefault="00D5372F" w:rsidP="00B0610B">
            <w:pPr>
              <w:widowControl/>
              <w:autoSpaceDE/>
              <w:autoSpaceDN/>
              <w:rPr>
                <w:color w:val="000000"/>
                <w:sz w:val="26"/>
                <w:szCs w:val="26"/>
              </w:rPr>
            </w:pPr>
          </w:p>
          <w:p w:rsidR="00D5372F" w:rsidRPr="00F166D1" w:rsidRDefault="00D5372F" w:rsidP="00B0610B">
            <w:pPr>
              <w:widowControl/>
              <w:autoSpaceDE/>
              <w:autoSpaceDN/>
              <w:rPr>
                <w:color w:val="000000"/>
                <w:sz w:val="26"/>
                <w:szCs w:val="26"/>
              </w:rPr>
            </w:pPr>
          </w:p>
          <w:p w:rsidR="00D5372F" w:rsidRPr="00F166D1" w:rsidRDefault="00D5372F" w:rsidP="00B0610B">
            <w:pPr>
              <w:widowControl/>
              <w:autoSpaceDE/>
              <w:autoSpaceDN/>
              <w:rPr>
                <w:color w:val="000000"/>
                <w:sz w:val="26"/>
                <w:szCs w:val="26"/>
              </w:rPr>
            </w:pPr>
          </w:p>
        </w:tc>
      </w:tr>
    </w:tbl>
    <w:p w:rsidR="00D5372F" w:rsidRPr="00F166D1" w:rsidRDefault="00D5372F" w:rsidP="00247871">
      <w:pPr>
        <w:spacing w:line="14" w:lineRule="auto"/>
        <w:rPr>
          <w:sz w:val="26"/>
          <w:szCs w:val="26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7212"/>
        <w:gridCol w:w="1982"/>
        <w:gridCol w:w="537"/>
      </w:tblGrid>
      <w:tr w:rsidR="00D5372F" w:rsidRPr="00F166D1" w:rsidTr="00B0610B">
        <w:trPr>
          <w:trHeight w:val="275"/>
          <w:tblHeader/>
        </w:trPr>
        <w:tc>
          <w:tcPr>
            <w:tcW w:w="340" w:type="pct"/>
          </w:tcPr>
          <w:p w:rsidR="00D5372F" w:rsidRPr="00F166D1" w:rsidRDefault="00D5372F" w:rsidP="00B0610B">
            <w:pPr>
              <w:tabs>
                <w:tab w:val="left" w:pos="175"/>
              </w:tabs>
              <w:spacing w:line="247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3454" w:type="pct"/>
          </w:tcPr>
          <w:p w:rsidR="00D5372F" w:rsidRPr="00F166D1" w:rsidRDefault="00D5372F" w:rsidP="00B0610B">
            <w:pPr>
              <w:spacing w:line="247" w:lineRule="auto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949" w:type="pct"/>
          </w:tcPr>
          <w:p w:rsidR="00D5372F" w:rsidRPr="00F166D1" w:rsidRDefault="00D5372F" w:rsidP="00B0610B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3</w:t>
            </w:r>
          </w:p>
        </w:tc>
        <w:tc>
          <w:tcPr>
            <w:tcW w:w="257" w:type="pct"/>
            <w:vMerge w:val="restart"/>
            <w:tcBorders>
              <w:top w:val="nil"/>
              <w:bottom w:val="nil"/>
              <w:right w:val="nil"/>
            </w:tcBorders>
          </w:tcPr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</w:tc>
      </w:tr>
      <w:tr w:rsidR="00D5372F" w:rsidRPr="00F166D1" w:rsidTr="00B0610B">
        <w:trPr>
          <w:trHeight w:val="1461"/>
        </w:trPr>
        <w:tc>
          <w:tcPr>
            <w:tcW w:w="340" w:type="pct"/>
          </w:tcPr>
          <w:p w:rsidR="00D5372F" w:rsidRPr="00F166D1" w:rsidRDefault="00D5372F" w:rsidP="00B0610B">
            <w:pPr>
              <w:tabs>
                <w:tab w:val="left" w:pos="175"/>
              </w:tabs>
              <w:spacing w:line="247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1.</w:t>
            </w:r>
          </w:p>
        </w:tc>
        <w:tc>
          <w:tcPr>
            <w:tcW w:w="3454" w:type="pct"/>
          </w:tcPr>
          <w:p w:rsidR="00D5372F" w:rsidRPr="00F166D1" w:rsidRDefault="00D5372F" w:rsidP="00B0610B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 xml:space="preserve">Двухэтажное здание с пристроем и гаражом, назначение: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 xml:space="preserve">нежилое, общая площадь 2050,64 кв. м, литеры: А, А1, А2,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 xml:space="preserve">кадастровый номер: </w:t>
            </w:r>
            <w:r w:rsidRPr="00F166D1">
              <w:rPr>
                <w:bCs/>
                <w:sz w:val="26"/>
                <w:szCs w:val="26"/>
              </w:rPr>
              <w:t>73:04:030146:606</w:t>
            </w:r>
            <w:r w:rsidRPr="00F166D1">
              <w:rPr>
                <w:snapToGrid w:val="0"/>
                <w:sz w:val="26"/>
                <w:szCs w:val="26"/>
              </w:rPr>
              <w:t xml:space="preserve"> и земельный участок общей площадью 2087 кв. м, кадастровый номер: 73:04:030146:0063, Ульяновская область, Инзенский район,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>г. Инза, ул. Малиновского, д. 42</w:t>
            </w:r>
          </w:p>
        </w:tc>
        <w:tc>
          <w:tcPr>
            <w:tcW w:w="949" w:type="pct"/>
          </w:tcPr>
          <w:p w:rsidR="00D5372F" w:rsidRPr="00F166D1" w:rsidRDefault="00D5372F" w:rsidP="00B0610B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B0610B">
            <w:pPr>
              <w:spacing w:line="247" w:lineRule="auto"/>
              <w:jc w:val="center"/>
              <w:rPr>
                <w:color w:val="FF6600"/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257" w:type="pct"/>
            <w:vMerge/>
            <w:tcBorders>
              <w:top w:val="nil"/>
              <w:bottom w:val="nil"/>
              <w:right w:val="nil"/>
            </w:tcBorders>
          </w:tcPr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</w:tc>
      </w:tr>
      <w:tr w:rsidR="00D5372F" w:rsidRPr="00F166D1" w:rsidTr="00B0610B">
        <w:trPr>
          <w:trHeight w:val="390"/>
        </w:trPr>
        <w:tc>
          <w:tcPr>
            <w:tcW w:w="340" w:type="pct"/>
          </w:tcPr>
          <w:p w:rsidR="00D5372F" w:rsidRPr="00F166D1" w:rsidRDefault="00D5372F" w:rsidP="00B0610B">
            <w:pPr>
              <w:tabs>
                <w:tab w:val="left" w:pos="175"/>
              </w:tabs>
              <w:spacing w:line="247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2.</w:t>
            </w:r>
          </w:p>
        </w:tc>
        <w:tc>
          <w:tcPr>
            <w:tcW w:w="3454" w:type="pct"/>
          </w:tcPr>
          <w:p w:rsidR="00D5372F" w:rsidRPr="00F166D1" w:rsidRDefault="00D5372F" w:rsidP="00B0610B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 xml:space="preserve">Здание цеха по производству кирпича, назначение: нежилое, </w:t>
            </w:r>
            <w:r w:rsidRPr="00F166D1">
              <w:rPr>
                <w:snapToGrid w:val="0"/>
                <w:sz w:val="26"/>
                <w:szCs w:val="26"/>
              </w:rPr>
              <w:br/>
              <w:t xml:space="preserve">1-этажное, общая площадь 94,8 кв. м, инв. № 014442, лит. И, </w:t>
            </w:r>
            <w:r w:rsidRPr="00F166D1">
              <w:rPr>
                <w:snapToGrid w:val="0"/>
                <w:sz w:val="26"/>
                <w:szCs w:val="26"/>
              </w:rPr>
              <w:br/>
              <w:t>кадастровый номер: 73:24:011306:192, з</w:t>
            </w:r>
            <w:r w:rsidRPr="00F166D1">
              <w:rPr>
                <w:sz w:val="26"/>
                <w:szCs w:val="26"/>
              </w:rPr>
              <w:t>дание гаража на 22 а</w:t>
            </w:r>
            <w:r w:rsidRPr="00F166D1">
              <w:rPr>
                <w:sz w:val="26"/>
                <w:szCs w:val="26"/>
              </w:rPr>
              <w:t>в</w:t>
            </w:r>
            <w:r w:rsidRPr="00F166D1">
              <w:rPr>
                <w:sz w:val="26"/>
                <w:szCs w:val="26"/>
              </w:rPr>
              <w:t xml:space="preserve">томобиля, назначение: нежилое, общая площадь 1345,9 кв. м,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>инв. № 014442, лит. Н,</w:t>
            </w:r>
            <w:r w:rsidRPr="00F166D1">
              <w:rPr>
                <w:snapToGrid w:val="0"/>
                <w:sz w:val="26"/>
                <w:szCs w:val="26"/>
              </w:rPr>
              <w:t xml:space="preserve"> кадастровый номер: 73:24:011306:195, Ульяновская область, г. Ульяновск, ул. Профсоюзная, № 48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>и земельный участок общей площадью 5136 кв. м, кадастр</w:t>
            </w:r>
            <w:r w:rsidRPr="00F166D1">
              <w:rPr>
                <w:snapToGrid w:val="0"/>
                <w:sz w:val="26"/>
                <w:szCs w:val="26"/>
              </w:rPr>
              <w:t>о</w:t>
            </w:r>
            <w:r w:rsidRPr="00F166D1">
              <w:rPr>
                <w:snapToGrid w:val="0"/>
                <w:sz w:val="26"/>
                <w:szCs w:val="26"/>
              </w:rPr>
              <w:t>вый номер: 73:24:011401:76, Ульяновская область, г. Уль</w:t>
            </w:r>
            <w:r w:rsidRPr="00F166D1">
              <w:rPr>
                <w:snapToGrid w:val="0"/>
                <w:sz w:val="26"/>
                <w:szCs w:val="26"/>
              </w:rPr>
              <w:t>я</w:t>
            </w:r>
            <w:r w:rsidRPr="00F166D1">
              <w:rPr>
                <w:snapToGrid w:val="0"/>
                <w:sz w:val="26"/>
                <w:szCs w:val="26"/>
              </w:rPr>
              <w:t xml:space="preserve">новск, ул. Профсоюзная </w:t>
            </w:r>
          </w:p>
        </w:tc>
        <w:tc>
          <w:tcPr>
            <w:tcW w:w="949" w:type="pct"/>
          </w:tcPr>
          <w:p w:rsidR="00D5372F" w:rsidRPr="00F166D1" w:rsidRDefault="00D5372F" w:rsidP="00B0610B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B0610B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257" w:type="pct"/>
            <w:tcBorders>
              <w:top w:val="nil"/>
              <w:bottom w:val="nil"/>
              <w:right w:val="nil"/>
            </w:tcBorders>
          </w:tcPr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  <w:p w:rsidR="00D5372F" w:rsidRPr="00F166D1" w:rsidRDefault="00D5372F" w:rsidP="00B0610B">
            <w:pPr>
              <w:widowControl/>
              <w:autoSpaceDE/>
              <w:autoSpaceDN/>
              <w:spacing w:line="235" w:lineRule="auto"/>
              <w:rPr>
                <w:color w:val="FF6600"/>
                <w:sz w:val="26"/>
                <w:szCs w:val="26"/>
              </w:rPr>
            </w:pPr>
          </w:p>
        </w:tc>
      </w:tr>
      <w:tr w:rsidR="00D5372F" w:rsidRPr="00F166D1" w:rsidTr="00B0610B">
        <w:trPr>
          <w:trHeight w:val="651"/>
        </w:trPr>
        <w:tc>
          <w:tcPr>
            <w:tcW w:w="340" w:type="pct"/>
          </w:tcPr>
          <w:p w:rsidR="00D5372F" w:rsidRPr="00F166D1" w:rsidRDefault="00D5372F" w:rsidP="00B0610B">
            <w:pPr>
              <w:tabs>
                <w:tab w:val="left" w:pos="175"/>
              </w:tabs>
              <w:spacing w:line="247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076E6F">
              <w:rPr>
                <w:snapToGrid w:val="0"/>
                <w:sz w:val="26"/>
                <w:szCs w:val="26"/>
              </w:rPr>
              <w:t>3</w:t>
            </w:r>
            <w:r w:rsidRPr="00F166D1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3454" w:type="pct"/>
          </w:tcPr>
          <w:p w:rsidR="00D5372F" w:rsidRPr="00F166D1" w:rsidRDefault="00D5372F" w:rsidP="00B0610B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Магазин № 4, назначение: нежилое, 1-этажный, общая пл</w:t>
            </w:r>
            <w:r w:rsidRPr="00F166D1">
              <w:rPr>
                <w:snapToGrid w:val="0"/>
                <w:sz w:val="26"/>
                <w:szCs w:val="26"/>
              </w:rPr>
              <w:t>о</w:t>
            </w:r>
            <w:r w:rsidRPr="00F166D1">
              <w:rPr>
                <w:snapToGrid w:val="0"/>
                <w:sz w:val="26"/>
                <w:szCs w:val="26"/>
              </w:rPr>
              <w:t>щадь 216,6 кв. м, инв. № 001812, лит. А, к, к1, кадастровый номер: 73:07:050202:398 и земельный участок общей площ</w:t>
            </w:r>
            <w:r w:rsidRPr="00F166D1">
              <w:rPr>
                <w:snapToGrid w:val="0"/>
                <w:sz w:val="26"/>
                <w:szCs w:val="26"/>
              </w:rPr>
              <w:t>а</w:t>
            </w:r>
            <w:r w:rsidRPr="00F166D1">
              <w:rPr>
                <w:snapToGrid w:val="0"/>
                <w:sz w:val="26"/>
                <w:szCs w:val="26"/>
              </w:rPr>
              <w:t xml:space="preserve">дью 350 кв. м, кадастровый номер: 73:07:050202:365,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>Ульяновская область, Майнский район, р.п. Майна,</w:t>
            </w:r>
            <w:r>
              <w:rPr>
                <w:snapToGrid w:val="0"/>
                <w:sz w:val="26"/>
                <w:szCs w:val="26"/>
              </w:rPr>
              <w:br/>
              <w:t xml:space="preserve"> </w:t>
            </w:r>
            <w:r w:rsidRPr="00F166D1">
              <w:rPr>
                <w:snapToGrid w:val="0"/>
                <w:sz w:val="26"/>
                <w:szCs w:val="26"/>
              </w:rPr>
              <w:t>ул. 1 Колхозная, д. 81</w:t>
            </w:r>
          </w:p>
        </w:tc>
        <w:tc>
          <w:tcPr>
            <w:tcW w:w="949" w:type="pct"/>
          </w:tcPr>
          <w:p w:rsidR="00D5372F" w:rsidRPr="00F166D1" w:rsidRDefault="00D5372F" w:rsidP="00B0610B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B0610B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257" w:type="pct"/>
            <w:tcBorders>
              <w:top w:val="nil"/>
              <w:bottom w:val="nil"/>
              <w:right w:val="nil"/>
            </w:tcBorders>
          </w:tcPr>
          <w:p w:rsidR="00D5372F" w:rsidRPr="00F166D1" w:rsidRDefault="00D5372F" w:rsidP="00B0610B">
            <w:pPr>
              <w:widowControl/>
              <w:autoSpaceDE/>
              <w:autoSpaceDN/>
              <w:rPr>
                <w:color w:val="FF6600"/>
                <w:sz w:val="26"/>
                <w:szCs w:val="26"/>
              </w:rPr>
            </w:pPr>
          </w:p>
        </w:tc>
      </w:tr>
      <w:tr w:rsidR="00D5372F" w:rsidRPr="00F166D1" w:rsidTr="00B0610B">
        <w:trPr>
          <w:trHeight w:val="651"/>
        </w:trPr>
        <w:tc>
          <w:tcPr>
            <w:tcW w:w="340" w:type="pct"/>
          </w:tcPr>
          <w:p w:rsidR="00D5372F" w:rsidRPr="00F166D1" w:rsidRDefault="00D5372F" w:rsidP="00B0610B">
            <w:pPr>
              <w:tabs>
                <w:tab w:val="left" w:pos="175"/>
              </w:tabs>
              <w:spacing w:line="247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4.</w:t>
            </w:r>
          </w:p>
        </w:tc>
        <w:tc>
          <w:tcPr>
            <w:tcW w:w="3454" w:type="pct"/>
          </w:tcPr>
          <w:p w:rsidR="00D5372F" w:rsidRPr="00F166D1" w:rsidRDefault="00D5372F" w:rsidP="00B0610B">
            <w:pPr>
              <w:spacing w:line="247" w:lineRule="auto"/>
              <w:jc w:val="both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 xml:space="preserve">Магазин, назначение: нежилое, 1-этажный, общая площадь </w:t>
            </w:r>
            <w:r w:rsidRPr="00F166D1">
              <w:rPr>
                <w:snapToGrid w:val="0"/>
                <w:sz w:val="26"/>
                <w:szCs w:val="26"/>
              </w:rPr>
              <w:br/>
              <w:t xml:space="preserve">200,3 кв. м, инв. № 001817, лит. А, кадастровый номер: 73:07:050202:417 и земельный участок общей площадью </w:t>
            </w:r>
            <w:r w:rsidRPr="00F166D1">
              <w:rPr>
                <w:snapToGrid w:val="0"/>
                <w:sz w:val="26"/>
                <w:szCs w:val="26"/>
              </w:rPr>
              <w:br/>
              <w:t xml:space="preserve">454 кв. м,  кадастровый номер 73:07:050202:366,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 xml:space="preserve">Ульяновская область, Майнский район, р.п. Майна, </w:t>
            </w:r>
            <w:r>
              <w:rPr>
                <w:snapToGrid w:val="0"/>
                <w:sz w:val="26"/>
                <w:szCs w:val="26"/>
              </w:rPr>
              <w:br/>
            </w:r>
            <w:r w:rsidRPr="00F166D1">
              <w:rPr>
                <w:snapToGrid w:val="0"/>
                <w:sz w:val="26"/>
                <w:szCs w:val="26"/>
              </w:rPr>
              <w:t>ул. 1 Колхозная, д. 77</w:t>
            </w:r>
          </w:p>
        </w:tc>
        <w:tc>
          <w:tcPr>
            <w:tcW w:w="949" w:type="pct"/>
          </w:tcPr>
          <w:p w:rsidR="00D5372F" w:rsidRPr="00F166D1" w:rsidRDefault="00D5372F" w:rsidP="00B0610B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B0610B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</w:tc>
        <w:tc>
          <w:tcPr>
            <w:tcW w:w="257" w:type="pct"/>
            <w:tcBorders>
              <w:top w:val="nil"/>
              <w:bottom w:val="nil"/>
              <w:right w:val="nil"/>
            </w:tcBorders>
          </w:tcPr>
          <w:p w:rsidR="00D5372F" w:rsidRPr="00F166D1" w:rsidRDefault="00D5372F" w:rsidP="00B0610B">
            <w:pPr>
              <w:widowControl/>
              <w:autoSpaceDE/>
              <w:autoSpaceDN/>
              <w:rPr>
                <w:sz w:val="26"/>
                <w:szCs w:val="26"/>
              </w:rPr>
            </w:pPr>
          </w:p>
        </w:tc>
      </w:tr>
    </w:tbl>
    <w:p w:rsidR="00D5372F" w:rsidRDefault="00D5372F" w:rsidP="00247871">
      <w:pPr>
        <w:tabs>
          <w:tab w:val="left" w:pos="180"/>
        </w:tabs>
        <w:jc w:val="center"/>
        <w:rPr>
          <w:b/>
          <w:caps/>
          <w:spacing w:val="-4"/>
          <w:sz w:val="28"/>
          <w:szCs w:val="28"/>
        </w:rPr>
      </w:pPr>
    </w:p>
    <w:p w:rsidR="00D5372F" w:rsidRPr="000C45A4" w:rsidRDefault="00D5372F" w:rsidP="00247871">
      <w:pPr>
        <w:tabs>
          <w:tab w:val="left" w:pos="180"/>
        </w:tabs>
        <w:jc w:val="center"/>
        <w:rPr>
          <w:b/>
          <w:caps/>
          <w:spacing w:val="-4"/>
          <w:sz w:val="28"/>
          <w:szCs w:val="28"/>
        </w:rPr>
      </w:pPr>
      <w:bookmarkStart w:id="0" w:name="_GoBack"/>
      <w:bookmarkEnd w:id="0"/>
      <w:r w:rsidRPr="000C45A4">
        <w:rPr>
          <w:b/>
          <w:caps/>
          <w:spacing w:val="-4"/>
          <w:sz w:val="28"/>
          <w:szCs w:val="28"/>
        </w:rPr>
        <w:t>Перечень</w:t>
      </w:r>
    </w:p>
    <w:p w:rsidR="00D5372F" w:rsidRPr="00470190" w:rsidRDefault="00D5372F" w:rsidP="00247871">
      <w:pPr>
        <w:tabs>
          <w:tab w:val="left" w:pos="180"/>
        </w:tabs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недвижимого </w:t>
      </w:r>
      <w:r w:rsidRPr="00470190">
        <w:rPr>
          <w:b/>
          <w:spacing w:val="-4"/>
          <w:sz w:val="28"/>
          <w:szCs w:val="28"/>
        </w:rPr>
        <w:t>имущества</w:t>
      </w:r>
      <w:r>
        <w:rPr>
          <w:b/>
          <w:spacing w:val="-4"/>
          <w:sz w:val="28"/>
          <w:szCs w:val="28"/>
        </w:rPr>
        <w:t xml:space="preserve"> Ульяновской области</w:t>
      </w:r>
      <w:r w:rsidRPr="00470190">
        <w:rPr>
          <w:b/>
          <w:spacing w:val="-4"/>
          <w:sz w:val="28"/>
          <w:szCs w:val="28"/>
        </w:rPr>
        <w:t xml:space="preserve">, </w:t>
      </w:r>
      <w:r>
        <w:rPr>
          <w:b/>
          <w:spacing w:val="-4"/>
          <w:sz w:val="28"/>
          <w:szCs w:val="28"/>
        </w:rPr>
        <w:br/>
      </w:r>
      <w:r w:rsidRPr="00470190">
        <w:rPr>
          <w:b/>
          <w:spacing w:val="-4"/>
          <w:sz w:val="28"/>
          <w:szCs w:val="28"/>
        </w:rPr>
        <w:t>п</w:t>
      </w:r>
      <w:r>
        <w:rPr>
          <w:b/>
          <w:spacing w:val="-4"/>
          <w:sz w:val="28"/>
          <w:szCs w:val="28"/>
        </w:rPr>
        <w:t>ланируемого к приватизации</w:t>
      </w:r>
      <w:r w:rsidRPr="00470190">
        <w:rPr>
          <w:b/>
          <w:spacing w:val="-4"/>
          <w:sz w:val="28"/>
          <w:szCs w:val="28"/>
        </w:rPr>
        <w:t xml:space="preserve"> </w:t>
      </w:r>
      <w:r w:rsidRPr="0030732D">
        <w:rPr>
          <w:b/>
          <w:spacing w:val="-4"/>
          <w:sz w:val="28"/>
          <w:szCs w:val="28"/>
        </w:rPr>
        <w:t>посредством</w:t>
      </w:r>
      <w:r w:rsidRPr="00470190">
        <w:rPr>
          <w:b/>
          <w:spacing w:val="-4"/>
          <w:sz w:val="28"/>
          <w:szCs w:val="28"/>
        </w:rPr>
        <w:t xml:space="preserve"> внесения</w:t>
      </w:r>
      <w:r>
        <w:rPr>
          <w:b/>
          <w:spacing w:val="-4"/>
          <w:sz w:val="28"/>
          <w:szCs w:val="28"/>
        </w:rPr>
        <w:t xml:space="preserve"> </w:t>
      </w:r>
      <w:r w:rsidRPr="00470190">
        <w:rPr>
          <w:b/>
          <w:spacing w:val="-4"/>
          <w:sz w:val="28"/>
          <w:szCs w:val="28"/>
        </w:rPr>
        <w:t>в качестве вклада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-4"/>
          <w:sz w:val="28"/>
          <w:szCs w:val="28"/>
        </w:rPr>
        <w:br/>
      </w:r>
      <w:r w:rsidRPr="00470190">
        <w:rPr>
          <w:b/>
          <w:spacing w:val="-4"/>
          <w:sz w:val="28"/>
          <w:szCs w:val="28"/>
        </w:rPr>
        <w:t xml:space="preserve">в уставные капиталы </w:t>
      </w:r>
      <w:r>
        <w:rPr>
          <w:b/>
          <w:spacing w:val="-4"/>
          <w:sz w:val="28"/>
          <w:szCs w:val="28"/>
        </w:rPr>
        <w:t xml:space="preserve">акционерных обществ </w:t>
      </w:r>
      <w:r w:rsidRPr="00470190">
        <w:rPr>
          <w:b/>
          <w:spacing w:val="-4"/>
          <w:sz w:val="28"/>
          <w:szCs w:val="28"/>
        </w:rPr>
        <w:t xml:space="preserve">в </w:t>
      </w:r>
      <w:r>
        <w:rPr>
          <w:b/>
          <w:spacing w:val="-4"/>
          <w:sz w:val="28"/>
          <w:szCs w:val="28"/>
        </w:rPr>
        <w:t>п</w:t>
      </w:r>
      <w:r w:rsidRPr="00470190">
        <w:rPr>
          <w:b/>
          <w:spacing w:val="-4"/>
          <w:sz w:val="28"/>
          <w:szCs w:val="28"/>
        </w:rPr>
        <w:t>орядке оплаты размещаемых дополнительны</w:t>
      </w:r>
      <w:r>
        <w:rPr>
          <w:b/>
          <w:spacing w:val="-4"/>
          <w:sz w:val="28"/>
          <w:szCs w:val="28"/>
        </w:rPr>
        <w:t>х акций при увеличении уставных</w:t>
      </w:r>
      <w:r>
        <w:rPr>
          <w:b/>
          <w:spacing w:val="-4"/>
          <w:sz w:val="28"/>
          <w:szCs w:val="28"/>
        </w:rPr>
        <w:br/>
      </w:r>
      <w:r w:rsidRPr="00470190">
        <w:rPr>
          <w:b/>
          <w:spacing w:val="-4"/>
          <w:sz w:val="28"/>
          <w:szCs w:val="28"/>
        </w:rPr>
        <w:t xml:space="preserve"> капиталов указанных акционерных обществ</w:t>
      </w:r>
    </w:p>
    <w:p w:rsidR="00D5372F" w:rsidRDefault="00D5372F" w:rsidP="00247871">
      <w:pPr>
        <w:tabs>
          <w:tab w:val="left" w:pos="180"/>
        </w:tabs>
        <w:spacing w:line="360" w:lineRule="auto"/>
        <w:jc w:val="center"/>
        <w:rPr>
          <w:spacing w:val="-4"/>
          <w:sz w:val="28"/>
          <w:szCs w:val="28"/>
        </w:rPr>
      </w:pP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664"/>
        <w:gridCol w:w="4680"/>
        <w:gridCol w:w="2700"/>
        <w:gridCol w:w="2003"/>
        <w:gridCol w:w="425"/>
      </w:tblGrid>
      <w:tr w:rsidR="00D5372F" w:rsidRPr="00F166D1" w:rsidTr="00B0610B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5372F" w:rsidRPr="00F166D1" w:rsidRDefault="00D5372F" w:rsidP="00B0610B">
            <w:pPr>
              <w:ind w:left="-57" w:right="-57"/>
              <w:jc w:val="right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D5372F" w:rsidRPr="00F166D1" w:rsidRDefault="00D5372F" w:rsidP="00B0610B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№</w:t>
            </w:r>
          </w:p>
          <w:p w:rsidR="00D5372F" w:rsidRPr="00F166D1" w:rsidRDefault="00D5372F" w:rsidP="00B0610B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D5372F" w:rsidRPr="00F166D1" w:rsidRDefault="00D5372F" w:rsidP="00B0610B">
            <w:pPr>
              <w:spacing w:line="264" w:lineRule="auto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 xml:space="preserve">Наименование </w:t>
            </w:r>
          </w:p>
          <w:p w:rsidR="00D5372F" w:rsidRPr="00F166D1" w:rsidRDefault="00D5372F" w:rsidP="00B0610B">
            <w:pPr>
              <w:spacing w:line="264" w:lineRule="auto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и местонахождение</w:t>
            </w:r>
          </w:p>
          <w:p w:rsidR="00D5372F" w:rsidRPr="00F166D1" w:rsidRDefault="00D5372F" w:rsidP="00B0610B">
            <w:pPr>
              <w:spacing w:line="264" w:lineRule="auto"/>
              <w:jc w:val="center"/>
              <w:rPr>
                <w:snapToGrid w:val="0"/>
                <w:sz w:val="26"/>
                <w:szCs w:val="26"/>
              </w:rPr>
            </w:pPr>
            <w:r w:rsidRPr="00F166D1">
              <w:rPr>
                <w:snapToGrid w:val="0"/>
                <w:sz w:val="26"/>
                <w:szCs w:val="26"/>
              </w:rPr>
              <w:t>имущества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D5372F" w:rsidRPr="00F166D1" w:rsidRDefault="00D5372F" w:rsidP="00B0610B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Наименование</w:t>
            </w:r>
          </w:p>
          <w:p w:rsidR="00D5372F" w:rsidRPr="00F166D1" w:rsidRDefault="00D5372F" w:rsidP="00B0610B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и место нахождения</w:t>
            </w:r>
          </w:p>
          <w:p w:rsidR="00D5372F" w:rsidRPr="00F166D1" w:rsidRDefault="00D5372F" w:rsidP="00B0610B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акционерного</w:t>
            </w:r>
          </w:p>
          <w:p w:rsidR="00D5372F" w:rsidRPr="00F166D1" w:rsidRDefault="00D5372F" w:rsidP="00B0610B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общества</w:t>
            </w:r>
          </w:p>
        </w:tc>
        <w:tc>
          <w:tcPr>
            <w:tcW w:w="2003" w:type="dxa"/>
            <w:tcBorders>
              <w:bottom w:val="nil"/>
            </w:tcBorders>
            <w:vAlign w:val="center"/>
          </w:tcPr>
          <w:p w:rsidR="00D5372F" w:rsidRPr="00F166D1" w:rsidRDefault="00D5372F" w:rsidP="00B0610B">
            <w:pPr>
              <w:spacing w:line="264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Предполага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мый с</w:t>
            </w:r>
            <w:r w:rsidRPr="00F166D1">
              <w:rPr>
                <w:sz w:val="26"/>
                <w:szCs w:val="26"/>
              </w:rPr>
              <w:t>рок</w:t>
            </w:r>
          </w:p>
          <w:p w:rsidR="00D5372F" w:rsidRPr="00F166D1" w:rsidRDefault="00D5372F" w:rsidP="00B0610B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приватизации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D5372F" w:rsidRPr="00F166D1" w:rsidRDefault="00D5372F" w:rsidP="00B0610B">
            <w:pPr>
              <w:jc w:val="right"/>
              <w:rPr>
                <w:sz w:val="26"/>
                <w:szCs w:val="26"/>
              </w:rPr>
            </w:pPr>
          </w:p>
          <w:p w:rsidR="00D5372F" w:rsidRPr="00F166D1" w:rsidRDefault="00D5372F" w:rsidP="00B0610B">
            <w:pPr>
              <w:jc w:val="right"/>
              <w:rPr>
                <w:sz w:val="26"/>
                <w:szCs w:val="26"/>
              </w:rPr>
            </w:pPr>
          </w:p>
          <w:p w:rsidR="00D5372F" w:rsidRPr="00F166D1" w:rsidRDefault="00D5372F" w:rsidP="00B0610B">
            <w:pPr>
              <w:jc w:val="right"/>
              <w:rPr>
                <w:sz w:val="26"/>
                <w:szCs w:val="26"/>
              </w:rPr>
            </w:pPr>
          </w:p>
          <w:p w:rsidR="00D5372F" w:rsidRPr="00F166D1" w:rsidRDefault="00D5372F" w:rsidP="00B0610B">
            <w:pPr>
              <w:jc w:val="right"/>
              <w:rPr>
                <w:sz w:val="26"/>
                <w:szCs w:val="26"/>
              </w:rPr>
            </w:pPr>
          </w:p>
          <w:p w:rsidR="00D5372F" w:rsidRPr="00F166D1" w:rsidRDefault="00D5372F" w:rsidP="00B0610B">
            <w:pPr>
              <w:jc w:val="right"/>
              <w:rPr>
                <w:sz w:val="26"/>
                <w:szCs w:val="26"/>
              </w:rPr>
            </w:pPr>
          </w:p>
        </w:tc>
      </w:tr>
    </w:tbl>
    <w:p w:rsidR="00D5372F" w:rsidRPr="00F166D1" w:rsidRDefault="00D5372F" w:rsidP="00247871">
      <w:pPr>
        <w:spacing w:line="14" w:lineRule="auto"/>
        <w:rPr>
          <w:sz w:val="26"/>
          <w:szCs w:val="26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664"/>
        <w:gridCol w:w="4680"/>
        <w:gridCol w:w="2700"/>
        <w:gridCol w:w="2003"/>
        <w:gridCol w:w="517"/>
      </w:tblGrid>
      <w:tr w:rsidR="00D5372F" w:rsidRPr="00F166D1" w:rsidTr="00B0610B">
        <w:trPr>
          <w:trHeight w:val="343"/>
          <w:tblHeader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5372F" w:rsidRPr="00F166D1" w:rsidRDefault="00D5372F" w:rsidP="00B0610B">
            <w:pPr>
              <w:keepLines/>
              <w:widowControl/>
              <w:ind w:left="-57" w:right="-57"/>
              <w:jc w:val="right"/>
              <w:rPr>
                <w:sz w:val="26"/>
                <w:szCs w:val="26"/>
              </w:rPr>
            </w:pPr>
          </w:p>
        </w:tc>
        <w:tc>
          <w:tcPr>
            <w:tcW w:w="664" w:type="dxa"/>
            <w:vAlign w:val="center"/>
          </w:tcPr>
          <w:p w:rsidR="00D5372F" w:rsidRPr="00F166D1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</w:t>
            </w:r>
          </w:p>
        </w:tc>
        <w:tc>
          <w:tcPr>
            <w:tcW w:w="4680" w:type="dxa"/>
            <w:vAlign w:val="center"/>
          </w:tcPr>
          <w:p w:rsidR="00D5372F" w:rsidRPr="00F166D1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2</w:t>
            </w:r>
          </w:p>
        </w:tc>
        <w:tc>
          <w:tcPr>
            <w:tcW w:w="2700" w:type="dxa"/>
            <w:vAlign w:val="center"/>
          </w:tcPr>
          <w:p w:rsidR="00D5372F" w:rsidRPr="00F166D1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3</w:t>
            </w:r>
          </w:p>
        </w:tc>
        <w:tc>
          <w:tcPr>
            <w:tcW w:w="2003" w:type="dxa"/>
            <w:vAlign w:val="center"/>
          </w:tcPr>
          <w:p w:rsidR="00D5372F" w:rsidRPr="00F166D1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4</w:t>
            </w:r>
          </w:p>
        </w:tc>
        <w:tc>
          <w:tcPr>
            <w:tcW w:w="517" w:type="dxa"/>
            <w:tcBorders>
              <w:top w:val="nil"/>
              <w:bottom w:val="nil"/>
              <w:right w:val="nil"/>
            </w:tcBorders>
          </w:tcPr>
          <w:p w:rsidR="00D5372F" w:rsidRPr="00F166D1" w:rsidRDefault="00D5372F" w:rsidP="00B0610B">
            <w:pPr>
              <w:keepLines/>
              <w:widowControl/>
              <w:jc w:val="right"/>
              <w:rPr>
                <w:sz w:val="26"/>
                <w:szCs w:val="26"/>
              </w:rPr>
            </w:pPr>
          </w:p>
        </w:tc>
      </w:tr>
      <w:tr w:rsidR="00D5372F" w:rsidRPr="00F166D1" w:rsidTr="00B0610B">
        <w:trPr>
          <w:trHeight w:val="1805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5372F" w:rsidRPr="00F166D1" w:rsidRDefault="00D5372F" w:rsidP="00B0610B">
            <w:pPr>
              <w:keepLines/>
              <w:widowControl/>
              <w:ind w:left="-57" w:right="-57"/>
              <w:jc w:val="right"/>
              <w:rPr>
                <w:sz w:val="26"/>
                <w:szCs w:val="26"/>
              </w:rPr>
            </w:pPr>
          </w:p>
        </w:tc>
        <w:tc>
          <w:tcPr>
            <w:tcW w:w="664" w:type="dxa"/>
          </w:tcPr>
          <w:p w:rsidR="00D5372F" w:rsidRPr="00F166D1" w:rsidRDefault="00D5372F" w:rsidP="00B0610B">
            <w:pPr>
              <w:keepLines/>
              <w:widowControl/>
              <w:spacing w:after="60"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1.</w:t>
            </w:r>
          </w:p>
        </w:tc>
        <w:tc>
          <w:tcPr>
            <w:tcW w:w="4680" w:type="dxa"/>
          </w:tcPr>
          <w:p w:rsidR="00D5372F" w:rsidRPr="00F166D1" w:rsidRDefault="00D5372F" w:rsidP="00B0610B">
            <w:pPr>
              <w:keepLines/>
              <w:widowControl/>
              <w:spacing w:after="60" w:line="247" w:lineRule="auto"/>
              <w:jc w:val="both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Помещения, назначение: нежилое, </w:t>
            </w:r>
            <w:r w:rsidRPr="00F166D1">
              <w:rPr>
                <w:sz w:val="26"/>
                <w:szCs w:val="26"/>
              </w:rPr>
              <w:br/>
              <w:t xml:space="preserve">общая площадь 375,8 кв. м, этаж 1, </w:t>
            </w:r>
            <w:r w:rsidRPr="00F166D1">
              <w:rPr>
                <w:sz w:val="26"/>
                <w:szCs w:val="26"/>
              </w:rPr>
              <w:br/>
              <w:t xml:space="preserve">кадастровый номер: 73:18:020204:487, Ульяновская область, Тереньгульский район, р.п. Тереньга, ул. Фадеева, </w:t>
            </w:r>
            <w:r w:rsidRPr="00F166D1">
              <w:rPr>
                <w:sz w:val="26"/>
                <w:szCs w:val="26"/>
              </w:rPr>
              <w:br/>
              <w:t>д. 4, пом. 1, 2, 3-29</w:t>
            </w:r>
          </w:p>
        </w:tc>
        <w:tc>
          <w:tcPr>
            <w:tcW w:w="2700" w:type="dxa"/>
          </w:tcPr>
          <w:p w:rsidR="00D5372F" w:rsidRPr="00F166D1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F166D1">
              <w:rPr>
                <w:sz w:val="26"/>
                <w:szCs w:val="26"/>
              </w:rPr>
              <w:t xml:space="preserve">кционерное </w:t>
            </w:r>
            <w:r>
              <w:rPr>
                <w:sz w:val="26"/>
                <w:szCs w:val="26"/>
              </w:rPr>
              <w:br/>
            </w:r>
            <w:r w:rsidRPr="00F166D1">
              <w:rPr>
                <w:sz w:val="26"/>
                <w:szCs w:val="26"/>
              </w:rPr>
              <w:t xml:space="preserve">общество </w:t>
            </w:r>
          </w:p>
          <w:p w:rsidR="00D5372F" w:rsidRPr="00F166D1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 «Ульяновск-Фармация»,</w:t>
            </w:r>
          </w:p>
          <w:p w:rsidR="00D5372F" w:rsidRPr="00F166D1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г. Ульяновск,</w:t>
            </w:r>
          </w:p>
          <w:p w:rsidR="00D5372F" w:rsidRPr="00F166D1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 xml:space="preserve"> ул. Гая, д. 92</w:t>
            </w:r>
          </w:p>
        </w:tc>
        <w:tc>
          <w:tcPr>
            <w:tcW w:w="2003" w:type="dxa"/>
          </w:tcPr>
          <w:p w:rsidR="00D5372F" w:rsidRPr="006A6E73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  <w:lang w:val="en-US"/>
              </w:rPr>
              <w:t>II</w:t>
            </w:r>
          </w:p>
          <w:p w:rsidR="00D5372F" w:rsidRPr="00F166D1" w:rsidRDefault="00D5372F" w:rsidP="00B0610B">
            <w:pPr>
              <w:keepLines/>
              <w:widowControl/>
              <w:spacing w:line="247" w:lineRule="auto"/>
              <w:jc w:val="center"/>
              <w:rPr>
                <w:sz w:val="26"/>
                <w:szCs w:val="26"/>
              </w:rPr>
            </w:pPr>
            <w:r w:rsidRPr="00F166D1">
              <w:rPr>
                <w:sz w:val="26"/>
                <w:szCs w:val="26"/>
              </w:rPr>
              <w:t>полугодие</w:t>
            </w:r>
          </w:p>
          <w:p w:rsidR="00D5372F" w:rsidRPr="00F166D1" w:rsidRDefault="00D5372F" w:rsidP="00B0610B">
            <w:pPr>
              <w:keepLines/>
              <w:widowControl/>
              <w:spacing w:after="60" w:line="247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17" w:type="dxa"/>
            <w:tcBorders>
              <w:top w:val="nil"/>
              <w:bottom w:val="nil"/>
              <w:right w:val="nil"/>
            </w:tcBorders>
            <w:vAlign w:val="bottom"/>
          </w:tcPr>
          <w:p w:rsidR="00D5372F" w:rsidRPr="00F166D1" w:rsidRDefault="00D5372F" w:rsidP="00B0610B">
            <w:pPr>
              <w:keepLines/>
              <w:widowControl/>
              <w:ind w:left="-85"/>
              <w:rPr>
                <w:sz w:val="26"/>
                <w:szCs w:val="26"/>
              </w:rPr>
            </w:pPr>
            <w:r w:rsidRPr="00D72BEA">
              <w:rPr>
                <w:sz w:val="28"/>
                <w:szCs w:val="28"/>
              </w:rPr>
              <w:t>»;</w:t>
            </w:r>
          </w:p>
        </w:tc>
      </w:tr>
    </w:tbl>
    <w:p w:rsidR="00D5372F" w:rsidRDefault="00D5372F" w:rsidP="00247871">
      <w:pPr>
        <w:jc w:val="center"/>
        <w:rPr>
          <w:b/>
          <w:spacing w:val="-4"/>
          <w:sz w:val="28"/>
          <w:szCs w:val="28"/>
        </w:rPr>
      </w:pPr>
    </w:p>
    <w:p w:rsidR="00D5372F" w:rsidRPr="000447AA" w:rsidRDefault="00D5372F" w:rsidP="00247871">
      <w:pPr>
        <w:widowControl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r w:rsidRPr="000447AA">
        <w:rPr>
          <w:spacing w:val="-4"/>
          <w:sz w:val="28"/>
          <w:szCs w:val="28"/>
        </w:rPr>
        <w:t xml:space="preserve">2) пункт 2 раздела </w:t>
      </w:r>
      <w:r w:rsidRPr="000447AA">
        <w:rPr>
          <w:spacing w:val="-4"/>
          <w:sz w:val="28"/>
          <w:szCs w:val="28"/>
          <w:lang w:val="en-US"/>
        </w:rPr>
        <w:t>II</w:t>
      </w:r>
      <w:r w:rsidRPr="000447AA">
        <w:rPr>
          <w:spacing w:val="-4"/>
          <w:sz w:val="28"/>
          <w:szCs w:val="28"/>
        </w:rPr>
        <w:t xml:space="preserve">  изложить в следующей редакции:</w:t>
      </w:r>
    </w:p>
    <w:p w:rsidR="00D5372F" w:rsidRPr="000447AA" w:rsidRDefault="00D5372F" w:rsidP="00247871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447AA">
        <w:rPr>
          <w:sz w:val="28"/>
          <w:szCs w:val="28"/>
        </w:rPr>
        <w:t xml:space="preserve"> «2. Способами приватизации </w:t>
      </w:r>
      <w:r>
        <w:rPr>
          <w:sz w:val="28"/>
          <w:szCs w:val="28"/>
        </w:rPr>
        <w:t xml:space="preserve">государственного </w:t>
      </w:r>
      <w:r w:rsidRPr="000447AA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 Ульяновской области</w:t>
      </w:r>
      <w:r w:rsidRPr="000447AA">
        <w:rPr>
          <w:sz w:val="28"/>
          <w:szCs w:val="28"/>
        </w:rPr>
        <w:t xml:space="preserve"> в 201</w:t>
      </w:r>
      <w:r w:rsidRPr="005A50B6">
        <w:rPr>
          <w:sz w:val="28"/>
          <w:szCs w:val="28"/>
        </w:rPr>
        <w:t>5</w:t>
      </w:r>
      <w:r w:rsidRPr="000447AA">
        <w:rPr>
          <w:sz w:val="28"/>
          <w:szCs w:val="28"/>
        </w:rPr>
        <w:t xml:space="preserve"> году будут являться продажа имущества, в том числе акций акционерных обществ, на аукционах</w:t>
      </w:r>
      <w:r>
        <w:rPr>
          <w:sz w:val="28"/>
          <w:szCs w:val="28"/>
        </w:rPr>
        <w:t>,</w:t>
      </w:r>
      <w:r w:rsidRPr="000447AA">
        <w:rPr>
          <w:sz w:val="28"/>
          <w:szCs w:val="28"/>
        </w:rPr>
        <w:t xml:space="preserve"> посредством публичного предложения</w:t>
      </w:r>
      <w:r w:rsidRPr="005A50B6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без объявления цены</w:t>
      </w:r>
      <w:r w:rsidRPr="000447AA">
        <w:rPr>
          <w:sz w:val="28"/>
          <w:szCs w:val="28"/>
        </w:rPr>
        <w:t xml:space="preserve">, преобразование областных государственных унитарных предприятий в общества с ограниченной ответственностью, а также </w:t>
      </w:r>
      <w:r w:rsidRPr="000447AA">
        <w:rPr>
          <w:spacing w:val="-4"/>
          <w:sz w:val="28"/>
          <w:szCs w:val="28"/>
        </w:rPr>
        <w:t xml:space="preserve">внесение имущества в качестве вклада в уставные капиталы акционерных обществ в порядке оплаты размещаемых дополнительных акций при увеличении уставных капиталов </w:t>
      </w:r>
      <w:r>
        <w:rPr>
          <w:spacing w:val="-4"/>
          <w:sz w:val="28"/>
          <w:szCs w:val="28"/>
        </w:rPr>
        <w:t xml:space="preserve">указанных </w:t>
      </w:r>
      <w:r w:rsidRPr="000447AA">
        <w:rPr>
          <w:spacing w:val="-4"/>
          <w:sz w:val="28"/>
          <w:szCs w:val="28"/>
        </w:rPr>
        <w:t>акционерных обществ.</w:t>
      </w:r>
      <w:r w:rsidRPr="000447AA">
        <w:rPr>
          <w:sz w:val="28"/>
          <w:szCs w:val="28"/>
        </w:rPr>
        <w:t>».</w:t>
      </w:r>
    </w:p>
    <w:p w:rsidR="00D5372F" w:rsidRPr="00B4275D" w:rsidRDefault="00D5372F" w:rsidP="00247871">
      <w:pPr>
        <w:tabs>
          <w:tab w:val="left" w:pos="180"/>
        </w:tabs>
        <w:suppressAutoHyphens/>
        <w:jc w:val="both"/>
        <w:rPr>
          <w:sz w:val="16"/>
          <w:szCs w:val="28"/>
        </w:rPr>
      </w:pPr>
    </w:p>
    <w:p w:rsidR="00D5372F" w:rsidRDefault="00D5372F" w:rsidP="00247871">
      <w:pPr>
        <w:tabs>
          <w:tab w:val="left" w:pos="180"/>
        </w:tabs>
        <w:suppressAutoHyphens/>
        <w:jc w:val="both"/>
        <w:rPr>
          <w:sz w:val="28"/>
          <w:szCs w:val="28"/>
        </w:rPr>
      </w:pPr>
    </w:p>
    <w:p w:rsidR="00D5372F" w:rsidRPr="00B4275D" w:rsidRDefault="00D5372F" w:rsidP="00247871">
      <w:pPr>
        <w:tabs>
          <w:tab w:val="left" w:pos="180"/>
        </w:tabs>
        <w:suppressAutoHyphens/>
        <w:jc w:val="both"/>
        <w:rPr>
          <w:sz w:val="28"/>
          <w:szCs w:val="28"/>
        </w:rPr>
      </w:pPr>
    </w:p>
    <w:p w:rsidR="00D5372F" w:rsidRPr="00B4275D" w:rsidRDefault="00D5372F" w:rsidP="00247871">
      <w:pPr>
        <w:tabs>
          <w:tab w:val="left" w:pos="180"/>
        </w:tabs>
        <w:suppressAutoHyphens/>
        <w:jc w:val="both"/>
        <w:rPr>
          <w:sz w:val="44"/>
          <w:szCs w:val="28"/>
        </w:rPr>
      </w:pPr>
      <w:r w:rsidRPr="00B4275D">
        <w:rPr>
          <w:b/>
          <w:sz w:val="28"/>
        </w:rPr>
        <w:t xml:space="preserve">Губернатор Ульяновской области   </w:t>
      </w:r>
      <w:r>
        <w:rPr>
          <w:b/>
          <w:sz w:val="28"/>
        </w:rPr>
        <w:t xml:space="preserve">                                                   </w:t>
      </w:r>
      <w:r w:rsidRPr="00B4275D">
        <w:rPr>
          <w:b/>
          <w:sz w:val="28"/>
        </w:rPr>
        <w:t xml:space="preserve">  С.И.Морозов</w:t>
      </w:r>
    </w:p>
    <w:p w:rsidR="00D5372F" w:rsidRDefault="00D5372F" w:rsidP="00247871">
      <w:pPr>
        <w:ind w:firstLine="709"/>
        <w:rPr>
          <w:sz w:val="28"/>
          <w:szCs w:val="28"/>
        </w:rPr>
      </w:pPr>
    </w:p>
    <w:p w:rsidR="00D5372F" w:rsidRDefault="00D5372F" w:rsidP="00247871">
      <w:pPr>
        <w:ind w:firstLine="709"/>
        <w:rPr>
          <w:sz w:val="28"/>
          <w:szCs w:val="28"/>
        </w:rPr>
      </w:pPr>
    </w:p>
    <w:p w:rsidR="00D5372F" w:rsidRPr="000447AA" w:rsidRDefault="00D5372F" w:rsidP="00247871">
      <w:pPr>
        <w:ind w:firstLine="709"/>
        <w:rPr>
          <w:sz w:val="28"/>
          <w:szCs w:val="28"/>
        </w:rPr>
      </w:pPr>
    </w:p>
    <w:p w:rsidR="00D5372F" w:rsidRPr="000447AA" w:rsidRDefault="00D5372F" w:rsidP="00247871">
      <w:pPr>
        <w:spacing w:line="312" w:lineRule="auto"/>
        <w:jc w:val="center"/>
        <w:rPr>
          <w:sz w:val="28"/>
          <w:szCs w:val="28"/>
        </w:rPr>
      </w:pPr>
      <w:r w:rsidRPr="000447AA">
        <w:rPr>
          <w:sz w:val="28"/>
          <w:szCs w:val="28"/>
        </w:rPr>
        <w:t>г. Ульяновск</w:t>
      </w:r>
    </w:p>
    <w:p w:rsidR="00D5372F" w:rsidRPr="000447AA" w:rsidRDefault="00D5372F" w:rsidP="00247871">
      <w:p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Pr="00044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сентября </w:t>
      </w:r>
      <w:r w:rsidRPr="000447AA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0447AA">
        <w:rPr>
          <w:sz w:val="28"/>
          <w:szCs w:val="28"/>
        </w:rPr>
        <w:t xml:space="preserve"> г.</w:t>
      </w:r>
    </w:p>
    <w:p w:rsidR="00D5372F" w:rsidRPr="000447AA" w:rsidRDefault="00D5372F" w:rsidP="00247871">
      <w:pPr>
        <w:spacing w:line="312" w:lineRule="auto"/>
        <w:jc w:val="center"/>
        <w:rPr>
          <w:sz w:val="28"/>
          <w:szCs w:val="28"/>
        </w:rPr>
      </w:pPr>
      <w:r w:rsidRPr="000447AA">
        <w:rPr>
          <w:sz w:val="28"/>
          <w:szCs w:val="28"/>
        </w:rPr>
        <w:t xml:space="preserve">№ </w:t>
      </w:r>
      <w:r>
        <w:rPr>
          <w:sz w:val="28"/>
          <w:szCs w:val="28"/>
        </w:rPr>
        <w:t>105-</w:t>
      </w:r>
      <w:r w:rsidRPr="000447AA">
        <w:rPr>
          <w:sz w:val="28"/>
          <w:szCs w:val="28"/>
        </w:rPr>
        <w:t>ЗО</w:t>
      </w:r>
    </w:p>
    <w:sectPr w:rsidR="00D5372F" w:rsidRPr="000447AA" w:rsidSect="006D5B0B">
      <w:headerReference w:type="even" r:id="rId7"/>
      <w:headerReference w:type="default" r:id="rId8"/>
      <w:foot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72F" w:rsidRDefault="00D5372F">
      <w:r>
        <w:separator/>
      </w:r>
    </w:p>
  </w:endnote>
  <w:endnote w:type="continuationSeparator" w:id="0">
    <w:p w:rsidR="00D5372F" w:rsidRDefault="00D53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72F" w:rsidRPr="00B4275D" w:rsidRDefault="00D5372F" w:rsidP="00B4275D">
    <w:pPr>
      <w:pStyle w:val="Footer"/>
      <w:jc w:val="right"/>
      <w:rPr>
        <w:sz w:val="16"/>
        <w:szCs w:val="16"/>
        <w:lang/>
      </w:rPr>
    </w:pPr>
    <w:r>
      <w:rPr>
        <w:sz w:val="16"/>
        <w:szCs w:val="16"/>
        <w:lang/>
      </w:rPr>
      <w:t>1906бт1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72F" w:rsidRDefault="00D5372F">
      <w:r>
        <w:separator/>
      </w:r>
    </w:p>
  </w:footnote>
  <w:footnote w:type="continuationSeparator" w:id="0">
    <w:p w:rsidR="00D5372F" w:rsidRDefault="00D537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72F" w:rsidRDefault="00D5372F" w:rsidP="000E4F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372F" w:rsidRDefault="00D537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72F" w:rsidRPr="00606D3E" w:rsidRDefault="00D5372F" w:rsidP="00F40BB2">
    <w:pPr>
      <w:pStyle w:val="Header"/>
      <w:jc w:val="center"/>
      <w:rPr>
        <w:rStyle w:val="PageNumber"/>
        <w:sz w:val="28"/>
        <w:szCs w:val="28"/>
      </w:rPr>
    </w:pPr>
    <w:r w:rsidRPr="00606D3E">
      <w:rPr>
        <w:rStyle w:val="PageNumber"/>
        <w:sz w:val="28"/>
        <w:szCs w:val="28"/>
      </w:rPr>
      <w:fldChar w:fldCharType="begin"/>
    </w:r>
    <w:r w:rsidRPr="00606D3E">
      <w:rPr>
        <w:rStyle w:val="PageNumber"/>
        <w:sz w:val="28"/>
        <w:szCs w:val="28"/>
      </w:rPr>
      <w:instrText xml:space="preserve">PAGE  </w:instrText>
    </w:r>
    <w:r w:rsidRPr="00606D3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6</w:t>
    </w:r>
    <w:r w:rsidRPr="00606D3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131"/>
    <w:rsid w:val="00000039"/>
    <w:rsid w:val="00000B1E"/>
    <w:rsid w:val="000026E3"/>
    <w:rsid w:val="000052ED"/>
    <w:rsid w:val="00006E38"/>
    <w:rsid w:val="00006E9A"/>
    <w:rsid w:val="00011633"/>
    <w:rsid w:val="00012542"/>
    <w:rsid w:val="000141F2"/>
    <w:rsid w:val="00017833"/>
    <w:rsid w:val="00020C7E"/>
    <w:rsid w:val="0002265B"/>
    <w:rsid w:val="000239EE"/>
    <w:rsid w:val="00025047"/>
    <w:rsid w:val="00027249"/>
    <w:rsid w:val="00034EBD"/>
    <w:rsid w:val="00041CBA"/>
    <w:rsid w:val="00043510"/>
    <w:rsid w:val="000447AA"/>
    <w:rsid w:val="00045EE3"/>
    <w:rsid w:val="00046521"/>
    <w:rsid w:val="00057EDB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6A20"/>
    <w:rsid w:val="00086F0D"/>
    <w:rsid w:val="0009007B"/>
    <w:rsid w:val="00090F1A"/>
    <w:rsid w:val="000927B7"/>
    <w:rsid w:val="000944F5"/>
    <w:rsid w:val="000A40A3"/>
    <w:rsid w:val="000A49CD"/>
    <w:rsid w:val="000A6025"/>
    <w:rsid w:val="000A638D"/>
    <w:rsid w:val="000B0377"/>
    <w:rsid w:val="000B422A"/>
    <w:rsid w:val="000B501D"/>
    <w:rsid w:val="000B7D86"/>
    <w:rsid w:val="000B7F76"/>
    <w:rsid w:val="000C1475"/>
    <w:rsid w:val="000C320D"/>
    <w:rsid w:val="000C45A4"/>
    <w:rsid w:val="000D1899"/>
    <w:rsid w:val="000D1F00"/>
    <w:rsid w:val="000D4073"/>
    <w:rsid w:val="000D5B9E"/>
    <w:rsid w:val="000D67FD"/>
    <w:rsid w:val="000E16C8"/>
    <w:rsid w:val="000E23DB"/>
    <w:rsid w:val="000E4FC5"/>
    <w:rsid w:val="000E5F2F"/>
    <w:rsid w:val="000F546C"/>
    <w:rsid w:val="000F56AA"/>
    <w:rsid w:val="000F5D1D"/>
    <w:rsid w:val="000F7C11"/>
    <w:rsid w:val="00100BF6"/>
    <w:rsid w:val="0010401E"/>
    <w:rsid w:val="00107E80"/>
    <w:rsid w:val="001110BA"/>
    <w:rsid w:val="0011305E"/>
    <w:rsid w:val="0011443E"/>
    <w:rsid w:val="001147B7"/>
    <w:rsid w:val="00115468"/>
    <w:rsid w:val="00120C5A"/>
    <w:rsid w:val="001260CD"/>
    <w:rsid w:val="001302BC"/>
    <w:rsid w:val="001319D7"/>
    <w:rsid w:val="0013723D"/>
    <w:rsid w:val="0014155C"/>
    <w:rsid w:val="00144EAE"/>
    <w:rsid w:val="00145AB1"/>
    <w:rsid w:val="00147663"/>
    <w:rsid w:val="00151BF0"/>
    <w:rsid w:val="00152510"/>
    <w:rsid w:val="001525D3"/>
    <w:rsid w:val="001526C6"/>
    <w:rsid w:val="0015648A"/>
    <w:rsid w:val="00162D37"/>
    <w:rsid w:val="00164580"/>
    <w:rsid w:val="001673DC"/>
    <w:rsid w:val="00181ADC"/>
    <w:rsid w:val="00182C58"/>
    <w:rsid w:val="001833D5"/>
    <w:rsid w:val="001862E6"/>
    <w:rsid w:val="001940F6"/>
    <w:rsid w:val="00197B16"/>
    <w:rsid w:val="001A2189"/>
    <w:rsid w:val="001A7707"/>
    <w:rsid w:val="001B1928"/>
    <w:rsid w:val="001B57B4"/>
    <w:rsid w:val="001C2C0F"/>
    <w:rsid w:val="001C3AE8"/>
    <w:rsid w:val="001C3D6C"/>
    <w:rsid w:val="001D21EF"/>
    <w:rsid w:val="001D5569"/>
    <w:rsid w:val="001D7565"/>
    <w:rsid w:val="001E0677"/>
    <w:rsid w:val="001E1F9F"/>
    <w:rsid w:val="001E53F2"/>
    <w:rsid w:val="001F2116"/>
    <w:rsid w:val="001F389F"/>
    <w:rsid w:val="001F462D"/>
    <w:rsid w:val="001F4703"/>
    <w:rsid w:val="001F4D21"/>
    <w:rsid w:val="00203C29"/>
    <w:rsid w:val="00205C32"/>
    <w:rsid w:val="00206770"/>
    <w:rsid w:val="00214421"/>
    <w:rsid w:val="0021615E"/>
    <w:rsid w:val="002172D8"/>
    <w:rsid w:val="00232099"/>
    <w:rsid w:val="002362DE"/>
    <w:rsid w:val="002477E0"/>
    <w:rsid w:val="00247871"/>
    <w:rsid w:val="00250F4A"/>
    <w:rsid w:val="002563D6"/>
    <w:rsid w:val="002574A5"/>
    <w:rsid w:val="002576CD"/>
    <w:rsid w:val="00257758"/>
    <w:rsid w:val="00262387"/>
    <w:rsid w:val="00266670"/>
    <w:rsid w:val="0027297F"/>
    <w:rsid w:val="0027423B"/>
    <w:rsid w:val="0027546A"/>
    <w:rsid w:val="00276993"/>
    <w:rsid w:val="00280452"/>
    <w:rsid w:val="0028146E"/>
    <w:rsid w:val="00281685"/>
    <w:rsid w:val="002849EC"/>
    <w:rsid w:val="00287CC7"/>
    <w:rsid w:val="00292E16"/>
    <w:rsid w:val="002965C9"/>
    <w:rsid w:val="002978EE"/>
    <w:rsid w:val="002978F0"/>
    <w:rsid w:val="002A0D36"/>
    <w:rsid w:val="002A12A7"/>
    <w:rsid w:val="002A1E57"/>
    <w:rsid w:val="002A4E7A"/>
    <w:rsid w:val="002A68E7"/>
    <w:rsid w:val="002B1B0C"/>
    <w:rsid w:val="002B21C6"/>
    <w:rsid w:val="002C01BD"/>
    <w:rsid w:val="002C0927"/>
    <w:rsid w:val="002C12A5"/>
    <w:rsid w:val="002C4528"/>
    <w:rsid w:val="002C783C"/>
    <w:rsid w:val="002D1D48"/>
    <w:rsid w:val="002D3F3C"/>
    <w:rsid w:val="002D52DD"/>
    <w:rsid w:val="002D622E"/>
    <w:rsid w:val="002D7741"/>
    <w:rsid w:val="002E1286"/>
    <w:rsid w:val="002E6683"/>
    <w:rsid w:val="002E6A70"/>
    <w:rsid w:val="002E7056"/>
    <w:rsid w:val="002F018A"/>
    <w:rsid w:val="002F6B26"/>
    <w:rsid w:val="002F707B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A57"/>
    <w:rsid w:val="003144BF"/>
    <w:rsid w:val="0031527D"/>
    <w:rsid w:val="00316AE1"/>
    <w:rsid w:val="0032050E"/>
    <w:rsid w:val="00321A11"/>
    <w:rsid w:val="00327995"/>
    <w:rsid w:val="003313AC"/>
    <w:rsid w:val="00333F1D"/>
    <w:rsid w:val="003407EE"/>
    <w:rsid w:val="00340C35"/>
    <w:rsid w:val="0034134D"/>
    <w:rsid w:val="00347B7D"/>
    <w:rsid w:val="00352A19"/>
    <w:rsid w:val="00366E9A"/>
    <w:rsid w:val="00367BAD"/>
    <w:rsid w:val="00367D5B"/>
    <w:rsid w:val="00373808"/>
    <w:rsid w:val="00373ABE"/>
    <w:rsid w:val="00373E57"/>
    <w:rsid w:val="003763A4"/>
    <w:rsid w:val="00382936"/>
    <w:rsid w:val="00385E6E"/>
    <w:rsid w:val="003862F6"/>
    <w:rsid w:val="00390A4B"/>
    <w:rsid w:val="00391B21"/>
    <w:rsid w:val="00392FF4"/>
    <w:rsid w:val="003A1138"/>
    <w:rsid w:val="003A1CD7"/>
    <w:rsid w:val="003A55E5"/>
    <w:rsid w:val="003A6A61"/>
    <w:rsid w:val="003B098C"/>
    <w:rsid w:val="003B2350"/>
    <w:rsid w:val="003B3074"/>
    <w:rsid w:val="003B45D9"/>
    <w:rsid w:val="003B7676"/>
    <w:rsid w:val="003B7A72"/>
    <w:rsid w:val="003B7D08"/>
    <w:rsid w:val="003C4466"/>
    <w:rsid w:val="003D0CE9"/>
    <w:rsid w:val="003D12D8"/>
    <w:rsid w:val="003D4B64"/>
    <w:rsid w:val="003D60DC"/>
    <w:rsid w:val="003D6F28"/>
    <w:rsid w:val="003E0616"/>
    <w:rsid w:val="003E1028"/>
    <w:rsid w:val="003E3019"/>
    <w:rsid w:val="003F259B"/>
    <w:rsid w:val="003F494C"/>
    <w:rsid w:val="003F77EA"/>
    <w:rsid w:val="003F7817"/>
    <w:rsid w:val="00400833"/>
    <w:rsid w:val="00405145"/>
    <w:rsid w:val="004052D2"/>
    <w:rsid w:val="00406C1B"/>
    <w:rsid w:val="004070A3"/>
    <w:rsid w:val="004141F9"/>
    <w:rsid w:val="00416264"/>
    <w:rsid w:val="0041635F"/>
    <w:rsid w:val="004229A6"/>
    <w:rsid w:val="00423D18"/>
    <w:rsid w:val="0042423E"/>
    <w:rsid w:val="004249C7"/>
    <w:rsid w:val="00425728"/>
    <w:rsid w:val="004309C5"/>
    <w:rsid w:val="00433773"/>
    <w:rsid w:val="004341F6"/>
    <w:rsid w:val="00436E7C"/>
    <w:rsid w:val="0044323D"/>
    <w:rsid w:val="00443DE0"/>
    <w:rsid w:val="0044403C"/>
    <w:rsid w:val="004443CE"/>
    <w:rsid w:val="0044441A"/>
    <w:rsid w:val="0044510C"/>
    <w:rsid w:val="00445C6B"/>
    <w:rsid w:val="00456242"/>
    <w:rsid w:val="00470190"/>
    <w:rsid w:val="0047669B"/>
    <w:rsid w:val="004A0051"/>
    <w:rsid w:val="004A441B"/>
    <w:rsid w:val="004A4C9A"/>
    <w:rsid w:val="004A5103"/>
    <w:rsid w:val="004A5D7E"/>
    <w:rsid w:val="004B0280"/>
    <w:rsid w:val="004B1947"/>
    <w:rsid w:val="004B1B66"/>
    <w:rsid w:val="004B2542"/>
    <w:rsid w:val="004B3581"/>
    <w:rsid w:val="004B5E93"/>
    <w:rsid w:val="004B6A51"/>
    <w:rsid w:val="004C3289"/>
    <w:rsid w:val="004C4C92"/>
    <w:rsid w:val="004C5BE9"/>
    <w:rsid w:val="004D0B24"/>
    <w:rsid w:val="004D1BD9"/>
    <w:rsid w:val="004D2C90"/>
    <w:rsid w:val="004D7655"/>
    <w:rsid w:val="004F1E8D"/>
    <w:rsid w:val="004F4EEB"/>
    <w:rsid w:val="004F557A"/>
    <w:rsid w:val="00515CB4"/>
    <w:rsid w:val="00516100"/>
    <w:rsid w:val="0051782E"/>
    <w:rsid w:val="00520BA7"/>
    <w:rsid w:val="00530446"/>
    <w:rsid w:val="00535B40"/>
    <w:rsid w:val="00536DC8"/>
    <w:rsid w:val="005371D5"/>
    <w:rsid w:val="00540702"/>
    <w:rsid w:val="005414CF"/>
    <w:rsid w:val="005457EF"/>
    <w:rsid w:val="0054680B"/>
    <w:rsid w:val="00551645"/>
    <w:rsid w:val="00551996"/>
    <w:rsid w:val="00554379"/>
    <w:rsid w:val="00561FA2"/>
    <w:rsid w:val="0057276F"/>
    <w:rsid w:val="00572AFA"/>
    <w:rsid w:val="00575843"/>
    <w:rsid w:val="0057591E"/>
    <w:rsid w:val="00575C61"/>
    <w:rsid w:val="00581CF8"/>
    <w:rsid w:val="005854F2"/>
    <w:rsid w:val="00586718"/>
    <w:rsid w:val="00592502"/>
    <w:rsid w:val="00592FE8"/>
    <w:rsid w:val="00594AEA"/>
    <w:rsid w:val="00594BE4"/>
    <w:rsid w:val="0059507E"/>
    <w:rsid w:val="005970D3"/>
    <w:rsid w:val="005A3405"/>
    <w:rsid w:val="005A3F97"/>
    <w:rsid w:val="005A50B6"/>
    <w:rsid w:val="005A64C6"/>
    <w:rsid w:val="005A7981"/>
    <w:rsid w:val="005B4EE2"/>
    <w:rsid w:val="005B6F06"/>
    <w:rsid w:val="005C2986"/>
    <w:rsid w:val="005C3833"/>
    <w:rsid w:val="005C4F5B"/>
    <w:rsid w:val="005C50ED"/>
    <w:rsid w:val="005C7044"/>
    <w:rsid w:val="005D4185"/>
    <w:rsid w:val="005D67DD"/>
    <w:rsid w:val="005D6B10"/>
    <w:rsid w:val="005E10F7"/>
    <w:rsid w:val="005E158D"/>
    <w:rsid w:val="005E788E"/>
    <w:rsid w:val="005E7FE0"/>
    <w:rsid w:val="005F294C"/>
    <w:rsid w:val="005F2D73"/>
    <w:rsid w:val="005F42CC"/>
    <w:rsid w:val="005F5EF3"/>
    <w:rsid w:val="00602549"/>
    <w:rsid w:val="00604158"/>
    <w:rsid w:val="006052AA"/>
    <w:rsid w:val="0060594E"/>
    <w:rsid w:val="00606AFF"/>
    <w:rsid w:val="00606D3E"/>
    <w:rsid w:val="0061174D"/>
    <w:rsid w:val="00612283"/>
    <w:rsid w:val="00612610"/>
    <w:rsid w:val="00613FE5"/>
    <w:rsid w:val="00614126"/>
    <w:rsid w:val="00614A47"/>
    <w:rsid w:val="00615376"/>
    <w:rsid w:val="00623A82"/>
    <w:rsid w:val="006242B5"/>
    <w:rsid w:val="00624A30"/>
    <w:rsid w:val="00625551"/>
    <w:rsid w:val="00630F0B"/>
    <w:rsid w:val="00633D7C"/>
    <w:rsid w:val="00635CC4"/>
    <w:rsid w:val="006365F2"/>
    <w:rsid w:val="00636737"/>
    <w:rsid w:val="00641348"/>
    <w:rsid w:val="00650A68"/>
    <w:rsid w:val="00651A56"/>
    <w:rsid w:val="0065207F"/>
    <w:rsid w:val="006530F6"/>
    <w:rsid w:val="00653508"/>
    <w:rsid w:val="00655733"/>
    <w:rsid w:val="006620A3"/>
    <w:rsid w:val="00662FCC"/>
    <w:rsid w:val="00665673"/>
    <w:rsid w:val="00667512"/>
    <w:rsid w:val="00667C2F"/>
    <w:rsid w:val="00673A75"/>
    <w:rsid w:val="0067540C"/>
    <w:rsid w:val="006767C5"/>
    <w:rsid w:val="00677B43"/>
    <w:rsid w:val="00684AD5"/>
    <w:rsid w:val="00686C72"/>
    <w:rsid w:val="006875AA"/>
    <w:rsid w:val="00687B98"/>
    <w:rsid w:val="00687BE8"/>
    <w:rsid w:val="00691918"/>
    <w:rsid w:val="006949F4"/>
    <w:rsid w:val="00694DEC"/>
    <w:rsid w:val="006A2122"/>
    <w:rsid w:val="006A3562"/>
    <w:rsid w:val="006A6831"/>
    <w:rsid w:val="006A6E73"/>
    <w:rsid w:val="006A7B51"/>
    <w:rsid w:val="006A7F12"/>
    <w:rsid w:val="006B1262"/>
    <w:rsid w:val="006B2559"/>
    <w:rsid w:val="006B6B3A"/>
    <w:rsid w:val="006B7820"/>
    <w:rsid w:val="006C16AA"/>
    <w:rsid w:val="006C19AA"/>
    <w:rsid w:val="006D5B0B"/>
    <w:rsid w:val="006D7AF8"/>
    <w:rsid w:val="006D7C01"/>
    <w:rsid w:val="006E1677"/>
    <w:rsid w:val="006E1BF0"/>
    <w:rsid w:val="006E3E3F"/>
    <w:rsid w:val="006E5C23"/>
    <w:rsid w:val="006F0379"/>
    <w:rsid w:val="006F04A0"/>
    <w:rsid w:val="006F531D"/>
    <w:rsid w:val="006F6082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46BC"/>
    <w:rsid w:val="00734A7B"/>
    <w:rsid w:val="007359A0"/>
    <w:rsid w:val="0073780D"/>
    <w:rsid w:val="007412F7"/>
    <w:rsid w:val="00742F7E"/>
    <w:rsid w:val="0074530E"/>
    <w:rsid w:val="00751400"/>
    <w:rsid w:val="007526D1"/>
    <w:rsid w:val="00753FEE"/>
    <w:rsid w:val="007563F8"/>
    <w:rsid w:val="00756DE7"/>
    <w:rsid w:val="007575D6"/>
    <w:rsid w:val="0076162C"/>
    <w:rsid w:val="0076188E"/>
    <w:rsid w:val="00766409"/>
    <w:rsid w:val="00774E32"/>
    <w:rsid w:val="007777DB"/>
    <w:rsid w:val="00777BD1"/>
    <w:rsid w:val="00791D87"/>
    <w:rsid w:val="00791EED"/>
    <w:rsid w:val="007A21C9"/>
    <w:rsid w:val="007A2EA5"/>
    <w:rsid w:val="007A4C1F"/>
    <w:rsid w:val="007A5FF8"/>
    <w:rsid w:val="007A666F"/>
    <w:rsid w:val="007B01CD"/>
    <w:rsid w:val="007B1208"/>
    <w:rsid w:val="007B3F4D"/>
    <w:rsid w:val="007C28E9"/>
    <w:rsid w:val="007C7139"/>
    <w:rsid w:val="007D0891"/>
    <w:rsid w:val="007D4875"/>
    <w:rsid w:val="007D4A2A"/>
    <w:rsid w:val="007E32F6"/>
    <w:rsid w:val="007E3B8F"/>
    <w:rsid w:val="007E6672"/>
    <w:rsid w:val="007E7113"/>
    <w:rsid w:val="007F0033"/>
    <w:rsid w:val="007F0C3B"/>
    <w:rsid w:val="007F218F"/>
    <w:rsid w:val="007F33B6"/>
    <w:rsid w:val="00801CAC"/>
    <w:rsid w:val="008036C4"/>
    <w:rsid w:val="00804410"/>
    <w:rsid w:val="00804B73"/>
    <w:rsid w:val="008077D0"/>
    <w:rsid w:val="00810C07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3316"/>
    <w:rsid w:val="00853A73"/>
    <w:rsid w:val="00855B90"/>
    <w:rsid w:val="00855D9E"/>
    <w:rsid w:val="00856FA5"/>
    <w:rsid w:val="00863ADC"/>
    <w:rsid w:val="00864B18"/>
    <w:rsid w:val="008722D7"/>
    <w:rsid w:val="008737BE"/>
    <w:rsid w:val="00873C19"/>
    <w:rsid w:val="008747E6"/>
    <w:rsid w:val="00880B86"/>
    <w:rsid w:val="00887820"/>
    <w:rsid w:val="008926B6"/>
    <w:rsid w:val="0089456A"/>
    <w:rsid w:val="00894D45"/>
    <w:rsid w:val="00895029"/>
    <w:rsid w:val="008A225E"/>
    <w:rsid w:val="008A253F"/>
    <w:rsid w:val="008A350C"/>
    <w:rsid w:val="008A5788"/>
    <w:rsid w:val="008A6F99"/>
    <w:rsid w:val="008B6561"/>
    <w:rsid w:val="008C51DB"/>
    <w:rsid w:val="008D0FED"/>
    <w:rsid w:val="008D1670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13FA"/>
    <w:rsid w:val="00903990"/>
    <w:rsid w:val="00906C6E"/>
    <w:rsid w:val="00907D8E"/>
    <w:rsid w:val="00914058"/>
    <w:rsid w:val="00932702"/>
    <w:rsid w:val="0094060C"/>
    <w:rsid w:val="00943D4E"/>
    <w:rsid w:val="00946613"/>
    <w:rsid w:val="00951F4F"/>
    <w:rsid w:val="009559B6"/>
    <w:rsid w:val="009604E3"/>
    <w:rsid w:val="00961023"/>
    <w:rsid w:val="00973B50"/>
    <w:rsid w:val="00975E5A"/>
    <w:rsid w:val="00976667"/>
    <w:rsid w:val="0098200D"/>
    <w:rsid w:val="00982672"/>
    <w:rsid w:val="00982B81"/>
    <w:rsid w:val="00986EF5"/>
    <w:rsid w:val="009908AD"/>
    <w:rsid w:val="00990F9A"/>
    <w:rsid w:val="009A0377"/>
    <w:rsid w:val="009A395F"/>
    <w:rsid w:val="009A5B0B"/>
    <w:rsid w:val="009B0AF3"/>
    <w:rsid w:val="009B5B0E"/>
    <w:rsid w:val="009B6004"/>
    <w:rsid w:val="009B651C"/>
    <w:rsid w:val="009C5656"/>
    <w:rsid w:val="009C6877"/>
    <w:rsid w:val="009C767D"/>
    <w:rsid w:val="009D688D"/>
    <w:rsid w:val="009E6611"/>
    <w:rsid w:val="009F699B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5AD2"/>
    <w:rsid w:val="00A274E9"/>
    <w:rsid w:val="00A312EC"/>
    <w:rsid w:val="00A320C6"/>
    <w:rsid w:val="00A329B1"/>
    <w:rsid w:val="00A36985"/>
    <w:rsid w:val="00A3780D"/>
    <w:rsid w:val="00A37D01"/>
    <w:rsid w:val="00A439FE"/>
    <w:rsid w:val="00A465F6"/>
    <w:rsid w:val="00A54F58"/>
    <w:rsid w:val="00A5755C"/>
    <w:rsid w:val="00A64550"/>
    <w:rsid w:val="00A65B51"/>
    <w:rsid w:val="00A6719F"/>
    <w:rsid w:val="00A710E6"/>
    <w:rsid w:val="00A76C40"/>
    <w:rsid w:val="00A7799D"/>
    <w:rsid w:val="00A85389"/>
    <w:rsid w:val="00A85455"/>
    <w:rsid w:val="00A933E2"/>
    <w:rsid w:val="00AA2D1B"/>
    <w:rsid w:val="00AA34C1"/>
    <w:rsid w:val="00AA4C90"/>
    <w:rsid w:val="00AB1407"/>
    <w:rsid w:val="00AB2590"/>
    <w:rsid w:val="00AB7F7F"/>
    <w:rsid w:val="00AC1EE1"/>
    <w:rsid w:val="00AC1FC7"/>
    <w:rsid w:val="00AC59EB"/>
    <w:rsid w:val="00AC630E"/>
    <w:rsid w:val="00AC6586"/>
    <w:rsid w:val="00AD0ED4"/>
    <w:rsid w:val="00AD2F00"/>
    <w:rsid w:val="00AE0BCC"/>
    <w:rsid w:val="00AE251E"/>
    <w:rsid w:val="00AE7527"/>
    <w:rsid w:val="00AF028A"/>
    <w:rsid w:val="00AF1C7C"/>
    <w:rsid w:val="00AF37DF"/>
    <w:rsid w:val="00B012D9"/>
    <w:rsid w:val="00B05D37"/>
    <w:rsid w:val="00B0610B"/>
    <w:rsid w:val="00B06C18"/>
    <w:rsid w:val="00B07DE0"/>
    <w:rsid w:val="00B15313"/>
    <w:rsid w:val="00B23C38"/>
    <w:rsid w:val="00B24D26"/>
    <w:rsid w:val="00B32423"/>
    <w:rsid w:val="00B33EA0"/>
    <w:rsid w:val="00B4040B"/>
    <w:rsid w:val="00B4275D"/>
    <w:rsid w:val="00B445D3"/>
    <w:rsid w:val="00B45577"/>
    <w:rsid w:val="00B45A83"/>
    <w:rsid w:val="00B46AE6"/>
    <w:rsid w:val="00B5542F"/>
    <w:rsid w:val="00B5580C"/>
    <w:rsid w:val="00B601FF"/>
    <w:rsid w:val="00B62D66"/>
    <w:rsid w:val="00B63192"/>
    <w:rsid w:val="00B653DC"/>
    <w:rsid w:val="00B708C6"/>
    <w:rsid w:val="00B742D9"/>
    <w:rsid w:val="00B74A4C"/>
    <w:rsid w:val="00B75994"/>
    <w:rsid w:val="00B8247B"/>
    <w:rsid w:val="00B82635"/>
    <w:rsid w:val="00B85C00"/>
    <w:rsid w:val="00B8717B"/>
    <w:rsid w:val="00B93676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A82"/>
    <w:rsid w:val="00BB2307"/>
    <w:rsid w:val="00BB5150"/>
    <w:rsid w:val="00BB6C07"/>
    <w:rsid w:val="00BB6E15"/>
    <w:rsid w:val="00BC39C3"/>
    <w:rsid w:val="00BC5871"/>
    <w:rsid w:val="00BC771D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42E7"/>
    <w:rsid w:val="00BF7953"/>
    <w:rsid w:val="00C01999"/>
    <w:rsid w:val="00C109E4"/>
    <w:rsid w:val="00C117DA"/>
    <w:rsid w:val="00C207F0"/>
    <w:rsid w:val="00C223B2"/>
    <w:rsid w:val="00C247B7"/>
    <w:rsid w:val="00C24E67"/>
    <w:rsid w:val="00C26414"/>
    <w:rsid w:val="00C3121A"/>
    <w:rsid w:val="00C34561"/>
    <w:rsid w:val="00C34E59"/>
    <w:rsid w:val="00C409C4"/>
    <w:rsid w:val="00C41097"/>
    <w:rsid w:val="00C4358B"/>
    <w:rsid w:val="00C44E83"/>
    <w:rsid w:val="00C45404"/>
    <w:rsid w:val="00C464CC"/>
    <w:rsid w:val="00C50855"/>
    <w:rsid w:val="00C50ECA"/>
    <w:rsid w:val="00C50F41"/>
    <w:rsid w:val="00C52E64"/>
    <w:rsid w:val="00C62DFF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4C2"/>
    <w:rsid w:val="00C97882"/>
    <w:rsid w:val="00C97A12"/>
    <w:rsid w:val="00CA309A"/>
    <w:rsid w:val="00CA7007"/>
    <w:rsid w:val="00CB65C3"/>
    <w:rsid w:val="00CD0112"/>
    <w:rsid w:val="00CD2C6D"/>
    <w:rsid w:val="00CD3A03"/>
    <w:rsid w:val="00CD62E0"/>
    <w:rsid w:val="00CD67C5"/>
    <w:rsid w:val="00CD7D99"/>
    <w:rsid w:val="00CE1673"/>
    <w:rsid w:val="00CE25B0"/>
    <w:rsid w:val="00CE6E30"/>
    <w:rsid w:val="00CF4605"/>
    <w:rsid w:val="00CF52B9"/>
    <w:rsid w:val="00CF6EC7"/>
    <w:rsid w:val="00CF7C85"/>
    <w:rsid w:val="00D007F6"/>
    <w:rsid w:val="00D00835"/>
    <w:rsid w:val="00D01CC5"/>
    <w:rsid w:val="00D05449"/>
    <w:rsid w:val="00D209EF"/>
    <w:rsid w:val="00D2558C"/>
    <w:rsid w:val="00D26A45"/>
    <w:rsid w:val="00D27E07"/>
    <w:rsid w:val="00D3414C"/>
    <w:rsid w:val="00D347AE"/>
    <w:rsid w:val="00D365CD"/>
    <w:rsid w:val="00D37293"/>
    <w:rsid w:val="00D4171F"/>
    <w:rsid w:val="00D44096"/>
    <w:rsid w:val="00D44301"/>
    <w:rsid w:val="00D44A53"/>
    <w:rsid w:val="00D46B9C"/>
    <w:rsid w:val="00D5372F"/>
    <w:rsid w:val="00D55FAA"/>
    <w:rsid w:val="00D62FCD"/>
    <w:rsid w:val="00D63B29"/>
    <w:rsid w:val="00D648BF"/>
    <w:rsid w:val="00D72773"/>
    <w:rsid w:val="00D72BEA"/>
    <w:rsid w:val="00D75F13"/>
    <w:rsid w:val="00D80C51"/>
    <w:rsid w:val="00D83573"/>
    <w:rsid w:val="00D904C8"/>
    <w:rsid w:val="00D96FEB"/>
    <w:rsid w:val="00DB57E2"/>
    <w:rsid w:val="00DB5CC3"/>
    <w:rsid w:val="00DB61BB"/>
    <w:rsid w:val="00DC23A7"/>
    <w:rsid w:val="00DC36C7"/>
    <w:rsid w:val="00DC5AD7"/>
    <w:rsid w:val="00DC5F03"/>
    <w:rsid w:val="00DC6DF7"/>
    <w:rsid w:val="00DD4DE3"/>
    <w:rsid w:val="00DE19DA"/>
    <w:rsid w:val="00DE2119"/>
    <w:rsid w:val="00DE245E"/>
    <w:rsid w:val="00DF5A4B"/>
    <w:rsid w:val="00E07625"/>
    <w:rsid w:val="00E0789B"/>
    <w:rsid w:val="00E1538A"/>
    <w:rsid w:val="00E27D2E"/>
    <w:rsid w:val="00E32981"/>
    <w:rsid w:val="00E34345"/>
    <w:rsid w:val="00E34599"/>
    <w:rsid w:val="00E34DFC"/>
    <w:rsid w:val="00E40629"/>
    <w:rsid w:val="00E433DC"/>
    <w:rsid w:val="00E44C3D"/>
    <w:rsid w:val="00E4545B"/>
    <w:rsid w:val="00E46131"/>
    <w:rsid w:val="00E546F8"/>
    <w:rsid w:val="00E54FD3"/>
    <w:rsid w:val="00E551F0"/>
    <w:rsid w:val="00E56028"/>
    <w:rsid w:val="00E6165D"/>
    <w:rsid w:val="00E64FA1"/>
    <w:rsid w:val="00E65BD3"/>
    <w:rsid w:val="00E66751"/>
    <w:rsid w:val="00E667EA"/>
    <w:rsid w:val="00E722BC"/>
    <w:rsid w:val="00E74233"/>
    <w:rsid w:val="00E744D1"/>
    <w:rsid w:val="00E74872"/>
    <w:rsid w:val="00E76087"/>
    <w:rsid w:val="00E81C4E"/>
    <w:rsid w:val="00E8556E"/>
    <w:rsid w:val="00E93947"/>
    <w:rsid w:val="00E94F02"/>
    <w:rsid w:val="00EB1386"/>
    <w:rsid w:val="00EB5B49"/>
    <w:rsid w:val="00EC23B9"/>
    <w:rsid w:val="00EC3A25"/>
    <w:rsid w:val="00ED022A"/>
    <w:rsid w:val="00ED2AE9"/>
    <w:rsid w:val="00ED360A"/>
    <w:rsid w:val="00ED3B4A"/>
    <w:rsid w:val="00ED405E"/>
    <w:rsid w:val="00EE1EC3"/>
    <w:rsid w:val="00EF0B03"/>
    <w:rsid w:val="00EF30A7"/>
    <w:rsid w:val="00EF58EC"/>
    <w:rsid w:val="00EF7D56"/>
    <w:rsid w:val="00EF7FBC"/>
    <w:rsid w:val="00F061CA"/>
    <w:rsid w:val="00F10C97"/>
    <w:rsid w:val="00F110DD"/>
    <w:rsid w:val="00F11911"/>
    <w:rsid w:val="00F12DEF"/>
    <w:rsid w:val="00F14C6A"/>
    <w:rsid w:val="00F15305"/>
    <w:rsid w:val="00F166D1"/>
    <w:rsid w:val="00F21DF1"/>
    <w:rsid w:val="00F22892"/>
    <w:rsid w:val="00F2318E"/>
    <w:rsid w:val="00F31F60"/>
    <w:rsid w:val="00F36D53"/>
    <w:rsid w:val="00F37C95"/>
    <w:rsid w:val="00F40867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6001E"/>
    <w:rsid w:val="00F640BC"/>
    <w:rsid w:val="00F7202D"/>
    <w:rsid w:val="00F73C4E"/>
    <w:rsid w:val="00F74FEB"/>
    <w:rsid w:val="00F76B34"/>
    <w:rsid w:val="00F81FC2"/>
    <w:rsid w:val="00F8492A"/>
    <w:rsid w:val="00F86319"/>
    <w:rsid w:val="00F86D4B"/>
    <w:rsid w:val="00F9206D"/>
    <w:rsid w:val="00F932C4"/>
    <w:rsid w:val="00FA1F26"/>
    <w:rsid w:val="00FA2864"/>
    <w:rsid w:val="00FA4011"/>
    <w:rsid w:val="00FA5C71"/>
    <w:rsid w:val="00FA61A6"/>
    <w:rsid w:val="00FB4717"/>
    <w:rsid w:val="00FC52D9"/>
    <w:rsid w:val="00FC668F"/>
    <w:rsid w:val="00FC71B5"/>
    <w:rsid w:val="00FD59DD"/>
    <w:rsid w:val="00FD7499"/>
    <w:rsid w:val="00FE68A8"/>
    <w:rsid w:val="00FF0A9F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6131"/>
    <w:pPr>
      <w:keepNext/>
      <w:ind w:left="567"/>
      <w:jc w:val="both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F337B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a">
    <w:name w:val="Знак"/>
    <w:basedOn w:val="Normal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46131"/>
    <w:pPr>
      <w:widowControl w:val="0"/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37B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337B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2">
    <w:name w:val="Знак2"/>
    <w:basedOn w:val="Normal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5029"/>
    <w:rPr>
      <w:sz w:val="18"/>
    </w:rPr>
  </w:style>
  <w:style w:type="paragraph" w:customStyle="1" w:styleId="a0">
    <w:name w:val="Знак Знак Знак Знак"/>
    <w:basedOn w:val="Normal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">
    <w:name w:val="Знак1"/>
    <w:basedOn w:val="Normal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7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1916</Words>
  <Characters>10927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z21</dc:creator>
  <cp:keywords/>
  <dc:description/>
  <cp:lastModifiedBy>Пользователь</cp:lastModifiedBy>
  <cp:revision>6</cp:revision>
  <cp:lastPrinted>2015-07-06T13:34:00Z</cp:lastPrinted>
  <dcterms:created xsi:type="dcterms:W3CDTF">2015-07-06T13:36:00Z</dcterms:created>
  <dcterms:modified xsi:type="dcterms:W3CDTF">2015-09-08T06:05:00Z</dcterms:modified>
</cp:coreProperties>
</file>