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07C" w:rsidRDefault="0030707C" w:rsidP="00AB05C1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30707C" w:rsidRPr="00BF30D2" w:rsidRDefault="0030707C" w:rsidP="00BF30D2">
      <w:pPr>
        <w:tabs>
          <w:tab w:val="left" w:pos="3090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BF30D2">
        <w:rPr>
          <w:b/>
          <w:bCs/>
          <w:sz w:val="28"/>
          <w:szCs w:val="28"/>
        </w:rPr>
        <w:t>Закон Ульяновской области</w:t>
      </w:r>
    </w:p>
    <w:p w:rsidR="0030707C" w:rsidRDefault="0030707C" w:rsidP="00AB05C1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30707C" w:rsidRDefault="0030707C" w:rsidP="00AB05C1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30707C" w:rsidRPr="00AB05C1" w:rsidRDefault="0030707C" w:rsidP="00AB05C1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30707C" w:rsidRDefault="0030707C" w:rsidP="00F316C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изменения в статью 2 Закона Ульяновской области</w:t>
      </w:r>
    </w:p>
    <w:p w:rsidR="0030707C" w:rsidRPr="00233CF8" w:rsidRDefault="0030707C" w:rsidP="00F316C0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«О межбюджетных отношениях в Ульяновской области»</w:t>
      </w:r>
    </w:p>
    <w:p w:rsidR="0030707C" w:rsidRDefault="0030707C" w:rsidP="00365C03">
      <w:pPr>
        <w:autoSpaceDE w:val="0"/>
        <w:autoSpaceDN w:val="0"/>
        <w:adjustRightInd w:val="0"/>
        <w:ind w:firstLine="720"/>
        <w:jc w:val="center"/>
        <w:outlineLvl w:val="0"/>
        <w:rPr>
          <w:b/>
          <w:sz w:val="28"/>
          <w:szCs w:val="28"/>
        </w:rPr>
      </w:pPr>
    </w:p>
    <w:p w:rsidR="0030707C" w:rsidRDefault="0030707C" w:rsidP="00365C03">
      <w:pPr>
        <w:autoSpaceDE w:val="0"/>
        <w:autoSpaceDN w:val="0"/>
        <w:adjustRightInd w:val="0"/>
        <w:ind w:firstLine="720"/>
        <w:jc w:val="center"/>
        <w:outlineLvl w:val="0"/>
        <w:rPr>
          <w:b/>
          <w:sz w:val="28"/>
          <w:szCs w:val="28"/>
        </w:rPr>
      </w:pPr>
    </w:p>
    <w:p w:rsidR="0030707C" w:rsidRDefault="0030707C" w:rsidP="00365C03">
      <w:pPr>
        <w:autoSpaceDE w:val="0"/>
        <w:autoSpaceDN w:val="0"/>
        <w:adjustRightInd w:val="0"/>
        <w:ind w:firstLine="720"/>
        <w:jc w:val="center"/>
        <w:outlineLvl w:val="0"/>
        <w:rPr>
          <w:b/>
          <w:sz w:val="28"/>
          <w:szCs w:val="28"/>
        </w:rPr>
      </w:pPr>
    </w:p>
    <w:p w:rsidR="0030707C" w:rsidRDefault="0030707C" w:rsidP="00365C03">
      <w:pPr>
        <w:autoSpaceDE w:val="0"/>
        <w:autoSpaceDN w:val="0"/>
        <w:adjustRightInd w:val="0"/>
        <w:ind w:firstLine="720"/>
        <w:jc w:val="center"/>
        <w:outlineLvl w:val="0"/>
        <w:rPr>
          <w:b/>
          <w:sz w:val="28"/>
          <w:szCs w:val="28"/>
        </w:rPr>
      </w:pPr>
    </w:p>
    <w:p w:rsidR="0030707C" w:rsidRDefault="0030707C" w:rsidP="00365C03">
      <w:pPr>
        <w:autoSpaceDE w:val="0"/>
        <w:autoSpaceDN w:val="0"/>
        <w:adjustRightInd w:val="0"/>
        <w:ind w:firstLine="720"/>
        <w:jc w:val="center"/>
        <w:outlineLvl w:val="0"/>
        <w:rPr>
          <w:b/>
          <w:sz w:val="28"/>
          <w:szCs w:val="28"/>
        </w:rPr>
      </w:pPr>
    </w:p>
    <w:p w:rsidR="0030707C" w:rsidRDefault="0030707C" w:rsidP="00365C03">
      <w:pPr>
        <w:autoSpaceDE w:val="0"/>
        <w:autoSpaceDN w:val="0"/>
        <w:adjustRightInd w:val="0"/>
        <w:ind w:firstLine="720"/>
        <w:jc w:val="center"/>
        <w:outlineLvl w:val="0"/>
        <w:rPr>
          <w:b/>
          <w:sz w:val="28"/>
          <w:szCs w:val="28"/>
        </w:rPr>
      </w:pPr>
    </w:p>
    <w:p w:rsidR="0030707C" w:rsidRDefault="0030707C" w:rsidP="00365C03">
      <w:pPr>
        <w:autoSpaceDE w:val="0"/>
        <w:autoSpaceDN w:val="0"/>
        <w:adjustRightInd w:val="0"/>
        <w:ind w:firstLine="720"/>
        <w:jc w:val="center"/>
        <w:outlineLvl w:val="0"/>
        <w:rPr>
          <w:b/>
          <w:sz w:val="28"/>
          <w:szCs w:val="28"/>
        </w:rPr>
      </w:pPr>
    </w:p>
    <w:p w:rsidR="0030707C" w:rsidRDefault="0030707C" w:rsidP="00365C03">
      <w:pPr>
        <w:autoSpaceDE w:val="0"/>
        <w:autoSpaceDN w:val="0"/>
        <w:adjustRightInd w:val="0"/>
        <w:ind w:firstLine="720"/>
        <w:jc w:val="center"/>
        <w:outlineLvl w:val="0"/>
        <w:rPr>
          <w:b/>
          <w:sz w:val="28"/>
          <w:szCs w:val="28"/>
        </w:rPr>
      </w:pPr>
    </w:p>
    <w:p w:rsidR="0030707C" w:rsidRDefault="0030707C" w:rsidP="00365C03">
      <w:pPr>
        <w:autoSpaceDE w:val="0"/>
        <w:autoSpaceDN w:val="0"/>
        <w:adjustRightInd w:val="0"/>
        <w:ind w:firstLine="720"/>
        <w:jc w:val="center"/>
        <w:outlineLvl w:val="0"/>
        <w:rPr>
          <w:b/>
          <w:sz w:val="28"/>
          <w:szCs w:val="28"/>
        </w:rPr>
      </w:pPr>
    </w:p>
    <w:p w:rsidR="0030707C" w:rsidRPr="00233CF8" w:rsidRDefault="0030707C" w:rsidP="00365C03">
      <w:pPr>
        <w:autoSpaceDE w:val="0"/>
        <w:autoSpaceDN w:val="0"/>
        <w:adjustRightInd w:val="0"/>
        <w:ind w:firstLine="720"/>
        <w:jc w:val="center"/>
        <w:outlineLvl w:val="0"/>
        <w:rPr>
          <w:b/>
          <w:sz w:val="28"/>
          <w:szCs w:val="28"/>
        </w:rPr>
      </w:pPr>
    </w:p>
    <w:p w:rsidR="0030707C" w:rsidRDefault="0030707C" w:rsidP="00365C03">
      <w:pPr>
        <w:autoSpaceDE w:val="0"/>
        <w:autoSpaceDN w:val="0"/>
        <w:adjustRightInd w:val="0"/>
        <w:ind w:firstLine="720"/>
        <w:outlineLvl w:val="0"/>
        <w:rPr>
          <w:b/>
          <w:sz w:val="28"/>
          <w:szCs w:val="28"/>
        </w:rPr>
      </w:pPr>
      <w:r w:rsidRPr="00CB3130">
        <w:rPr>
          <w:b/>
          <w:sz w:val="28"/>
          <w:szCs w:val="28"/>
        </w:rPr>
        <w:t xml:space="preserve">Статья 1 </w:t>
      </w:r>
    </w:p>
    <w:p w:rsidR="0030707C" w:rsidRDefault="0030707C" w:rsidP="00365C0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30707C" w:rsidRDefault="0030707C" w:rsidP="00365C0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30707C" w:rsidRDefault="0030707C" w:rsidP="00BB4DF0">
      <w:pPr>
        <w:autoSpaceDE w:val="0"/>
        <w:autoSpaceDN w:val="0"/>
        <w:adjustRightInd w:val="0"/>
        <w:spacing w:line="367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Внести в статью 2 </w:t>
      </w:r>
      <w:hyperlink r:id="rId6" w:history="1">
        <w:r w:rsidRPr="00BA0BA6">
          <w:rPr>
            <w:rStyle w:val="Hyperlink"/>
            <w:color w:val="000000"/>
            <w:sz w:val="28"/>
            <w:szCs w:val="28"/>
            <w:u w:val="none"/>
          </w:rPr>
          <w:t>Закон</w:t>
        </w:r>
      </w:hyperlink>
      <w:r w:rsidRPr="00F36C03">
        <w:rPr>
          <w:sz w:val="28"/>
          <w:szCs w:val="28"/>
        </w:rPr>
        <w:t>а</w:t>
      </w:r>
      <w:r w:rsidRPr="00BA0BA6">
        <w:rPr>
          <w:color w:val="000000"/>
          <w:sz w:val="28"/>
          <w:szCs w:val="28"/>
        </w:rPr>
        <w:t xml:space="preserve"> </w:t>
      </w:r>
      <w:r w:rsidRPr="005465E5">
        <w:rPr>
          <w:color w:val="000000"/>
          <w:sz w:val="28"/>
          <w:szCs w:val="28"/>
        </w:rPr>
        <w:t xml:space="preserve">Ульяновской области от </w:t>
      </w:r>
      <w:r>
        <w:rPr>
          <w:color w:val="000000"/>
          <w:sz w:val="28"/>
          <w:szCs w:val="28"/>
        </w:rPr>
        <w:t xml:space="preserve">4 октября 2011 года </w:t>
      </w:r>
      <w:r>
        <w:rPr>
          <w:color w:val="000000"/>
          <w:sz w:val="28"/>
          <w:szCs w:val="28"/>
        </w:rPr>
        <w:br/>
        <w:t>№ 142-ЗО «</w:t>
      </w:r>
      <w:r w:rsidRPr="005465E5">
        <w:rPr>
          <w:color w:val="000000"/>
          <w:sz w:val="28"/>
          <w:szCs w:val="28"/>
        </w:rPr>
        <w:t xml:space="preserve">О </w:t>
      </w:r>
      <w:r w:rsidRPr="005465E5">
        <w:rPr>
          <w:sz w:val="28"/>
          <w:szCs w:val="28"/>
        </w:rPr>
        <w:t>межбюджетных отношениях в Ульяновской области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(«Ульяновская правда» от 07.10.2011 № 113; от 14.12.2011 № 141; </w:t>
      </w:r>
      <w:r>
        <w:rPr>
          <w:sz w:val="28"/>
          <w:szCs w:val="28"/>
        </w:rPr>
        <w:br/>
        <w:t xml:space="preserve">от 08.05.2013 № 48; от 11.07.2013 № 75; от 07.09.2013 № 109; от 11.11.2013 </w:t>
      </w:r>
      <w:r>
        <w:rPr>
          <w:sz w:val="28"/>
          <w:szCs w:val="28"/>
        </w:rPr>
        <w:br/>
        <w:t>№ 144; от 05.03.2015 № 28</w:t>
      </w:r>
      <w:r>
        <w:rPr>
          <w:color w:val="000000"/>
          <w:sz w:val="28"/>
          <w:szCs w:val="28"/>
        </w:rPr>
        <w:t>) изменение, изложив её в следующей редакции:</w:t>
      </w:r>
    </w:p>
    <w:tbl>
      <w:tblPr>
        <w:tblW w:w="0" w:type="auto"/>
        <w:tblLook w:val="00A0"/>
      </w:tblPr>
      <w:tblGrid>
        <w:gridCol w:w="2093"/>
        <w:gridCol w:w="7930"/>
      </w:tblGrid>
      <w:tr w:rsidR="0030707C" w:rsidTr="005E3913">
        <w:tc>
          <w:tcPr>
            <w:tcW w:w="2093" w:type="dxa"/>
          </w:tcPr>
          <w:p w:rsidR="0030707C" w:rsidRPr="005E3913" w:rsidRDefault="0030707C" w:rsidP="005E3913">
            <w:pPr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5E3913">
              <w:rPr>
                <w:color w:val="000000"/>
                <w:sz w:val="28"/>
                <w:szCs w:val="28"/>
              </w:rPr>
              <w:t>«</w:t>
            </w:r>
            <w:r w:rsidRPr="005E3913">
              <w:rPr>
                <w:sz w:val="28"/>
                <w:szCs w:val="28"/>
              </w:rPr>
              <w:t>Статья 2.</w:t>
            </w:r>
          </w:p>
        </w:tc>
        <w:tc>
          <w:tcPr>
            <w:tcW w:w="7930" w:type="dxa"/>
          </w:tcPr>
          <w:p w:rsidR="0030707C" w:rsidRPr="005E3913" w:rsidRDefault="0030707C" w:rsidP="005E391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5E3913">
              <w:rPr>
                <w:b/>
                <w:sz w:val="28"/>
                <w:szCs w:val="28"/>
              </w:rPr>
              <w:t xml:space="preserve">Единые нормативы отчислений в бюджеты муници-пальных районов Ульяновской области от налога </w:t>
            </w:r>
            <w:r w:rsidRPr="005E3913">
              <w:rPr>
                <w:b/>
                <w:sz w:val="28"/>
                <w:szCs w:val="28"/>
              </w:rPr>
              <w:br/>
              <w:t xml:space="preserve">на доходы физических лиц и налога, взимаемого в связи </w:t>
            </w:r>
            <w:r w:rsidRPr="005E3913">
              <w:rPr>
                <w:b/>
                <w:sz w:val="28"/>
                <w:szCs w:val="28"/>
              </w:rPr>
              <w:br/>
              <w:t>с применением упрощённой системы налогообложения</w:t>
            </w:r>
            <w:bookmarkStart w:id="0" w:name="_GoBack"/>
            <w:bookmarkEnd w:id="0"/>
          </w:p>
        </w:tc>
      </w:tr>
    </w:tbl>
    <w:p w:rsidR="0030707C" w:rsidRDefault="0030707C" w:rsidP="003D5510">
      <w:pPr>
        <w:ind w:firstLine="540"/>
        <w:jc w:val="both"/>
        <w:rPr>
          <w:sz w:val="28"/>
          <w:szCs w:val="28"/>
        </w:rPr>
      </w:pPr>
    </w:p>
    <w:p w:rsidR="0030707C" w:rsidRPr="00B77FC2" w:rsidRDefault="0030707C" w:rsidP="003D5510">
      <w:pPr>
        <w:ind w:firstLine="540"/>
        <w:jc w:val="both"/>
        <w:rPr>
          <w:sz w:val="28"/>
          <w:szCs w:val="28"/>
        </w:rPr>
      </w:pPr>
    </w:p>
    <w:p w:rsidR="0030707C" w:rsidRDefault="0030707C" w:rsidP="00BB4DF0">
      <w:pPr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единые</w:t>
      </w:r>
      <w:r w:rsidRPr="00A91C1B">
        <w:rPr>
          <w:sz w:val="28"/>
          <w:szCs w:val="28"/>
        </w:rPr>
        <w:t xml:space="preserve"> для всех муниципальных районов Ульяновской области (далее </w:t>
      </w:r>
      <w:r>
        <w:rPr>
          <w:sz w:val="28"/>
          <w:szCs w:val="28"/>
        </w:rPr>
        <w:t xml:space="preserve">– </w:t>
      </w:r>
      <w:r w:rsidRPr="00A91C1B">
        <w:rPr>
          <w:sz w:val="28"/>
          <w:szCs w:val="28"/>
        </w:rPr>
        <w:t>муниципальные районы) норматив</w:t>
      </w:r>
      <w:r>
        <w:rPr>
          <w:sz w:val="28"/>
          <w:szCs w:val="28"/>
        </w:rPr>
        <w:t>ы</w:t>
      </w:r>
      <w:r w:rsidRPr="00A91C1B">
        <w:rPr>
          <w:sz w:val="28"/>
          <w:szCs w:val="28"/>
        </w:rPr>
        <w:t xml:space="preserve"> отчислений в бюджеты муниципальных районов</w:t>
      </w:r>
      <w:r>
        <w:rPr>
          <w:sz w:val="28"/>
          <w:szCs w:val="28"/>
        </w:rPr>
        <w:t>:</w:t>
      </w:r>
      <w:r w:rsidRPr="00A91C1B">
        <w:rPr>
          <w:sz w:val="28"/>
          <w:szCs w:val="28"/>
        </w:rPr>
        <w:t xml:space="preserve"> </w:t>
      </w:r>
    </w:p>
    <w:p w:rsidR="0030707C" w:rsidRDefault="0030707C" w:rsidP="00BB4DF0">
      <w:pPr>
        <w:spacing w:line="367" w:lineRule="auto"/>
        <w:ind w:firstLine="709"/>
        <w:jc w:val="both"/>
        <w:rPr>
          <w:sz w:val="28"/>
          <w:szCs w:val="28"/>
        </w:rPr>
      </w:pPr>
      <w:r w:rsidRPr="00A91C1B">
        <w:rPr>
          <w:sz w:val="28"/>
          <w:szCs w:val="28"/>
        </w:rPr>
        <w:t xml:space="preserve">от налога на доходы физических лиц, подлежащего зачислению </w:t>
      </w:r>
      <w:r>
        <w:rPr>
          <w:sz w:val="28"/>
          <w:szCs w:val="28"/>
        </w:rPr>
        <w:br/>
      </w:r>
      <w:r w:rsidRPr="00A91C1B">
        <w:rPr>
          <w:sz w:val="28"/>
          <w:szCs w:val="28"/>
        </w:rPr>
        <w:t>в областной</w:t>
      </w:r>
      <w:r>
        <w:rPr>
          <w:sz w:val="28"/>
          <w:szCs w:val="28"/>
        </w:rPr>
        <w:t xml:space="preserve"> бюджет, – в размере 10 процентов;</w:t>
      </w:r>
    </w:p>
    <w:p w:rsidR="0030707C" w:rsidRPr="00A91C1B" w:rsidRDefault="0030707C" w:rsidP="00BB4DF0">
      <w:pPr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налога, взимаемого в связи с применением упрощённой системы налогообложения, – в размере 10 процентов.».</w:t>
      </w:r>
    </w:p>
    <w:p w:rsidR="0030707C" w:rsidRPr="003D5510" w:rsidRDefault="0030707C" w:rsidP="003D5510">
      <w:pPr>
        <w:ind w:firstLine="539"/>
        <w:jc w:val="both"/>
        <w:rPr>
          <w:b/>
          <w:sz w:val="16"/>
          <w:szCs w:val="28"/>
        </w:rPr>
      </w:pPr>
    </w:p>
    <w:p w:rsidR="0030707C" w:rsidRDefault="0030707C" w:rsidP="003D5510">
      <w:pPr>
        <w:ind w:firstLine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2</w:t>
      </w:r>
    </w:p>
    <w:p w:rsidR="0030707C" w:rsidRDefault="0030707C" w:rsidP="003D5510">
      <w:pPr>
        <w:ind w:firstLine="539"/>
        <w:jc w:val="both"/>
        <w:rPr>
          <w:b/>
          <w:sz w:val="28"/>
          <w:szCs w:val="28"/>
        </w:rPr>
      </w:pPr>
    </w:p>
    <w:p w:rsidR="0030707C" w:rsidRDefault="0030707C" w:rsidP="003D5510">
      <w:pPr>
        <w:ind w:firstLine="539"/>
        <w:jc w:val="both"/>
        <w:rPr>
          <w:b/>
          <w:sz w:val="28"/>
          <w:szCs w:val="28"/>
        </w:rPr>
      </w:pPr>
    </w:p>
    <w:p w:rsidR="0030707C" w:rsidRPr="00C27C6E" w:rsidRDefault="0030707C" w:rsidP="00B77FC2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</w:t>
      </w:r>
      <w:r w:rsidRPr="00C27C6E">
        <w:rPr>
          <w:sz w:val="28"/>
          <w:szCs w:val="28"/>
        </w:rPr>
        <w:t>акон вступает в силу с 1 января 2016 года.</w:t>
      </w:r>
    </w:p>
    <w:p w:rsidR="0030707C" w:rsidRDefault="0030707C" w:rsidP="00B77FC2">
      <w:pPr>
        <w:ind w:firstLine="539"/>
        <w:jc w:val="both"/>
        <w:rPr>
          <w:b/>
          <w:sz w:val="28"/>
          <w:szCs w:val="28"/>
        </w:rPr>
      </w:pPr>
    </w:p>
    <w:p w:rsidR="0030707C" w:rsidRDefault="0030707C" w:rsidP="00B77FC2">
      <w:pPr>
        <w:ind w:firstLine="539"/>
        <w:jc w:val="both"/>
        <w:rPr>
          <w:b/>
          <w:sz w:val="28"/>
          <w:szCs w:val="28"/>
        </w:rPr>
      </w:pPr>
    </w:p>
    <w:p w:rsidR="0030707C" w:rsidRPr="003053D5" w:rsidRDefault="0030707C" w:rsidP="00B77FC2">
      <w:pPr>
        <w:ind w:firstLine="539"/>
        <w:jc w:val="both"/>
        <w:rPr>
          <w:b/>
          <w:sz w:val="28"/>
          <w:szCs w:val="28"/>
        </w:rPr>
      </w:pPr>
    </w:p>
    <w:p w:rsidR="0030707C" w:rsidRPr="003053D5" w:rsidRDefault="0030707C" w:rsidP="00B77FC2">
      <w:pPr>
        <w:tabs>
          <w:tab w:val="right" w:pos="9781"/>
        </w:tabs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Губернатор Ульяновской области</w:t>
      </w:r>
      <w:r>
        <w:rPr>
          <w:b/>
          <w:sz w:val="28"/>
          <w:szCs w:val="28"/>
        </w:rPr>
        <w:tab/>
      </w:r>
      <w:r w:rsidRPr="003053D5">
        <w:rPr>
          <w:b/>
          <w:sz w:val="28"/>
          <w:szCs w:val="28"/>
        </w:rPr>
        <w:t>С.И.Морозов</w:t>
      </w:r>
    </w:p>
    <w:p w:rsidR="0030707C" w:rsidRPr="00BB4DF0" w:rsidRDefault="0030707C" w:rsidP="00DF2147">
      <w:pPr>
        <w:jc w:val="center"/>
        <w:rPr>
          <w:sz w:val="16"/>
          <w:szCs w:val="28"/>
        </w:rPr>
      </w:pPr>
    </w:p>
    <w:p w:rsidR="0030707C" w:rsidRPr="003053D5" w:rsidRDefault="0030707C" w:rsidP="00DF2147">
      <w:pPr>
        <w:jc w:val="center"/>
        <w:rPr>
          <w:sz w:val="28"/>
          <w:szCs w:val="28"/>
        </w:rPr>
      </w:pPr>
    </w:p>
    <w:p w:rsidR="0030707C" w:rsidRPr="003053D5" w:rsidRDefault="0030707C" w:rsidP="00DF2147">
      <w:pPr>
        <w:jc w:val="center"/>
        <w:rPr>
          <w:sz w:val="28"/>
          <w:szCs w:val="28"/>
        </w:rPr>
      </w:pPr>
    </w:p>
    <w:p w:rsidR="0030707C" w:rsidRPr="003053D5" w:rsidRDefault="0030707C" w:rsidP="00DF2147">
      <w:pPr>
        <w:jc w:val="center"/>
        <w:rPr>
          <w:sz w:val="28"/>
          <w:szCs w:val="28"/>
        </w:rPr>
      </w:pPr>
      <w:r w:rsidRPr="003053D5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3053D5">
        <w:rPr>
          <w:sz w:val="28"/>
          <w:szCs w:val="28"/>
        </w:rPr>
        <w:t>Ульяновск</w:t>
      </w:r>
    </w:p>
    <w:p w:rsidR="0030707C" w:rsidRPr="003053D5" w:rsidRDefault="0030707C" w:rsidP="00DF2147">
      <w:pPr>
        <w:jc w:val="center"/>
        <w:rPr>
          <w:sz w:val="28"/>
          <w:szCs w:val="28"/>
        </w:rPr>
      </w:pPr>
      <w:r>
        <w:rPr>
          <w:sz w:val="28"/>
          <w:szCs w:val="28"/>
        </w:rPr>
        <w:t>02</w:t>
      </w:r>
      <w:r w:rsidRPr="003053D5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Pr="003053D5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3053D5">
          <w:rPr>
            <w:sz w:val="28"/>
            <w:szCs w:val="28"/>
          </w:rPr>
          <w:t>201</w:t>
        </w:r>
        <w:r>
          <w:rPr>
            <w:sz w:val="28"/>
            <w:szCs w:val="28"/>
          </w:rPr>
          <w:t>5</w:t>
        </w:r>
        <w:r w:rsidRPr="003053D5">
          <w:rPr>
            <w:sz w:val="28"/>
            <w:szCs w:val="28"/>
          </w:rPr>
          <w:t xml:space="preserve"> г</w:t>
        </w:r>
      </w:smartTag>
      <w:r w:rsidRPr="003053D5">
        <w:rPr>
          <w:sz w:val="28"/>
          <w:szCs w:val="28"/>
        </w:rPr>
        <w:t>.</w:t>
      </w:r>
    </w:p>
    <w:p w:rsidR="0030707C" w:rsidRPr="003053D5" w:rsidRDefault="0030707C" w:rsidP="00DF2147">
      <w:pPr>
        <w:jc w:val="center"/>
        <w:rPr>
          <w:sz w:val="28"/>
          <w:szCs w:val="28"/>
        </w:rPr>
      </w:pPr>
      <w:r w:rsidRPr="003053D5">
        <w:rPr>
          <w:sz w:val="28"/>
          <w:szCs w:val="28"/>
        </w:rPr>
        <w:t>№</w:t>
      </w:r>
      <w:r>
        <w:rPr>
          <w:sz w:val="28"/>
          <w:szCs w:val="28"/>
        </w:rPr>
        <w:t xml:space="preserve"> 103</w:t>
      </w:r>
      <w:r w:rsidRPr="003053D5">
        <w:rPr>
          <w:sz w:val="28"/>
          <w:szCs w:val="28"/>
        </w:rPr>
        <w:t>-ЗО</w:t>
      </w:r>
    </w:p>
    <w:sectPr w:rsidR="0030707C" w:rsidRPr="003053D5" w:rsidSect="00365C03">
      <w:headerReference w:type="default" r:id="rId7"/>
      <w:footerReference w:type="first" r:id="rId8"/>
      <w:pgSz w:w="11905" w:h="16838" w:code="9"/>
      <w:pgMar w:top="1134" w:right="680" w:bottom="1134" w:left="1418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07C" w:rsidRDefault="0030707C" w:rsidP="009A2E8E">
      <w:r>
        <w:separator/>
      </w:r>
    </w:p>
  </w:endnote>
  <w:endnote w:type="continuationSeparator" w:id="0">
    <w:p w:rsidR="0030707C" w:rsidRDefault="0030707C" w:rsidP="009A2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07C" w:rsidRPr="00BB4DF0" w:rsidRDefault="0030707C" w:rsidP="00BB4DF0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0608км1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07C" w:rsidRDefault="0030707C" w:rsidP="009A2E8E">
      <w:r>
        <w:separator/>
      </w:r>
    </w:p>
  </w:footnote>
  <w:footnote w:type="continuationSeparator" w:id="0">
    <w:p w:rsidR="0030707C" w:rsidRDefault="0030707C" w:rsidP="009A2E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07C" w:rsidRPr="00BB4DF0" w:rsidRDefault="0030707C">
    <w:pPr>
      <w:pStyle w:val="Header"/>
      <w:jc w:val="center"/>
      <w:rPr>
        <w:sz w:val="28"/>
      </w:rPr>
    </w:pPr>
    <w:r w:rsidRPr="00BB4DF0">
      <w:rPr>
        <w:sz w:val="28"/>
      </w:rPr>
      <w:fldChar w:fldCharType="begin"/>
    </w:r>
    <w:r w:rsidRPr="00BB4DF0">
      <w:rPr>
        <w:sz w:val="28"/>
      </w:rPr>
      <w:instrText xml:space="preserve"> PAGE   \* MERGEFORMAT </w:instrText>
    </w:r>
    <w:r w:rsidRPr="00BB4DF0">
      <w:rPr>
        <w:sz w:val="28"/>
      </w:rPr>
      <w:fldChar w:fldCharType="separate"/>
    </w:r>
    <w:r>
      <w:rPr>
        <w:noProof/>
        <w:sz w:val="28"/>
      </w:rPr>
      <w:t>2</w:t>
    </w:r>
    <w:r w:rsidRPr="00BB4DF0">
      <w:rPr>
        <w:sz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5166"/>
    <w:rsid w:val="00000374"/>
    <w:rsid w:val="000009E8"/>
    <w:rsid w:val="00001018"/>
    <w:rsid w:val="00001383"/>
    <w:rsid w:val="00001982"/>
    <w:rsid w:val="00001C1D"/>
    <w:rsid w:val="00001E09"/>
    <w:rsid w:val="000027A6"/>
    <w:rsid w:val="00002B7A"/>
    <w:rsid w:val="000035A2"/>
    <w:rsid w:val="00003CEB"/>
    <w:rsid w:val="00003E7B"/>
    <w:rsid w:val="0000478E"/>
    <w:rsid w:val="00004AED"/>
    <w:rsid w:val="00004DC8"/>
    <w:rsid w:val="00005AC9"/>
    <w:rsid w:val="00005BD2"/>
    <w:rsid w:val="0000604A"/>
    <w:rsid w:val="00006431"/>
    <w:rsid w:val="00006F5C"/>
    <w:rsid w:val="000072BA"/>
    <w:rsid w:val="00007F79"/>
    <w:rsid w:val="00010492"/>
    <w:rsid w:val="000110D1"/>
    <w:rsid w:val="000111CA"/>
    <w:rsid w:val="0001197D"/>
    <w:rsid w:val="00011DFB"/>
    <w:rsid w:val="0001208C"/>
    <w:rsid w:val="000123B8"/>
    <w:rsid w:val="0001259A"/>
    <w:rsid w:val="000142C9"/>
    <w:rsid w:val="00014D57"/>
    <w:rsid w:val="00015268"/>
    <w:rsid w:val="00015DF6"/>
    <w:rsid w:val="000160B5"/>
    <w:rsid w:val="00016A5C"/>
    <w:rsid w:val="00016E6C"/>
    <w:rsid w:val="00017299"/>
    <w:rsid w:val="000176C9"/>
    <w:rsid w:val="00020892"/>
    <w:rsid w:val="000208F0"/>
    <w:rsid w:val="00020E24"/>
    <w:rsid w:val="00021758"/>
    <w:rsid w:val="00021A19"/>
    <w:rsid w:val="000222E2"/>
    <w:rsid w:val="00022D6D"/>
    <w:rsid w:val="00022FC7"/>
    <w:rsid w:val="00024147"/>
    <w:rsid w:val="00024448"/>
    <w:rsid w:val="000256E9"/>
    <w:rsid w:val="00025751"/>
    <w:rsid w:val="000257CA"/>
    <w:rsid w:val="00025B18"/>
    <w:rsid w:val="00027056"/>
    <w:rsid w:val="00027321"/>
    <w:rsid w:val="000273E7"/>
    <w:rsid w:val="000278B5"/>
    <w:rsid w:val="00030139"/>
    <w:rsid w:val="000302F3"/>
    <w:rsid w:val="00030436"/>
    <w:rsid w:val="00031245"/>
    <w:rsid w:val="0003176C"/>
    <w:rsid w:val="00031E5B"/>
    <w:rsid w:val="00033524"/>
    <w:rsid w:val="00033E12"/>
    <w:rsid w:val="00034151"/>
    <w:rsid w:val="00034C59"/>
    <w:rsid w:val="00035091"/>
    <w:rsid w:val="0003664C"/>
    <w:rsid w:val="00036AF5"/>
    <w:rsid w:val="0003744A"/>
    <w:rsid w:val="00040366"/>
    <w:rsid w:val="00040416"/>
    <w:rsid w:val="00040E81"/>
    <w:rsid w:val="00041043"/>
    <w:rsid w:val="0004169A"/>
    <w:rsid w:val="00041C16"/>
    <w:rsid w:val="000427CA"/>
    <w:rsid w:val="0004293B"/>
    <w:rsid w:val="00042A2C"/>
    <w:rsid w:val="00042EBF"/>
    <w:rsid w:val="00043B40"/>
    <w:rsid w:val="00044A3F"/>
    <w:rsid w:val="00044DF3"/>
    <w:rsid w:val="00045094"/>
    <w:rsid w:val="00045310"/>
    <w:rsid w:val="00045D55"/>
    <w:rsid w:val="00045D97"/>
    <w:rsid w:val="00045F5F"/>
    <w:rsid w:val="0004666A"/>
    <w:rsid w:val="00046897"/>
    <w:rsid w:val="00046C00"/>
    <w:rsid w:val="00047DF1"/>
    <w:rsid w:val="00051615"/>
    <w:rsid w:val="00053ADE"/>
    <w:rsid w:val="00053E91"/>
    <w:rsid w:val="00054458"/>
    <w:rsid w:val="00054E68"/>
    <w:rsid w:val="00055219"/>
    <w:rsid w:val="0005559B"/>
    <w:rsid w:val="00055DEA"/>
    <w:rsid w:val="000561DF"/>
    <w:rsid w:val="00056205"/>
    <w:rsid w:val="00056AEC"/>
    <w:rsid w:val="00056B76"/>
    <w:rsid w:val="00056DE6"/>
    <w:rsid w:val="00056F77"/>
    <w:rsid w:val="00057066"/>
    <w:rsid w:val="0005782B"/>
    <w:rsid w:val="00057852"/>
    <w:rsid w:val="00057A95"/>
    <w:rsid w:val="00057BFB"/>
    <w:rsid w:val="000611AE"/>
    <w:rsid w:val="00061366"/>
    <w:rsid w:val="00061CC9"/>
    <w:rsid w:val="00061D86"/>
    <w:rsid w:val="000629FA"/>
    <w:rsid w:val="00062D28"/>
    <w:rsid w:val="0006318A"/>
    <w:rsid w:val="000633C9"/>
    <w:rsid w:val="00063ABC"/>
    <w:rsid w:val="00065595"/>
    <w:rsid w:val="00065EF1"/>
    <w:rsid w:val="00066232"/>
    <w:rsid w:val="00066BB2"/>
    <w:rsid w:val="00066CB0"/>
    <w:rsid w:val="00066F63"/>
    <w:rsid w:val="000673D1"/>
    <w:rsid w:val="000706AE"/>
    <w:rsid w:val="000708AC"/>
    <w:rsid w:val="00071206"/>
    <w:rsid w:val="000718F0"/>
    <w:rsid w:val="00071DEF"/>
    <w:rsid w:val="000723C5"/>
    <w:rsid w:val="00072759"/>
    <w:rsid w:val="00072A45"/>
    <w:rsid w:val="00072CE4"/>
    <w:rsid w:val="000730A3"/>
    <w:rsid w:val="00073E23"/>
    <w:rsid w:val="0007633C"/>
    <w:rsid w:val="0007758C"/>
    <w:rsid w:val="00077AD6"/>
    <w:rsid w:val="0008029F"/>
    <w:rsid w:val="00080914"/>
    <w:rsid w:val="000816CC"/>
    <w:rsid w:val="00081CC8"/>
    <w:rsid w:val="00082B91"/>
    <w:rsid w:val="00083202"/>
    <w:rsid w:val="0008397E"/>
    <w:rsid w:val="00084380"/>
    <w:rsid w:val="0008476C"/>
    <w:rsid w:val="00085186"/>
    <w:rsid w:val="000856EE"/>
    <w:rsid w:val="00085A39"/>
    <w:rsid w:val="00086015"/>
    <w:rsid w:val="000869BB"/>
    <w:rsid w:val="00086D04"/>
    <w:rsid w:val="00087979"/>
    <w:rsid w:val="00090473"/>
    <w:rsid w:val="00091CD4"/>
    <w:rsid w:val="00091F07"/>
    <w:rsid w:val="000931B6"/>
    <w:rsid w:val="00093241"/>
    <w:rsid w:val="000933C4"/>
    <w:rsid w:val="000935BF"/>
    <w:rsid w:val="000938E2"/>
    <w:rsid w:val="00093A21"/>
    <w:rsid w:val="00093A54"/>
    <w:rsid w:val="00093D7A"/>
    <w:rsid w:val="00094C4E"/>
    <w:rsid w:val="00094FAD"/>
    <w:rsid w:val="00095988"/>
    <w:rsid w:val="00096782"/>
    <w:rsid w:val="00096B98"/>
    <w:rsid w:val="00097592"/>
    <w:rsid w:val="00097721"/>
    <w:rsid w:val="00097BF8"/>
    <w:rsid w:val="000A0091"/>
    <w:rsid w:val="000A00CC"/>
    <w:rsid w:val="000A1387"/>
    <w:rsid w:val="000A1B76"/>
    <w:rsid w:val="000A39B8"/>
    <w:rsid w:val="000A3EA7"/>
    <w:rsid w:val="000A3F6E"/>
    <w:rsid w:val="000A4236"/>
    <w:rsid w:val="000A48CE"/>
    <w:rsid w:val="000A4984"/>
    <w:rsid w:val="000A4CE2"/>
    <w:rsid w:val="000A52E7"/>
    <w:rsid w:val="000A5944"/>
    <w:rsid w:val="000A5ED7"/>
    <w:rsid w:val="000A5FA3"/>
    <w:rsid w:val="000A6E80"/>
    <w:rsid w:val="000A71E9"/>
    <w:rsid w:val="000A7756"/>
    <w:rsid w:val="000B1177"/>
    <w:rsid w:val="000B1F49"/>
    <w:rsid w:val="000B1F6E"/>
    <w:rsid w:val="000B2127"/>
    <w:rsid w:val="000B2159"/>
    <w:rsid w:val="000B287D"/>
    <w:rsid w:val="000B3386"/>
    <w:rsid w:val="000B47E5"/>
    <w:rsid w:val="000B498E"/>
    <w:rsid w:val="000B560A"/>
    <w:rsid w:val="000B5744"/>
    <w:rsid w:val="000B62DD"/>
    <w:rsid w:val="000B6790"/>
    <w:rsid w:val="000B7341"/>
    <w:rsid w:val="000C0DFD"/>
    <w:rsid w:val="000C11CB"/>
    <w:rsid w:val="000C1831"/>
    <w:rsid w:val="000C1B90"/>
    <w:rsid w:val="000C1E21"/>
    <w:rsid w:val="000C23E5"/>
    <w:rsid w:val="000C2E9D"/>
    <w:rsid w:val="000C3C74"/>
    <w:rsid w:val="000C3D4A"/>
    <w:rsid w:val="000C4183"/>
    <w:rsid w:val="000C4413"/>
    <w:rsid w:val="000C4DFE"/>
    <w:rsid w:val="000C4E93"/>
    <w:rsid w:val="000C5844"/>
    <w:rsid w:val="000C58B4"/>
    <w:rsid w:val="000C60ED"/>
    <w:rsid w:val="000C6280"/>
    <w:rsid w:val="000C6283"/>
    <w:rsid w:val="000C6758"/>
    <w:rsid w:val="000C7684"/>
    <w:rsid w:val="000C7A59"/>
    <w:rsid w:val="000C7B7D"/>
    <w:rsid w:val="000C7F20"/>
    <w:rsid w:val="000D0B02"/>
    <w:rsid w:val="000D0B94"/>
    <w:rsid w:val="000D0EA2"/>
    <w:rsid w:val="000D0EC5"/>
    <w:rsid w:val="000D1242"/>
    <w:rsid w:val="000D13D1"/>
    <w:rsid w:val="000D16CD"/>
    <w:rsid w:val="000D1849"/>
    <w:rsid w:val="000D2DA5"/>
    <w:rsid w:val="000D32A9"/>
    <w:rsid w:val="000D32E2"/>
    <w:rsid w:val="000D346B"/>
    <w:rsid w:val="000D3498"/>
    <w:rsid w:val="000D3828"/>
    <w:rsid w:val="000D3A7D"/>
    <w:rsid w:val="000D4FF1"/>
    <w:rsid w:val="000D6941"/>
    <w:rsid w:val="000D6C52"/>
    <w:rsid w:val="000D6DD1"/>
    <w:rsid w:val="000D708C"/>
    <w:rsid w:val="000D7295"/>
    <w:rsid w:val="000D7633"/>
    <w:rsid w:val="000E0CF1"/>
    <w:rsid w:val="000E0ED4"/>
    <w:rsid w:val="000E0FE7"/>
    <w:rsid w:val="000E1235"/>
    <w:rsid w:val="000E15B3"/>
    <w:rsid w:val="000E1DC0"/>
    <w:rsid w:val="000E1F84"/>
    <w:rsid w:val="000E3810"/>
    <w:rsid w:val="000E3BC6"/>
    <w:rsid w:val="000E59E6"/>
    <w:rsid w:val="000E5A94"/>
    <w:rsid w:val="000E61E5"/>
    <w:rsid w:val="000E6288"/>
    <w:rsid w:val="000E629C"/>
    <w:rsid w:val="000E66C1"/>
    <w:rsid w:val="000E69CC"/>
    <w:rsid w:val="000E6A3E"/>
    <w:rsid w:val="000E6BCD"/>
    <w:rsid w:val="000E706A"/>
    <w:rsid w:val="000E77BE"/>
    <w:rsid w:val="000E7B49"/>
    <w:rsid w:val="000E7D57"/>
    <w:rsid w:val="000E7E12"/>
    <w:rsid w:val="000F0573"/>
    <w:rsid w:val="000F05D3"/>
    <w:rsid w:val="000F087E"/>
    <w:rsid w:val="000F09E4"/>
    <w:rsid w:val="000F0E82"/>
    <w:rsid w:val="000F1D7A"/>
    <w:rsid w:val="000F2BDA"/>
    <w:rsid w:val="000F352B"/>
    <w:rsid w:val="000F36B1"/>
    <w:rsid w:val="000F3772"/>
    <w:rsid w:val="000F3C65"/>
    <w:rsid w:val="000F3E82"/>
    <w:rsid w:val="000F4379"/>
    <w:rsid w:val="000F47DB"/>
    <w:rsid w:val="000F4B2E"/>
    <w:rsid w:val="000F4C2D"/>
    <w:rsid w:val="000F75AE"/>
    <w:rsid w:val="000F769F"/>
    <w:rsid w:val="000F78C6"/>
    <w:rsid w:val="000F7D8D"/>
    <w:rsid w:val="0010020A"/>
    <w:rsid w:val="001002F6"/>
    <w:rsid w:val="00100A41"/>
    <w:rsid w:val="00101622"/>
    <w:rsid w:val="001018DE"/>
    <w:rsid w:val="0010225B"/>
    <w:rsid w:val="00102B8E"/>
    <w:rsid w:val="00103B52"/>
    <w:rsid w:val="001046B8"/>
    <w:rsid w:val="00104A74"/>
    <w:rsid w:val="001051A8"/>
    <w:rsid w:val="00105AFC"/>
    <w:rsid w:val="00105CF5"/>
    <w:rsid w:val="00105EF8"/>
    <w:rsid w:val="001064B8"/>
    <w:rsid w:val="00107B0A"/>
    <w:rsid w:val="00107B5B"/>
    <w:rsid w:val="00110408"/>
    <w:rsid w:val="0011041C"/>
    <w:rsid w:val="00110A36"/>
    <w:rsid w:val="00111D94"/>
    <w:rsid w:val="001121AB"/>
    <w:rsid w:val="001130DA"/>
    <w:rsid w:val="0011317B"/>
    <w:rsid w:val="001136D5"/>
    <w:rsid w:val="00113D02"/>
    <w:rsid w:val="0011404D"/>
    <w:rsid w:val="001144F9"/>
    <w:rsid w:val="00115839"/>
    <w:rsid w:val="0011636C"/>
    <w:rsid w:val="00116FD9"/>
    <w:rsid w:val="001171FC"/>
    <w:rsid w:val="00117E3D"/>
    <w:rsid w:val="001208E8"/>
    <w:rsid w:val="00121236"/>
    <w:rsid w:val="00122386"/>
    <w:rsid w:val="00122760"/>
    <w:rsid w:val="001233B9"/>
    <w:rsid w:val="00123D5E"/>
    <w:rsid w:val="00124034"/>
    <w:rsid w:val="001243C5"/>
    <w:rsid w:val="00125305"/>
    <w:rsid w:val="00125DF8"/>
    <w:rsid w:val="0012682A"/>
    <w:rsid w:val="001270BC"/>
    <w:rsid w:val="00127120"/>
    <w:rsid w:val="00127D43"/>
    <w:rsid w:val="00130698"/>
    <w:rsid w:val="00131C14"/>
    <w:rsid w:val="00132196"/>
    <w:rsid w:val="00132F19"/>
    <w:rsid w:val="001333B1"/>
    <w:rsid w:val="001334A4"/>
    <w:rsid w:val="00134443"/>
    <w:rsid w:val="001344DE"/>
    <w:rsid w:val="0013452A"/>
    <w:rsid w:val="0013548E"/>
    <w:rsid w:val="0013641E"/>
    <w:rsid w:val="00140A32"/>
    <w:rsid w:val="001414E5"/>
    <w:rsid w:val="00141A11"/>
    <w:rsid w:val="00141B44"/>
    <w:rsid w:val="00141EE2"/>
    <w:rsid w:val="00142AED"/>
    <w:rsid w:val="00142D08"/>
    <w:rsid w:val="00143569"/>
    <w:rsid w:val="00143727"/>
    <w:rsid w:val="001437C3"/>
    <w:rsid w:val="00143B9E"/>
    <w:rsid w:val="001442A0"/>
    <w:rsid w:val="001445C7"/>
    <w:rsid w:val="00144E30"/>
    <w:rsid w:val="001454FB"/>
    <w:rsid w:val="00145FA1"/>
    <w:rsid w:val="001463DC"/>
    <w:rsid w:val="001469E9"/>
    <w:rsid w:val="00146B32"/>
    <w:rsid w:val="00146D06"/>
    <w:rsid w:val="00146FF8"/>
    <w:rsid w:val="00147B8F"/>
    <w:rsid w:val="00147E10"/>
    <w:rsid w:val="001502A8"/>
    <w:rsid w:val="0015054B"/>
    <w:rsid w:val="00150E6B"/>
    <w:rsid w:val="001515FF"/>
    <w:rsid w:val="001516C1"/>
    <w:rsid w:val="00151B9F"/>
    <w:rsid w:val="001522C6"/>
    <w:rsid w:val="0015232B"/>
    <w:rsid w:val="001525B9"/>
    <w:rsid w:val="001530FA"/>
    <w:rsid w:val="00153417"/>
    <w:rsid w:val="00153EFC"/>
    <w:rsid w:val="00154258"/>
    <w:rsid w:val="00154585"/>
    <w:rsid w:val="00154B9E"/>
    <w:rsid w:val="00155A95"/>
    <w:rsid w:val="00155CBB"/>
    <w:rsid w:val="001561D9"/>
    <w:rsid w:val="00156DE9"/>
    <w:rsid w:val="001571AD"/>
    <w:rsid w:val="0015720B"/>
    <w:rsid w:val="001573C9"/>
    <w:rsid w:val="001575F7"/>
    <w:rsid w:val="00157B59"/>
    <w:rsid w:val="00160919"/>
    <w:rsid w:val="00160B18"/>
    <w:rsid w:val="00160EDC"/>
    <w:rsid w:val="001613AB"/>
    <w:rsid w:val="00161DB0"/>
    <w:rsid w:val="00162206"/>
    <w:rsid w:val="00162399"/>
    <w:rsid w:val="001632DF"/>
    <w:rsid w:val="00163F2F"/>
    <w:rsid w:val="001641CF"/>
    <w:rsid w:val="00164EB2"/>
    <w:rsid w:val="001650B0"/>
    <w:rsid w:val="00165103"/>
    <w:rsid w:val="0016551C"/>
    <w:rsid w:val="001658FB"/>
    <w:rsid w:val="00165D97"/>
    <w:rsid w:val="001669DB"/>
    <w:rsid w:val="001672BC"/>
    <w:rsid w:val="001673BC"/>
    <w:rsid w:val="0016743B"/>
    <w:rsid w:val="0016756A"/>
    <w:rsid w:val="00170102"/>
    <w:rsid w:val="001704BD"/>
    <w:rsid w:val="00170522"/>
    <w:rsid w:val="00170586"/>
    <w:rsid w:val="001707DF"/>
    <w:rsid w:val="00170A07"/>
    <w:rsid w:val="00170BC2"/>
    <w:rsid w:val="00170F44"/>
    <w:rsid w:val="00171818"/>
    <w:rsid w:val="00171E31"/>
    <w:rsid w:val="001721D3"/>
    <w:rsid w:val="0017353A"/>
    <w:rsid w:val="00174C7C"/>
    <w:rsid w:val="00175BC1"/>
    <w:rsid w:val="00175CF6"/>
    <w:rsid w:val="001767AF"/>
    <w:rsid w:val="001768D4"/>
    <w:rsid w:val="00176FA3"/>
    <w:rsid w:val="00177025"/>
    <w:rsid w:val="001773B3"/>
    <w:rsid w:val="00177B01"/>
    <w:rsid w:val="00177BFC"/>
    <w:rsid w:val="00177E49"/>
    <w:rsid w:val="001800D7"/>
    <w:rsid w:val="00180326"/>
    <w:rsid w:val="00180AB3"/>
    <w:rsid w:val="00180B43"/>
    <w:rsid w:val="00180D30"/>
    <w:rsid w:val="00181AF7"/>
    <w:rsid w:val="0018265C"/>
    <w:rsid w:val="001827D6"/>
    <w:rsid w:val="00183A89"/>
    <w:rsid w:val="00184621"/>
    <w:rsid w:val="0018471B"/>
    <w:rsid w:val="001851C4"/>
    <w:rsid w:val="00185550"/>
    <w:rsid w:val="00186721"/>
    <w:rsid w:val="00186A7D"/>
    <w:rsid w:val="00186E66"/>
    <w:rsid w:val="001875D9"/>
    <w:rsid w:val="001875F7"/>
    <w:rsid w:val="0018787C"/>
    <w:rsid w:val="00191343"/>
    <w:rsid w:val="001925BD"/>
    <w:rsid w:val="00192658"/>
    <w:rsid w:val="00193056"/>
    <w:rsid w:val="00193EDE"/>
    <w:rsid w:val="001944F4"/>
    <w:rsid w:val="00194868"/>
    <w:rsid w:val="00194C97"/>
    <w:rsid w:val="00195450"/>
    <w:rsid w:val="001955C1"/>
    <w:rsid w:val="001957B4"/>
    <w:rsid w:val="00195D10"/>
    <w:rsid w:val="00195D3D"/>
    <w:rsid w:val="00195DB3"/>
    <w:rsid w:val="00196065"/>
    <w:rsid w:val="00196E82"/>
    <w:rsid w:val="00196F3D"/>
    <w:rsid w:val="0019717A"/>
    <w:rsid w:val="00197396"/>
    <w:rsid w:val="001A0452"/>
    <w:rsid w:val="001A0616"/>
    <w:rsid w:val="001A0D0E"/>
    <w:rsid w:val="001A0E8E"/>
    <w:rsid w:val="001A10B8"/>
    <w:rsid w:val="001A142C"/>
    <w:rsid w:val="001A21BD"/>
    <w:rsid w:val="001A23E5"/>
    <w:rsid w:val="001A25E0"/>
    <w:rsid w:val="001A2C80"/>
    <w:rsid w:val="001A33E2"/>
    <w:rsid w:val="001A347B"/>
    <w:rsid w:val="001A360D"/>
    <w:rsid w:val="001A3D93"/>
    <w:rsid w:val="001A4470"/>
    <w:rsid w:val="001A4FCA"/>
    <w:rsid w:val="001A5129"/>
    <w:rsid w:val="001A5169"/>
    <w:rsid w:val="001A57E1"/>
    <w:rsid w:val="001A57F0"/>
    <w:rsid w:val="001A5AE7"/>
    <w:rsid w:val="001A61F8"/>
    <w:rsid w:val="001A68D0"/>
    <w:rsid w:val="001A6FFD"/>
    <w:rsid w:val="001A79DD"/>
    <w:rsid w:val="001B0E06"/>
    <w:rsid w:val="001B0F36"/>
    <w:rsid w:val="001B20D6"/>
    <w:rsid w:val="001B2658"/>
    <w:rsid w:val="001B272B"/>
    <w:rsid w:val="001B2740"/>
    <w:rsid w:val="001B3347"/>
    <w:rsid w:val="001B3495"/>
    <w:rsid w:val="001B38A8"/>
    <w:rsid w:val="001B3C6B"/>
    <w:rsid w:val="001B3E1F"/>
    <w:rsid w:val="001B56CE"/>
    <w:rsid w:val="001B577C"/>
    <w:rsid w:val="001B59D0"/>
    <w:rsid w:val="001B5EF0"/>
    <w:rsid w:val="001B5F37"/>
    <w:rsid w:val="001B6429"/>
    <w:rsid w:val="001B64AF"/>
    <w:rsid w:val="001B747E"/>
    <w:rsid w:val="001B7ABB"/>
    <w:rsid w:val="001C063E"/>
    <w:rsid w:val="001C0CA8"/>
    <w:rsid w:val="001C11B6"/>
    <w:rsid w:val="001C14A3"/>
    <w:rsid w:val="001C16D4"/>
    <w:rsid w:val="001C2205"/>
    <w:rsid w:val="001C3C01"/>
    <w:rsid w:val="001C4042"/>
    <w:rsid w:val="001C448D"/>
    <w:rsid w:val="001C5AB7"/>
    <w:rsid w:val="001C6954"/>
    <w:rsid w:val="001C699C"/>
    <w:rsid w:val="001C716E"/>
    <w:rsid w:val="001C7425"/>
    <w:rsid w:val="001C782C"/>
    <w:rsid w:val="001D075D"/>
    <w:rsid w:val="001D0A25"/>
    <w:rsid w:val="001D1618"/>
    <w:rsid w:val="001D2D0A"/>
    <w:rsid w:val="001D321D"/>
    <w:rsid w:val="001D3B37"/>
    <w:rsid w:val="001D476D"/>
    <w:rsid w:val="001D5561"/>
    <w:rsid w:val="001D59B6"/>
    <w:rsid w:val="001D5FD2"/>
    <w:rsid w:val="001D6019"/>
    <w:rsid w:val="001D6070"/>
    <w:rsid w:val="001D62BC"/>
    <w:rsid w:val="001D7A82"/>
    <w:rsid w:val="001E0062"/>
    <w:rsid w:val="001E02CF"/>
    <w:rsid w:val="001E09F7"/>
    <w:rsid w:val="001E0BE7"/>
    <w:rsid w:val="001E1673"/>
    <w:rsid w:val="001E1A55"/>
    <w:rsid w:val="001E245F"/>
    <w:rsid w:val="001E29A7"/>
    <w:rsid w:val="001E29CB"/>
    <w:rsid w:val="001E423C"/>
    <w:rsid w:val="001E53A2"/>
    <w:rsid w:val="001E562C"/>
    <w:rsid w:val="001E5B4C"/>
    <w:rsid w:val="001E6938"/>
    <w:rsid w:val="001E69F6"/>
    <w:rsid w:val="001E6E5D"/>
    <w:rsid w:val="001E6F2F"/>
    <w:rsid w:val="001E71B2"/>
    <w:rsid w:val="001E75F3"/>
    <w:rsid w:val="001F0B8A"/>
    <w:rsid w:val="001F0CDD"/>
    <w:rsid w:val="001F0EF4"/>
    <w:rsid w:val="001F158B"/>
    <w:rsid w:val="001F1E2E"/>
    <w:rsid w:val="001F3BE5"/>
    <w:rsid w:val="001F4D03"/>
    <w:rsid w:val="001F5A3C"/>
    <w:rsid w:val="001F76E1"/>
    <w:rsid w:val="00200BF0"/>
    <w:rsid w:val="00200E53"/>
    <w:rsid w:val="00201252"/>
    <w:rsid w:val="00201543"/>
    <w:rsid w:val="00202058"/>
    <w:rsid w:val="002022EF"/>
    <w:rsid w:val="00202481"/>
    <w:rsid w:val="00202AA4"/>
    <w:rsid w:val="002042BE"/>
    <w:rsid w:val="002042D7"/>
    <w:rsid w:val="00204497"/>
    <w:rsid w:val="00204674"/>
    <w:rsid w:val="002046A4"/>
    <w:rsid w:val="00204A89"/>
    <w:rsid w:val="00204F29"/>
    <w:rsid w:val="0020598B"/>
    <w:rsid w:val="00205AEE"/>
    <w:rsid w:val="00205E1B"/>
    <w:rsid w:val="00206652"/>
    <w:rsid w:val="002066DA"/>
    <w:rsid w:val="002067FB"/>
    <w:rsid w:val="00206997"/>
    <w:rsid w:val="00206F08"/>
    <w:rsid w:val="002079A7"/>
    <w:rsid w:val="00207A7A"/>
    <w:rsid w:val="002105D8"/>
    <w:rsid w:val="00210743"/>
    <w:rsid w:val="00210879"/>
    <w:rsid w:val="00210B98"/>
    <w:rsid w:val="00210D12"/>
    <w:rsid w:val="00211D62"/>
    <w:rsid w:val="00211F16"/>
    <w:rsid w:val="002124C0"/>
    <w:rsid w:val="002125ED"/>
    <w:rsid w:val="00212659"/>
    <w:rsid w:val="00212964"/>
    <w:rsid w:val="00213F82"/>
    <w:rsid w:val="002148BA"/>
    <w:rsid w:val="0021554E"/>
    <w:rsid w:val="00215CA3"/>
    <w:rsid w:val="002166A1"/>
    <w:rsid w:val="00216A39"/>
    <w:rsid w:val="00216BE0"/>
    <w:rsid w:val="002171DD"/>
    <w:rsid w:val="0022056F"/>
    <w:rsid w:val="00220DF9"/>
    <w:rsid w:val="00221CB3"/>
    <w:rsid w:val="00222EC1"/>
    <w:rsid w:val="00223297"/>
    <w:rsid w:val="002249AC"/>
    <w:rsid w:val="00224BD5"/>
    <w:rsid w:val="00224F21"/>
    <w:rsid w:val="002250AA"/>
    <w:rsid w:val="002255D9"/>
    <w:rsid w:val="00225672"/>
    <w:rsid w:val="00226494"/>
    <w:rsid w:val="002275CE"/>
    <w:rsid w:val="00227967"/>
    <w:rsid w:val="00230B89"/>
    <w:rsid w:val="00230C12"/>
    <w:rsid w:val="00230F3B"/>
    <w:rsid w:val="0023156F"/>
    <w:rsid w:val="00232204"/>
    <w:rsid w:val="0023274C"/>
    <w:rsid w:val="002329A8"/>
    <w:rsid w:val="00233584"/>
    <w:rsid w:val="00233CF8"/>
    <w:rsid w:val="00234072"/>
    <w:rsid w:val="00234771"/>
    <w:rsid w:val="002363BD"/>
    <w:rsid w:val="0024014F"/>
    <w:rsid w:val="002409FC"/>
    <w:rsid w:val="00241015"/>
    <w:rsid w:val="0024141B"/>
    <w:rsid w:val="00242483"/>
    <w:rsid w:val="00243ABD"/>
    <w:rsid w:val="0024411A"/>
    <w:rsid w:val="002443A3"/>
    <w:rsid w:val="002452FB"/>
    <w:rsid w:val="00245C25"/>
    <w:rsid w:val="00245DF1"/>
    <w:rsid w:val="00245F1F"/>
    <w:rsid w:val="00245FB1"/>
    <w:rsid w:val="00246BA4"/>
    <w:rsid w:val="00246CB1"/>
    <w:rsid w:val="00246DCE"/>
    <w:rsid w:val="00246EEE"/>
    <w:rsid w:val="00250A17"/>
    <w:rsid w:val="00250AC9"/>
    <w:rsid w:val="002515AB"/>
    <w:rsid w:val="002516A9"/>
    <w:rsid w:val="00251C10"/>
    <w:rsid w:val="00251C7F"/>
    <w:rsid w:val="00251E18"/>
    <w:rsid w:val="0025315C"/>
    <w:rsid w:val="0025337E"/>
    <w:rsid w:val="00253FAD"/>
    <w:rsid w:val="00253FB9"/>
    <w:rsid w:val="0025402A"/>
    <w:rsid w:val="002541F9"/>
    <w:rsid w:val="002542D5"/>
    <w:rsid w:val="002549ED"/>
    <w:rsid w:val="002553FE"/>
    <w:rsid w:val="00255586"/>
    <w:rsid w:val="00255937"/>
    <w:rsid w:val="00255B03"/>
    <w:rsid w:val="0025679B"/>
    <w:rsid w:val="00256BA8"/>
    <w:rsid w:val="00256F33"/>
    <w:rsid w:val="0025716D"/>
    <w:rsid w:val="002571C0"/>
    <w:rsid w:val="002600E9"/>
    <w:rsid w:val="002605C5"/>
    <w:rsid w:val="00260B6B"/>
    <w:rsid w:val="0026165E"/>
    <w:rsid w:val="00261F45"/>
    <w:rsid w:val="0026240C"/>
    <w:rsid w:val="002628EF"/>
    <w:rsid w:val="00264B36"/>
    <w:rsid w:val="00264F92"/>
    <w:rsid w:val="002652EC"/>
    <w:rsid w:val="00265BBB"/>
    <w:rsid w:val="002661E3"/>
    <w:rsid w:val="002670BD"/>
    <w:rsid w:val="00267DC9"/>
    <w:rsid w:val="00270280"/>
    <w:rsid w:val="0027083D"/>
    <w:rsid w:val="00270F65"/>
    <w:rsid w:val="002710FD"/>
    <w:rsid w:val="00272340"/>
    <w:rsid w:val="00272A47"/>
    <w:rsid w:val="0027319A"/>
    <w:rsid w:val="00273C31"/>
    <w:rsid w:val="002741BA"/>
    <w:rsid w:val="00274354"/>
    <w:rsid w:val="00274713"/>
    <w:rsid w:val="00274729"/>
    <w:rsid w:val="002756BA"/>
    <w:rsid w:val="00275FE6"/>
    <w:rsid w:val="002761AD"/>
    <w:rsid w:val="00276392"/>
    <w:rsid w:val="00276B9A"/>
    <w:rsid w:val="00276BC8"/>
    <w:rsid w:val="00276CF8"/>
    <w:rsid w:val="002773A0"/>
    <w:rsid w:val="002776D4"/>
    <w:rsid w:val="00277E62"/>
    <w:rsid w:val="00277FE5"/>
    <w:rsid w:val="0028008E"/>
    <w:rsid w:val="002800DB"/>
    <w:rsid w:val="002801A7"/>
    <w:rsid w:val="002802C4"/>
    <w:rsid w:val="0028117C"/>
    <w:rsid w:val="002811E2"/>
    <w:rsid w:val="0028135B"/>
    <w:rsid w:val="00281EA9"/>
    <w:rsid w:val="002833BF"/>
    <w:rsid w:val="00283595"/>
    <w:rsid w:val="0028368F"/>
    <w:rsid w:val="002836D9"/>
    <w:rsid w:val="00283995"/>
    <w:rsid w:val="00283DF1"/>
    <w:rsid w:val="00283EB0"/>
    <w:rsid w:val="002843D4"/>
    <w:rsid w:val="002844B2"/>
    <w:rsid w:val="002856F6"/>
    <w:rsid w:val="00285B10"/>
    <w:rsid w:val="00285CA2"/>
    <w:rsid w:val="00286C21"/>
    <w:rsid w:val="00286E05"/>
    <w:rsid w:val="002874E0"/>
    <w:rsid w:val="0028771B"/>
    <w:rsid w:val="002878C9"/>
    <w:rsid w:val="00290A6A"/>
    <w:rsid w:val="00291595"/>
    <w:rsid w:val="00291BF8"/>
    <w:rsid w:val="00291F7D"/>
    <w:rsid w:val="00292616"/>
    <w:rsid w:val="00293222"/>
    <w:rsid w:val="00293BF7"/>
    <w:rsid w:val="00293CC3"/>
    <w:rsid w:val="0029449B"/>
    <w:rsid w:val="00294910"/>
    <w:rsid w:val="00294C07"/>
    <w:rsid w:val="002959DE"/>
    <w:rsid w:val="00296507"/>
    <w:rsid w:val="00296977"/>
    <w:rsid w:val="00296A99"/>
    <w:rsid w:val="00296DF8"/>
    <w:rsid w:val="002978D7"/>
    <w:rsid w:val="002A02EB"/>
    <w:rsid w:val="002A074F"/>
    <w:rsid w:val="002A0E1F"/>
    <w:rsid w:val="002A0EE5"/>
    <w:rsid w:val="002A14A6"/>
    <w:rsid w:val="002A1637"/>
    <w:rsid w:val="002A2C4D"/>
    <w:rsid w:val="002A3D36"/>
    <w:rsid w:val="002A4F63"/>
    <w:rsid w:val="002A5D3E"/>
    <w:rsid w:val="002A5E76"/>
    <w:rsid w:val="002A5F31"/>
    <w:rsid w:val="002A635C"/>
    <w:rsid w:val="002A6C47"/>
    <w:rsid w:val="002A6E64"/>
    <w:rsid w:val="002A6E8A"/>
    <w:rsid w:val="002A73C7"/>
    <w:rsid w:val="002A76C6"/>
    <w:rsid w:val="002A7A3A"/>
    <w:rsid w:val="002B03BB"/>
    <w:rsid w:val="002B101E"/>
    <w:rsid w:val="002B1335"/>
    <w:rsid w:val="002B17BF"/>
    <w:rsid w:val="002B2A45"/>
    <w:rsid w:val="002B2D88"/>
    <w:rsid w:val="002B3DF6"/>
    <w:rsid w:val="002B4448"/>
    <w:rsid w:val="002B4D44"/>
    <w:rsid w:val="002B54FE"/>
    <w:rsid w:val="002B575B"/>
    <w:rsid w:val="002B5A9E"/>
    <w:rsid w:val="002B5AAB"/>
    <w:rsid w:val="002B5C2D"/>
    <w:rsid w:val="002B6575"/>
    <w:rsid w:val="002B6E55"/>
    <w:rsid w:val="002B704C"/>
    <w:rsid w:val="002C060A"/>
    <w:rsid w:val="002C0975"/>
    <w:rsid w:val="002C1126"/>
    <w:rsid w:val="002C1348"/>
    <w:rsid w:val="002C1E00"/>
    <w:rsid w:val="002C20D3"/>
    <w:rsid w:val="002C260F"/>
    <w:rsid w:val="002C2918"/>
    <w:rsid w:val="002C2E06"/>
    <w:rsid w:val="002C2F9E"/>
    <w:rsid w:val="002C31AC"/>
    <w:rsid w:val="002C32EA"/>
    <w:rsid w:val="002C3908"/>
    <w:rsid w:val="002C3CDE"/>
    <w:rsid w:val="002C3E11"/>
    <w:rsid w:val="002C41DF"/>
    <w:rsid w:val="002C4E57"/>
    <w:rsid w:val="002C58EE"/>
    <w:rsid w:val="002C58F1"/>
    <w:rsid w:val="002C6F86"/>
    <w:rsid w:val="002C7BE3"/>
    <w:rsid w:val="002C7C7E"/>
    <w:rsid w:val="002C7CF2"/>
    <w:rsid w:val="002D02C3"/>
    <w:rsid w:val="002D0FAF"/>
    <w:rsid w:val="002D192B"/>
    <w:rsid w:val="002D1B3A"/>
    <w:rsid w:val="002D1B53"/>
    <w:rsid w:val="002D24B2"/>
    <w:rsid w:val="002D27DE"/>
    <w:rsid w:val="002D2A9E"/>
    <w:rsid w:val="002D2C72"/>
    <w:rsid w:val="002D3447"/>
    <w:rsid w:val="002D3CD1"/>
    <w:rsid w:val="002D5847"/>
    <w:rsid w:val="002D6A92"/>
    <w:rsid w:val="002D6B5A"/>
    <w:rsid w:val="002D73D8"/>
    <w:rsid w:val="002D7EC1"/>
    <w:rsid w:val="002E00A6"/>
    <w:rsid w:val="002E1470"/>
    <w:rsid w:val="002E1D83"/>
    <w:rsid w:val="002E1FB8"/>
    <w:rsid w:val="002E2155"/>
    <w:rsid w:val="002E2981"/>
    <w:rsid w:val="002E2A42"/>
    <w:rsid w:val="002E344A"/>
    <w:rsid w:val="002E3860"/>
    <w:rsid w:val="002E38B5"/>
    <w:rsid w:val="002E3EEB"/>
    <w:rsid w:val="002E421F"/>
    <w:rsid w:val="002E4BF8"/>
    <w:rsid w:val="002E54FB"/>
    <w:rsid w:val="002E584D"/>
    <w:rsid w:val="002E5958"/>
    <w:rsid w:val="002E5E8A"/>
    <w:rsid w:val="002E65F4"/>
    <w:rsid w:val="002E6A14"/>
    <w:rsid w:val="002F091F"/>
    <w:rsid w:val="002F0BEA"/>
    <w:rsid w:val="002F1471"/>
    <w:rsid w:val="002F16C7"/>
    <w:rsid w:val="002F1C9B"/>
    <w:rsid w:val="002F1FD9"/>
    <w:rsid w:val="002F2674"/>
    <w:rsid w:val="002F3030"/>
    <w:rsid w:val="002F4B6D"/>
    <w:rsid w:val="002F4C71"/>
    <w:rsid w:val="002F56E7"/>
    <w:rsid w:val="002F598D"/>
    <w:rsid w:val="002F5F91"/>
    <w:rsid w:val="002F7222"/>
    <w:rsid w:val="002F78FF"/>
    <w:rsid w:val="002F794D"/>
    <w:rsid w:val="002F7B96"/>
    <w:rsid w:val="002F7F37"/>
    <w:rsid w:val="003009AF"/>
    <w:rsid w:val="003019E5"/>
    <w:rsid w:val="00301CAB"/>
    <w:rsid w:val="00301D35"/>
    <w:rsid w:val="00302445"/>
    <w:rsid w:val="0030262C"/>
    <w:rsid w:val="003028FE"/>
    <w:rsid w:val="00303ADE"/>
    <w:rsid w:val="00304174"/>
    <w:rsid w:val="00304654"/>
    <w:rsid w:val="003052D1"/>
    <w:rsid w:val="003053D5"/>
    <w:rsid w:val="003053E3"/>
    <w:rsid w:val="00305473"/>
    <w:rsid w:val="0030707C"/>
    <w:rsid w:val="0031004D"/>
    <w:rsid w:val="0031028A"/>
    <w:rsid w:val="00310A0D"/>
    <w:rsid w:val="00310D84"/>
    <w:rsid w:val="003112BA"/>
    <w:rsid w:val="003115EF"/>
    <w:rsid w:val="003118EA"/>
    <w:rsid w:val="00311D3C"/>
    <w:rsid w:val="00311DDE"/>
    <w:rsid w:val="00312638"/>
    <w:rsid w:val="003127F0"/>
    <w:rsid w:val="00312C43"/>
    <w:rsid w:val="0031359C"/>
    <w:rsid w:val="00313761"/>
    <w:rsid w:val="00313B31"/>
    <w:rsid w:val="00314D38"/>
    <w:rsid w:val="00314F75"/>
    <w:rsid w:val="0031545F"/>
    <w:rsid w:val="003157D1"/>
    <w:rsid w:val="00315C08"/>
    <w:rsid w:val="00315C09"/>
    <w:rsid w:val="00315E2A"/>
    <w:rsid w:val="0031614B"/>
    <w:rsid w:val="00316231"/>
    <w:rsid w:val="0031625A"/>
    <w:rsid w:val="00316A5C"/>
    <w:rsid w:val="00316F5A"/>
    <w:rsid w:val="0031760D"/>
    <w:rsid w:val="00317B91"/>
    <w:rsid w:val="00317D6B"/>
    <w:rsid w:val="00320DD0"/>
    <w:rsid w:val="0032101B"/>
    <w:rsid w:val="00321058"/>
    <w:rsid w:val="00321566"/>
    <w:rsid w:val="003219E2"/>
    <w:rsid w:val="00321F2F"/>
    <w:rsid w:val="00322C8F"/>
    <w:rsid w:val="00323337"/>
    <w:rsid w:val="0032389F"/>
    <w:rsid w:val="00323D2D"/>
    <w:rsid w:val="00323F16"/>
    <w:rsid w:val="003242D1"/>
    <w:rsid w:val="003251AA"/>
    <w:rsid w:val="00325325"/>
    <w:rsid w:val="00325C96"/>
    <w:rsid w:val="00325F9C"/>
    <w:rsid w:val="00326756"/>
    <w:rsid w:val="003304FA"/>
    <w:rsid w:val="003305D8"/>
    <w:rsid w:val="00330920"/>
    <w:rsid w:val="00330B52"/>
    <w:rsid w:val="00330E05"/>
    <w:rsid w:val="00330FC9"/>
    <w:rsid w:val="003313FC"/>
    <w:rsid w:val="0033186F"/>
    <w:rsid w:val="00331982"/>
    <w:rsid w:val="0033214D"/>
    <w:rsid w:val="0033270C"/>
    <w:rsid w:val="00332A7D"/>
    <w:rsid w:val="00332D33"/>
    <w:rsid w:val="003332E8"/>
    <w:rsid w:val="00333D11"/>
    <w:rsid w:val="0033470C"/>
    <w:rsid w:val="00334F50"/>
    <w:rsid w:val="00334FC6"/>
    <w:rsid w:val="0033567A"/>
    <w:rsid w:val="00335A35"/>
    <w:rsid w:val="003366F7"/>
    <w:rsid w:val="00336CD5"/>
    <w:rsid w:val="0033722F"/>
    <w:rsid w:val="00337326"/>
    <w:rsid w:val="0033740B"/>
    <w:rsid w:val="00337BA7"/>
    <w:rsid w:val="00337C60"/>
    <w:rsid w:val="00340158"/>
    <w:rsid w:val="00340423"/>
    <w:rsid w:val="0034064F"/>
    <w:rsid w:val="003407A8"/>
    <w:rsid w:val="00341521"/>
    <w:rsid w:val="00341AF3"/>
    <w:rsid w:val="00342322"/>
    <w:rsid w:val="003425AC"/>
    <w:rsid w:val="0034289E"/>
    <w:rsid w:val="00342BF0"/>
    <w:rsid w:val="00342C91"/>
    <w:rsid w:val="00343C8D"/>
    <w:rsid w:val="003442E0"/>
    <w:rsid w:val="003449CE"/>
    <w:rsid w:val="0034554A"/>
    <w:rsid w:val="00345C99"/>
    <w:rsid w:val="00346175"/>
    <w:rsid w:val="00346338"/>
    <w:rsid w:val="00346549"/>
    <w:rsid w:val="0034670E"/>
    <w:rsid w:val="00347DAF"/>
    <w:rsid w:val="00347FED"/>
    <w:rsid w:val="00350706"/>
    <w:rsid w:val="00350BE8"/>
    <w:rsid w:val="00350E88"/>
    <w:rsid w:val="00351009"/>
    <w:rsid w:val="00352867"/>
    <w:rsid w:val="0035334E"/>
    <w:rsid w:val="00353414"/>
    <w:rsid w:val="00354368"/>
    <w:rsid w:val="00354921"/>
    <w:rsid w:val="00354D98"/>
    <w:rsid w:val="00354F2A"/>
    <w:rsid w:val="0035520D"/>
    <w:rsid w:val="003553C5"/>
    <w:rsid w:val="0035587B"/>
    <w:rsid w:val="00356341"/>
    <w:rsid w:val="00356812"/>
    <w:rsid w:val="00360029"/>
    <w:rsid w:val="00360495"/>
    <w:rsid w:val="00360CAF"/>
    <w:rsid w:val="00361019"/>
    <w:rsid w:val="00361085"/>
    <w:rsid w:val="003624C6"/>
    <w:rsid w:val="00363629"/>
    <w:rsid w:val="003646DF"/>
    <w:rsid w:val="00365C03"/>
    <w:rsid w:val="003660F3"/>
    <w:rsid w:val="00366361"/>
    <w:rsid w:val="00366BB4"/>
    <w:rsid w:val="00367031"/>
    <w:rsid w:val="00367CE9"/>
    <w:rsid w:val="00370831"/>
    <w:rsid w:val="00371AB9"/>
    <w:rsid w:val="003720BB"/>
    <w:rsid w:val="0037258F"/>
    <w:rsid w:val="00372C05"/>
    <w:rsid w:val="00372F35"/>
    <w:rsid w:val="00373698"/>
    <w:rsid w:val="003750E2"/>
    <w:rsid w:val="0037575D"/>
    <w:rsid w:val="003758CB"/>
    <w:rsid w:val="00375912"/>
    <w:rsid w:val="0037645A"/>
    <w:rsid w:val="0037746F"/>
    <w:rsid w:val="0037758B"/>
    <w:rsid w:val="00377599"/>
    <w:rsid w:val="003777A4"/>
    <w:rsid w:val="00380B61"/>
    <w:rsid w:val="00380BA3"/>
    <w:rsid w:val="00380BF9"/>
    <w:rsid w:val="00381321"/>
    <w:rsid w:val="0038146C"/>
    <w:rsid w:val="00383ECA"/>
    <w:rsid w:val="00385274"/>
    <w:rsid w:val="0038560E"/>
    <w:rsid w:val="00385AC4"/>
    <w:rsid w:val="0038675E"/>
    <w:rsid w:val="0038710A"/>
    <w:rsid w:val="003875E0"/>
    <w:rsid w:val="003878F1"/>
    <w:rsid w:val="00387BCD"/>
    <w:rsid w:val="00387C29"/>
    <w:rsid w:val="00390D17"/>
    <w:rsid w:val="00390D48"/>
    <w:rsid w:val="0039168B"/>
    <w:rsid w:val="003918D8"/>
    <w:rsid w:val="00391B17"/>
    <w:rsid w:val="00392AD7"/>
    <w:rsid w:val="00393A72"/>
    <w:rsid w:val="00394793"/>
    <w:rsid w:val="00395F27"/>
    <w:rsid w:val="00396472"/>
    <w:rsid w:val="00396C56"/>
    <w:rsid w:val="00396EB1"/>
    <w:rsid w:val="00396F4C"/>
    <w:rsid w:val="00396FFE"/>
    <w:rsid w:val="00397274"/>
    <w:rsid w:val="0039734A"/>
    <w:rsid w:val="00397396"/>
    <w:rsid w:val="003A0D55"/>
    <w:rsid w:val="003A162F"/>
    <w:rsid w:val="003A171D"/>
    <w:rsid w:val="003A1946"/>
    <w:rsid w:val="003A1A7F"/>
    <w:rsid w:val="003A2274"/>
    <w:rsid w:val="003A2BE3"/>
    <w:rsid w:val="003A31AE"/>
    <w:rsid w:val="003A3319"/>
    <w:rsid w:val="003A4651"/>
    <w:rsid w:val="003A5166"/>
    <w:rsid w:val="003A593D"/>
    <w:rsid w:val="003A5AF3"/>
    <w:rsid w:val="003A5C51"/>
    <w:rsid w:val="003A631C"/>
    <w:rsid w:val="003A6D20"/>
    <w:rsid w:val="003A6DC9"/>
    <w:rsid w:val="003A74BE"/>
    <w:rsid w:val="003A7A57"/>
    <w:rsid w:val="003B018B"/>
    <w:rsid w:val="003B06DD"/>
    <w:rsid w:val="003B15A2"/>
    <w:rsid w:val="003B1A10"/>
    <w:rsid w:val="003B1DF1"/>
    <w:rsid w:val="003B2018"/>
    <w:rsid w:val="003B35DE"/>
    <w:rsid w:val="003B46EB"/>
    <w:rsid w:val="003B58A2"/>
    <w:rsid w:val="003B641C"/>
    <w:rsid w:val="003B6B00"/>
    <w:rsid w:val="003B6CD0"/>
    <w:rsid w:val="003B6F6F"/>
    <w:rsid w:val="003B76D9"/>
    <w:rsid w:val="003C0718"/>
    <w:rsid w:val="003C07C2"/>
    <w:rsid w:val="003C08FA"/>
    <w:rsid w:val="003C1160"/>
    <w:rsid w:val="003C194E"/>
    <w:rsid w:val="003C229A"/>
    <w:rsid w:val="003C22DC"/>
    <w:rsid w:val="003C24A7"/>
    <w:rsid w:val="003C2CA0"/>
    <w:rsid w:val="003C2F58"/>
    <w:rsid w:val="003C3374"/>
    <w:rsid w:val="003C413B"/>
    <w:rsid w:val="003C4215"/>
    <w:rsid w:val="003C521C"/>
    <w:rsid w:val="003C5944"/>
    <w:rsid w:val="003C5D32"/>
    <w:rsid w:val="003C6531"/>
    <w:rsid w:val="003C6B3B"/>
    <w:rsid w:val="003C6FB6"/>
    <w:rsid w:val="003C7352"/>
    <w:rsid w:val="003C73ED"/>
    <w:rsid w:val="003C7890"/>
    <w:rsid w:val="003C7D8E"/>
    <w:rsid w:val="003C7E3E"/>
    <w:rsid w:val="003D1EA7"/>
    <w:rsid w:val="003D21CD"/>
    <w:rsid w:val="003D21D9"/>
    <w:rsid w:val="003D24A3"/>
    <w:rsid w:val="003D2F50"/>
    <w:rsid w:val="003D3A12"/>
    <w:rsid w:val="003D4442"/>
    <w:rsid w:val="003D4604"/>
    <w:rsid w:val="003D4ACE"/>
    <w:rsid w:val="003D5510"/>
    <w:rsid w:val="003D59BA"/>
    <w:rsid w:val="003D5CCD"/>
    <w:rsid w:val="003D717D"/>
    <w:rsid w:val="003D72A2"/>
    <w:rsid w:val="003D783D"/>
    <w:rsid w:val="003D792A"/>
    <w:rsid w:val="003D7B56"/>
    <w:rsid w:val="003E00CE"/>
    <w:rsid w:val="003E012F"/>
    <w:rsid w:val="003E02BF"/>
    <w:rsid w:val="003E0E6E"/>
    <w:rsid w:val="003E1791"/>
    <w:rsid w:val="003E1B52"/>
    <w:rsid w:val="003E26E2"/>
    <w:rsid w:val="003E2F31"/>
    <w:rsid w:val="003E3045"/>
    <w:rsid w:val="003E3989"/>
    <w:rsid w:val="003E3AE4"/>
    <w:rsid w:val="003E4159"/>
    <w:rsid w:val="003E486B"/>
    <w:rsid w:val="003E4AE2"/>
    <w:rsid w:val="003E53D3"/>
    <w:rsid w:val="003E59E4"/>
    <w:rsid w:val="003E6275"/>
    <w:rsid w:val="003E6E35"/>
    <w:rsid w:val="003F095E"/>
    <w:rsid w:val="003F10E8"/>
    <w:rsid w:val="003F11AF"/>
    <w:rsid w:val="003F15FE"/>
    <w:rsid w:val="003F1659"/>
    <w:rsid w:val="003F27BC"/>
    <w:rsid w:val="003F2928"/>
    <w:rsid w:val="003F2E42"/>
    <w:rsid w:val="003F311B"/>
    <w:rsid w:val="003F3567"/>
    <w:rsid w:val="003F35F4"/>
    <w:rsid w:val="003F3BB6"/>
    <w:rsid w:val="003F49AE"/>
    <w:rsid w:val="003F4A90"/>
    <w:rsid w:val="003F4FDD"/>
    <w:rsid w:val="003F5142"/>
    <w:rsid w:val="003F5A35"/>
    <w:rsid w:val="003F5AA8"/>
    <w:rsid w:val="003F6CD6"/>
    <w:rsid w:val="003F713B"/>
    <w:rsid w:val="003F7175"/>
    <w:rsid w:val="003F7275"/>
    <w:rsid w:val="003F7396"/>
    <w:rsid w:val="003F7C21"/>
    <w:rsid w:val="003F7C39"/>
    <w:rsid w:val="003F7FE1"/>
    <w:rsid w:val="00400CC6"/>
    <w:rsid w:val="00401781"/>
    <w:rsid w:val="00401B07"/>
    <w:rsid w:val="00401BE3"/>
    <w:rsid w:val="004022B6"/>
    <w:rsid w:val="00402D0F"/>
    <w:rsid w:val="00403463"/>
    <w:rsid w:val="004036CE"/>
    <w:rsid w:val="004036ED"/>
    <w:rsid w:val="00403CB0"/>
    <w:rsid w:val="00403F07"/>
    <w:rsid w:val="00404867"/>
    <w:rsid w:val="0040490C"/>
    <w:rsid w:val="0040492E"/>
    <w:rsid w:val="00404D00"/>
    <w:rsid w:val="00404DA6"/>
    <w:rsid w:val="0040572D"/>
    <w:rsid w:val="0040687B"/>
    <w:rsid w:val="00406886"/>
    <w:rsid w:val="00406A39"/>
    <w:rsid w:val="00406AA9"/>
    <w:rsid w:val="004078A7"/>
    <w:rsid w:val="00407C26"/>
    <w:rsid w:val="00407DF1"/>
    <w:rsid w:val="00407FBB"/>
    <w:rsid w:val="00410180"/>
    <w:rsid w:val="0041086C"/>
    <w:rsid w:val="00410CE5"/>
    <w:rsid w:val="00410D07"/>
    <w:rsid w:val="00410F3A"/>
    <w:rsid w:val="00411AE6"/>
    <w:rsid w:val="00411B3F"/>
    <w:rsid w:val="00412C1D"/>
    <w:rsid w:val="00412FAC"/>
    <w:rsid w:val="00413009"/>
    <w:rsid w:val="004131EC"/>
    <w:rsid w:val="00414DA9"/>
    <w:rsid w:val="0041613C"/>
    <w:rsid w:val="00416D05"/>
    <w:rsid w:val="00416DC1"/>
    <w:rsid w:val="00417327"/>
    <w:rsid w:val="00417555"/>
    <w:rsid w:val="0041790A"/>
    <w:rsid w:val="00420974"/>
    <w:rsid w:val="004212B4"/>
    <w:rsid w:val="00422AAB"/>
    <w:rsid w:val="00423BBF"/>
    <w:rsid w:val="0042424A"/>
    <w:rsid w:val="00424E32"/>
    <w:rsid w:val="004255A8"/>
    <w:rsid w:val="0042576C"/>
    <w:rsid w:val="004264BE"/>
    <w:rsid w:val="004264D6"/>
    <w:rsid w:val="00426B72"/>
    <w:rsid w:val="00426EDB"/>
    <w:rsid w:val="0042710E"/>
    <w:rsid w:val="0042785E"/>
    <w:rsid w:val="004279D1"/>
    <w:rsid w:val="00430AA0"/>
    <w:rsid w:val="00431237"/>
    <w:rsid w:val="00431536"/>
    <w:rsid w:val="004332C0"/>
    <w:rsid w:val="00433B5A"/>
    <w:rsid w:val="00434052"/>
    <w:rsid w:val="00434284"/>
    <w:rsid w:val="00434874"/>
    <w:rsid w:val="004358A1"/>
    <w:rsid w:val="004361F1"/>
    <w:rsid w:val="004364AF"/>
    <w:rsid w:val="004366D1"/>
    <w:rsid w:val="00437327"/>
    <w:rsid w:val="004376C9"/>
    <w:rsid w:val="00437756"/>
    <w:rsid w:val="0043792A"/>
    <w:rsid w:val="00437E1B"/>
    <w:rsid w:val="00437F1B"/>
    <w:rsid w:val="004405E3"/>
    <w:rsid w:val="00441C63"/>
    <w:rsid w:val="00441E48"/>
    <w:rsid w:val="00441F8B"/>
    <w:rsid w:val="004421D8"/>
    <w:rsid w:val="0044231C"/>
    <w:rsid w:val="00442381"/>
    <w:rsid w:val="0044286C"/>
    <w:rsid w:val="00443025"/>
    <w:rsid w:val="00443644"/>
    <w:rsid w:val="00444263"/>
    <w:rsid w:val="004442C8"/>
    <w:rsid w:val="00445AE1"/>
    <w:rsid w:val="004475D5"/>
    <w:rsid w:val="0045097B"/>
    <w:rsid w:val="00451530"/>
    <w:rsid w:val="004518B2"/>
    <w:rsid w:val="00451BB4"/>
    <w:rsid w:val="00451CE2"/>
    <w:rsid w:val="00452029"/>
    <w:rsid w:val="00452919"/>
    <w:rsid w:val="00453C54"/>
    <w:rsid w:val="004546BD"/>
    <w:rsid w:val="0045473F"/>
    <w:rsid w:val="00454D02"/>
    <w:rsid w:val="0045509D"/>
    <w:rsid w:val="00455814"/>
    <w:rsid w:val="00455C59"/>
    <w:rsid w:val="00455DE8"/>
    <w:rsid w:val="004575C1"/>
    <w:rsid w:val="00457AFD"/>
    <w:rsid w:val="00460E16"/>
    <w:rsid w:val="0046135B"/>
    <w:rsid w:val="00461B3E"/>
    <w:rsid w:val="00461B9F"/>
    <w:rsid w:val="00461BA3"/>
    <w:rsid w:val="00461D29"/>
    <w:rsid w:val="00462386"/>
    <w:rsid w:val="00462505"/>
    <w:rsid w:val="00462742"/>
    <w:rsid w:val="004628E0"/>
    <w:rsid w:val="00462CF8"/>
    <w:rsid w:val="0046327C"/>
    <w:rsid w:val="0046338D"/>
    <w:rsid w:val="004635C8"/>
    <w:rsid w:val="00463C80"/>
    <w:rsid w:val="00463F48"/>
    <w:rsid w:val="004641B5"/>
    <w:rsid w:val="00464512"/>
    <w:rsid w:val="004645E7"/>
    <w:rsid w:val="0046463A"/>
    <w:rsid w:val="00464AA1"/>
    <w:rsid w:val="00464F6A"/>
    <w:rsid w:val="0046504E"/>
    <w:rsid w:val="0046554F"/>
    <w:rsid w:val="004655B9"/>
    <w:rsid w:val="00465844"/>
    <w:rsid w:val="004658B1"/>
    <w:rsid w:val="00465A31"/>
    <w:rsid w:val="00466CA0"/>
    <w:rsid w:val="004672BB"/>
    <w:rsid w:val="00467308"/>
    <w:rsid w:val="0046747C"/>
    <w:rsid w:val="00467DC3"/>
    <w:rsid w:val="00470001"/>
    <w:rsid w:val="004706DF"/>
    <w:rsid w:val="00470A81"/>
    <w:rsid w:val="00470D3B"/>
    <w:rsid w:val="00471301"/>
    <w:rsid w:val="00471ED9"/>
    <w:rsid w:val="004721A7"/>
    <w:rsid w:val="00472614"/>
    <w:rsid w:val="004728C0"/>
    <w:rsid w:val="00473160"/>
    <w:rsid w:val="0047359C"/>
    <w:rsid w:val="004736B0"/>
    <w:rsid w:val="004754B7"/>
    <w:rsid w:val="00475A6E"/>
    <w:rsid w:val="004760BE"/>
    <w:rsid w:val="00476CA8"/>
    <w:rsid w:val="00476DD5"/>
    <w:rsid w:val="00476EF6"/>
    <w:rsid w:val="0047725E"/>
    <w:rsid w:val="004773B9"/>
    <w:rsid w:val="00477611"/>
    <w:rsid w:val="00477B42"/>
    <w:rsid w:val="00477F13"/>
    <w:rsid w:val="004800D5"/>
    <w:rsid w:val="0048033A"/>
    <w:rsid w:val="004805F2"/>
    <w:rsid w:val="00480BF5"/>
    <w:rsid w:val="004810FC"/>
    <w:rsid w:val="00481464"/>
    <w:rsid w:val="00481740"/>
    <w:rsid w:val="00481741"/>
    <w:rsid w:val="004819D2"/>
    <w:rsid w:val="004819F3"/>
    <w:rsid w:val="00481A35"/>
    <w:rsid w:val="0048230B"/>
    <w:rsid w:val="00482310"/>
    <w:rsid w:val="00484A67"/>
    <w:rsid w:val="00484CC9"/>
    <w:rsid w:val="00485F33"/>
    <w:rsid w:val="0048662D"/>
    <w:rsid w:val="00486AAF"/>
    <w:rsid w:val="00487324"/>
    <w:rsid w:val="00487756"/>
    <w:rsid w:val="004877E5"/>
    <w:rsid w:val="00487F8A"/>
    <w:rsid w:val="004906C3"/>
    <w:rsid w:val="004907B6"/>
    <w:rsid w:val="00491235"/>
    <w:rsid w:val="00491258"/>
    <w:rsid w:val="0049131B"/>
    <w:rsid w:val="004915FC"/>
    <w:rsid w:val="004919B2"/>
    <w:rsid w:val="004928D2"/>
    <w:rsid w:val="004929B1"/>
    <w:rsid w:val="00492C87"/>
    <w:rsid w:val="00492CFF"/>
    <w:rsid w:val="0049318C"/>
    <w:rsid w:val="00495C2C"/>
    <w:rsid w:val="0049664C"/>
    <w:rsid w:val="004966CC"/>
    <w:rsid w:val="00496A79"/>
    <w:rsid w:val="00496F6C"/>
    <w:rsid w:val="004970A9"/>
    <w:rsid w:val="00497678"/>
    <w:rsid w:val="004A0534"/>
    <w:rsid w:val="004A0625"/>
    <w:rsid w:val="004A072A"/>
    <w:rsid w:val="004A087A"/>
    <w:rsid w:val="004A0A03"/>
    <w:rsid w:val="004A0F5B"/>
    <w:rsid w:val="004A15F0"/>
    <w:rsid w:val="004A16EC"/>
    <w:rsid w:val="004A203F"/>
    <w:rsid w:val="004A22EA"/>
    <w:rsid w:val="004A242D"/>
    <w:rsid w:val="004A25B4"/>
    <w:rsid w:val="004A2941"/>
    <w:rsid w:val="004A3081"/>
    <w:rsid w:val="004A31E7"/>
    <w:rsid w:val="004A32B9"/>
    <w:rsid w:val="004A3A9D"/>
    <w:rsid w:val="004A49C2"/>
    <w:rsid w:val="004A510F"/>
    <w:rsid w:val="004A5136"/>
    <w:rsid w:val="004A53C6"/>
    <w:rsid w:val="004A54C2"/>
    <w:rsid w:val="004A561D"/>
    <w:rsid w:val="004A5D94"/>
    <w:rsid w:val="004A6ED1"/>
    <w:rsid w:val="004A71DA"/>
    <w:rsid w:val="004A7656"/>
    <w:rsid w:val="004A7826"/>
    <w:rsid w:val="004A7A6B"/>
    <w:rsid w:val="004A7BCC"/>
    <w:rsid w:val="004B0A26"/>
    <w:rsid w:val="004B0AEC"/>
    <w:rsid w:val="004B10D2"/>
    <w:rsid w:val="004B1204"/>
    <w:rsid w:val="004B15AA"/>
    <w:rsid w:val="004B2981"/>
    <w:rsid w:val="004B3BB4"/>
    <w:rsid w:val="004B44E8"/>
    <w:rsid w:val="004B5612"/>
    <w:rsid w:val="004B5DCC"/>
    <w:rsid w:val="004B611D"/>
    <w:rsid w:val="004B6257"/>
    <w:rsid w:val="004B653A"/>
    <w:rsid w:val="004B67A3"/>
    <w:rsid w:val="004B682C"/>
    <w:rsid w:val="004B693A"/>
    <w:rsid w:val="004B693D"/>
    <w:rsid w:val="004B75B8"/>
    <w:rsid w:val="004B75CA"/>
    <w:rsid w:val="004B78A3"/>
    <w:rsid w:val="004B7900"/>
    <w:rsid w:val="004B7948"/>
    <w:rsid w:val="004B7AE2"/>
    <w:rsid w:val="004B7FEE"/>
    <w:rsid w:val="004C01F0"/>
    <w:rsid w:val="004C033B"/>
    <w:rsid w:val="004C1C57"/>
    <w:rsid w:val="004C28B2"/>
    <w:rsid w:val="004C29B4"/>
    <w:rsid w:val="004C2B67"/>
    <w:rsid w:val="004C2EB1"/>
    <w:rsid w:val="004C2F90"/>
    <w:rsid w:val="004C2FD9"/>
    <w:rsid w:val="004C435C"/>
    <w:rsid w:val="004C482E"/>
    <w:rsid w:val="004C55FE"/>
    <w:rsid w:val="004C576F"/>
    <w:rsid w:val="004C5A24"/>
    <w:rsid w:val="004C5AE6"/>
    <w:rsid w:val="004C5CE6"/>
    <w:rsid w:val="004C5E1A"/>
    <w:rsid w:val="004C5E38"/>
    <w:rsid w:val="004C5F26"/>
    <w:rsid w:val="004C6133"/>
    <w:rsid w:val="004C676B"/>
    <w:rsid w:val="004C6779"/>
    <w:rsid w:val="004C711B"/>
    <w:rsid w:val="004D074E"/>
    <w:rsid w:val="004D0EF7"/>
    <w:rsid w:val="004D1412"/>
    <w:rsid w:val="004D1463"/>
    <w:rsid w:val="004D2081"/>
    <w:rsid w:val="004D286B"/>
    <w:rsid w:val="004D33C2"/>
    <w:rsid w:val="004D3466"/>
    <w:rsid w:val="004D351B"/>
    <w:rsid w:val="004D457A"/>
    <w:rsid w:val="004D5E7E"/>
    <w:rsid w:val="004D5FBA"/>
    <w:rsid w:val="004D61A4"/>
    <w:rsid w:val="004D6244"/>
    <w:rsid w:val="004D7C2D"/>
    <w:rsid w:val="004D7CEC"/>
    <w:rsid w:val="004D7F7D"/>
    <w:rsid w:val="004E0298"/>
    <w:rsid w:val="004E11AF"/>
    <w:rsid w:val="004E22CF"/>
    <w:rsid w:val="004E25CA"/>
    <w:rsid w:val="004E2A55"/>
    <w:rsid w:val="004E327B"/>
    <w:rsid w:val="004E403F"/>
    <w:rsid w:val="004E46E1"/>
    <w:rsid w:val="004E482C"/>
    <w:rsid w:val="004E50D2"/>
    <w:rsid w:val="004E5390"/>
    <w:rsid w:val="004E54D4"/>
    <w:rsid w:val="004E55C7"/>
    <w:rsid w:val="004E618F"/>
    <w:rsid w:val="004E621F"/>
    <w:rsid w:val="004E6222"/>
    <w:rsid w:val="004E7B4C"/>
    <w:rsid w:val="004E7ED6"/>
    <w:rsid w:val="004F0E80"/>
    <w:rsid w:val="004F0FDF"/>
    <w:rsid w:val="004F1342"/>
    <w:rsid w:val="004F13E5"/>
    <w:rsid w:val="004F1A2D"/>
    <w:rsid w:val="004F1F5B"/>
    <w:rsid w:val="004F2087"/>
    <w:rsid w:val="004F2815"/>
    <w:rsid w:val="004F297D"/>
    <w:rsid w:val="004F3F01"/>
    <w:rsid w:val="004F4E61"/>
    <w:rsid w:val="004F5266"/>
    <w:rsid w:val="004F53E9"/>
    <w:rsid w:val="004F65A4"/>
    <w:rsid w:val="004F688B"/>
    <w:rsid w:val="004F6FBE"/>
    <w:rsid w:val="004F7D3C"/>
    <w:rsid w:val="00500251"/>
    <w:rsid w:val="0050085D"/>
    <w:rsid w:val="00500BBD"/>
    <w:rsid w:val="00501E42"/>
    <w:rsid w:val="005021AA"/>
    <w:rsid w:val="0050266D"/>
    <w:rsid w:val="00502748"/>
    <w:rsid w:val="00502EA4"/>
    <w:rsid w:val="005035CE"/>
    <w:rsid w:val="00503788"/>
    <w:rsid w:val="00503EC1"/>
    <w:rsid w:val="00504007"/>
    <w:rsid w:val="005048FE"/>
    <w:rsid w:val="00504C0A"/>
    <w:rsid w:val="0050631C"/>
    <w:rsid w:val="0050749C"/>
    <w:rsid w:val="00507A41"/>
    <w:rsid w:val="00507CEC"/>
    <w:rsid w:val="00507D23"/>
    <w:rsid w:val="005102B1"/>
    <w:rsid w:val="0051078F"/>
    <w:rsid w:val="0051158D"/>
    <w:rsid w:val="00511668"/>
    <w:rsid w:val="0051188F"/>
    <w:rsid w:val="00511AB2"/>
    <w:rsid w:val="00511F64"/>
    <w:rsid w:val="00512788"/>
    <w:rsid w:val="005132E9"/>
    <w:rsid w:val="00513598"/>
    <w:rsid w:val="00513D22"/>
    <w:rsid w:val="005152A5"/>
    <w:rsid w:val="00515408"/>
    <w:rsid w:val="005156A1"/>
    <w:rsid w:val="00515AB4"/>
    <w:rsid w:val="00515D15"/>
    <w:rsid w:val="00515E0E"/>
    <w:rsid w:val="0051602B"/>
    <w:rsid w:val="00516935"/>
    <w:rsid w:val="0052025D"/>
    <w:rsid w:val="00520B2E"/>
    <w:rsid w:val="00520E01"/>
    <w:rsid w:val="005216DA"/>
    <w:rsid w:val="005217B1"/>
    <w:rsid w:val="005227BA"/>
    <w:rsid w:val="00522CA5"/>
    <w:rsid w:val="00523149"/>
    <w:rsid w:val="00523C12"/>
    <w:rsid w:val="005241FA"/>
    <w:rsid w:val="00524969"/>
    <w:rsid w:val="00525517"/>
    <w:rsid w:val="00525C95"/>
    <w:rsid w:val="00525D04"/>
    <w:rsid w:val="00525FFC"/>
    <w:rsid w:val="00526265"/>
    <w:rsid w:val="00526269"/>
    <w:rsid w:val="0052635F"/>
    <w:rsid w:val="005272AF"/>
    <w:rsid w:val="00527A41"/>
    <w:rsid w:val="00530403"/>
    <w:rsid w:val="00530599"/>
    <w:rsid w:val="00531BC5"/>
    <w:rsid w:val="00532D8D"/>
    <w:rsid w:val="005345BF"/>
    <w:rsid w:val="00534847"/>
    <w:rsid w:val="00535029"/>
    <w:rsid w:val="005350C8"/>
    <w:rsid w:val="00535A53"/>
    <w:rsid w:val="00536D87"/>
    <w:rsid w:val="00537344"/>
    <w:rsid w:val="0054009C"/>
    <w:rsid w:val="005402FA"/>
    <w:rsid w:val="00540486"/>
    <w:rsid w:val="0054071F"/>
    <w:rsid w:val="00540B16"/>
    <w:rsid w:val="00540B9F"/>
    <w:rsid w:val="00540EC1"/>
    <w:rsid w:val="00540F9A"/>
    <w:rsid w:val="0054110F"/>
    <w:rsid w:val="00541355"/>
    <w:rsid w:val="005413C7"/>
    <w:rsid w:val="00541862"/>
    <w:rsid w:val="00541C3F"/>
    <w:rsid w:val="00542794"/>
    <w:rsid w:val="005432D3"/>
    <w:rsid w:val="00543530"/>
    <w:rsid w:val="00543CBA"/>
    <w:rsid w:val="00543FA1"/>
    <w:rsid w:val="00544915"/>
    <w:rsid w:val="00544DDA"/>
    <w:rsid w:val="00544E84"/>
    <w:rsid w:val="00545097"/>
    <w:rsid w:val="00545A3E"/>
    <w:rsid w:val="0054600A"/>
    <w:rsid w:val="00546299"/>
    <w:rsid w:val="005465E0"/>
    <w:rsid w:val="005465E5"/>
    <w:rsid w:val="005469B7"/>
    <w:rsid w:val="00546C44"/>
    <w:rsid w:val="00546F63"/>
    <w:rsid w:val="0054754F"/>
    <w:rsid w:val="005478C4"/>
    <w:rsid w:val="00547D49"/>
    <w:rsid w:val="0055159E"/>
    <w:rsid w:val="005518E5"/>
    <w:rsid w:val="005522D5"/>
    <w:rsid w:val="00552452"/>
    <w:rsid w:val="0055265B"/>
    <w:rsid w:val="0055271E"/>
    <w:rsid w:val="00552C64"/>
    <w:rsid w:val="00552C9A"/>
    <w:rsid w:val="00552F99"/>
    <w:rsid w:val="00552FED"/>
    <w:rsid w:val="00553314"/>
    <w:rsid w:val="005536B2"/>
    <w:rsid w:val="00554604"/>
    <w:rsid w:val="00554868"/>
    <w:rsid w:val="005548A1"/>
    <w:rsid w:val="00554C30"/>
    <w:rsid w:val="00555894"/>
    <w:rsid w:val="00555E20"/>
    <w:rsid w:val="005560AA"/>
    <w:rsid w:val="00556576"/>
    <w:rsid w:val="00556C44"/>
    <w:rsid w:val="00561497"/>
    <w:rsid w:val="00561618"/>
    <w:rsid w:val="0056165E"/>
    <w:rsid w:val="005619E9"/>
    <w:rsid w:val="0056234C"/>
    <w:rsid w:val="00562716"/>
    <w:rsid w:val="00562C7F"/>
    <w:rsid w:val="00562F13"/>
    <w:rsid w:val="005632F5"/>
    <w:rsid w:val="00563E75"/>
    <w:rsid w:val="00563F91"/>
    <w:rsid w:val="00565E66"/>
    <w:rsid w:val="005661F3"/>
    <w:rsid w:val="00566300"/>
    <w:rsid w:val="005668F3"/>
    <w:rsid w:val="005669D7"/>
    <w:rsid w:val="005714A0"/>
    <w:rsid w:val="00571B19"/>
    <w:rsid w:val="00571BC8"/>
    <w:rsid w:val="00571F44"/>
    <w:rsid w:val="005722A2"/>
    <w:rsid w:val="005725E2"/>
    <w:rsid w:val="00572EC1"/>
    <w:rsid w:val="005741FF"/>
    <w:rsid w:val="00574866"/>
    <w:rsid w:val="005750F6"/>
    <w:rsid w:val="00575BC2"/>
    <w:rsid w:val="00576954"/>
    <w:rsid w:val="00576B57"/>
    <w:rsid w:val="00576BF9"/>
    <w:rsid w:val="00576D7F"/>
    <w:rsid w:val="00576E86"/>
    <w:rsid w:val="0058033D"/>
    <w:rsid w:val="00580C62"/>
    <w:rsid w:val="00581547"/>
    <w:rsid w:val="0058157B"/>
    <w:rsid w:val="00582137"/>
    <w:rsid w:val="00582AA5"/>
    <w:rsid w:val="00582DBA"/>
    <w:rsid w:val="00583400"/>
    <w:rsid w:val="00583B03"/>
    <w:rsid w:val="00583D79"/>
    <w:rsid w:val="005841B5"/>
    <w:rsid w:val="005842B7"/>
    <w:rsid w:val="005848BE"/>
    <w:rsid w:val="005855FD"/>
    <w:rsid w:val="00585903"/>
    <w:rsid w:val="00585EDD"/>
    <w:rsid w:val="005862AF"/>
    <w:rsid w:val="00586333"/>
    <w:rsid w:val="00586727"/>
    <w:rsid w:val="005875B4"/>
    <w:rsid w:val="00587AB8"/>
    <w:rsid w:val="00587E26"/>
    <w:rsid w:val="0059008D"/>
    <w:rsid w:val="005908D7"/>
    <w:rsid w:val="005916F2"/>
    <w:rsid w:val="00591A50"/>
    <w:rsid w:val="00591C81"/>
    <w:rsid w:val="0059208F"/>
    <w:rsid w:val="00592DFC"/>
    <w:rsid w:val="00593191"/>
    <w:rsid w:val="00593B6E"/>
    <w:rsid w:val="0059431A"/>
    <w:rsid w:val="00594F5A"/>
    <w:rsid w:val="00595707"/>
    <w:rsid w:val="005957A9"/>
    <w:rsid w:val="005959B6"/>
    <w:rsid w:val="00595A2D"/>
    <w:rsid w:val="00596216"/>
    <w:rsid w:val="00596597"/>
    <w:rsid w:val="00596D8B"/>
    <w:rsid w:val="00596E7D"/>
    <w:rsid w:val="005975B2"/>
    <w:rsid w:val="005A025D"/>
    <w:rsid w:val="005A0321"/>
    <w:rsid w:val="005A04F2"/>
    <w:rsid w:val="005A0574"/>
    <w:rsid w:val="005A0E9B"/>
    <w:rsid w:val="005A0F04"/>
    <w:rsid w:val="005A1500"/>
    <w:rsid w:val="005A1992"/>
    <w:rsid w:val="005A1B0C"/>
    <w:rsid w:val="005A236E"/>
    <w:rsid w:val="005A23E0"/>
    <w:rsid w:val="005A2C89"/>
    <w:rsid w:val="005A3102"/>
    <w:rsid w:val="005A31DE"/>
    <w:rsid w:val="005A3454"/>
    <w:rsid w:val="005A37B6"/>
    <w:rsid w:val="005A3DF1"/>
    <w:rsid w:val="005A49EE"/>
    <w:rsid w:val="005A4D39"/>
    <w:rsid w:val="005A5B19"/>
    <w:rsid w:val="005A5B25"/>
    <w:rsid w:val="005A5CDB"/>
    <w:rsid w:val="005A6737"/>
    <w:rsid w:val="005A6813"/>
    <w:rsid w:val="005A69E9"/>
    <w:rsid w:val="005A7D74"/>
    <w:rsid w:val="005B007F"/>
    <w:rsid w:val="005B037C"/>
    <w:rsid w:val="005B0730"/>
    <w:rsid w:val="005B0C3D"/>
    <w:rsid w:val="005B0FE8"/>
    <w:rsid w:val="005B2AE6"/>
    <w:rsid w:val="005B2D7C"/>
    <w:rsid w:val="005B37B8"/>
    <w:rsid w:val="005B3873"/>
    <w:rsid w:val="005B39E8"/>
    <w:rsid w:val="005B3B74"/>
    <w:rsid w:val="005B3C92"/>
    <w:rsid w:val="005B40EF"/>
    <w:rsid w:val="005B4D04"/>
    <w:rsid w:val="005B4DEC"/>
    <w:rsid w:val="005B519B"/>
    <w:rsid w:val="005B5595"/>
    <w:rsid w:val="005B599B"/>
    <w:rsid w:val="005B5BA0"/>
    <w:rsid w:val="005B5DC6"/>
    <w:rsid w:val="005B6562"/>
    <w:rsid w:val="005B6BBF"/>
    <w:rsid w:val="005B72D1"/>
    <w:rsid w:val="005B7800"/>
    <w:rsid w:val="005B7EE0"/>
    <w:rsid w:val="005C10EE"/>
    <w:rsid w:val="005C121E"/>
    <w:rsid w:val="005C1D51"/>
    <w:rsid w:val="005C1EED"/>
    <w:rsid w:val="005C2337"/>
    <w:rsid w:val="005C24EC"/>
    <w:rsid w:val="005C26FF"/>
    <w:rsid w:val="005C2940"/>
    <w:rsid w:val="005C2A09"/>
    <w:rsid w:val="005C2FF8"/>
    <w:rsid w:val="005C479C"/>
    <w:rsid w:val="005C48F1"/>
    <w:rsid w:val="005C4AAB"/>
    <w:rsid w:val="005C5A85"/>
    <w:rsid w:val="005C5FD9"/>
    <w:rsid w:val="005C6797"/>
    <w:rsid w:val="005C6AF6"/>
    <w:rsid w:val="005C72A3"/>
    <w:rsid w:val="005C7474"/>
    <w:rsid w:val="005C78A1"/>
    <w:rsid w:val="005C7900"/>
    <w:rsid w:val="005D027C"/>
    <w:rsid w:val="005D050A"/>
    <w:rsid w:val="005D0688"/>
    <w:rsid w:val="005D105B"/>
    <w:rsid w:val="005D12A9"/>
    <w:rsid w:val="005D19E3"/>
    <w:rsid w:val="005D20C7"/>
    <w:rsid w:val="005D24EF"/>
    <w:rsid w:val="005D2A70"/>
    <w:rsid w:val="005D2ADF"/>
    <w:rsid w:val="005D2F02"/>
    <w:rsid w:val="005D3735"/>
    <w:rsid w:val="005D3D9D"/>
    <w:rsid w:val="005D461D"/>
    <w:rsid w:val="005D4B2C"/>
    <w:rsid w:val="005D4BBE"/>
    <w:rsid w:val="005D5966"/>
    <w:rsid w:val="005D5986"/>
    <w:rsid w:val="005D5F54"/>
    <w:rsid w:val="005D730E"/>
    <w:rsid w:val="005D79E4"/>
    <w:rsid w:val="005E05BA"/>
    <w:rsid w:val="005E0BBC"/>
    <w:rsid w:val="005E118D"/>
    <w:rsid w:val="005E1243"/>
    <w:rsid w:val="005E1A46"/>
    <w:rsid w:val="005E2DC5"/>
    <w:rsid w:val="005E2E2A"/>
    <w:rsid w:val="005E2FEF"/>
    <w:rsid w:val="005E30CA"/>
    <w:rsid w:val="005E332D"/>
    <w:rsid w:val="005E3913"/>
    <w:rsid w:val="005E4AC2"/>
    <w:rsid w:val="005E4BBC"/>
    <w:rsid w:val="005E4C4F"/>
    <w:rsid w:val="005E4EDD"/>
    <w:rsid w:val="005E52FB"/>
    <w:rsid w:val="005E5BBE"/>
    <w:rsid w:val="005E6C75"/>
    <w:rsid w:val="005E6FC2"/>
    <w:rsid w:val="005E7355"/>
    <w:rsid w:val="005E7B5D"/>
    <w:rsid w:val="005E7BC9"/>
    <w:rsid w:val="005F0479"/>
    <w:rsid w:val="005F09F6"/>
    <w:rsid w:val="005F0C14"/>
    <w:rsid w:val="005F0D10"/>
    <w:rsid w:val="005F0F56"/>
    <w:rsid w:val="005F1CBF"/>
    <w:rsid w:val="005F24C7"/>
    <w:rsid w:val="005F25AB"/>
    <w:rsid w:val="005F25B2"/>
    <w:rsid w:val="005F26C0"/>
    <w:rsid w:val="005F2812"/>
    <w:rsid w:val="005F2A6F"/>
    <w:rsid w:val="005F2B03"/>
    <w:rsid w:val="005F5110"/>
    <w:rsid w:val="005F51BF"/>
    <w:rsid w:val="005F5ED1"/>
    <w:rsid w:val="005F69E1"/>
    <w:rsid w:val="005F7196"/>
    <w:rsid w:val="005F7291"/>
    <w:rsid w:val="005F731B"/>
    <w:rsid w:val="005F757C"/>
    <w:rsid w:val="005F7753"/>
    <w:rsid w:val="005F79E8"/>
    <w:rsid w:val="0060040F"/>
    <w:rsid w:val="00600BB2"/>
    <w:rsid w:val="00600BBC"/>
    <w:rsid w:val="006016C3"/>
    <w:rsid w:val="00601790"/>
    <w:rsid w:val="00601BC3"/>
    <w:rsid w:val="00601D62"/>
    <w:rsid w:val="00601E92"/>
    <w:rsid w:val="006042FD"/>
    <w:rsid w:val="0060437C"/>
    <w:rsid w:val="00604539"/>
    <w:rsid w:val="00605318"/>
    <w:rsid w:val="00606232"/>
    <w:rsid w:val="00606DD9"/>
    <w:rsid w:val="00607281"/>
    <w:rsid w:val="00607878"/>
    <w:rsid w:val="00607949"/>
    <w:rsid w:val="00607A2D"/>
    <w:rsid w:val="0061008B"/>
    <w:rsid w:val="0061035F"/>
    <w:rsid w:val="0061087F"/>
    <w:rsid w:val="00610E57"/>
    <w:rsid w:val="00610EB3"/>
    <w:rsid w:val="00610FD8"/>
    <w:rsid w:val="00611780"/>
    <w:rsid w:val="0061188F"/>
    <w:rsid w:val="00612C1F"/>
    <w:rsid w:val="00612C86"/>
    <w:rsid w:val="00612C92"/>
    <w:rsid w:val="006135D6"/>
    <w:rsid w:val="00613B5B"/>
    <w:rsid w:val="00613EE6"/>
    <w:rsid w:val="00614A30"/>
    <w:rsid w:val="00614C79"/>
    <w:rsid w:val="00614DD8"/>
    <w:rsid w:val="00614FD5"/>
    <w:rsid w:val="006158B7"/>
    <w:rsid w:val="0061619B"/>
    <w:rsid w:val="006168AA"/>
    <w:rsid w:val="00616B68"/>
    <w:rsid w:val="006174DE"/>
    <w:rsid w:val="0062037A"/>
    <w:rsid w:val="0062099B"/>
    <w:rsid w:val="00620BBB"/>
    <w:rsid w:val="00620C28"/>
    <w:rsid w:val="0062124D"/>
    <w:rsid w:val="006218E1"/>
    <w:rsid w:val="00622A1F"/>
    <w:rsid w:val="00623CAB"/>
    <w:rsid w:val="006241A0"/>
    <w:rsid w:val="00624321"/>
    <w:rsid w:val="00624636"/>
    <w:rsid w:val="00624665"/>
    <w:rsid w:val="0062479D"/>
    <w:rsid w:val="00624BE1"/>
    <w:rsid w:val="00625444"/>
    <w:rsid w:val="0062593C"/>
    <w:rsid w:val="00625AE5"/>
    <w:rsid w:val="0062637C"/>
    <w:rsid w:val="006269A7"/>
    <w:rsid w:val="00627B93"/>
    <w:rsid w:val="00627D67"/>
    <w:rsid w:val="00630E0E"/>
    <w:rsid w:val="0063125D"/>
    <w:rsid w:val="00631669"/>
    <w:rsid w:val="006316F5"/>
    <w:rsid w:val="00631774"/>
    <w:rsid w:val="00631CC6"/>
    <w:rsid w:val="00632172"/>
    <w:rsid w:val="006324BE"/>
    <w:rsid w:val="00633145"/>
    <w:rsid w:val="0063325D"/>
    <w:rsid w:val="00634390"/>
    <w:rsid w:val="00634712"/>
    <w:rsid w:val="00634F4B"/>
    <w:rsid w:val="0063523B"/>
    <w:rsid w:val="0063662F"/>
    <w:rsid w:val="00636739"/>
    <w:rsid w:val="00636B37"/>
    <w:rsid w:val="00637A7C"/>
    <w:rsid w:val="00640DB3"/>
    <w:rsid w:val="00641054"/>
    <w:rsid w:val="006411C8"/>
    <w:rsid w:val="0064134E"/>
    <w:rsid w:val="0064137D"/>
    <w:rsid w:val="00641469"/>
    <w:rsid w:val="00641646"/>
    <w:rsid w:val="00641E85"/>
    <w:rsid w:val="00641EE1"/>
    <w:rsid w:val="00641F62"/>
    <w:rsid w:val="006424EE"/>
    <w:rsid w:val="00642AC2"/>
    <w:rsid w:val="00642B42"/>
    <w:rsid w:val="00642D6E"/>
    <w:rsid w:val="0064332D"/>
    <w:rsid w:val="006433D0"/>
    <w:rsid w:val="00643BA3"/>
    <w:rsid w:val="00643C6F"/>
    <w:rsid w:val="00643D0C"/>
    <w:rsid w:val="00643F85"/>
    <w:rsid w:val="0064481E"/>
    <w:rsid w:val="006448CF"/>
    <w:rsid w:val="00644FEA"/>
    <w:rsid w:val="006459DE"/>
    <w:rsid w:val="006475E4"/>
    <w:rsid w:val="006500B2"/>
    <w:rsid w:val="006501C1"/>
    <w:rsid w:val="006507C6"/>
    <w:rsid w:val="00651BA6"/>
    <w:rsid w:val="0065311B"/>
    <w:rsid w:val="00653271"/>
    <w:rsid w:val="00653417"/>
    <w:rsid w:val="006537AA"/>
    <w:rsid w:val="00653878"/>
    <w:rsid w:val="00653CEF"/>
    <w:rsid w:val="006551C4"/>
    <w:rsid w:val="00655270"/>
    <w:rsid w:val="00655A7B"/>
    <w:rsid w:val="00656641"/>
    <w:rsid w:val="00656C8A"/>
    <w:rsid w:val="00657897"/>
    <w:rsid w:val="006609BD"/>
    <w:rsid w:val="00660B7E"/>
    <w:rsid w:val="00660C10"/>
    <w:rsid w:val="00661725"/>
    <w:rsid w:val="006618A2"/>
    <w:rsid w:val="00661A48"/>
    <w:rsid w:val="00661DF4"/>
    <w:rsid w:val="00662015"/>
    <w:rsid w:val="00662270"/>
    <w:rsid w:val="006628C0"/>
    <w:rsid w:val="00663348"/>
    <w:rsid w:val="006634FC"/>
    <w:rsid w:val="00664457"/>
    <w:rsid w:val="00665D3E"/>
    <w:rsid w:val="00666734"/>
    <w:rsid w:val="00666D00"/>
    <w:rsid w:val="00666E10"/>
    <w:rsid w:val="0066703D"/>
    <w:rsid w:val="00667092"/>
    <w:rsid w:val="00670477"/>
    <w:rsid w:val="006709BC"/>
    <w:rsid w:val="00670F1D"/>
    <w:rsid w:val="00671048"/>
    <w:rsid w:val="00671BC3"/>
    <w:rsid w:val="006727E3"/>
    <w:rsid w:val="00672AE4"/>
    <w:rsid w:val="00673997"/>
    <w:rsid w:val="00673E3C"/>
    <w:rsid w:val="00673FCC"/>
    <w:rsid w:val="00675E48"/>
    <w:rsid w:val="00676434"/>
    <w:rsid w:val="00676847"/>
    <w:rsid w:val="00676E4F"/>
    <w:rsid w:val="0068024E"/>
    <w:rsid w:val="0068067E"/>
    <w:rsid w:val="00680681"/>
    <w:rsid w:val="00680A25"/>
    <w:rsid w:val="0068195F"/>
    <w:rsid w:val="00681E18"/>
    <w:rsid w:val="006821A0"/>
    <w:rsid w:val="006822BA"/>
    <w:rsid w:val="0068253C"/>
    <w:rsid w:val="00682577"/>
    <w:rsid w:val="00682C22"/>
    <w:rsid w:val="00683A07"/>
    <w:rsid w:val="00683AB1"/>
    <w:rsid w:val="00683BEE"/>
    <w:rsid w:val="00683D63"/>
    <w:rsid w:val="00684326"/>
    <w:rsid w:val="006846E4"/>
    <w:rsid w:val="006847C5"/>
    <w:rsid w:val="00684B5A"/>
    <w:rsid w:val="00685053"/>
    <w:rsid w:val="00685DA9"/>
    <w:rsid w:val="0068652D"/>
    <w:rsid w:val="0068668E"/>
    <w:rsid w:val="00686DE5"/>
    <w:rsid w:val="00686FB5"/>
    <w:rsid w:val="00687C7F"/>
    <w:rsid w:val="00690649"/>
    <w:rsid w:val="0069082A"/>
    <w:rsid w:val="00690F9E"/>
    <w:rsid w:val="006912BD"/>
    <w:rsid w:val="00691535"/>
    <w:rsid w:val="00691BE7"/>
    <w:rsid w:val="00692AD6"/>
    <w:rsid w:val="00693559"/>
    <w:rsid w:val="006943DF"/>
    <w:rsid w:val="006948A3"/>
    <w:rsid w:val="00694CB9"/>
    <w:rsid w:val="00694D33"/>
    <w:rsid w:val="006958AE"/>
    <w:rsid w:val="00695A49"/>
    <w:rsid w:val="006965C5"/>
    <w:rsid w:val="00696690"/>
    <w:rsid w:val="0069780D"/>
    <w:rsid w:val="00697BAB"/>
    <w:rsid w:val="00697D72"/>
    <w:rsid w:val="006A055F"/>
    <w:rsid w:val="006A0889"/>
    <w:rsid w:val="006A1BD4"/>
    <w:rsid w:val="006A1C70"/>
    <w:rsid w:val="006A1E25"/>
    <w:rsid w:val="006A23CC"/>
    <w:rsid w:val="006A23D9"/>
    <w:rsid w:val="006A2595"/>
    <w:rsid w:val="006A27D0"/>
    <w:rsid w:val="006A2913"/>
    <w:rsid w:val="006A29D3"/>
    <w:rsid w:val="006A48E0"/>
    <w:rsid w:val="006A49F0"/>
    <w:rsid w:val="006A4B2B"/>
    <w:rsid w:val="006A4B30"/>
    <w:rsid w:val="006A5291"/>
    <w:rsid w:val="006A52F4"/>
    <w:rsid w:val="006A537F"/>
    <w:rsid w:val="006A642E"/>
    <w:rsid w:val="006A6DBB"/>
    <w:rsid w:val="006A73E6"/>
    <w:rsid w:val="006A7677"/>
    <w:rsid w:val="006A7705"/>
    <w:rsid w:val="006A7E6B"/>
    <w:rsid w:val="006B0647"/>
    <w:rsid w:val="006B14EE"/>
    <w:rsid w:val="006B19CA"/>
    <w:rsid w:val="006B27DD"/>
    <w:rsid w:val="006B2BD4"/>
    <w:rsid w:val="006B2E25"/>
    <w:rsid w:val="006B3177"/>
    <w:rsid w:val="006B333B"/>
    <w:rsid w:val="006B3FBF"/>
    <w:rsid w:val="006B4009"/>
    <w:rsid w:val="006B431C"/>
    <w:rsid w:val="006B48DA"/>
    <w:rsid w:val="006B4BA7"/>
    <w:rsid w:val="006B4CD8"/>
    <w:rsid w:val="006B59B9"/>
    <w:rsid w:val="006B5BA5"/>
    <w:rsid w:val="006B60AA"/>
    <w:rsid w:val="006B724D"/>
    <w:rsid w:val="006B76CA"/>
    <w:rsid w:val="006B7906"/>
    <w:rsid w:val="006B7AA4"/>
    <w:rsid w:val="006B7B5D"/>
    <w:rsid w:val="006B7D29"/>
    <w:rsid w:val="006C0B1F"/>
    <w:rsid w:val="006C14ED"/>
    <w:rsid w:val="006C1512"/>
    <w:rsid w:val="006C1DE3"/>
    <w:rsid w:val="006C317F"/>
    <w:rsid w:val="006C34F7"/>
    <w:rsid w:val="006C38A7"/>
    <w:rsid w:val="006C3EDC"/>
    <w:rsid w:val="006C3F60"/>
    <w:rsid w:val="006C4398"/>
    <w:rsid w:val="006C47EC"/>
    <w:rsid w:val="006C48D8"/>
    <w:rsid w:val="006C4AC5"/>
    <w:rsid w:val="006C4C3C"/>
    <w:rsid w:val="006C583C"/>
    <w:rsid w:val="006C5DDD"/>
    <w:rsid w:val="006C5E1C"/>
    <w:rsid w:val="006C5F27"/>
    <w:rsid w:val="006C6062"/>
    <w:rsid w:val="006C700D"/>
    <w:rsid w:val="006C7AB7"/>
    <w:rsid w:val="006C7E88"/>
    <w:rsid w:val="006D067A"/>
    <w:rsid w:val="006D1821"/>
    <w:rsid w:val="006D1C40"/>
    <w:rsid w:val="006D2B90"/>
    <w:rsid w:val="006D33A9"/>
    <w:rsid w:val="006D3942"/>
    <w:rsid w:val="006D3A60"/>
    <w:rsid w:val="006D3ACF"/>
    <w:rsid w:val="006D3E62"/>
    <w:rsid w:val="006D3F4A"/>
    <w:rsid w:val="006D4178"/>
    <w:rsid w:val="006D4640"/>
    <w:rsid w:val="006D49E1"/>
    <w:rsid w:val="006D4CDE"/>
    <w:rsid w:val="006D5915"/>
    <w:rsid w:val="006D6290"/>
    <w:rsid w:val="006D67B5"/>
    <w:rsid w:val="006D6969"/>
    <w:rsid w:val="006D7077"/>
    <w:rsid w:val="006D7114"/>
    <w:rsid w:val="006D7886"/>
    <w:rsid w:val="006E0CE3"/>
    <w:rsid w:val="006E139A"/>
    <w:rsid w:val="006E13D5"/>
    <w:rsid w:val="006E1592"/>
    <w:rsid w:val="006E1621"/>
    <w:rsid w:val="006E1AEE"/>
    <w:rsid w:val="006E1B91"/>
    <w:rsid w:val="006E1EF5"/>
    <w:rsid w:val="006E233A"/>
    <w:rsid w:val="006E24FD"/>
    <w:rsid w:val="006E2DB8"/>
    <w:rsid w:val="006E2E47"/>
    <w:rsid w:val="006E345D"/>
    <w:rsid w:val="006E349F"/>
    <w:rsid w:val="006E36B4"/>
    <w:rsid w:val="006E39BE"/>
    <w:rsid w:val="006E41FF"/>
    <w:rsid w:val="006E43AC"/>
    <w:rsid w:val="006E4449"/>
    <w:rsid w:val="006E44BB"/>
    <w:rsid w:val="006E4BE0"/>
    <w:rsid w:val="006E4C62"/>
    <w:rsid w:val="006E4F68"/>
    <w:rsid w:val="006E52BE"/>
    <w:rsid w:val="006E5392"/>
    <w:rsid w:val="006E6393"/>
    <w:rsid w:val="006E672F"/>
    <w:rsid w:val="006E6C6B"/>
    <w:rsid w:val="006E78A5"/>
    <w:rsid w:val="006E7E45"/>
    <w:rsid w:val="006F002D"/>
    <w:rsid w:val="006F00F2"/>
    <w:rsid w:val="006F21A5"/>
    <w:rsid w:val="006F25C3"/>
    <w:rsid w:val="006F2B1C"/>
    <w:rsid w:val="006F2E15"/>
    <w:rsid w:val="006F4197"/>
    <w:rsid w:val="006F4A0E"/>
    <w:rsid w:val="006F4CAF"/>
    <w:rsid w:val="006F56F0"/>
    <w:rsid w:val="006F5B20"/>
    <w:rsid w:val="006F5B84"/>
    <w:rsid w:val="006F5D5C"/>
    <w:rsid w:val="006F5F92"/>
    <w:rsid w:val="006F67F7"/>
    <w:rsid w:val="006F695B"/>
    <w:rsid w:val="0070049C"/>
    <w:rsid w:val="007007AB"/>
    <w:rsid w:val="0070112C"/>
    <w:rsid w:val="00701980"/>
    <w:rsid w:val="00702109"/>
    <w:rsid w:val="00702692"/>
    <w:rsid w:val="00702BB7"/>
    <w:rsid w:val="00702FDC"/>
    <w:rsid w:val="00704513"/>
    <w:rsid w:val="00704DCD"/>
    <w:rsid w:val="007051BD"/>
    <w:rsid w:val="007054E9"/>
    <w:rsid w:val="0070562C"/>
    <w:rsid w:val="00705804"/>
    <w:rsid w:val="007059A9"/>
    <w:rsid w:val="00705E7D"/>
    <w:rsid w:val="0070603A"/>
    <w:rsid w:val="00707617"/>
    <w:rsid w:val="00707E3E"/>
    <w:rsid w:val="0071025C"/>
    <w:rsid w:val="007102E9"/>
    <w:rsid w:val="00710304"/>
    <w:rsid w:val="007106B9"/>
    <w:rsid w:val="00710DF3"/>
    <w:rsid w:val="00711ABA"/>
    <w:rsid w:val="007120C3"/>
    <w:rsid w:val="007129F7"/>
    <w:rsid w:val="00712F13"/>
    <w:rsid w:val="0071381F"/>
    <w:rsid w:val="00713C65"/>
    <w:rsid w:val="00713D3A"/>
    <w:rsid w:val="00715010"/>
    <w:rsid w:val="00715227"/>
    <w:rsid w:val="007152A7"/>
    <w:rsid w:val="00715A1C"/>
    <w:rsid w:val="007166BA"/>
    <w:rsid w:val="00716808"/>
    <w:rsid w:val="00716AFE"/>
    <w:rsid w:val="007176A3"/>
    <w:rsid w:val="0071772E"/>
    <w:rsid w:val="007202C2"/>
    <w:rsid w:val="00720A32"/>
    <w:rsid w:val="00720CF9"/>
    <w:rsid w:val="0072126B"/>
    <w:rsid w:val="00721911"/>
    <w:rsid w:val="00722146"/>
    <w:rsid w:val="007225FB"/>
    <w:rsid w:val="00722A83"/>
    <w:rsid w:val="00722F5C"/>
    <w:rsid w:val="007237CC"/>
    <w:rsid w:val="007238CC"/>
    <w:rsid w:val="00723B33"/>
    <w:rsid w:val="00723CD4"/>
    <w:rsid w:val="007247A4"/>
    <w:rsid w:val="007257FF"/>
    <w:rsid w:val="00725B2E"/>
    <w:rsid w:val="00726617"/>
    <w:rsid w:val="00726E77"/>
    <w:rsid w:val="00727045"/>
    <w:rsid w:val="007273FE"/>
    <w:rsid w:val="007274BA"/>
    <w:rsid w:val="007279FC"/>
    <w:rsid w:val="00727D4C"/>
    <w:rsid w:val="007305ED"/>
    <w:rsid w:val="007308D7"/>
    <w:rsid w:val="00730C7B"/>
    <w:rsid w:val="00730FCF"/>
    <w:rsid w:val="00731741"/>
    <w:rsid w:val="00731FF5"/>
    <w:rsid w:val="007327F6"/>
    <w:rsid w:val="00732B80"/>
    <w:rsid w:val="00733990"/>
    <w:rsid w:val="007339DE"/>
    <w:rsid w:val="00733B3E"/>
    <w:rsid w:val="007340E1"/>
    <w:rsid w:val="0073415C"/>
    <w:rsid w:val="00734552"/>
    <w:rsid w:val="00734925"/>
    <w:rsid w:val="0073631E"/>
    <w:rsid w:val="0073751B"/>
    <w:rsid w:val="00737E92"/>
    <w:rsid w:val="007415D3"/>
    <w:rsid w:val="0074190A"/>
    <w:rsid w:val="00741B17"/>
    <w:rsid w:val="0074215E"/>
    <w:rsid w:val="007429EB"/>
    <w:rsid w:val="00742C71"/>
    <w:rsid w:val="00742CDA"/>
    <w:rsid w:val="00743602"/>
    <w:rsid w:val="007436E2"/>
    <w:rsid w:val="00743920"/>
    <w:rsid w:val="007440CF"/>
    <w:rsid w:val="00745015"/>
    <w:rsid w:val="00745692"/>
    <w:rsid w:val="007459A9"/>
    <w:rsid w:val="00746C86"/>
    <w:rsid w:val="00747033"/>
    <w:rsid w:val="0074752E"/>
    <w:rsid w:val="00747C17"/>
    <w:rsid w:val="00747E2A"/>
    <w:rsid w:val="00750AB4"/>
    <w:rsid w:val="00750AE9"/>
    <w:rsid w:val="0075157A"/>
    <w:rsid w:val="0075161A"/>
    <w:rsid w:val="0075237F"/>
    <w:rsid w:val="00752385"/>
    <w:rsid w:val="00752BC7"/>
    <w:rsid w:val="00752DA2"/>
    <w:rsid w:val="007531C3"/>
    <w:rsid w:val="00753B36"/>
    <w:rsid w:val="00753EA7"/>
    <w:rsid w:val="0075472B"/>
    <w:rsid w:val="007547D3"/>
    <w:rsid w:val="00754C12"/>
    <w:rsid w:val="007554BE"/>
    <w:rsid w:val="00755ADA"/>
    <w:rsid w:val="007561E8"/>
    <w:rsid w:val="007562D7"/>
    <w:rsid w:val="007576CE"/>
    <w:rsid w:val="00757849"/>
    <w:rsid w:val="007608A5"/>
    <w:rsid w:val="00760FA1"/>
    <w:rsid w:val="00761228"/>
    <w:rsid w:val="00762297"/>
    <w:rsid w:val="007624F8"/>
    <w:rsid w:val="0076259A"/>
    <w:rsid w:val="00763757"/>
    <w:rsid w:val="007639DF"/>
    <w:rsid w:val="00763A2B"/>
    <w:rsid w:val="00763E4A"/>
    <w:rsid w:val="0076475E"/>
    <w:rsid w:val="00764E8E"/>
    <w:rsid w:val="00765705"/>
    <w:rsid w:val="007659BE"/>
    <w:rsid w:val="00766181"/>
    <w:rsid w:val="007667C8"/>
    <w:rsid w:val="00766F94"/>
    <w:rsid w:val="00767069"/>
    <w:rsid w:val="007703E0"/>
    <w:rsid w:val="00770BDE"/>
    <w:rsid w:val="00770ECB"/>
    <w:rsid w:val="00771B07"/>
    <w:rsid w:val="00772068"/>
    <w:rsid w:val="007729D6"/>
    <w:rsid w:val="00772D0B"/>
    <w:rsid w:val="007731DB"/>
    <w:rsid w:val="007736F5"/>
    <w:rsid w:val="00773C34"/>
    <w:rsid w:val="00773EF6"/>
    <w:rsid w:val="007747E3"/>
    <w:rsid w:val="00774AB2"/>
    <w:rsid w:val="00774E4F"/>
    <w:rsid w:val="007751B5"/>
    <w:rsid w:val="007751DC"/>
    <w:rsid w:val="00776565"/>
    <w:rsid w:val="00776673"/>
    <w:rsid w:val="00776A2E"/>
    <w:rsid w:val="00776ADB"/>
    <w:rsid w:val="00776E54"/>
    <w:rsid w:val="00777722"/>
    <w:rsid w:val="00780243"/>
    <w:rsid w:val="00780DBF"/>
    <w:rsid w:val="007810B3"/>
    <w:rsid w:val="007819B2"/>
    <w:rsid w:val="00782D4D"/>
    <w:rsid w:val="00783253"/>
    <w:rsid w:val="00783DBF"/>
    <w:rsid w:val="00784BDF"/>
    <w:rsid w:val="00784D67"/>
    <w:rsid w:val="00785461"/>
    <w:rsid w:val="007855CF"/>
    <w:rsid w:val="0078567F"/>
    <w:rsid w:val="0078576E"/>
    <w:rsid w:val="0078641F"/>
    <w:rsid w:val="00786BD4"/>
    <w:rsid w:val="00786E58"/>
    <w:rsid w:val="00787321"/>
    <w:rsid w:val="00790D8F"/>
    <w:rsid w:val="00791205"/>
    <w:rsid w:val="007917A2"/>
    <w:rsid w:val="0079302D"/>
    <w:rsid w:val="007937F1"/>
    <w:rsid w:val="007942AE"/>
    <w:rsid w:val="00794B76"/>
    <w:rsid w:val="00794CAE"/>
    <w:rsid w:val="00795102"/>
    <w:rsid w:val="007955C9"/>
    <w:rsid w:val="007962F1"/>
    <w:rsid w:val="007962F9"/>
    <w:rsid w:val="007969FF"/>
    <w:rsid w:val="00797905"/>
    <w:rsid w:val="007979E2"/>
    <w:rsid w:val="007A0C54"/>
    <w:rsid w:val="007A122D"/>
    <w:rsid w:val="007A160D"/>
    <w:rsid w:val="007A1CD7"/>
    <w:rsid w:val="007A1F5F"/>
    <w:rsid w:val="007A226A"/>
    <w:rsid w:val="007A24C7"/>
    <w:rsid w:val="007A2A4A"/>
    <w:rsid w:val="007A2B1A"/>
    <w:rsid w:val="007A382A"/>
    <w:rsid w:val="007A393D"/>
    <w:rsid w:val="007A40AC"/>
    <w:rsid w:val="007A41C3"/>
    <w:rsid w:val="007A5316"/>
    <w:rsid w:val="007A5FF1"/>
    <w:rsid w:val="007A62D6"/>
    <w:rsid w:val="007A7023"/>
    <w:rsid w:val="007A74B0"/>
    <w:rsid w:val="007A75FF"/>
    <w:rsid w:val="007A7B56"/>
    <w:rsid w:val="007A7BA3"/>
    <w:rsid w:val="007B1531"/>
    <w:rsid w:val="007B1882"/>
    <w:rsid w:val="007B1B5D"/>
    <w:rsid w:val="007B20D9"/>
    <w:rsid w:val="007B239F"/>
    <w:rsid w:val="007B241A"/>
    <w:rsid w:val="007B2450"/>
    <w:rsid w:val="007B26CA"/>
    <w:rsid w:val="007B316A"/>
    <w:rsid w:val="007B3638"/>
    <w:rsid w:val="007B3818"/>
    <w:rsid w:val="007B3F12"/>
    <w:rsid w:val="007B4732"/>
    <w:rsid w:val="007B4CDA"/>
    <w:rsid w:val="007B4FAB"/>
    <w:rsid w:val="007B5093"/>
    <w:rsid w:val="007B563C"/>
    <w:rsid w:val="007B5961"/>
    <w:rsid w:val="007B6102"/>
    <w:rsid w:val="007B64D6"/>
    <w:rsid w:val="007C0243"/>
    <w:rsid w:val="007C1DB2"/>
    <w:rsid w:val="007C223F"/>
    <w:rsid w:val="007C2698"/>
    <w:rsid w:val="007C27DA"/>
    <w:rsid w:val="007C2D45"/>
    <w:rsid w:val="007C4463"/>
    <w:rsid w:val="007C4859"/>
    <w:rsid w:val="007C6048"/>
    <w:rsid w:val="007C6978"/>
    <w:rsid w:val="007C70CD"/>
    <w:rsid w:val="007C7BF8"/>
    <w:rsid w:val="007D1150"/>
    <w:rsid w:val="007D1A16"/>
    <w:rsid w:val="007D2340"/>
    <w:rsid w:val="007D2CB0"/>
    <w:rsid w:val="007D307F"/>
    <w:rsid w:val="007D3251"/>
    <w:rsid w:val="007D4686"/>
    <w:rsid w:val="007D7775"/>
    <w:rsid w:val="007D78AC"/>
    <w:rsid w:val="007E0171"/>
    <w:rsid w:val="007E0AF0"/>
    <w:rsid w:val="007E1143"/>
    <w:rsid w:val="007E2935"/>
    <w:rsid w:val="007E2EF6"/>
    <w:rsid w:val="007E2F6C"/>
    <w:rsid w:val="007E344C"/>
    <w:rsid w:val="007E3624"/>
    <w:rsid w:val="007E38AE"/>
    <w:rsid w:val="007E3A58"/>
    <w:rsid w:val="007E3A92"/>
    <w:rsid w:val="007E4919"/>
    <w:rsid w:val="007E4F26"/>
    <w:rsid w:val="007E5069"/>
    <w:rsid w:val="007E5D00"/>
    <w:rsid w:val="007E5EF8"/>
    <w:rsid w:val="007E64D2"/>
    <w:rsid w:val="007E756B"/>
    <w:rsid w:val="007F0B52"/>
    <w:rsid w:val="007F166A"/>
    <w:rsid w:val="007F18F0"/>
    <w:rsid w:val="007F1AD0"/>
    <w:rsid w:val="007F2BAA"/>
    <w:rsid w:val="007F2E4C"/>
    <w:rsid w:val="007F2F4E"/>
    <w:rsid w:val="007F34A9"/>
    <w:rsid w:val="007F51DE"/>
    <w:rsid w:val="007F5794"/>
    <w:rsid w:val="007F60A2"/>
    <w:rsid w:val="007F6438"/>
    <w:rsid w:val="007F753D"/>
    <w:rsid w:val="007F7EBF"/>
    <w:rsid w:val="008002B2"/>
    <w:rsid w:val="008015DE"/>
    <w:rsid w:val="00801E94"/>
    <w:rsid w:val="00801FA9"/>
    <w:rsid w:val="008020A1"/>
    <w:rsid w:val="00802390"/>
    <w:rsid w:val="008033DC"/>
    <w:rsid w:val="00804521"/>
    <w:rsid w:val="00804801"/>
    <w:rsid w:val="00804E27"/>
    <w:rsid w:val="00805401"/>
    <w:rsid w:val="00805A19"/>
    <w:rsid w:val="00805F7E"/>
    <w:rsid w:val="0080600C"/>
    <w:rsid w:val="008060B1"/>
    <w:rsid w:val="008068C2"/>
    <w:rsid w:val="00806E26"/>
    <w:rsid w:val="00806EF2"/>
    <w:rsid w:val="00807002"/>
    <w:rsid w:val="00807103"/>
    <w:rsid w:val="00807D05"/>
    <w:rsid w:val="0081008E"/>
    <w:rsid w:val="008105F8"/>
    <w:rsid w:val="00810887"/>
    <w:rsid w:val="00811018"/>
    <w:rsid w:val="00811071"/>
    <w:rsid w:val="00811195"/>
    <w:rsid w:val="008117B7"/>
    <w:rsid w:val="00811CB3"/>
    <w:rsid w:val="00811D36"/>
    <w:rsid w:val="0081241B"/>
    <w:rsid w:val="00812467"/>
    <w:rsid w:val="0081305C"/>
    <w:rsid w:val="0081352A"/>
    <w:rsid w:val="00813E5D"/>
    <w:rsid w:val="00815BB9"/>
    <w:rsid w:val="00816886"/>
    <w:rsid w:val="0082083A"/>
    <w:rsid w:val="00820981"/>
    <w:rsid w:val="00820A89"/>
    <w:rsid w:val="00820AF9"/>
    <w:rsid w:val="00820B1B"/>
    <w:rsid w:val="00821700"/>
    <w:rsid w:val="00821B61"/>
    <w:rsid w:val="00822E70"/>
    <w:rsid w:val="00823FDD"/>
    <w:rsid w:val="00824C54"/>
    <w:rsid w:val="00825231"/>
    <w:rsid w:val="00825EA5"/>
    <w:rsid w:val="008260F3"/>
    <w:rsid w:val="00826DFB"/>
    <w:rsid w:val="00826EC9"/>
    <w:rsid w:val="0082748D"/>
    <w:rsid w:val="008277E0"/>
    <w:rsid w:val="00830A4D"/>
    <w:rsid w:val="00830E0F"/>
    <w:rsid w:val="00831AF4"/>
    <w:rsid w:val="0083228A"/>
    <w:rsid w:val="00833FD9"/>
    <w:rsid w:val="008340A7"/>
    <w:rsid w:val="00834709"/>
    <w:rsid w:val="00834791"/>
    <w:rsid w:val="0083493D"/>
    <w:rsid w:val="00834C4D"/>
    <w:rsid w:val="008356E3"/>
    <w:rsid w:val="008357C6"/>
    <w:rsid w:val="0083585A"/>
    <w:rsid w:val="00835CC4"/>
    <w:rsid w:val="00836599"/>
    <w:rsid w:val="008366AC"/>
    <w:rsid w:val="00836997"/>
    <w:rsid w:val="00836ECE"/>
    <w:rsid w:val="00836F4B"/>
    <w:rsid w:val="008376C5"/>
    <w:rsid w:val="008378A2"/>
    <w:rsid w:val="008413F7"/>
    <w:rsid w:val="00841498"/>
    <w:rsid w:val="00841951"/>
    <w:rsid w:val="00842B4A"/>
    <w:rsid w:val="008431B9"/>
    <w:rsid w:val="008435B2"/>
    <w:rsid w:val="00843F53"/>
    <w:rsid w:val="00844C05"/>
    <w:rsid w:val="00845073"/>
    <w:rsid w:val="00845533"/>
    <w:rsid w:val="00845C1D"/>
    <w:rsid w:val="00845C64"/>
    <w:rsid w:val="008463F1"/>
    <w:rsid w:val="008478BC"/>
    <w:rsid w:val="00850329"/>
    <w:rsid w:val="008512F7"/>
    <w:rsid w:val="00851904"/>
    <w:rsid w:val="00851B75"/>
    <w:rsid w:val="00851F35"/>
    <w:rsid w:val="008523CE"/>
    <w:rsid w:val="00852425"/>
    <w:rsid w:val="00852B68"/>
    <w:rsid w:val="00852C3B"/>
    <w:rsid w:val="00852E73"/>
    <w:rsid w:val="00853178"/>
    <w:rsid w:val="00853622"/>
    <w:rsid w:val="00853BA8"/>
    <w:rsid w:val="008543F2"/>
    <w:rsid w:val="00854CA4"/>
    <w:rsid w:val="0085519F"/>
    <w:rsid w:val="008556F0"/>
    <w:rsid w:val="00855F37"/>
    <w:rsid w:val="00856855"/>
    <w:rsid w:val="00857733"/>
    <w:rsid w:val="00857E36"/>
    <w:rsid w:val="00857E59"/>
    <w:rsid w:val="00860A79"/>
    <w:rsid w:val="0086114C"/>
    <w:rsid w:val="008613B9"/>
    <w:rsid w:val="00861A1C"/>
    <w:rsid w:val="00861B12"/>
    <w:rsid w:val="00861F8F"/>
    <w:rsid w:val="008627DC"/>
    <w:rsid w:val="00862861"/>
    <w:rsid w:val="008634A1"/>
    <w:rsid w:val="008643D3"/>
    <w:rsid w:val="00864484"/>
    <w:rsid w:val="008648B3"/>
    <w:rsid w:val="008649B0"/>
    <w:rsid w:val="00864A43"/>
    <w:rsid w:val="00865266"/>
    <w:rsid w:val="008656F6"/>
    <w:rsid w:val="00867E7E"/>
    <w:rsid w:val="0087025B"/>
    <w:rsid w:val="0087063A"/>
    <w:rsid w:val="00870FB9"/>
    <w:rsid w:val="0087114B"/>
    <w:rsid w:val="00871791"/>
    <w:rsid w:val="00871A63"/>
    <w:rsid w:val="00871B2F"/>
    <w:rsid w:val="008727FB"/>
    <w:rsid w:val="00872D8F"/>
    <w:rsid w:val="00873331"/>
    <w:rsid w:val="00873A00"/>
    <w:rsid w:val="00873A8F"/>
    <w:rsid w:val="00873AE4"/>
    <w:rsid w:val="00873CDB"/>
    <w:rsid w:val="0087439F"/>
    <w:rsid w:val="008744E4"/>
    <w:rsid w:val="0087497B"/>
    <w:rsid w:val="00874ABE"/>
    <w:rsid w:val="008755C3"/>
    <w:rsid w:val="00875DB8"/>
    <w:rsid w:val="008760F3"/>
    <w:rsid w:val="008762B3"/>
    <w:rsid w:val="008762D2"/>
    <w:rsid w:val="00876557"/>
    <w:rsid w:val="00876A63"/>
    <w:rsid w:val="00876F46"/>
    <w:rsid w:val="0087726A"/>
    <w:rsid w:val="0087767A"/>
    <w:rsid w:val="00877A2E"/>
    <w:rsid w:val="00877B3F"/>
    <w:rsid w:val="00880074"/>
    <w:rsid w:val="008804B2"/>
    <w:rsid w:val="00880504"/>
    <w:rsid w:val="00880E60"/>
    <w:rsid w:val="00880EEF"/>
    <w:rsid w:val="008815B9"/>
    <w:rsid w:val="008823A0"/>
    <w:rsid w:val="008823D9"/>
    <w:rsid w:val="00882832"/>
    <w:rsid w:val="0088291A"/>
    <w:rsid w:val="00882A25"/>
    <w:rsid w:val="00882F52"/>
    <w:rsid w:val="00883603"/>
    <w:rsid w:val="0088381D"/>
    <w:rsid w:val="00883A8D"/>
    <w:rsid w:val="00883CD5"/>
    <w:rsid w:val="00883D70"/>
    <w:rsid w:val="0088450B"/>
    <w:rsid w:val="00884C9A"/>
    <w:rsid w:val="00884EA6"/>
    <w:rsid w:val="0088506C"/>
    <w:rsid w:val="008853F9"/>
    <w:rsid w:val="008854D6"/>
    <w:rsid w:val="00885676"/>
    <w:rsid w:val="0088599A"/>
    <w:rsid w:val="00885A75"/>
    <w:rsid w:val="00885F12"/>
    <w:rsid w:val="00885FB3"/>
    <w:rsid w:val="00886126"/>
    <w:rsid w:val="008867BC"/>
    <w:rsid w:val="00887321"/>
    <w:rsid w:val="00887813"/>
    <w:rsid w:val="00890204"/>
    <w:rsid w:val="008905E1"/>
    <w:rsid w:val="00890605"/>
    <w:rsid w:val="00890B99"/>
    <w:rsid w:val="00890BE0"/>
    <w:rsid w:val="00890E40"/>
    <w:rsid w:val="0089182F"/>
    <w:rsid w:val="0089210A"/>
    <w:rsid w:val="0089266A"/>
    <w:rsid w:val="00892C92"/>
    <w:rsid w:val="0089368E"/>
    <w:rsid w:val="00894086"/>
    <w:rsid w:val="0089428B"/>
    <w:rsid w:val="00894ACB"/>
    <w:rsid w:val="00894B28"/>
    <w:rsid w:val="00894E86"/>
    <w:rsid w:val="00895FE8"/>
    <w:rsid w:val="008966BB"/>
    <w:rsid w:val="00896BDC"/>
    <w:rsid w:val="008A0828"/>
    <w:rsid w:val="008A0C13"/>
    <w:rsid w:val="008A1201"/>
    <w:rsid w:val="008A14D7"/>
    <w:rsid w:val="008A1F03"/>
    <w:rsid w:val="008A23E0"/>
    <w:rsid w:val="008A338B"/>
    <w:rsid w:val="008A3914"/>
    <w:rsid w:val="008A3970"/>
    <w:rsid w:val="008A3C9C"/>
    <w:rsid w:val="008A3CDD"/>
    <w:rsid w:val="008A4481"/>
    <w:rsid w:val="008A44F7"/>
    <w:rsid w:val="008A474E"/>
    <w:rsid w:val="008A53CE"/>
    <w:rsid w:val="008A5735"/>
    <w:rsid w:val="008A5845"/>
    <w:rsid w:val="008A5FD6"/>
    <w:rsid w:val="008A62C3"/>
    <w:rsid w:val="008A6F25"/>
    <w:rsid w:val="008B0C34"/>
    <w:rsid w:val="008B1855"/>
    <w:rsid w:val="008B1A8F"/>
    <w:rsid w:val="008B2235"/>
    <w:rsid w:val="008B2756"/>
    <w:rsid w:val="008B292C"/>
    <w:rsid w:val="008B3341"/>
    <w:rsid w:val="008B3569"/>
    <w:rsid w:val="008B42D6"/>
    <w:rsid w:val="008B4F16"/>
    <w:rsid w:val="008B5887"/>
    <w:rsid w:val="008B59DA"/>
    <w:rsid w:val="008B5E3D"/>
    <w:rsid w:val="008B643D"/>
    <w:rsid w:val="008B7A39"/>
    <w:rsid w:val="008B7F30"/>
    <w:rsid w:val="008C05E3"/>
    <w:rsid w:val="008C1951"/>
    <w:rsid w:val="008C1D93"/>
    <w:rsid w:val="008C292B"/>
    <w:rsid w:val="008C2E68"/>
    <w:rsid w:val="008C3033"/>
    <w:rsid w:val="008C4268"/>
    <w:rsid w:val="008C4FF1"/>
    <w:rsid w:val="008C5C0A"/>
    <w:rsid w:val="008C6377"/>
    <w:rsid w:val="008C7175"/>
    <w:rsid w:val="008C7ED1"/>
    <w:rsid w:val="008D017C"/>
    <w:rsid w:val="008D03B3"/>
    <w:rsid w:val="008D08C4"/>
    <w:rsid w:val="008D0A60"/>
    <w:rsid w:val="008D0AB1"/>
    <w:rsid w:val="008D0BE6"/>
    <w:rsid w:val="008D1AF3"/>
    <w:rsid w:val="008D1D04"/>
    <w:rsid w:val="008D2EDF"/>
    <w:rsid w:val="008D2F13"/>
    <w:rsid w:val="008D3402"/>
    <w:rsid w:val="008D3987"/>
    <w:rsid w:val="008D3E0C"/>
    <w:rsid w:val="008D4C3C"/>
    <w:rsid w:val="008D4E7E"/>
    <w:rsid w:val="008D516F"/>
    <w:rsid w:val="008D52B8"/>
    <w:rsid w:val="008D6F02"/>
    <w:rsid w:val="008D7D14"/>
    <w:rsid w:val="008E0AED"/>
    <w:rsid w:val="008E175B"/>
    <w:rsid w:val="008E18A0"/>
    <w:rsid w:val="008E1D2A"/>
    <w:rsid w:val="008E1D57"/>
    <w:rsid w:val="008E288C"/>
    <w:rsid w:val="008E3115"/>
    <w:rsid w:val="008E38DE"/>
    <w:rsid w:val="008E3B21"/>
    <w:rsid w:val="008E4106"/>
    <w:rsid w:val="008E552D"/>
    <w:rsid w:val="008E5CE9"/>
    <w:rsid w:val="008E5F38"/>
    <w:rsid w:val="008E670E"/>
    <w:rsid w:val="008E773D"/>
    <w:rsid w:val="008E7CAF"/>
    <w:rsid w:val="008F02F9"/>
    <w:rsid w:val="008F0D3A"/>
    <w:rsid w:val="008F0D69"/>
    <w:rsid w:val="008F0EED"/>
    <w:rsid w:val="008F1521"/>
    <w:rsid w:val="008F18E2"/>
    <w:rsid w:val="008F2622"/>
    <w:rsid w:val="008F27D3"/>
    <w:rsid w:val="008F398F"/>
    <w:rsid w:val="008F40C4"/>
    <w:rsid w:val="008F4116"/>
    <w:rsid w:val="008F417E"/>
    <w:rsid w:val="008F4528"/>
    <w:rsid w:val="008F495D"/>
    <w:rsid w:val="008F4CA5"/>
    <w:rsid w:val="008F565C"/>
    <w:rsid w:val="008F62E6"/>
    <w:rsid w:val="0090002D"/>
    <w:rsid w:val="0090009C"/>
    <w:rsid w:val="009001C8"/>
    <w:rsid w:val="00900BA5"/>
    <w:rsid w:val="0090121B"/>
    <w:rsid w:val="00901D9E"/>
    <w:rsid w:val="0090233B"/>
    <w:rsid w:val="00903021"/>
    <w:rsid w:val="0090316A"/>
    <w:rsid w:val="0090369D"/>
    <w:rsid w:val="00903846"/>
    <w:rsid w:val="00903A48"/>
    <w:rsid w:val="00903A4E"/>
    <w:rsid w:val="00904098"/>
    <w:rsid w:val="00905288"/>
    <w:rsid w:val="009060D3"/>
    <w:rsid w:val="009063C9"/>
    <w:rsid w:val="00906719"/>
    <w:rsid w:val="00906AEF"/>
    <w:rsid w:val="0090722F"/>
    <w:rsid w:val="009110B4"/>
    <w:rsid w:val="0091154B"/>
    <w:rsid w:val="009116BF"/>
    <w:rsid w:val="00911BD8"/>
    <w:rsid w:val="00911E62"/>
    <w:rsid w:val="009123EB"/>
    <w:rsid w:val="00912426"/>
    <w:rsid w:val="009133D7"/>
    <w:rsid w:val="0091343B"/>
    <w:rsid w:val="0091366A"/>
    <w:rsid w:val="009136DD"/>
    <w:rsid w:val="009145AE"/>
    <w:rsid w:val="00914A01"/>
    <w:rsid w:val="00914E7D"/>
    <w:rsid w:val="00915552"/>
    <w:rsid w:val="00915697"/>
    <w:rsid w:val="009157A0"/>
    <w:rsid w:val="00915931"/>
    <w:rsid w:val="00915F05"/>
    <w:rsid w:val="00916342"/>
    <w:rsid w:val="00916A6B"/>
    <w:rsid w:val="00917215"/>
    <w:rsid w:val="0091736E"/>
    <w:rsid w:val="00917623"/>
    <w:rsid w:val="0092053D"/>
    <w:rsid w:val="0092064F"/>
    <w:rsid w:val="00921B7B"/>
    <w:rsid w:val="009226E4"/>
    <w:rsid w:val="0092287F"/>
    <w:rsid w:val="00922BA2"/>
    <w:rsid w:val="009231DC"/>
    <w:rsid w:val="00923CFF"/>
    <w:rsid w:val="0092491B"/>
    <w:rsid w:val="00925C38"/>
    <w:rsid w:val="00925C78"/>
    <w:rsid w:val="00926017"/>
    <w:rsid w:val="00926641"/>
    <w:rsid w:val="009272F8"/>
    <w:rsid w:val="00927719"/>
    <w:rsid w:val="00927C81"/>
    <w:rsid w:val="009306DD"/>
    <w:rsid w:val="009310E5"/>
    <w:rsid w:val="009317B4"/>
    <w:rsid w:val="009320CF"/>
    <w:rsid w:val="00932274"/>
    <w:rsid w:val="00933164"/>
    <w:rsid w:val="0093445A"/>
    <w:rsid w:val="00934CC7"/>
    <w:rsid w:val="0093514A"/>
    <w:rsid w:val="0093540A"/>
    <w:rsid w:val="009354C4"/>
    <w:rsid w:val="00935C14"/>
    <w:rsid w:val="0093693D"/>
    <w:rsid w:val="00936AD1"/>
    <w:rsid w:val="00936AD3"/>
    <w:rsid w:val="00936ECF"/>
    <w:rsid w:val="009370FD"/>
    <w:rsid w:val="0093783F"/>
    <w:rsid w:val="00937C05"/>
    <w:rsid w:val="00937E5D"/>
    <w:rsid w:val="0094023A"/>
    <w:rsid w:val="00941967"/>
    <w:rsid w:val="00941AB1"/>
    <w:rsid w:val="00941E8C"/>
    <w:rsid w:val="0094314F"/>
    <w:rsid w:val="00943663"/>
    <w:rsid w:val="009436F3"/>
    <w:rsid w:val="0094415C"/>
    <w:rsid w:val="00944CB6"/>
    <w:rsid w:val="00944F69"/>
    <w:rsid w:val="009452CE"/>
    <w:rsid w:val="0094739D"/>
    <w:rsid w:val="00950407"/>
    <w:rsid w:val="009509D4"/>
    <w:rsid w:val="00950DCC"/>
    <w:rsid w:val="00950E2F"/>
    <w:rsid w:val="009512F2"/>
    <w:rsid w:val="00952568"/>
    <w:rsid w:val="00954491"/>
    <w:rsid w:val="009546B5"/>
    <w:rsid w:val="00954702"/>
    <w:rsid w:val="0095606A"/>
    <w:rsid w:val="009566FF"/>
    <w:rsid w:val="00956A34"/>
    <w:rsid w:val="00956CCA"/>
    <w:rsid w:val="00956EA7"/>
    <w:rsid w:val="00957207"/>
    <w:rsid w:val="00957D61"/>
    <w:rsid w:val="00960845"/>
    <w:rsid w:val="00960850"/>
    <w:rsid w:val="00960E0A"/>
    <w:rsid w:val="009611F6"/>
    <w:rsid w:val="009616AE"/>
    <w:rsid w:val="00961A62"/>
    <w:rsid w:val="00961BFC"/>
    <w:rsid w:val="00962817"/>
    <w:rsid w:val="00962E75"/>
    <w:rsid w:val="0096316A"/>
    <w:rsid w:val="009632BC"/>
    <w:rsid w:val="00963339"/>
    <w:rsid w:val="00963AFC"/>
    <w:rsid w:val="009645DB"/>
    <w:rsid w:val="00964F2F"/>
    <w:rsid w:val="00964F82"/>
    <w:rsid w:val="00965538"/>
    <w:rsid w:val="00965E29"/>
    <w:rsid w:val="00965F45"/>
    <w:rsid w:val="00966855"/>
    <w:rsid w:val="009670F7"/>
    <w:rsid w:val="0096728A"/>
    <w:rsid w:val="009674D6"/>
    <w:rsid w:val="0096752E"/>
    <w:rsid w:val="00967B8D"/>
    <w:rsid w:val="00967CB5"/>
    <w:rsid w:val="00967D62"/>
    <w:rsid w:val="009718A3"/>
    <w:rsid w:val="00971C5E"/>
    <w:rsid w:val="00971CC8"/>
    <w:rsid w:val="00972DC9"/>
    <w:rsid w:val="009730C3"/>
    <w:rsid w:val="00976CA1"/>
    <w:rsid w:val="00977982"/>
    <w:rsid w:val="0098044E"/>
    <w:rsid w:val="0098083B"/>
    <w:rsid w:val="00980FD0"/>
    <w:rsid w:val="00981371"/>
    <w:rsid w:val="00981407"/>
    <w:rsid w:val="00981669"/>
    <w:rsid w:val="009816DF"/>
    <w:rsid w:val="009820A7"/>
    <w:rsid w:val="00983297"/>
    <w:rsid w:val="00983A8B"/>
    <w:rsid w:val="00984063"/>
    <w:rsid w:val="00984378"/>
    <w:rsid w:val="009846C8"/>
    <w:rsid w:val="0098473C"/>
    <w:rsid w:val="00984953"/>
    <w:rsid w:val="00985089"/>
    <w:rsid w:val="00985162"/>
    <w:rsid w:val="009852D5"/>
    <w:rsid w:val="00985D13"/>
    <w:rsid w:val="00987605"/>
    <w:rsid w:val="00987668"/>
    <w:rsid w:val="00987831"/>
    <w:rsid w:val="009902AB"/>
    <w:rsid w:val="00990626"/>
    <w:rsid w:val="009909E6"/>
    <w:rsid w:val="00990B84"/>
    <w:rsid w:val="0099149E"/>
    <w:rsid w:val="00991512"/>
    <w:rsid w:val="009919AD"/>
    <w:rsid w:val="009919B2"/>
    <w:rsid w:val="00991A71"/>
    <w:rsid w:val="00992B27"/>
    <w:rsid w:val="00992B42"/>
    <w:rsid w:val="00993098"/>
    <w:rsid w:val="0099414E"/>
    <w:rsid w:val="0099418D"/>
    <w:rsid w:val="009942C8"/>
    <w:rsid w:val="009943EC"/>
    <w:rsid w:val="00994AC3"/>
    <w:rsid w:val="009952C3"/>
    <w:rsid w:val="009957F3"/>
    <w:rsid w:val="009959B0"/>
    <w:rsid w:val="00995AFA"/>
    <w:rsid w:val="00995E9B"/>
    <w:rsid w:val="009969B9"/>
    <w:rsid w:val="00996ABD"/>
    <w:rsid w:val="00997908"/>
    <w:rsid w:val="00997F04"/>
    <w:rsid w:val="009A04E4"/>
    <w:rsid w:val="009A0FB1"/>
    <w:rsid w:val="009A11E9"/>
    <w:rsid w:val="009A1240"/>
    <w:rsid w:val="009A1258"/>
    <w:rsid w:val="009A1931"/>
    <w:rsid w:val="009A2043"/>
    <w:rsid w:val="009A212F"/>
    <w:rsid w:val="009A2379"/>
    <w:rsid w:val="009A2E8E"/>
    <w:rsid w:val="009A3735"/>
    <w:rsid w:val="009A43DC"/>
    <w:rsid w:val="009A4425"/>
    <w:rsid w:val="009A4654"/>
    <w:rsid w:val="009A4B47"/>
    <w:rsid w:val="009A4CBA"/>
    <w:rsid w:val="009A5031"/>
    <w:rsid w:val="009A575F"/>
    <w:rsid w:val="009A5AF5"/>
    <w:rsid w:val="009A5B97"/>
    <w:rsid w:val="009A74EC"/>
    <w:rsid w:val="009A7FFC"/>
    <w:rsid w:val="009B0734"/>
    <w:rsid w:val="009B0A12"/>
    <w:rsid w:val="009B10E9"/>
    <w:rsid w:val="009B15AE"/>
    <w:rsid w:val="009B1BF3"/>
    <w:rsid w:val="009B20D8"/>
    <w:rsid w:val="009B22FD"/>
    <w:rsid w:val="009B2343"/>
    <w:rsid w:val="009B2B92"/>
    <w:rsid w:val="009B311C"/>
    <w:rsid w:val="009B34A8"/>
    <w:rsid w:val="009B34C5"/>
    <w:rsid w:val="009B35D8"/>
    <w:rsid w:val="009B5F10"/>
    <w:rsid w:val="009B776C"/>
    <w:rsid w:val="009C09F8"/>
    <w:rsid w:val="009C1340"/>
    <w:rsid w:val="009C1E86"/>
    <w:rsid w:val="009C2033"/>
    <w:rsid w:val="009C27DC"/>
    <w:rsid w:val="009C3ECE"/>
    <w:rsid w:val="009C59F0"/>
    <w:rsid w:val="009C5A48"/>
    <w:rsid w:val="009C5D06"/>
    <w:rsid w:val="009C6BF1"/>
    <w:rsid w:val="009C729F"/>
    <w:rsid w:val="009D0009"/>
    <w:rsid w:val="009D072C"/>
    <w:rsid w:val="009D0C95"/>
    <w:rsid w:val="009D1AC0"/>
    <w:rsid w:val="009D1FCF"/>
    <w:rsid w:val="009D21E1"/>
    <w:rsid w:val="009D2AEB"/>
    <w:rsid w:val="009D2C8A"/>
    <w:rsid w:val="009D3FBE"/>
    <w:rsid w:val="009D4268"/>
    <w:rsid w:val="009D4570"/>
    <w:rsid w:val="009D4633"/>
    <w:rsid w:val="009D4CD6"/>
    <w:rsid w:val="009D4F7C"/>
    <w:rsid w:val="009D614B"/>
    <w:rsid w:val="009D66FA"/>
    <w:rsid w:val="009D67AF"/>
    <w:rsid w:val="009D6A1A"/>
    <w:rsid w:val="009D6DE9"/>
    <w:rsid w:val="009D6DFF"/>
    <w:rsid w:val="009D7C62"/>
    <w:rsid w:val="009D7E5F"/>
    <w:rsid w:val="009E028E"/>
    <w:rsid w:val="009E0842"/>
    <w:rsid w:val="009E0E2B"/>
    <w:rsid w:val="009E18BC"/>
    <w:rsid w:val="009E1976"/>
    <w:rsid w:val="009E1E0F"/>
    <w:rsid w:val="009E33D7"/>
    <w:rsid w:val="009E3B2D"/>
    <w:rsid w:val="009E4728"/>
    <w:rsid w:val="009E501A"/>
    <w:rsid w:val="009E522A"/>
    <w:rsid w:val="009E528D"/>
    <w:rsid w:val="009E52C0"/>
    <w:rsid w:val="009E5543"/>
    <w:rsid w:val="009E5875"/>
    <w:rsid w:val="009E5A78"/>
    <w:rsid w:val="009E5F21"/>
    <w:rsid w:val="009E6D1A"/>
    <w:rsid w:val="009E7531"/>
    <w:rsid w:val="009F0708"/>
    <w:rsid w:val="009F1284"/>
    <w:rsid w:val="009F1603"/>
    <w:rsid w:val="009F16FC"/>
    <w:rsid w:val="009F25BE"/>
    <w:rsid w:val="009F2DF0"/>
    <w:rsid w:val="009F2E90"/>
    <w:rsid w:val="009F2EBA"/>
    <w:rsid w:val="009F36ED"/>
    <w:rsid w:val="009F3C09"/>
    <w:rsid w:val="009F43C6"/>
    <w:rsid w:val="009F4980"/>
    <w:rsid w:val="009F4FE7"/>
    <w:rsid w:val="009F561B"/>
    <w:rsid w:val="009F5D24"/>
    <w:rsid w:val="009F5E69"/>
    <w:rsid w:val="009F6766"/>
    <w:rsid w:val="009F704D"/>
    <w:rsid w:val="009F7BA2"/>
    <w:rsid w:val="009F7DC7"/>
    <w:rsid w:val="00A00859"/>
    <w:rsid w:val="00A00A97"/>
    <w:rsid w:val="00A00B73"/>
    <w:rsid w:val="00A01001"/>
    <w:rsid w:val="00A01511"/>
    <w:rsid w:val="00A01991"/>
    <w:rsid w:val="00A01C6E"/>
    <w:rsid w:val="00A01D86"/>
    <w:rsid w:val="00A02366"/>
    <w:rsid w:val="00A03544"/>
    <w:rsid w:val="00A035E4"/>
    <w:rsid w:val="00A03839"/>
    <w:rsid w:val="00A040C1"/>
    <w:rsid w:val="00A048AE"/>
    <w:rsid w:val="00A04D94"/>
    <w:rsid w:val="00A0573A"/>
    <w:rsid w:val="00A05AF9"/>
    <w:rsid w:val="00A05E86"/>
    <w:rsid w:val="00A062C8"/>
    <w:rsid w:val="00A063BA"/>
    <w:rsid w:val="00A066BF"/>
    <w:rsid w:val="00A07A60"/>
    <w:rsid w:val="00A07C8E"/>
    <w:rsid w:val="00A07E59"/>
    <w:rsid w:val="00A10621"/>
    <w:rsid w:val="00A10F09"/>
    <w:rsid w:val="00A1187D"/>
    <w:rsid w:val="00A12D8B"/>
    <w:rsid w:val="00A1340B"/>
    <w:rsid w:val="00A13CCC"/>
    <w:rsid w:val="00A14113"/>
    <w:rsid w:val="00A155D4"/>
    <w:rsid w:val="00A1658E"/>
    <w:rsid w:val="00A16AAD"/>
    <w:rsid w:val="00A16C18"/>
    <w:rsid w:val="00A16E3D"/>
    <w:rsid w:val="00A17270"/>
    <w:rsid w:val="00A2048E"/>
    <w:rsid w:val="00A20498"/>
    <w:rsid w:val="00A204E6"/>
    <w:rsid w:val="00A227A0"/>
    <w:rsid w:val="00A22D64"/>
    <w:rsid w:val="00A22DAA"/>
    <w:rsid w:val="00A23210"/>
    <w:rsid w:val="00A236EA"/>
    <w:rsid w:val="00A238C5"/>
    <w:rsid w:val="00A23A33"/>
    <w:rsid w:val="00A240AE"/>
    <w:rsid w:val="00A24910"/>
    <w:rsid w:val="00A2567D"/>
    <w:rsid w:val="00A26126"/>
    <w:rsid w:val="00A26518"/>
    <w:rsid w:val="00A26703"/>
    <w:rsid w:val="00A26B2C"/>
    <w:rsid w:val="00A27175"/>
    <w:rsid w:val="00A272A0"/>
    <w:rsid w:val="00A27714"/>
    <w:rsid w:val="00A27B56"/>
    <w:rsid w:val="00A303E2"/>
    <w:rsid w:val="00A305FE"/>
    <w:rsid w:val="00A3138B"/>
    <w:rsid w:val="00A31431"/>
    <w:rsid w:val="00A317A1"/>
    <w:rsid w:val="00A3202D"/>
    <w:rsid w:val="00A32AAF"/>
    <w:rsid w:val="00A334D4"/>
    <w:rsid w:val="00A334F0"/>
    <w:rsid w:val="00A33F25"/>
    <w:rsid w:val="00A33F50"/>
    <w:rsid w:val="00A346DD"/>
    <w:rsid w:val="00A355AB"/>
    <w:rsid w:val="00A357F4"/>
    <w:rsid w:val="00A35854"/>
    <w:rsid w:val="00A3614C"/>
    <w:rsid w:val="00A36F8C"/>
    <w:rsid w:val="00A40545"/>
    <w:rsid w:val="00A407ED"/>
    <w:rsid w:val="00A40A75"/>
    <w:rsid w:val="00A40CB1"/>
    <w:rsid w:val="00A411ED"/>
    <w:rsid w:val="00A41BEF"/>
    <w:rsid w:val="00A422CA"/>
    <w:rsid w:val="00A42ACE"/>
    <w:rsid w:val="00A42B53"/>
    <w:rsid w:val="00A42E2F"/>
    <w:rsid w:val="00A42E55"/>
    <w:rsid w:val="00A4357C"/>
    <w:rsid w:val="00A43CD4"/>
    <w:rsid w:val="00A44285"/>
    <w:rsid w:val="00A44898"/>
    <w:rsid w:val="00A44DCB"/>
    <w:rsid w:val="00A4501F"/>
    <w:rsid w:val="00A45024"/>
    <w:rsid w:val="00A4508A"/>
    <w:rsid w:val="00A45252"/>
    <w:rsid w:val="00A45349"/>
    <w:rsid w:val="00A45BE1"/>
    <w:rsid w:val="00A461C0"/>
    <w:rsid w:val="00A46335"/>
    <w:rsid w:val="00A463FA"/>
    <w:rsid w:val="00A46DD0"/>
    <w:rsid w:val="00A46E56"/>
    <w:rsid w:val="00A472F3"/>
    <w:rsid w:val="00A47A73"/>
    <w:rsid w:val="00A47B53"/>
    <w:rsid w:val="00A47BB3"/>
    <w:rsid w:val="00A47E18"/>
    <w:rsid w:val="00A501F2"/>
    <w:rsid w:val="00A50344"/>
    <w:rsid w:val="00A50765"/>
    <w:rsid w:val="00A50926"/>
    <w:rsid w:val="00A51DED"/>
    <w:rsid w:val="00A520E1"/>
    <w:rsid w:val="00A52F3F"/>
    <w:rsid w:val="00A53149"/>
    <w:rsid w:val="00A532C3"/>
    <w:rsid w:val="00A53BBC"/>
    <w:rsid w:val="00A53C2C"/>
    <w:rsid w:val="00A53FB4"/>
    <w:rsid w:val="00A54202"/>
    <w:rsid w:val="00A55294"/>
    <w:rsid w:val="00A55734"/>
    <w:rsid w:val="00A56346"/>
    <w:rsid w:val="00A56A5A"/>
    <w:rsid w:val="00A57590"/>
    <w:rsid w:val="00A57BA5"/>
    <w:rsid w:val="00A604EB"/>
    <w:rsid w:val="00A609B7"/>
    <w:rsid w:val="00A6136B"/>
    <w:rsid w:val="00A61485"/>
    <w:rsid w:val="00A6181A"/>
    <w:rsid w:val="00A61CC0"/>
    <w:rsid w:val="00A61ED7"/>
    <w:rsid w:val="00A62989"/>
    <w:rsid w:val="00A6326F"/>
    <w:rsid w:val="00A63691"/>
    <w:rsid w:val="00A6387B"/>
    <w:rsid w:val="00A63D83"/>
    <w:rsid w:val="00A63E0E"/>
    <w:rsid w:val="00A64295"/>
    <w:rsid w:val="00A644D0"/>
    <w:rsid w:val="00A64841"/>
    <w:rsid w:val="00A64A86"/>
    <w:rsid w:val="00A6503D"/>
    <w:rsid w:val="00A65583"/>
    <w:rsid w:val="00A65977"/>
    <w:rsid w:val="00A6609E"/>
    <w:rsid w:val="00A66BDE"/>
    <w:rsid w:val="00A67328"/>
    <w:rsid w:val="00A67BE4"/>
    <w:rsid w:val="00A67CE0"/>
    <w:rsid w:val="00A700E8"/>
    <w:rsid w:val="00A7024B"/>
    <w:rsid w:val="00A711BE"/>
    <w:rsid w:val="00A712BA"/>
    <w:rsid w:val="00A716B2"/>
    <w:rsid w:val="00A71796"/>
    <w:rsid w:val="00A71D57"/>
    <w:rsid w:val="00A72BFC"/>
    <w:rsid w:val="00A7331E"/>
    <w:rsid w:val="00A736FD"/>
    <w:rsid w:val="00A737AF"/>
    <w:rsid w:val="00A73ADC"/>
    <w:rsid w:val="00A74526"/>
    <w:rsid w:val="00A7462E"/>
    <w:rsid w:val="00A771C9"/>
    <w:rsid w:val="00A7725A"/>
    <w:rsid w:val="00A772C9"/>
    <w:rsid w:val="00A77609"/>
    <w:rsid w:val="00A777F7"/>
    <w:rsid w:val="00A777FD"/>
    <w:rsid w:val="00A7791E"/>
    <w:rsid w:val="00A80EB0"/>
    <w:rsid w:val="00A81564"/>
    <w:rsid w:val="00A81FEC"/>
    <w:rsid w:val="00A82068"/>
    <w:rsid w:val="00A8282D"/>
    <w:rsid w:val="00A83457"/>
    <w:rsid w:val="00A8370B"/>
    <w:rsid w:val="00A83901"/>
    <w:rsid w:val="00A83DB3"/>
    <w:rsid w:val="00A83DBA"/>
    <w:rsid w:val="00A84358"/>
    <w:rsid w:val="00A84ECA"/>
    <w:rsid w:val="00A8544A"/>
    <w:rsid w:val="00A855F3"/>
    <w:rsid w:val="00A86C64"/>
    <w:rsid w:val="00A875CA"/>
    <w:rsid w:val="00A87792"/>
    <w:rsid w:val="00A87936"/>
    <w:rsid w:val="00A8797F"/>
    <w:rsid w:val="00A87A90"/>
    <w:rsid w:val="00A87F13"/>
    <w:rsid w:val="00A9028A"/>
    <w:rsid w:val="00A91C1B"/>
    <w:rsid w:val="00A922C9"/>
    <w:rsid w:val="00A927E5"/>
    <w:rsid w:val="00A92E9E"/>
    <w:rsid w:val="00A93605"/>
    <w:rsid w:val="00A93A62"/>
    <w:rsid w:val="00A93B7F"/>
    <w:rsid w:val="00A93E88"/>
    <w:rsid w:val="00A940FE"/>
    <w:rsid w:val="00A94C52"/>
    <w:rsid w:val="00A94EB7"/>
    <w:rsid w:val="00A9510B"/>
    <w:rsid w:val="00A95440"/>
    <w:rsid w:val="00A96732"/>
    <w:rsid w:val="00A96CD1"/>
    <w:rsid w:val="00A97A74"/>
    <w:rsid w:val="00A97B4C"/>
    <w:rsid w:val="00AA0905"/>
    <w:rsid w:val="00AA0D37"/>
    <w:rsid w:val="00AA1D44"/>
    <w:rsid w:val="00AA2061"/>
    <w:rsid w:val="00AA2131"/>
    <w:rsid w:val="00AA2CC5"/>
    <w:rsid w:val="00AA2E4B"/>
    <w:rsid w:val="00AA2F38"/>
    <w:rsid w:val="00AA3586"/>
    <w:rsid w:val="00AA3C65"/>
    <w:rsid w:val="00AA3C6B"/>
    <w:rsid w:val="00AA423A"/>
    <w:rsid w:val="00AA538F"/>
    <w:rsid w:val="00AA5AFF"/>
    <w:rsid w:val="00AA5C81"/>
    <w:rsid w:val="00AA5FA2"/>
    <w:rsid w:val="00AA600E"/>
    <w:rsid w:val="00AA6297"/>
    <w:rsid w:val="00AA72B8"/>
    <w:rsid w:val="00AA774E"/>
    <w:rsid w:val="00AA7768"/>
    <w:rsid w:val="00AA7CD7"/>
    <w:rsid w:val="00AB021B"/>
    <w:rsid w:val="00AB05C1"/>
    <w:rsid w:val="00AB0EE5"/>
    <w:rsid w:val="00AB1457"/>
    <w:rsid w:val="00AB20F9"/>
    <w:rsid w:val="00AB2DAA"/>
    <w:rsid w:val="00AB3ABF"/>
    <w:rsid w:val="00AB47D0"/>
    <w:rsid w:val="00AB5090"/>
    <w:rsid w:val="00AB57B9"/>
    <w:rsid w:val="00AB5B55"/>
    <w:rsid w:val="00AB5B75"/>
    <w:rsid w:val="00AB5C2E"/>
    <w:rsid w:val="00AB667E"/>
    <w:rsid w:val="00AB689C"/>
    <w:rsid w:val="00AB69B9"/>
    <w:rsid w:val="00AB72BE"/>
    <w:rsid w:val="00AB7561"/>
    <w:rsid w:val="00AB79A8"/>
    <w:rsid w:val="00AB7BBA"/>
    <w:rsid w:val="00AB7E3C"/>
    <w:rsid w:val="00AC0B96"/>
    <w:rsid w:val="00AC0FA4"/>
    <w:rsid w:val="00AC18D2"/>
    <w:rsid w:val="00AC1A2A"/>
    <w:rsid w:val="00AC2285"/>
    <w:rsid w:val="00AC2C48"/>
    <w:rsid w:val="00AC2F76"/>
    <w:rsid w:val="00AC30F0"/>
    <w:rsid w:val="00AC31D5"/>
    <w:rsid w:val="00AC35E4"/>
    <w:rsid w:val="00AC36D5"/>
    <w:rsid w:val="00AC40CB"/>
    <w:rsid w:val="00AC470D"/>
    <w:rsid w:val="00AC4B9A"/>
    <w:rsid w:val="00AC4DBE"/>
    <w:rsid w:val="00AC519F"/>
    <w:rsid w:val="00AC6E01"/>
    <w:rsid w:val="00AC77A3"/>
    <w:rsid w:val="00AC79BB"/>
    <w:rsid w:val="00AC7B8E"/>
    <w:rsid w:val="00AC7CAA"/>
    <w:rsid w:val="00AD006D"/>
    <w:rsid w:val="00AD080C"/>
    <w:rsid w:val="00AD0B53"/>
    <w:rsid w:val="00AD0C66"/>
    <w:rsid w:val="00AD0D98"/>
    <w:rsid w:val="00AD0E4F"/>
    <w:rsid w:val="00AD0F0C"/>
    <w:rsid w:val="00AD174F"/>
    <w:rsid w:val="00AD1764"/>
    <w:rsid w:val="00AD246E"/>
    <w:rsid w:val="00AD26FD"/>
    <w:rsid w:val="00AD2D03"/>
    <w:rsid w:val="00AD2FA4"/>
    <w:rsid w:val="00AD35B8"/>
    <w:rsid w:val="00AD36D4"/>
    <w:rsid w:val="00AD3F41"/>
    <w:rsid w:val="00AD41DC"/>
    <w:rsid w:val="00AD439C"/>
    <w:rsid w:val="00AD4824"/>
    <w:rsid w:val="00AD4957"/>
    <w:rsid w:val="00AD5C72"/>
    <w:rsid w:val="00AD7233"/>
    <w:rsid w:val="00AD7236"/>
    <w:rsid w:val="00AD78B6"/>
    <w:rsid w:val="00AD7DFE"/>
    <w:rsid w:val="00AD7F17"/>
    <w:rsid w:val="00AE02EE"/>
    <w:rsid w:val="00AE0D12"/>
    <w:rsid w:val="00AE0E17"/>
    <w:rsid w:val="00AE1545"/>
    <w:rsid w:val="00AE22D7"/>
    <w:rsid w:val="00AE261F"/>
    <w:rsid w:val="00AE2B07"/>
    <w:rsid w:val="00AE2BBD"/>
    <w:rsid w:val="00AE3008"/>
    <w:rsid w:val="00AE4580"/>
    <w:rsid w:val="00AE53EE"/>
    <w:rsid w:val="00AE541A"/>
    <w:rsid w:val="00AE563C"/>
    <w:rsid w:val="00AE5C92"/>
    <w:rsid w:val="00AE6424"/>
    <w:rsid w:val="00AE6708"/>
    <w:rsid w:val="00AF04D2"/>
    <w:rsid w:val="00AF0D8E"/>
    <w:rsid w:val="00AF1338"/>
    <w:rsid w:val="00AF199F"/>
    <w:rsid w:val="00AF2303"/>
    <w:rsid w:val="00AF2801"/>
    <w:rsid w:val="00AF2C75"/>
    <w:rsid w:val="00AF3648"/>
    <w:rsid w:val="00AF3E87"/>
    <w:rsid w:val="00AF4064"/>
    <w:rsid w:val="00AF4819"/>
    <w:rsid w:val="00AF54E8"/>
    <w:rsid w:val="00AF66E4"/>
    <w:rsid w:val="00AF727E"/>
    <w:rsid w:val="00AF750C"/>
    <w:rsid w:val="00AF76A9"/>
    <w:rsid w:val="00AF79D0"/>
    <w:rsid w:val="00AF7EEA"/>
    <w:rsid w:val="00B0164F"/>
    <w:rsid w:val="00B01C1B"/>
    <w:rsid w:val="00B01DAF"/>
    <w:rsid w:val="00B02845"/>
    <w:rsid w:val="00B032D2"/>
    <w:rsid w:val="00B0336D"/>
    <w:rsid w:val="00B0352D"/>
    <w:rsid w:val="00B043BA"/>
    <w:rsid w:val="00B0485C"/>
    <w:rsid w:val="00B04D88"/>
    <w:rsid w:val="00B056BD"/>
    <w:rsid w:val="00B0588E"/>
    <w:rsid w:val="00B06504"/>
    <w:rsid w:val="00B07060"/>
    <w:rsid w:val="00B075DF"/>
    <w:rsid w:val="00B07F85"/>
    <w:rsid w:val="00B1085C"/>
    <w:rsid w:val="00B10C36"/>
    <w:rsid w:val="00B12050"/>
    <w:rsid w:val="00B12298"/>
    <w:rsid w:val="00B128B4"/>
    <w:rsid w:val="00B136D9"/>
    <w:rsid w:val="00B13730"/>
    <w:rsid w:val="00B1459F"/>
    <w:rsid w:val="00B14C28"/>
    <w:rsid w:val="00B15064"/>
    <w:rsid w:val="00B154F8"/>
    <w:rsid w:val="00B15AEF"/>
    <w:rsid w:val="00B15EFE"/>
    <w:rsid w:val="00B1650E"/>
    <w:rsid w:val="00B16D66"/>
    <w:rsid w:val="00B16DC8"/>
    <w:rsid w:val="00B17A95"/>
    <w:rsid w:val="00B20825"/>
    <w:rsid w:val="00B21440"/>
    <w:rsid w:val="00B221D5"/>
    <w:rsid w:val="00B22D1F"/>
    <w:rsid w:val="00B22E4F"/>
    <w:rsid w:val="00B238FB"/>
    <w:rsid w:val="00B23A21"/>
    <w:rsid w:val="00B23B7F"/>
    <w:rsid w:val="00B23D3B"/>
    <w:rsid w:val="00B240EA"/>
    <w:rsid w:val="00B24159"/>
    <w:rsid w:val="00B24B0D"/>
    <w:rsid w:val="00B250FC"/>
    <w:rsid w:val="00B25A67"/>
    <w:rsid w:val="00B25F75"/>
    <w:rsid w:val="00B26962"/>
    <w:rsid w:val="00B26C6A"/>
    <w:rsid w:val="00B27332"/>
    <w:rsid w:val="00B27ECF"/>
    <w:rsid w:val="00B305A8"/>
    <w:rsid w:val="00B305CF"/>
    <w:rsid w:val="00B30CFA"/>
    <w:rsid w:val="00B310BB"/>
    <w:rsid w:val="00B32610"/>
    <w:rsid w:val="00B332CB"/>
    <w:rsid w:val="00B33E03"/>
    <w:rsid w:val="00B35053"/>
    <w:rsid w:val="00B35109"/>
    <w:rsid w:val="00B352F8"/>
    <w:rsid w:val="00B35683"/>
    <w:rsid w:val="00B35A54"/>
    <w:rsid w:val="00B36380"/>
    <w:rsid w:val="00B36462"/>
    <w:rsid w:val="00B3666C"/>
    <w:rsid w:val="00B36689"/>
    <w:rsid w:val="00B3747F"/>
    <w:rsid w:val="00B37A7A"/>
    <w:rsid w:val="00B406E1"/>
    <w:rsid w:val="00B420B3"/>
    <w:rsid w:val="00B421ED"/>
    <w:rsid w:val="00B42E31"/>
    <w:rsid w:val="00B43B56"/>
    <w:rsid w:val="00B43FC7"/>
    <w:rsid w:val="00B44441"/>
    <w:rsid w:val="00B449D3"/>
    <w:rsid w:val="00B44A63"/>
    <w:rsid w:val="00B452A8"/>
    <w:rsid w:val="00B455C0"/>
    <w:rsid w:val="00B461F4"/>
    <w:rsid w:val="00B46C9E"/>
    <w:rsid w:val="00B47176"/>
    <w:rsid w:val="00B4747A"/>
    <w:rsid w:val="00B478C9"/>
    <w:rsid w:val="00B502AE"/>
    <w:rsid w:val="00B5064D"/>
    <w:rsid w:val="00B524F0"/>
    <w:rsid w:val="00B524F6"/>
    <w:rsid w:val="00B5267F"/>
    <w:rsid w:val="00B53480"/>
    <w:rsid w:val="00B53803"/>
    <w:rsid w:val="00B53CE9"/>
    <w:rsid w:val="00B53DDB"/>
    <w:rsid w:val="00B5458B"/>
    <w:rsid w:val="00B547ED"/>
    <w:rsid w:val="00B54B90"/>
    <w:rsid w:val="00B5508E"/>
    <w:rsid w:val="00B556A0"/>
    <w:rsid w:val="00B556D3"/>
    <w:rsid w:val="00B55A7D"/>
    <w:rsid w:val="00B5721F"/>
    <w:rsid w:val="00B573E1"/>
    <w:rsid w:val="00B57632"/>
    <w:rsid w:val="00B60118"/>
    <w:rsid w:val="00B6047F"/>
    <w:rsid w:val="00B60672"/>
    <w:rsid w:val="00B612A2"/>
    <w:rsid w:val="00B61653"/>
    <w:rsid w:val="00B619EC"/>
    <w:rsid w:val="00B624CD"/>
    <w:rsid w:val="00B626B8"/>
    <w:rsid w:val="00B6286B"/>
    <w:rsid w:val="00B62B9C"/>
    <w:rsid w:val="00B6305A"/>
    <w:rsid w:val="00B63E15"/>
    <w:rsid w:val="00B64090"/>
    <w:rsid w:val="00B6480A"/>
    <w:rsid w:val="00B64A73"/>
    <w:rsid w:val="00B64BD5"/>
    <w:rsid w:val="00B64E53"/>
    <w:rsid w:val="00B64E6A"/>
    <w:rsid w:val="00B65162"/>
    <w:rsid w:val="00B6530B"/>
    <w:rsid w:val="00B65F8A"/>
    <w:rsid w:val="00B66AB0"/>
    <w:rsid w:val="00B67245"/>
    <w:rsid w:val="00B67A2A"/>
    <w:rsid w:val="00B67BD0"/>
    <w:rsid w:val="00B70034"/>
    <w:rsid w:val="00B700D1"/>
    <w:rsid w:val="00B7013D"/>
    <w:rsid w:val="00B71377"/>
    <w:rsid w:val="00B71CB5"/>
    <w:rsid w:val="00B71EB7"/>
    <w:rsid w:val="00B728C6"/>
    <w:rsid w:val="00B72F59"/>
    <w:rsid w:val="00B72FB0"/>
    <w:rsid w:val="00B73073"/>
    <w:rsid w:val="00B73166"/>
    <w:rsid w:val="00B7384C"/>
    <w:rsid w:val="00B73A9A"/>
    <w:rsid w:val="00B73FE8"/>
    <w:rsid w:val="00B744D9"/>
    <w:rsid w:val="00B74A3C"/>
    <w:rsid w:val="00B74E79"/>
    <w:rsid w:val="00B75018"/>
    <w:rsid w:val="00B75743"/>
    <w:rsid w:val="00B75AD7"/>
    <w:rsid w:val="00B76216"/>
    <w:rsid w:val="00B767E4"/>
    <w:rsid w:val="00B76A46"/>
    <w:rsid w:val="00B77169"/>
    <w:rsid w:val="00B7791C"/>
    <w:rsid w:val="00B77DAD"/>
    <w:rsid w:val="00B77FC2"/>
    <w:rsid w:val="00B80625"/>
    <w:rsid w:val="00B80872"/>
    <w:rsid w:val="00B82CEF"/>
    <w:rsid w:val="00B83378"/>
    <w:rsid w:val="00B83D62"/>
    <w:rsid w:val="00B84D56"/>
    <w:rsid w:val="00B84DFE"/>
    <w:rsid w:val="00B854B6"/>
    <w:rsid w:val="00B85CCC"/>
    <w:rsid w:val="00B86754"/>
    <w:rsid w:val="00B86D6E"/>
    <w:rsid w:val="00B87337"/>
    <w:rsid w:val="00B87D44"/>
    <w:rsid w:val="00B87D78"/>
    <w:rsid w:val="00B91841"/>
    <w:rsid w:val="00B92108"/>
    <w:rsid w:val="00B92A5D"/>
    <w:rsid w:val="00B93009"/>
    <w:rsid w:val="00B93492"/>
    <w:rsid w:val="00B93C50"/>
    <w:rsid w:val="00B93CE9"/>
    <w:rsid w:val="00B94C33"/>
    <w:rsid w:val="00B950EF"/>
    <w:rsid w:val="00B9535C"/>
    <w:rsid w:val="00B9576B"/>
    <w:rsid w:val="00B95DED"/>
    <w:rsid w:val="00B963B3"/>
    <w:rsid w:val="00B96591"/>
    <w:rsid w:val="00B96AD4"/>
    <w:rsid w:val="00B9711B"/>
    <w:rsid w:val="00BA0146"/>
    <w:rsid w:val="00BA0205"/>
    <w:rsid w:val="00BA0A66"/>
    <w:rsid w:val="00BA0BA6"/>
    <w:rsid w:val="00BA14A0"/>
    <w:rsid w:val="00BA19C5"/>
    <w:rsid w:val="00BA2541"/>
    <w:rsid w:val="00BA3538"/>
    <w:rsid w:val="00BA3E27"/>
    <w:rsid w:val="00BA4375"/>
    <w:rsid w:val="00BA451D"/>
    <w:rsid w:val="00BA5A82"/>
    <w:rsid w:val="00BA5F97"/>
    <w:rsid w:val="00BA6471"/>
    <w:rsid w:val="00BA6A42"/>
    <w:rsid w:val="00BA76BD"/>
    <w:rsid w:val="00BB05F8"/>
    <w:rsid w:val="00BB165D"/>
    <w:rsid w:val="00BB1D62"/>
    <w:rsid w:val="00BB3640"/>
    <w:rsid w:val="00BB3CC8"/>
    <w:rsid w:val="00BB3DAE"/>
    <w:rsid w:val="00BB3ED7"/>
    <w:rsid w:val="00BB45B7"/>
    <w:rsid w:val="00BB4690"/>
    <w:rsid w:val="00BB4CF1"/>
    <w:rsid w:val="00BB4DF0"/>
    <w:rsid w:val="00BB50A7"/>
    <w:rsid w:val="00BB537E"/>
    <w:rsid w:val="00BB5635"/>
    <w:rsid w:val="00BB5AFB"/>
    <w:rsid w:val="00BB6204"/>
    <w:rsid w:val="00BB62F6"/>
    <w:rsid w:val="00BB6D64"/>
    <w:rsid w:val="00BB6DB2"/>
    <w:rsid w:val="00BB7963"/>
    <w:rsid w:val="00BB7E18"/>
    <w:rsid w:val="00BC0A68"/>
    <w:rsid w:val="00BC0BA9"/>
    <w:rsid w:val="00BC0CA2"/>
    <w:rsid w:val="00BC0D67"/>
    <w:rsid w:val="00BC1624"/>
    <w:rsid w:val="00BC16A3"/>
    <w:rsid w:val="00BC1EB9"/>
    <w:rsid w:val="00BC20B7"/>
    <w:rsid w:val="00BC24BE"/>
    <w:rsid w:val="00BC25B3"/>
    <w:rsid w:val="00BC2607"/>
    <w:rsid w:val="00BC2760"/>
    <w:rsid w:val="00BC2B1D"/>
    <w:rsid w:val="00BC38C0"/>
    <w:rsid w:val="00BC3E64"/>
    <w:rsid w:val="00BC43A5"/>
    <w:rsid w:val="00BC4B9A"/>
    <w:rsid w:val="00BC4DC5"/>
    <w:rsid w:val="00BC5BE0"/>
    <w:rsid w:val="00BC5D1D"/>
    <w:rsid w:val="00BC5DB8"/>
    <w:rsid w:val="00BC69A1"/>
    <w:rsid w:val="00BC6BE5"/>
    <w:rsid w:val="00BC6CA5"/>
    <w:rsid w:val="00BC6FC7"/>
    <w:rsid w:val="00BC759F"/>
    <w:rsid w:val="00BD0446"/>
    <w:rsid w:val="00BD079E"/>
    <w:rsid w:val="00BD0B41"/>
    <w:rsid w:val="00BD1401"/>
    <w:rsid w:val="00BD1826"/>
    <w:rsid w:val="00BD18C0"/>
    <w:rsid w:val="00BD1D8A"/>
    <w:rsid w:val="00BD21FC"/>
    <w:rsid w:val="00BD22F3"/>
    <w:rsid w:val="00BD3285"/>
    <w:rsid w:val="00BD3996"/>
    <w:rsid w:val="00BD3DB7"/>
    <w:rsid w:val="00BD42AB"/>
    <w:rsid w:val="00BD46D9"/>
    <w:rsid w:val="00BD5E31"/>
    <w:rsid w:val="00BD64D6"/>
    <w:rsid w:val="00BD64DD"/>
    <w:rsid w:val="00BD6833"/>
    <w:rsid w:val="00BD6A8A"/>
    <w:rsid w:val="00BD6F8A"/>
    <w:rsid w:val="00BD763F"/>
    <w:rsid w:val="00BD76E5"/>
    <w:rsid w:val="00BD7E5E"/>
    <w:rsid w:val="00BE016F"/>
    <w:rsid w:val="00BE08C6"/>
    <w:rsid w:val="00BE0A64"/>
    <w:rsid w:val="00BE0B2D"/>
    <w:rsid w:val="00BE1404"/>
    <w:rsid w:val="00BE1899"/>
    <w:rsid w:val="00BE27AB"/>
    <w:rsid w:val="00BE33FA"/>
    <w:rsid w:val="00BE38B2"/>
    <w:rsid w:val="00BE4AEB"/>
    <w:rsid w:val="00BE65EE"/>
    <w:rsid w:val="00BE6F79"/>
    <w:rsid w:val="00BE6FB9"/>
    <w:rsid w:val="00BE7382"/>
    <w:rsid w:val="00BE789B"/>
    <w:rsid w:val="00BF0415"/>
    <w:rsid w:val="00BF0EDB"/>
    <w:rsid w:val="00BF0F13"/>
    <w:rsid w:val="00BF13EE"/>
    <w:rsid w:val="00BF1D34"/>
    <w:rsid w:val="00BF3095"/>
    <w:rsid w:val="00BF30D2"/>
    <w:rsid w:val="00BF3CFF"/>
    <w:rsid w:val="00BF49E2"/>
    <w:rsid w:val="00BF4AD4"/>
    <w:rsid w:val="00BF57CC"/>
    <w:rsid w:val="00BF5D7C"/>
    <w:rsid w:val="00BF617A"/>
    <w:rsid w:val="00BF67BE"/>
    <w:rsid w:val="00BF78A1"/>
    <w:rsid w:val="00BF7D7A"/>
    <w:rsid w:val="00BF7F23"/>
    <w:rsid w:val="00C000C5"/>
    <w:rsid w:val="00C001F9"/>
    <w:rsid w:val="00C00255"/>
    <w:rsid w:val="00C00BF6"/>
    <w:rsid w:val="00C00BF7"/>
    <w:rsid w:val="00C044F7"/>
    <w:rsid w:val="00C04C54"/>
    <w:rsid w:val="00C054D5"/>
    <w:rsid w:val="00C06BE8"/>
    <w:rsid w:val="00C072B0"/>
    <w:rsid w:val="00C076F3"/>
    <w:rsid w:val="00C078FA"/>
    <w:rsid w:val="00C11086"/>
    <w:rsid w:val="00C1187C"/>
    <w:rsid w:val="00C11A34"/>
    <w:rsid w:val="00C11D8D"/>
    <w:rsid w:val="00C123D3"/>
    <w:rsid w:val="00C13252"/>
    <w:rsid w:val="00C13726"/>
    <w:rsid w:val="00C13B80"/>
    <w:rsid w:val="00C13D64"/>
    <w:rsid w:val="00C146CD"/>
    <w:rsid w:val="00C15986"/>
    <w:rsid w:val="00C16551"/>
    <w:rsid w:val="00C1659E"/>
    <w:rsid w:val="00C1688A"/>
    <w:rsid w:val="00C16C83"/>
    <w:rsid w:val="00C16CD0"/>
    <w:rsid w:val="00C1769C"/>
    <w:rsid w:val="00C1788B"/>
    <w:rsid w:val="00C17B8D"/>
    <w:rsid w:val="00C17D0C"/>
    <w:rsid w:val="00C20A91"/>
    <w:rsid w:val="00C20BF5"/>
    <w:rsid w:val="00C20D82"/>
    <w:rsid w:val="00C20F65"/>
    <w:rsid w:val="00C20F7A"/>
    <w:rsid w:val="00C215EA"/>
    <w:rsid w:val="00C218D6"/>
    <w:rsid w:val="00C218D9"/>
    <w:rsid w:val="00C2248F"/>
    <w:rsid w:val="00C228F9"/>
    <w:rsid w:val="00C22BD2"/>
    <w:rsid w:val="00C22C60"/>
    <w:rsid w:val="00C23033"/>
    <w:rsid w:val="00C23820"/>
    <w:rsid w:val="00C23BDF"/>
    <w:rsid w:val="00C23DEE"/>
    <w:rsid w:val="00C246CB"/>
    <w:rsid w:val="00C24842"/>
    <w:rsid w:val="00C25952"/>
    <w:rsid w:val="00C26121"/>
    <w:rsid w:val="00C2654A"/>
    <w:rsid w:val="00C26B7E"/>
    <w:rsid w:val="00C26D33"/>
    <w:rsid w:val="00C26D3C"/>
    <w:rsid w:val="00C2774E"/>
    <w:rsid w:val="00C27C6E"/>
    <w:rsid w:val="00C27EDF"/>
    <w:rsid w:val="00C307C2"/>
    <w:rsid w:val="00C309E7"/>
    <w:rsid w:val="00C30E22"/>
    <w:rsid w:val="00C310CC"/>
    <w:rsid w:val="00C31A34"/>
    <w:rsid w:val="00C32233"/>
    <w:rsid w:val="00C32614"/>
    <w:rsid w:val="00C32B6B"/>
    <w:rsid w:val="00C32C24"/>
    <w:rsid w:val="00C32D19"/>
    <w:rsid w:val="00C32DED"/>
    <w:rsid w:val="00C331C9"/>
    <w:rsid w:val="00C3323B"/>
    <w:rsid w:val="00C3344A"/>
    <w:rsid w:val="00C3437C"/>
    <w:rsid w:val="00C34522"/>
    <w:rsid w:val="00C353A9"/>
    <w:rsid w:val="00C36160"/>
    <w:rsid w:val="00C363DB"/>
    <w:rsid w:val="00C369FE"/>
    <w:rsid w:val="00C3742D"/>
    <w:rsid w:val="00C37A8B"/>
    <w:rsid w:val="00C37BAE"/>
    <w:rsid w:val="00C41A70"/>
    <w:rsid w:val="00C41E22"/>
    <w:rsid w:val="00C421A3"/>
    <w:rsid w:val="00C421C1"/>
    <w:rsid w:val="00C43307"/>
    <w:rsid w:val="00C440F5"/>
    <w:rsid w:val="00C443DA"/>
    <w:rsid w:val="00C4440B"/>
    <w:rsid w:val="00C448DA"/>
    <w:rsid w:val="00C451BA"/>
    <w:rsid w:val="00C458A4"/>
    <w:rsid w:val="00C45914"/>
    <w:rsid w:val="00C45972"/>
    <w:rsid w:val="00C47A3C"/>
    <w:rsid w:val="00C47C94"/>
    <w:rsid w:val="00C47CF2"/>
    <w:rsid w:val="00C501F7"/>
    <w:rsid w:val="00C5044A"/>
    <w:rsid w:val="00C50F9B"/>
    <w:rsid w:val="00C51557"/>
    <w:rsid w:val="00C51DF7"/>
    <w:rsid w:val="00C5283D"/>
    <w:rsid w:val="00C52AA0"/>
    <w:rsid w:val="00C52B3F"/>
    <w:rsid w:val="00C52B83"/>
    <w:rsid w:val="00C534CE"/>
    <w:rsid w:val="00C537B2"/>
    <w:rsid w:val="00C53A7E"/>
    <w:rsid w:val="00C54099"/>
    <w:rsid w:val="00C55184"/>
    <w:rsid w:val="00C5547A"/>
    <w:rsid w:val="00C55721"/>
    <w:rsid w:val="00C55CD3"/>
    <w:rsid w:val="00C5603B"/>
    <w:rsid w:val="00C5635A"/>
    <w:rsid w:val="00C5704C"/>
    <w:rsid w:val="00C571DB"/>
    <w:rsid w:val="00C57AEB"/>
    <w:rsid w:val="00C57B5F"/>
    <w:rsid w:val="00C60DA1"/>
    <w:rsid w:val="00C61C8C"/>
    <w:rsid w:val="00C61CA0"/>
    <w:rsid w:val="00C6214C"/>
    <w:rsid w:val="00C62BB9"/>
    <w:rsid w:val="00C62FDF"/>
    <w:rsid w:val="00C6331C"/>
    <w:rsid w:val="00C63409"/>
    <w:rsid w:val="00C63784"/>
    <w:rsid w:val="00C63D10"/>
    <w:rsid w:val="00C6478E"/>
    <w:rsid w:val="00C64B3C"/>
    <w:rsid w:val="00C652F6"/>
    <w:rsid w:val="00C65C83"/>
    <w:rsid w:val="00C65EDC"/>
    <w:rsid w:val="00C6650E"/>
    <w:rsid w:val="00C67483"/>
    <w:rsid w:val="00C675A1"/>
    <w:rsid w:val="00C67618"/>
    <w:rsid w:val="00C70963"/>
    <w:rsid w:val="00C712EB"/>
    <w:rsid w:val="00C71835"/>
    <w:rsid w:val="00C71CD4"/>
    <w:rsid w:val="00C71F36"/>
    <w:rsid w:val="00C721DB"/>
    <w:rsid w:val="00C72C83"/>
    <w:rsid w:val="00C73F9A"/>
    <w:rsid w:val="00C7404A"/>
    <w:rsid w:val="00C74438"/>
    <w:rsid w:val="00C7474D"/>
    <w:rsid w:val="00C74A9B"/>
    <w:rsid w:val="00C75035"/>
    <w:rsid w:val="00C75ABF"/>
    <w:rsid w:val="00C7621E"/>
    <w:rsid w:val="00C7698C"/>
    <w:rsid w:val="00C76D78"/>
    <w:rsid w:val="00C76F07"/>
    <w:rsid w:val="00C7703B"/>
    <w:rsid w:val="00C776F5"/>
    <w:rsid w:val="00C77AE2"/>
    <w:rsid w:val="00C80623"/>
    <w:rsid w:val="00C8164B"/>
    <w:rsid w:val="00C8180F"/>
    <w:rsid w:val="00C8334F"/>
    <w:rsid w:val="00C83665"/>
    <w:rsid w:val="00C83A58"/>
    <w:rsid w:val="00C83B28"/>
    <w:rsid w:val="00C8428A"/>
    <w:rsid w:val="00C8495F"/>
    <w:rsid w:val="00C84A9C"/>
    <w:rsid w:val="00C853D1"/>
    <w:rsid w:val="00C857B8"/>
    <w:rsid w:val="00C90082"/>
    <w:rsid w:val="00C903C5"/>
    <w:rsid w:val="00C90635"/>
    <w:rsid w:val="00C90DCC"/>
    <w:rsid w:val="00C9158F"/>
    <w:rsid w:val="00C91883"/>
    <w:rsid w:val="00C91DA8"/>
    <w:rsid w:val="00C923B4"/>
    <w:rsid w:val="00C926EA"/>
    <w:rsid w:val="00C92975"/>
    <w:rsid w:val="00C92EFA"/>
    <w:rsid w:val="00C931EE"/>
    <w:rsid w:val="00C93AC1"/>
    <w:rsid w:val="00C94634"/>
    <w:rsid w:val="00C94F7B"/>
    <w:rsid w:val="00C95090"/>
    <w:rsid w:val="00C9591C"/>
    <w:rsid w:val="00C96CC1"/>
    <w:rsid w:val="00C97A1F"/>
    <w:rsid w:val="00CA0261"/>
    <w:rsid w:val="00CA0662"/>
    <w:rsid w:val="00CA2739"/>
    <w:rsid w:val="00CA3315"/>
    <w:rsid w:val="00CA36EC"/>
    <w:rsid w:val="00CA37D7"/>
    <w:rsid w:val="00CA3A73"/>
    <w:rsid w:val="00CA3C50"/>
    <w:rsid w:val="00CA4982"/>
    <w:rsid w:val="00CA4D10"/>
    <w:rsid w:val="00CA51D9"/>
    <w:rsid w:val="00CA5CC3"/>
    <w:rsid w:val="00CA63C7"/>
    <w:rsid w:val="00CA6492"/>
    <w:rsid w:val="00CA67DC"/>
    <w:rsid w:val="00CA6D3E"/>
    <w:rsid w:val="00CA7017"/>
    <w:rsid w:val="00CA7177"/>
    <w:rsid w:val="00CB03B4"/>
    <w:rsid w:val="00CB0CB0"/>
    <w:rsid w:val="00CB1157"/>
    <w:rsid w:val="00CB1B61"/>
    <w:rsid w:val="00CB1F05"/>
    <w:rsid w:val="00CB227C"/>
    <w:rsid w:val="00CB2564"/>
    <w:rsid w:val="00CB2781"/>
    <w:rsid w:val="00CB294F"/>
    <w:rsid w:val="00CB2A64"/>
    <w:rsid w:val="00CB306C"/>
    <w:rsid w:val="00CB3130"/>
    <w:rsid w:val="00CB31F6"/>
    <w:rsid w:val="00CB320C"/>
    <w:rsid w:val="00CB34FF"/>
    <w:rsid w:val="00CB3572"/>
    <w:rsid w:val="00CB3949"/>
    <w:rsid w:val="00CB45B2"/>
    <w:rsid w:val="00CB4AB0"/>
    <w:rsid w:val="00CB60E7"/>
    <w:rsid w:val="00CB682D"/>
    <w:rsid w:val="00CB7096"/>
    <w:rsid w:val="00CB7C27"/>
    <w:rsid w:val="00CC05DA"/>
    <w:rsid w:val="00CC0630"/>
    <w:rsid w:val="00CC072F"/>
    <w:rsid w:val="00CC0AA5"/>
    <w:rsid w:val="00CC17FE"/>
    <w:rsid w:val="00CC265C"/>
    <w:rsid w:val="00CC2932"/>
    <w:rsid w:val="00CC4969"/>
    <w:rsid w:val="00CC4B94"/>
    <w:rsid w:val="00CC4F72"/>
    <w:rsid w:val="00CC588B"/>
    <w:rsid w:val="00CC5E6C"/>
    <w:rsid w:val="00CC7058"/>
    <w:rsid w:val="00CC7720"/>
    <w:rsid w:val="00CC7861"/>
    <w:rsid w:val="00CC7D3A"/>
    <w:rsid w:val="00CD0188"/>
    <w:rsid w:val="00CD0DE7"/>
    <w:rsid w:val="00CD1270"/>
    <w:rsid w:val="00CD3620"/>
    <w:rsid w:val="00CD398B"/>
    <w:rsid w:val="00CD3ED0"/>
    <w:rsid w:val="00CD3EE3"/>
    <w:rsid w:val="00CD40B9"/>
    <w:rsid w:val="00CD44F4"/>
    <w:rsid w:val="00CD4DBD"/>
    <w:rsid w:val="00CD568F"/>
    <w:rsid w:val="00CD57F6"/>
    <w:rsid w:val="00CD64EA"/>
    <w:rsid w:val="00CD6D33"/>
    <w:rsid w:val="00CD7E4D"/>
    <w:rsid w:val="00CE0C27"/>
    <w:rsid w:val="00CE1842"/>
    <w:rsid w:val="00CE2355"/>
    <w:rsid w:val="00CE2381"/>
    <w:rsid w:val="00CE27FE"/>
    <w:rsid w:val="00CE288E"/>
    <w:rsid w:val="00CE2E9D"/>
    <w:rsid w:val="00CE377B"/>
    <w:rsid w:val="00CE3CE3"/>
    <w:rsid w:val="00CE3E74"/>
    <w:rsid w:val="00CE4E3F"/>
    <w:rsid w:val="00CE59E7"/>
    <w:rsid w:val="00CE68B7"/>
    <w:rsid w:val="00CE692A"/>
    <w:rsid w:val="00CE6C33"/>
    <w:rsid w:val="00CE7C47"/>
    <w:rsid w:val="00CF0226"/>
    <w:rsid w:val="00CF07AC"/>
    <w:rsid w:val="00CF177E"/>
    <w:rsid w:val="00CF1D11"/>
    <w:rsid w:val="00CF1D3E"/>
    <w:rsid w:val="00CF2370"/>
    <w:rsid w:val="00CF246F"/>
    <w:rsid w:val="00CF2B0D"/>
    <w:rsid w:val="00CF325F"/>
    <w:rsid w:val="00CF3347"/>
    <w:rsid w:val="00CF384B"/>
    <w:rsid w:val="00CF4170"/>
    <w:rsid w:val="00CF43C4"/>
    <w:rsid w:val="00CF4B6F"/>
    <w:rsid w:val="00CF7A4C"/>
    <w:rsid w:val="00D01672"/>
    <w:rsid w:val="00D017A5"/>
    <w:rsid w:val="00D01A4B"/>
    <w:rsid w:val="00D01BEC"/>
    <w:rsid w:val="00D01CA8"/>
    <w:rsid w:val="00D020E7"/>
    <w:rsid w:val="00D022E7"/>
    <w:rsid w:val="00D04CB9"/>
    <w:rsid w:val="00D05F39"/>
    <w:rsid w:val="00D05FC7"/>
    <w:rsid w:val="00D060BD"/>
    <w:rsid w:val="00D076EC"/>
    <w:rsid w:val="00D07EE7"/>
    <w:rsid w:val="00D10100"/>
    <w:rsid w:val="00D10494"/>
    <w:rsid w:val="00D107CC"/>
    <w:rsid w:val="00D1090A"/>
    <w:rsid w:val="00D10BB3"/>
    <w:rsid w:val="00D112E9"/>
    <w:rsid w:val="00D11351"/>
    <w:rsid w:val="00D11494"/>
    <w:rsid w:val="00D11FEC"/>
    <w:rsid w:val="00D133F6"/>
    <w:rsid w:val="00D136E5"/>
    <w:rsid w:val="00D13899"/>
    <w:rsid w:val="00D14616"/>
    <w:rsid w:val="00D14C11"/>
    <w:rsid w:val="00D15164"/>
    <w:rsid w:val="00D155AD"/>
    <w:rsid w:val="00D15E65"/>
    <w:rsid w:val="00D1604E"/>
    <w:rsid w:val="00D16163"/>
    <w:rsid w:val="00D16B8D"/>
    <w:rsid w:val="00D16FBE"/>
    <w:rsid w:val="00D1767B"/>
    <w:rsid w:val="00D178AE"/>
    <w:rsid w:val="00D17E75"/>
    <w:rsid w:val="00D2138B"/>
    <w:rsid w:val="00D217C2"/>
    <w:rsid w:val="00D21CA0"/>
    <w:rsid w:val="00D22979"/>
    <w:rsid w:val="00D2297A"/>
    <w:rsid w:val="00D23164"/>
    <w:rsid w:val="00D23586"/>
    <w:rsid w:val="00D23635"/>
    <w:rsid w:val="00D23E6C"/>
    <w:rsid w:val="00D24044"/>
    <w:rsid w:val="00D248B3"/>
    <w:rsid w:val="00D24E68"/>
    <w:rsid w:val="00D24F5C"/>
    <w:rsid w:val="00D25002"/>
    <w:rsid w:val="00D2537B"/>
    <w:rsid w:val="00D264EA"/>
    <w:rsid w:val="00D26816"/>
    <w:rsid w:val="00D26C27"/>
    <w:rsid w:val="00D26C3D"/>
    <w:rsid w:val="00D270F3"/>
    <w:rsid w:val="00D277DE"/>
    <w:rsid w:val="00D27CD0"/>
    <w:rsid w:val="00D30257"/>
    <w:rsid w:val="00D31499"/>
    <w:rsid w:val="00D314A9"/>
    <w:rsid w:val="00D32D46"/>
    <w:rsid w:val="00D32F56"/>
    <w:rsid w:val="00D34043"/>
    <w:rsid w:val="00D35EFE"/>
    <w:rsid w:val="00D36CE3"/>
    <w:rsid w:val="00D36D11"/>
    <w:rsid w:val="00D375EA"/>
    <w:rsid w:val="00D3775A"/>
    <w:rsid w:val="00D37CB9"/>
    <w:rsid w:val="00D40D38"/>
    <w:rsid w:val="00D41015"/>
    <w:rsid w:val="00D415FD"/>
    <w:rsid w:val="00D41AF1"/>
    <w:rsid w:val="00D41D41"/>
    <w:rsid w:val="00D41DEC"/>
    <w:rsid w:val="00D42784"/>
    <w:rsid w:val="00D427FB"/>
    <w:rsid w:val="00D4324A"/>
    <w:rsid w:val="00D442F1"/>
    <w:rsid w:val="00D44379"/>
    <w:rsid w:val="00D443D5"/>
    <w:rsid w:val="00D4548D"/>
    <w:rsid w:val="00D45A93"/>
    <w:rsid w:val="00D47121"/>
    <w:rsid w:val="00D47758"/>
    <w:rsid w:val="00D50E0A"/>
    <w:rsid w:val="00D511BF"/>
    <w:rsid w:val="00D51376"/>
    <w:rsid w:val="00D51A7A"/>
    <w:rsid w:val="00D51EAF"/>
    <w:rsid w:val="00D53618"/>
    <w:rsid w:val="00D53697"/>
    <w:rsid w:val="00D53BED"/>
    <w:rsid w:val="00D53D66"/>
    <w:rsid w:val="00D56017"/>
    <w:rsid w:val="00D562E2"/>
    <w:rsid w:val="00D56331"/>
    <w:rsid w:val="00D572FB"/>
    <w:rsid w:val="00D574B0"/>
    <w:rsid w:val="00D57633"/>
    <w:rsid w:val="00D57BDF"/>
    <w:rsid w:val="00D57E11"/>
    <w:rsid w:val="00D57F54"/>
    <w:rsid w:val="00D57F75"/>
    <w:rsid w:val="00D60376"/>
    <w:rsid w:val="00D6107D"/>
    <w:rsid w:val="00D61086"/>
    <w:rsid w:val="00D61219"/>
    <w:rsid w:val="00D614E8"/>
    <w:rsid w:val="00D61ABB"/>
    <w:rsid w:val="00D61AD1"/>
    <w:rsid w:val="00D626D8"/>
    <w:rsid w:val="00D627AF"/>
    <w:rsid w:val="00D629D8"/>
    <w:rsid w:val="00D6381C"/>
    <w:rsid w:val="00D63E08"/>
    <w:rsid w:val="00D63ED1"/>
    <w:rsid w:val="00D64777"/>
    <w:rsid w:val="00D64F26"/>
    <w:rsid w:val="00D650DF"/>
    <w:rsid w:val="00D6516C"/>
    <w:rsid w:val="00D65A23"/>
    <w:rsid w:val="00D65DF9"/>
    <w:rsid w:val="00D65E7D"/>
    <w:rsid w:val="00D66137"/>
    <w:rsid w:val="00D6658B"/>
    <w:rsid w:val="00D667F4"/>
    <w:rsid w:val="00D669D2"/>
    <w:rsid w:val="00D6787E"/>
    <w:rsid w:val="00D700BF"/>
    <w:rsid w:val="00D70D7C"/>
    <w:rsid w:val="00D724CF"/>
    <w:rsid w:val="00D724DD"/>
    <w:rsid w:val="00D73685"/>
    <w:rsid w:val="00D73EB9"/>
    <w:rsid w:val="00D744A5"/>
    <w:rsid w:val="00D75D1C"/>
    <w:rsid w:val="00D761B8"/>
    <w:rsid w:val="00D76EAA"/>
    <w:rsid w:val="00D76EE0"/>
    <w:rsid w:val="00D774BB"/>
    <w:rsid w:val="00D777C2"/>
    <w:rsid w:val="00D778B2"/>
    <w:rsid w:val="00D807F0"/>
    <w:rsid w:val="00D80BA0"/>
    <w:rsid w:val="00D81435"/>
    <w:rsid w:val="00D81857"/>
    <w:rsid w:val="00D81E7B"/>
    <w:rsid w:val="00D81FF3"/>
    <w:rsid w:val="00D82463"/>
    <w:rsid w:val="00D83883"/>
    <w:rsid w:val="00D8413F"/>
    <w:rsid w:val="00D8443E"/>
    <w:rsid w:val="00D8525E"/>
    <w:rsid w:val="00D854C9"/>
    <w:rsid w:val="00D857C9"/>
    <w:rsid w:val="00D85C8C"/>
    <w:rsid w:val="00D85D31"/>
    <w:rsid w:val="00D85FC4"/>
    <w:rsid w:val="00D86378"/>
    <w:rsid w:val="00D879BA"/>
    <w:rsid w:val="00D90452"/>
    <w:rsid w:val="00D90B20"/>
    <w:rsid w:val="00D9116A"/>
    <w:rsid w:val="00D919F5"/>
    <w:rsid w:val="00D91DB3"/>
    <w:rsid w:val="00D9228F"/>
    <w:rsid w:val="00D92778"/>
    <w:rsid w:val="00D92B04"/>
    <w:rsid w:val="00D92CC8"/>
    <w:rsid w:val="00D937DC"/>
    <w:rsid w:val="00D93F0B"/>
    <w:rsid w:val="00D9412F"/>
    <w:rsid w:val="00D9450E"/>
    <w:rsid w:val="00D9468C"/>
    <w:rsid w:val="00D94AD0"/>
    <w:rsid w:val="00D950DF"/>
    <w:rsid w:val="00D952E2"/>
    <w:rsid w:val="00D96ABA"/>
    <w:rsid w:val="00D96DC4"/>
    <w:rsid w:val="00D96FA0"/>
    <w:rsid w:val="00D9782C"/>
    <w:rsid w:val="00DA026E"/>
    <w:rsid w:val="00DA0596"/>
    <w:rsid w:val="00DA1185"/>
    <w:rsid w:val="00DA192F"/>
    <w:rsid w:val="00DA1C38"/>
    <w:rsid w:val="00DA2036"/>
    <w:rsid w:val="00DA2472"/>
    <w:rsid w:val="00DA306B"/>
    <w:rsid w:val="00DA3080"/>
    <w:rsid w:val="00DA3379"/>
    <w:rsid w:val="00DA33F1"/>
    <w:rsid w:val="00DA34CE"/>
    <w:rsid w:val="00DA3CD5"/>
    <w:rsid w:val="00DA48B2"/>
    <w:rsid w:val="00DA4B30"/>
    <w:rsid w:val="00DA4B69"/>
    <w:rsid w:val="00DA4EE4"/>
    <w:rsid w:val="00DA5320"/>
    <w:rsid w:val="00DA5431"/>
    <w:rsid w:val="00DA5BEF"/>
    <w:rsid w:val="00DA659A"/>
    <w:rsid w:val="00DA6684"/>
    <w:rsid w:val="00DA763A"/>
    <w:rsid w:val="00DA7669"/>
    <w:rsid w:val="00DA7D8A"/>
    <w:rsid w:val="00DB1089"/>
    <w:rsid w:val="00DB1205"/>
    <w:rsid w:val="00DB152B"/>
    <w:rsid w:val="00DB152F"/>
    <w:rsid w:val="00DB16DC"/>
    <w:rsid w:val="00DB1721"/>
    <w:rsid w:val="00DB241C"/>
    <w:rsid w:val="00DB2812"/>
    <w:rsid w:val="00DB3030"/>
    <w:rsid w:val="00DB39CE"/>
    <w:rsid w:val="00DB40E9"/>
    <w:rsid w:val="00DB4436"/>
    <w:rsid w:val="00DB523D"/>
    <w:rsid w:val="00DB54F3"/>
    <w:rsid w:val="00DB57CD"/>
    <w:rsid w:val="00DB58FD"/>
    <w:rsid w:val="00DB5A4A"/>
    <w:rsid w:val="00DB6EDB"/>
    <w:rsid w:val="00DB702E"/>
    <w:rsid w:val="00DB78DD"/>
    <w:rsid w:val="00DB7977"/>
    <w:rsid w:val="00DB7B9B"/>
    <w:rsid w:val="00DB7C8B"/>
    <w:rsid w:val="00DC0C29"/>
    <w:rsid w:val="00DC1046"/>
    <w:rsid w:val="00DC1B83"/>
    <w:rsid w:val="00DC1E28"/>
    <w:rsid w:val="00DC25CB"/>
    <w:rsid w:val="00DC29DB"/>
    <w:rsid w:val="00DC2DDF"/>
    <w:rsid w:val="00DC3175"/>
    <w:rsid w:val="00DC5CE3"/>
    <w:rsid w:val="00DC605B"/>
    <w:rsid w:val="00DC616C"/>
    <w:rsid w:val="00DC6315"/>
    <w:rsid w:val="00DC69D9"/>
    <w:rsid w:val="00DC6F44"/>
    <w:rsid w:val="00DC6F5E"/>
    <w:rsid w:val="00DC6FFB"/>
    <w:rsid w:val="00DC756C"/>
    <w:rsid w:val="00DC78B5"/>
    <w:rsid w:val="00DC7E1B"/>
    <w:rsid w:val="00DD0460"/>
    <w:rsid w:val="00DD0749"/>
    <w:rsid w:val="00DD07F2"/>
    <w:rsid w:val="00DD0EE9"/>
    <w:rsid w:val="00DD13D4"/>
    <w:rsid w:val="00DD1A4F"/>
    <w:rsid w:val="00DD1EB8"/>
    <w:rsid w:val="00DD2C67"/>
    <w:rsid w:val="00DD2E46"/>
    <w:rsid w:val="00DD3674"/>
    <w:rsid w:val="00DD3963"/>
    <w:rsid w:val="00DD3CE3"/>
    <w:rsid w:val="00DD436C"/>
    <w:rsid w:val="00DD4466"/>
    <w:rsid w:val="00DD5172"/>
    <w:rsid w:val="00DD55CA"/>
    <w:rsid w:val="00DD5DF5"/>
    <w:rsid w:val="00DD6EAB"/>
    <w:rsid w:val="00DD711F"/>
    <w:rsid w:val="00DD72C8"/>
    <w:rsid w:val="00DD7613"/>
    <w:rsid w:val="00DE0AAD"/>
    <w:rsid w:val="00DE0D40"/>
    <w:rsid w:val="00DE0E02"/>
    <w:rsid w:val="00DE1961"/>
    <w:rsid w:val="00DE1B4B"/>
    <w:rsid w:val="00DE2723"/>
    <w:rsid w:val="00DE322B"/>
    <w:rsid w:val="00DE3626"/>
    <w:rsid w:val="00DE373F"/>
    <w:rsid w:val="00DE3883"/>
    <w:rsid w:val="00DE4497"/>
    <w:rsid w:val="00DE44D7"/>
    <w:rsid w:val="00DE4A11"/>
    <w:rsid w:val="00DE4A50"/>
    <w:rsid w:val="00DE4C1D"/>
    <w:rsid w:val="00DE4EDB"/>
    <w:rsid w:val="00DE4EEB"/>
    <w:rsid w:val="00DE5088"/>
    <w:rsid w:val="00DE6B05"/>
    <w:rsid w:val="00DE6F3F"/>
    <w:rsid w:val="00DE7A40"/>
    <w:rsid w:val="00DE7FCE"/>
    <w:rsid w:val="00DF0E16"/>
    <w:rsid w:val="00DF1546"/>
    <w:rsid w:val="00DF1EDD"/>
    <w:rsid w:val="00DF2147"/>
    <w:rsid w:val="00DF2302"/>
    <w:rsid w:val="00DF26D1"/>
    <w:rsid w:val="00DF3409"/>
    <w:rsid w:val="00DF39D4"/>
    <w:rsid w:val="00DF3A5F"/>
    <w:rsid w:val="00DF4229"/>
    <w:rsid w:val="00DF42C3"/>
    <w:rsid w:val="00DF46AE"/>
    <w:rsid w:val="00DF4BFC"/>
    <w:rsid w:val="00DF55C7"/>
    <w:rsid w:val="00DF5610"/>
    <w:rsid w:val="00DF5CED"/>
    <w:rsid w:val="00DF640F"/>
    <w:rsid w:val="00DF6851"/>
    <w:rsid w:val="00DF7A68"/>
    <w:rsid w:val="00DF7B40"/>
    <w:rsid w:val="00E002C2"/>
    <w:rsid w:val="00E0083A"/>
    <w:rsid w:val="00E00B1E"/>
    <w:rsid w:val="00E019C0"/>
    <w:rsid w:val="00E01A1B"/>
    <w:rsid w:val="00E01A3B"/>
    <w:rsid w:val="00E026C8"/>
    <w:rsid w:val="00E02B4F"/>
    <w:rsid w:val="00E035A2"/>
    <w:rsid w:val="00E0383D"/>
    <w:rsid w:val="00E043C2"/>
    <w:rsid w:val="00E05D30"/>
    <w:rsid w:val="00E06084"/>
    <w:rsid w:val="00E068CC"/>
    <w:rsid w:val="00E068EB"/>
    <w:rsid w:val="00E06B77"/>
    <w:rsid w:val="00E07AD4"/>
    <w:rsid w:val="00E10108"/>
    <w:rsid w:val="00E10618"/>
    <w:rsid w:val="00E1064B"/>
    <w:rsid w:val="00E107E9"/>
    <w:rsid w:val="00E11248"/>
    <w:rsid w:val="00E11282"/>
    <w:rsid w:val="00E1165D"/>
    <w:rsid w:val="00E1191A"/>
    <w:rsid w:val="00E11A09"/>
    <w:rsid w:val="00E11BDB"/>
    <w:rsid w:val="00E1245E"/>
    <w:rsid w:val="00E134AB"/>
    <w:rsid w:val="00E135AD"/>
    <w:rsid w:val="00E142AE"/>
    <w:rsid w:val="00E14AAF"/>
    <w:rsid w:val="00E14C9F"/>
    <w:rsid w:val="00E15456"/>
    <w:rsid w:val="00E15610"/>
    <w:rsid w:val="00E15D46"/>
    <w:rsid w:val="00E164FF"/>
    <w:rsid w:val="00E167E0"/>
    <w:rsid w:val="00E167E5"/>
    <w:rsid w:val="00E16B0D"/>
    <w:rsid w:val="00E172A6"/>
    <w:rsid w:val="00E17C74"/>
    <w:rsid w:val="00E17E95"/>
    <w:rsid w:val="00E20DA8"/>
    <w:rsid w:val="00E2143E"/>
    <w:rsid w:val="00E224F3"/>
    <w:rsid w:val="00E22F1A"/>
    <w:rsid w:val="00E23146"/>
    <w:rsid w:val="00E232C2"/>
    <w:rsid w:val="00E236EC"/>
    <w:rsid w:val="00E240C1"/>
    <w:rsid w:val="00E24270"/>
    <w:rsid w:val="00E2442E"/>
    <w:rsid w:val="00E2483E"/>
    <w:rsid w:val="00E24D69"/>
    <w:rsid w:val="00E24D98"/>
    <w:rsid w:val="00E25BA3"/>
    <w:rsid w:val="00E26025"/>
    <w:rsid w:val="00E2638F"/>
    <w:rsid w:val="00E26B5F"/>
    <w:rsid w:val="00E26CA1"/>
    <w:rsid w:val="00E26E9C"/>
    <w:rsid w:val="00E3007C"/>
    <w:rsid w:val="00E31401"/>
    <w:rsid w:val="00E314C5"/>
    <w:rsid w:val="00E3187D"/>
    <w:rsid w:val="00E31961"/>
    <w:rsid w:val="00E31BBB"/>
    <w:rsid w:val="00E32C14"/>
    <w:rsid w:val="00E33382"/>
    <w:rsid w:val="00E3359F"/>
    <w:rsid w:val="00E3376F"/>
    <w:rsid w:val="00E33C96"/>
    <w:rsid w:val="00E344AC"/>
    <w:rsid w:val="00E3463C"/>
    <w:rsid w:val="00E34989"/>
    <w:rsid w:val="00E34FB1"/>
    <w:rsid w:val="00E35B29"/>
    <w:rsid w:val="00E35B6B"/>
    <w:rsid w:val="00E3690F"/>
    <w:rsid w:val="00E36A8F"/>
    <w:rsid w:val="00E37409"/>
    <w:rsid w:val="00E37D50"/>
    <w:rsid w:val="00E37E94"/>
    <w:rsid w:val="00E40DE5"/>
    <w:rsid w:val="00E415C6"/>
    <w:rsid w:val="00E416DF"/>
    <w:rsid w:val="00E416E4"/>
    <w:rsid w:val="00E4189C"/>
    <w:rsid w:val="00E41D92"/>
    <w:rsid w:val="00E42CAE"/>
    <w:rsid w:val="00E42E1E"/>
    <w:rsid w:val="00E4319A"/>
    <w:rsid w:val="00E438B3"/>
    <w:rsid w:val="00E4437A"/>
    <w:rsid w:val="00E4447F"/>
    <w:rsid w:val="00E445D4"/>
    <w:rsid w:val="00E457DF"/>
    <w:rsid w:val="00E45961"/>
    <w:rsid w:val="00E45EA3"/>
    <w:rsid w:val="00E476C9"/>
    <w:rsid w:val="00E47783"/>
    <w:rsid w:val="00E47FD9"/>
    <w:rsid w:val="00E50987"/>
    <w:rsid w:val="00E50B88"/>
    <w:rsid w:val="00E51824"/>
    <w:rsid w:val="00E51F5E"/>
    <w:rsid w:val="00E52133"/>
    <w:rsid w:val="00E52671"/>
    <w:rsid w:val="00E527C1"/>
    <w:rsid w:val="00E53103"/>
    <w:rsid w:val="00E54087"/>
    <w:rsid w:val="00E548EC"/>
    <w:rsid w:val="00E54ED2"/>
    <w:rsid w:val="00E55602"/>
    <w:rsid w:val="00E55C2D"/>
    <w:rsid w:val="00E56091"/>
    <w:rsid w:val="00E57993"/>
    <w:rsid w:val="00E57EE1"/>
    <w:rsid w:val="00E60857"/>
    <w:rsid w:val="00E60C80"/>
    <w:rsid w:val="00E61012"/>
    <w:rsid w:val="00E616B2"/>
    <w:rsid w:val="00E61B39"/>
    <w:rsid w:val="00E61E16"/>
    <w:rsid w:val="00E6202B"/>
    <w:rsid w:val="00E623AF"/>
    <w:rsid w:val="00E62CF4"/>
    <w:rsid w:val="00E63434"/>
    <w:rsid w:val="00E63543"/>
    <w:rsid w:val="00E643FD"/>
    <w:rsid w:val="00E64E71"/>
    <w:rsid w:val="00E6588C"/>
    <w:rsid w:val="00E65C60"/>
    <w:rsid w:val="00E65EAA"/>
    <w:rsid w:val="00E663F1"/>
    <w:rsid w:val="00E668BF"/>
    <w:rsid w:val="00E67A78"/>
    <w:rsid w:val="00E707F5"/>
    <w:rsid w:val="00E708A9"/>
    <w:rsid w:val="00E70C62"/>
    <w:rsid w:val="00E717E8"/>
    <w:rsid w:val="00E71BC5"/>
    <w:rsid w:val="00E72410"/>
    <w:rsid w:val="00E739A7"/>
    <w:rsid w:val="00E73C6D"/>
    <w:rsid w:val="00E74424"/>
    <w:rsid w:val="00E74E89"/>
    <w:rsid w:val="00E74EE2"/>
    <w:rsid w:val="00E7506E"/>
    <w:rsid w:val="00E755B3"/>
    <w:rsid w:val="00E75763"/>
    <w:rsid w:val="00E758A2"/>
    <w:rsid w:val="00E75FD4"/>
    <w:rsid w:val="00E76C94"/>
    <w:rsid w:val="00E800F8"/>
    <w:rsid w:val="00E8065C"/>
    <w:rsid w:val="00E80F0C"/>
    <w:rsid w:val="00E81144"/>
    <w:rsid w:val="00E81308"/>
    <w:rsid w:val="00E81697"/>
    <w:rsid w:val="00E81DD6"/>
    <w:rsid w:val="00E8233B"/>
    <w:rsid w:val="00E82349"/>
    <w:rsid w:val="00E82F57"/>
    <w:rsid w:val="00E8483B"/>
    <w:rsid w:val="00E85102"/>
    <w:rsid w:val="00E8519A"/>
    <w:rsid w:val="00E851F6"/>
    <w:rsid w:val="00E8728C"/>
    <w:rsid w:val="00E90BAA"/>
    <w:rsid w:val="00E91529"/>
    <w:rsid w:val="00E9189E"/>
    <w:rsid w:val="00E91B93"/>
    <w:rsid w:val="00E92107"/>
    <w:rsid w:val="00E9216B"/>
    <w:rsid w:val="00E9254B"/>
    <w:rsid w:val="00E9284F"/>
    <w:rsid w:val="00E933C8"/>
    <w:rsid w:val="00E9381C"/>
    <w:rsid w:val="00E93E8C"/>
    <w:rsid w:val="00E944F3"/>
    <w:rsid w:val="00E94814"/>
    <w:rsid w:val="00E94A2A"/>
    <w:rsid w:val="00E9552B"/>
    <w:rsid w:val="00E9582C"/>
    <w:rsid w:val="00E95A5C"/>
    <w:rsid w:val="00E95C5D"/>
    <w:rsid w:val="00E95F87"/>
    <w:rsid w:val="00E96074"/>
    <w:rsid w:val="00E97071"/>
    <w:rsid w:val="00E971BA"/>
    <w:rsid w:val="00E974E3"/>
    <w:rsid w:val="00E97747"/>
    <w:rsid w:val="00E97AD7"/>
    <w:rsid w:val="00E97EEC"/>
    <w:rsid w:val="00EA07D4"/>
    <w:rsid w:val="00EA138D"/>
    <w:rsid w:val="00EA1CB4"/>
    <w:rsid w:val="00EA20C1"/>
    <w:rsid w:val="00EA22FA"/>
    <w:rsid w:val="00EA2D5B"/>
    <w:rsid w:val="00EA2F48"/>
    <w:rsid w:val="00EA3323"/>
    <w:rsid w:val="00EA3997"/>
    <w:rsid w:val="00EA439F"/>
    <w:rsid w:val="00EA45FA"/>
    <w:rsid w:val="00EA57CB"/>
    <w:rsid w:val="00EA57F2"/>
    <w:rsid w:val="00EA62AD"/>
    <w:rsid w:val="00EA66F3"/>
    <w:rsid w:val="00EA70FB"/>
    <w:rsid w:val="00EA7E10"/>
    <w:rsid w:val="00EB00C9"/>
    <w:rsid w:val="00EB0417"/>
    <w:rsid w:val="00EB1019"/>
    <w:rsid w:val="00EB10EB"/>
    <w:rsid w:val="00EB19EC"/>
    <w:rsid w:val="00EB1A5C"/>
    <w:rsid w:val="00EB1C90"/>
    <w:rsid w:val="00EB3382"/>
    <w:rsid w:val="00EB3951"/>
    <w:rsid w:val="00EB3E8E"/>
    <w:rsid w:val="00EB3F7F"/>
    <w:rsid w:val="00EB4A0A"/>
    <w:rsid w:val="00EB4AAD"/>
    <w:rsid w:val="00EB59E1"/>
    <w:rsid w:val="00EB61D4"/>
    <w:rsid w:val="00EB65FF"/>
    <w:rsid w:val="00EB6A15"/>
    <w:rsid w:val="00EB6AE3"/>
    <w:rsid w:val="00EB6C07"/>
    <w:rsid w:val="00EB7616"/>
    <w:rsid w:val="00EB7BEE"/>
    <w:rsid w:val="00EB7D26"/>
    <w:rsid w:val="00EC02F0"/>
    <w:rsid w:val="00EC03EB"/>
    <w:rsid w:val="00EC05D7"/>
    <w:rsid w:val="00EC069D"/>
    <w:rsid w:val="00EC087F"/>
    <w:rsid w:val="00EC0C22"/>
    <w:rsid w:val="00EC0F20"/>
    <w:rsid w:val="00EC101D"/>
    <w:rsid w:val="00EC125B"/>
    <w:rsid w:val="00EC18C8"/>
    <w:rsid w:val="00EC1F7C"/>
    <w:rsid w:val="00EC306B"/>
    <w:rsid w:val="00EC37F6"/>
    <w:rsid w:val="00EC38AF"/>
    <w:rsid w:val="00EC3CF0"/>
    <w:rsid w:val="00EC42A4"/>
    <w:rsid w:val="00EC437E"/>
    <w:rsid w:val="00EC4448"/>
    <w:rsid w:val="00EC4A0C"/>
    <w:rsid w:val="00EC4AC4"/>
    <w:rsid w:val="00EC4F25"/>
    <w:rsid w:val="00EC56E0"/>
    <w:rsid w:val="00EC62DB"/>
    <w:rsid w:val="00EC7455"/>
    <w:rsid w:val="00EC7F0E"/>
    <w:rsid w:val="00EC7F4E"/>
    <w:rsid w:val="00ED048E"/>
    <w:rsid w:val="00ED0822"/>
    <w:rsid w:val="00ED0CE8"/>
    <w:rsid w:val="00ED0E49"/>
    <w:rsid w:val="00ED1174"/>
    <w:rsid w:val="00ED1394"/>
    <w:rsid w:val="00ED165C"/>
    <w:rsid w:val="00ED1807"/>
    <w:rsid w:val="00ED1EA7"/>
    <w:rsid w:val="00ED2814"/>
    <w:rsid w:val="00ED2ED2"/>
    <w:rsid w:val="00ED2FCC"/>
    <w:rsid w:val="00ED2FEF"/>
    <w:rsid w:val="00ED31EB"/>
    <w:rsid w:val="00ED4551"/>
    <w:rsid w:val="00ED4786"/>
    <w:rsid w:val="00ED47DF"/>
    <w:rsid w:val="00ED4837"/>
    <w:rsid w:val="00ED5629"/>
    <w:rsid w:val="00ED588C"/>
    <w:rsid w:val="00ED61F8"/>
    <w:rsid w:val="00ED66D9"/>
    <w:rsid w:val="00ED7090"/>
    <w:rsid w:val="00ED75BF"/>
    <w:rsid w:val="00EE18A0"/>
    <w:rsid w:val="00EE1DE6"/>
    <w:rsid w:val="00EE3EAF"/>
    <w:rsid w:val="00EE3EF8"/>
    <w:rsid w:val="00EE41DA"/>
    <w:rsid w:val="00EE4BB7"/>
    <w:rsid w:val="00EE4C25"/>
    <w:rsid w:val="00EE4C44"/>
    <w:rsid w:val="00EE4C79"/>
    <w:rsid w:val="00EE5E3C"/>
    <w:rsid w:val="00EE6819"/>
    <w:rsid w:val="00EE6EC4"/>
    <w:rsid w:val="00EE6F6A"/>
    <w:rsid w:val="00EE75A6"/>
    <w:rsid w:val="00EE7E6C"/>
    <w:rsid w:val="00EF0411"/>
    <w:rsid w:val="00EF103B"/>
    <w:rsid w:val="00EF12D5"/>
    <w:rsid w:val="00EF2798"/>
    <w:rsid w:val="00EF2888"/>
    <w:rsid w:val="00EF2A0E"/>
    <w:rsid w:val="00EF2C07"/>
    <w:rsid w:val="00EF37E5"/>
    <w:rsid w:val="00EF3AD8"/>
    <w:rsid w:val="00EF466D"/>
    <w:rsid w:val="00EF4966"/>
    <w:rsid w:val="00EF4B08"/>
    <w:rsid w:val="00EF4BC1"/>
    <w:rsid w:val="00EF56D9"/>
    <w:rsid w:val="00EF5EA5"/>
    <w:rsid w:val="00EF5ED9"/>
    <w:rsid w:val="00EF6B96"/>
    <w:rsid w:val="00EF709C"/>
    <w:rsid w:val="00EF71D9"/>
    <w:rsid w:val="00F00DAA"/>
    <w:rsid w:val="00F01345"/>
    <w:rsid w:val="00F01B85"/>
    <w:rsid w:val="00F02901"/>
    <w:rsid w:val="00F03C99"/>
    <w:rsid w:val="00F03D32"/>
    <w:rsid w:val="00F044EC"/>
    <w:rsid w:val="00F04808"/>
    <w:rsid w:val="00F048BB"/>
    <w:rsid w:val="00F04E5E"/>
    <w:rsid w:val="00F0585C"/>
    <w:rsid w:val="00F05F10"/>
    <w:rsid w:val="00F05FEE"/>
    <w:rsid w:val="00F07CB3"/>
    <w:rsid w:val="00F07D1D"/>
    <w:rsid w:val="00F10583"/>
    <w:rsid w:val="00F11325"/>
    <w:rsid w:val="00F114C5"/>
    <w:rsid w:val="00F115D6"/>
    <w:rsid w:val="00F11886"/>
    <w:rsid w:val="00F11FB7"/>
    <w:rsid w:val="00F12C67"/>
    <w:rsid w:val="00F12F3D"/>
    <w:rsid w:val="00F142CD"/>
    <w:rsid w:val="00F14C6D"/>
    <w:rsid w:val="00F15CDE"/>
    <w:rsid w:val="00F16714"/>
    <w:rsid w:val="00F16CB6"/>
    <w:rsid w:val="00F178BA"/>
    <w:rsid w:val="00F17D9B"/>
    <w:rsid w:val="00F20AFB"/>
    <w:rsid w:val="00F20CAD"/>
    <w:rsid w:val="00F20E6C"/>
    <w:rsid w:val="00F22E7B"/>
    <w:rsid w:val="00F23101"/>
    <w:rsid w:val="00F24211"/>
    <w:rsid w:val="00F25682"/>
    <w:rsid w:val="00F2607F"/>
    <w:rsid w:val="00F26B16"/>
    <w:rsid w:val="00F26BAF"/>
    <w:rsid w:val="00F2760C"/>
    <w:rsid w:val="00F2775D"/>
    <w:rsid w:val="00F30F92"/>
    <w:rsid w:val="00F316C0"/>
    <w:rsid w:val="00F316C3"/>
    <w:rsid w:val="00F32087"/>
    <w:rsid w:val="00F32B86"/>
    <w:rsid w:val="00F32ED7"/>
    <w:rsid w:val="00F34017"/>
    <w:rsid w:val="00F3448C"/>
    <w:rsid w:val="00F34D8A"/>
    <w:rsid w:val="00F35BFF"/>
    <w:rsid w:val="00F35F68"/>
    <w:rsid w:val="00F35FA8"/>
    <w:rsid w:val="00F36C03"/>
    <w:rsid w:val="00F36E70"/>
    <w:rsid w:val="00F3707F"/>
    <w:rsid w:val="00F37106"/>
    <w:rsid w:val="00F37240"/>
    <w:rsid w:val="00F378A0"/>
    <w:rsid w:val="00F37919"/>
    <w:rsid w:val="00F37BA7"/>
    <w:rsid w:val="00F400F3"/>
    <w:rsid w:val="00F4064D"/>
    <w:rsid w:val="00F40653"/>
    <w:rsid w:val="00F4102B"/>
    <w:rsid w:val="00F412AB"/>
    <w:rsid w:val="00F416E3"/>
    <w:rsid w:val="00F4180E"/>
    <w:rsid w:val="00F423EE"/>
    <w:rsid w:val="00F42CF3"/>
    <w:rsid w:val="00F43220"/>
    <w:rsid w:val="00F44ECF"/>
    <w:rsid w:val="00F450C3"/>
    <w:rsid w:val="00F45697"/>
    <w:rsid w:val="00F456C3"/>
    <w:rsid w:val="00F457DA"/>
    <w:rsid w:val="00F45913"/>
    <w:rsid w:val="00F45941"/>
    <w:rsid w:val="00F459E2"/>
    <w:rsid w:val="00F45D2E"/>
    <w:rsid w:val="00F46B6F"/>
    <w:rsid w:val="00F470CB"/>
    <w:rsid w:val="00F476E4"/>
    <w:rsid w:val="00F47DCC"/>
    <w:rsid w:val="00F47E66"/>
    <w:rsid w:val="00F5037C"/>
    <w:rsid w:val="00F50AAA"/>
    <w:rsid w:val="00F50E88"/>
    <w:rsid w:val="00F50F68"/>
    <w:rsid w:val="00F51328"/>
    <w:rsid w:val="00F52482"/>
    <w:rsid w:val="00F5268A"/>
    <w:rsid w:val="00F5416B"/>
    <w:rsid w:val="00F5443E"/>
    <w:rsid w:val="00F54858"/>
    <w:rsid w:val="00F55433"/>
    <w:rsid w:val="00F55890"/>
    <w:rsid w:val="00F55A11"/>
    <w:rsid w:val="00F55B58"/>
    <w:rsid w:val="00F55B95"/>
    <w:rsid w:val="00F55B99"/>
    <w:rsid w:val="00F56BC0"/>
    <w:rsid w:val="00F56C5E"/>
    <w:rsid w:val="00F56E6A"/>
    <w:rsid w:val="00F575E6"/>
    <w:rsid w:val="00F57662"/>
    <w:rsid w:val="00F57D1F"/>
    <w:rsid w:val="00F57F75"/>
    <w:rsid w:val="00F60DF0"/>
    <w:rsid w:val="00F61683"/>
    <w:rsid w:val="00F62154"/>
    <w:rsid w:val="00F623D5"/>
    <w:rsid w:val="00F62EE8"/>
    <w:rsid w:val="00F63989"/>
    <w:rsid w:val="00F63B4D"/>
    <w:rsid w:val="00F63C0F"/>
    <w:rsid w:val="00F642B9"/>
    <w:rsid w:val="00F64507"/>
    <w:rsid w:val="00F64F96"/>
    <w:rsid w:val="00F651C7"/>
    <w:rsid w:val="00F6538C"/>
    <w:rsid w:val="00F65672"/>
    <w:rsid w:val="00F65CFA"/>
    <w:rsid w:val="00F65EA9"/>
    <w:rsid w:val="00F65FC5"/>
    <w:rsid w:val="00F65FE1"/>
    <w:rsid w:val="00F670F9"/>
    <w:rsid w:val="00F67257"/>
    <w:rsid w:val="00F67260"/>
    <w:rsid w:val="00F677F4"/>
    <w:rsid w:val="00F71450"/>
    <w:rsid w:val="00F71683"/>
    <w:rsid w:val="00F7238A"/>
    <w:rsid w:val="00F729CA"/>
    <w:rsid w:val="00F72AAD"/>
    <w:rsid w:val="00F73A75"/>
    <w:rsid w:val="00F73C58"/>
    <w:rsid w:val="00F74B0F"/>
    <w:rsid w:val="00F74B9C"/>
    <w:rsid w:val="00F74C26"/>
    <w:rsid w:val="00F75086"/>
    <w:rsid w:val="00F759A7"/>
    <w:rsid w:val="00F76547"/>
    <w:rsid w:val="00F77692"/>
    <w:rsid w:val="00F77A5A"/>
    <w:rsid w:val="00F77FE9"/>
    <w:rsid w:val="00F80953"/>
    <w:rsid w:val="00F80D15"/>
    <w:rsid w:val="00F8192C"/>
    <w:rsid w:val="00F81AAD"/>
    <w:rsid w:val="00F82054"/>
    <w:rsid w:val="00F822E7"/>
    <w:rsid w:val="00F825B0"/>
    <w:rsid w:val="00F82F1D"/>
    <w:rsid w:val="00F8406E"/>
    <w:rsid w:val="00F84363"/>
    <w:rsid w:val="00F84903"/>
    <w:rsid w:val="00F8536B"/>
    <w:rsid w:val="00F8597C"/>
    <w:rsid w:val="00F85BA9"/>
    <w:rsid w:val="00F85DD2"/>
    <w:rsid w:val="00F86498"/>
    <w:rsid w:val="00F873F8"/>
    <w:rsid w:val="00F8741A"/>
    <w:rsid w:val="00F87800"/>
    <w:rsid w:val="00F87F84"/>
    <w:rsid w:val="00F90164"/>
    <w:rsid w:val="00F90537"/>
    <w:rsid w:val="00F90675"/>
    <w:rsid w:val="00F92BF2"/>
    <w:rsid w:val="00F92D5A"/>
    <w:rsid w:val="00F9302E"/>
    <w:rsid w:val="00F93B23"/>
    <w:rsid w:val="00F93FDC"/>
    <w:rsid w:val="00F9400A"/>
    <w:rsid w:val="00F9418B"/>
    <w:rsid w:val="00F94287"/>
    <w:rsid w:val="00F946FA"/>
    <w:rsid w:val="00F949C3"/>
    <w:rsid w:val="00F94A7B"/>
    <w:rsid w:val="00F959B4"/>
    <w:rsid w:val="00F95C73"/>
    <w:rsid w:val="00F9608E"/>
    <w:rsid w:val="00F96769"/>
    <w:rsid w:val="00F968E7"/>
    <w:rsid w:val="00F970BA"/>
    <w:rsid w:val="00F978FA"/>
    <w:rsid w:val="00F97CA1"/>
    <w:rsid w:val="00FA0F7D"/>
    <w:rsid w:val="00FA1D90"/>
    <w:rsid w:val="00FA1E51"/>
    <w:rsid w:val="00FA1F39"/>
    <w:rsid w:val="00FA284C"/>
    <w:rsid w:val="00FA2E79"/>
    <w:rsid w:val="00FA3BAD"/>
    <w:rsid w:val="00FA3C23"/>
    <w:rsid w:val="00FA40F8"/>
    <w:rsid w:val="00FA410D"/>
    <w:rsid w:val="00FA496C"/>
    <w:rsid w:val="00FA635E"/>
    <w:rsid w:val="00FA6484"/>
    <w:rsid w:val="00FA663C"/>
    <w:rsid w:val="00FA668B"/>
    <w:rsid w:val="00FA77BB"/>
    <w:rsid w:val="00FB0166"/>
    <w:rsid w:val="00FB0DAC"/>
    <w:rsid w:val="00FB1211"/>
    <w:rsid w:val="00FB122D"/>
    <w:rsid w:val="00FB17A5"/>
    <w:rsid w:val="00FB1840"/>
    <w:rsid w:val="00FB19EF"/>
    <w:rsid w:val="00FB1C3A"/>
    <w:rsid w:val="00FB1FC5"/>
    <w:rsid w:val="00FB23DE"/>
    <w:rsid w:val="00FB2B47"/>
    <w:rsid w:val="00FB2B48"/>
    <w:rsid w:val="00FB32AD"/>
    <w:rsid w:val="00FB3940"/>
    <w:rsid w:val="00FB3A52"/>
    <w:rsid w:val="00FB3EDF"/>
    <w:rsid w:val="00FB3F53"/>
    <w:rsid w:val="00FB4DA6"/>
    <w:rsid w:val="00FB5BCF"/>
    <w:rsid w:val="00FB5E9A"/>
    <w:rsid w:val="00FB5FB7"/>
    <w:rsid w:val="00FB641C"/>
    <w:rsid w:val="00FB6745"/>
    <w:rsid w:val="00FB6974"/>
    <w:rsid w:val="00FB7116"/>
    <w:rsid w:val="00FB73DF"/>
    <w:rsid w:val="00FB7CBF"/>
    <w:rsid w:val="00FB7F30"/>
    <w:rsid w:val="00FC01EA"/>
    <w:rsid w:val="00FC0234"/>
    <w:rsid w:val="00FC0434"/>
    <w:rsid w:val="00FC09F6"/>
    <w:rsid w:val="00FC0CD2"/>
    <w:rsid w:val="00FC0F58"/>
    <w:rsid w:val="00FC132F"/>
    <w:rsid w:val="00FC1728"/>
    <w:rsid w:val="00FC1B55"/>
    <w:rsid w:val="00FC1B72"/>
    <w:rsid w:val="00FC2D83"/>
    <w:rsid w:val="00FC2FFA"/>
    <w:rsid w:val="00FC3392"/>
    <w:rsid w:val="00FC387B"/>
    <w:rsid w:val="00FC521E"/>
    <w:rsid w:val="00FC540A"/>
    <w:rsid w:val="00FC548A"/>
    <w:rsid w:val="00FC5926"/>
    <w:rsid w:val="00FC5B3B"/>
    <w:rsid w:val="00FC63CE"/>
    <w:rsid w:val="00FC6C3F"/>
    <w:rsid w:val="00FC7533"/>
    <w:rsid w:val="00FD0100"/>
    <w:rsid w:val="00FD03A3"/>
    <w:rsid w:val="00FD0773"/>
    <w:rsid w:val="00FD0BED"/>
    <w:rsid w:val="00FD183A"/>
    <w:rsid w:val="00FD1B1C"/>
    <w:rsid w:val="00FD1F30"/>
    <w:rsid w:val="00FD2D42"/>
    <w:rsid w:val="00FD37CB"/>
    <w:rsid w:val="00FD38D3"/>
    <w:rsid w:val="00FD44A0"/>
    <w:rsid w:val="00FD5299"/>
    <w:rsid w:val="00FD5327"/>
    <w:rsid w:val="00FD584E"/>
    <w:rsid w:val="00FD5A8C"/>
    <w:rsid w:val="00FD5B08"/>
    <w:rsid w:val="00FD6D33"/>
    <w:rsid w:val="00FD71E0"/>
    <w:rsid w:val="00FD7465"/>
    <w:rsid w:val="00FD7FB7"/>
    <w:rsid w:val="00FE0D5C"/>
    <w:rsid w:val="00FE0E93"/>
    <w:rsid w:val="00FE106C"/>
    <w:rsid w:val="00FE17B3"/>
    <w:rsid w:val="00FE257C"/>
    <w:rsid w:val="00FE33C6"/>
    <w:rsid w:val="00FE3583"/>
    <w:rsid w:val="00FE36B6"/>
    <w:rsid w:val="00FE39D7"/>
    <w:rsid w:val="00FE4514"/>
    <w:rsid w:val="00FE458A"/>
    <w:rsid w:val="00FE4F4D"/>
    <w:rsid w:val="00FE5098"/>
    <w:rsid w:val="00FE557A"/>
    <w:rsid w:val="00FE56FF"/>
    <w:rsid w:val="00FE5BDF"/>
    <w:rsid w:val="00FE645B"/>
    <w:rsid w:val="00FE68A8"/>
    <w:rsid w:val="00FE7C7C"/>
    <w:rsid w:val="00FF0380"/>
    <w:rsid w:val="00FF0A82"/>
    <w:rsid w:val="00FF0AB8"/>
    <w:rsid w:val="00FF0DC4"/>
    <w:rsid w:val="00FF10AA"/>
    <w:rsid w:val="00FF2249"/>
    <w:rsid w:val="00FF22CA"/>
    <w:rsid w:val="00FF4084"/>
    <w:rsid w:val="00FF43C1"/>
    <w:rsid w:val="00FF4804"/>
    <w:rsid w:val="00FF4992"/>
    <w:rsid w:val="00FF4C14"/>
    <w:rsid w:val="00FF557E"/>
    <w:rsid w:val="00FF573E"/>
    <w:rsid w:val="00FF5F40"/>
    <w:rsid w:val="00FF66ED"/>
    <w:rsid w:val="00FF69BA"/>
    <w:rsid w:val="00FF7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875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97905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9A0F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E67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67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A2E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A2E8E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A2E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A2E8E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F316C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F316C0"/>
    <w:rPr>
      <w:rFonts w:cs="Times New Roman"/>
      <w:color w:val="0000FF"/>
      <w:u w:val="single"/>
    </w:rPr>
  </w:style>
  <w:style w:type="paragraph" w:customStyle="1" w:styleId="ConsTitle">
    <w:name w:val="ConsTitle"/>
    <w:uiPriority w:val="99"/>
    <w:rsid w:val="00760FA1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  <w:style w:type="table" w:styleId="TableGrid">
    <w:name w:val="Table Grid"/>
    <w:basedOn w:val="TableNormal"/>
    <w:uiPriority w:val="99"/>
    <w:rsid w:val="005722A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82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076;n=18125;fld=13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2</Pages>
  <Words>195</Words>
  <Characters>1117</Characters>
  <Application>Microsoft Office Outlook</Application>
  <DocSecurity>0</DocSecurity>
  <Lines>0</Lines>
  <Paragraphs>0</Paragraphs>
  <ScaleCrop>false</ScaleCrop>
  <Company>МинФин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2015-08-06T11:42:00Z</cp:lastPrinted>
  <dcterms:created xsi:type="dcterms:W3CDTF">2015-08-06T11:26:00Z</dcterms:created>
  <dcterms:modified xsi:type="dcterms:W3CDTF">2015-09-07T10:45:00Z</dcterms:modified>
</cp:coreProperties>
</file>