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Pr="00EA3D4B" w:rsidRDefault="00B06074" w:rsidP="00964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"/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1 </w:t>
      </w:r>
      <w:r w:rsidRPr="00EA3D4B">
        <w:rPr>
          <w:rFonts w:ascii="Times New Roman" w:hAnsi="Times New Roman" w:cs="Times New Roman"/>
          <w:b/>
          <w:sz w:val="28"/>
          <w:szCs w:val="28"/>
        </w:rPr>
        <w:t>Закон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A3D4B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</w:t>
      </w:r>
    </w:p>
    <w:p w:rsidR="00B06074" w:rsidRDefault="00B06074" w:rsidP="00F202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 xml:space="preserve"> «О налоге на имущество организаций на территории Ульяновской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6074" w:rsidRDefault="00B06074" w:rsidP="00F202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>и признании утративш</w:t>
      </w:r>
      <w:r>
        <w:rPr>
          <w:rFonts w:ascii="Times New Roman" w:hAnsi="Times New Roman" w:cs="Times New Roman"/>
          <w:b/>
          <w:sz w:val="28"/>
          <w:szCs w:val="28"/>
        </w:rPr>
        <w:t xml:space="preserve">им силу отдельного положения </w:t>
      </w:r>
    </w:p>
    <w:p w:rsidR="00B06074" w:rsidRDefault="00B06074" w:rsidP="00F202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законодательного акта Ульяновской области</w:t>
      </w:r>
      <w:r w:rsidRPr="00EA3D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6074" w:rsidRDefault="00B06074" w:rsidP="0066029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66029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0E193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B06074" w:rsidRDefault="00B06074" w:rsidP="000E1935">
      <w:pPr>
        <w:pStyle w:val="ConsPlusNormal"/>
        <w:ind w:right="-5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0E193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Pr="00366F48" w:rsidRDefault="00B06074" w:rsidP="001619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F48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пункт 5 статьи 1</w:t>
      </w:r>
      <w:r w:rsidRPr="0022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Pr="00222225">
        <w:rPr>
          <w:rFonts w:ascii="Times New Roman" w:hAnsi="Times New Roman" w:cs="Times New Roman"/>
          <w:sz w:val="28"/>
          <w:szCs w:val="28"/>
        </w:rPr>
        <w:t xml:space="preserve">от 26 ноября 2003 года № 060-ЗО «О налоге на имущество организаций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  </w:t>
      </w:r>
      <w:r w:rsidRPr="00222225">
        <w:rPr>
          <w:rFonts w:ascii="Times New Roman" w:hAnsi="Times New Roman" w:cs="Times New Roman"/>
          <w:sz w:val="28"/>
          <w:szCs w:val="28"/>
        </w:rPr>
        <w:t>области» («Ульяновская правда»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от 11.12.2003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239-241; </w:t>
      </w:r>
      <w:r w:rsidRPr="00222225">
        <w:rPr>
          <w:rFonts w:ascii="Times New Roman" w:hAnsi="Times New Roman" w:cs="Times New Roman"/>
          <w:sz w:val="28"/>
          <w:szCs w:val="28"/>
        </w:rPr>
        <w:t>от 30.04.2004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 xml:space="preserve">№ 80-82;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2225">
        <w:rPr>
          <w:rFonts w:ascii="Times New Roman" w:hAnsi="Times New Roman" w:cs="Times New Roman"/>
          <w:sz w:val="28"/>
          <w:szCs w:val="28"/>
        </w:rPr>
        <w:t>от 08.10.2004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192-194; от 11.10.2005 № 96;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06.10.2006 № 77;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от 04.08.2007</w:t>
      </w:r>
      <w:r>
        <w:rPr>
          <w:rFonts w:ascii="Times New Roman" w:hAnsi="Times New Roman" w:cs="Times New Roman"/>
          <w:sz w:val="28"/>
          <w:szCs w:val="28"/>
        </w:rPr>
        <w:br/>
        <w:t xml:space="preserve">№ 64-65; от 08.09.2007 № 76; </w:t>
      </w:r>
      <w:r w:rsidRPr="00222225">
        <w:rPr>
          <w:rFonts w:ascii="Times New Roman" w:hAnsi="Times New Roman" w:cs="Times New Roman"/>
          <w:sz w:val="28"/>
          <w:szCs w:val="28"/>
        </w:rPr>
        <w:t>от 13.11.2007 № 96;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от 05.12.2007 № 104;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 xml:space="preserve">от 29.08.2008 № 70; от </w:t>
      </w:r>
      <w:r>
        <w:rPr>
          <w:rFonts w:ascii="Times New Roman" w:hAnsi="Times New Roman" w:cs="Times New Roman"/>
          <w:sz w:val="28"/>
          <w:szCs w:val="28"/>
        </w:rPr>
        <w:t xml:space="preserve">24.09.2008 № 77; от 12.11.2008 </w:t>
      </w:r>
      <w:r w:rsidRPr="00222225">
        <w:rPr>
          <w:rFonts w:ascii="Times New Roman" w:hAnsi="Times New Roman" w:cs="Times New Roman"/>
          <w:sz w:val="28"/>
          <w:szCs w:val="28"/>
        </w:rPr>
        <w:t xml:space="preserve">№ 92; </w:t>
      </w:r>
      <w:r>
        <w:rPr>
          <w:rFonts w:ascii="Times New Roman" w:hAnsi="Times New Roman" w:cs="Times New Roman"/>
          <w:sz w:val="28"/>
          <w:szCs w:val="28"/>
        </w:rPr>
        <w:t xml:space="preserve"> от 08.07.2009</w:t>
      </w:r>
      <w:r>
        <w:rPr>
          <w:rFonts w:ascii="Times New Roman" w:hAnsi="Times New Roman" w:cs="Times New Roman"/>
          <w:sz w:val="28"/>
          <w:szCs w:val="28"/>
        </w:rPr>
        <w:br/>
        <w:t xml:space="preserve">№ 54; от 11.11.2009 № </w:t>
      </w:r>
      <w:r w:rsidRPr="00222225">
        <w:rPr>
          <w:rFonts w:ascii="Times New Roman" w:hAnsi="Times New Roman" w:cs="Times New Roman"/>
          <w:sz w:val="28"/>
          <w:szCs w:val="28"/>
        </w:rPr>
        <w:t>90;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 xml:space="preserve"> 06.10.2010 № 81;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2225">
        <w:rPr>
          <w:rFonts w:ascii="Times New Roman" w:hAnsi="Times New Roman" w:cs="Times New Roman"/>
          <w:sz w:val="28"/>
          <w:szCs w:val="28"/>
        </w:rPr>
        <w:t>от 08.11.2010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№</w:t>
      </w:r>
      <w:bookmarkStart w:id="1" w:name="_GoBack"/>
      <w:bookmarkEnd w:id="1"/>
      <w:r w:rsidRPr="00222225">
        <w:rPr>
          <w:rFonts w:ascii="Times New Roman" w:hAnsi="Times New Roman" w:cs="Times New Roman"/>
          <w:sz w:val="28"/>
          <w:szCs w:val="28"/>
        </w:rPr>
        <w:t xml:space="preserve"> 91;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01.12.2010 № 97-98;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06.04.2011 № 36; от 12.10.2011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№ 115; от 02.03.2012 № 22;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>от 04.05.2012 № 45;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08.06.2012 № 59; от 05.10.2012 № 109; от 06.03.2013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№ 25; от 08.05.2013 № 48; от 11.07.2013 № 75</w:t>
      </w:r>
      <w:r>
        <w:rPr>
          <w:rFonts w:ascii="Times New Roman" w:hAnsi="Times New Roman" w:cs="Times New Roman"/>
          <w:sz w:val="28"/>
          <w:szCs w:val="28"/>
        </w:rPr>
        <w:t>; от 07.09.2013 № 109; от 11.11.2013 № 144;</w:t>
      </w:r>
      <w:r w:rsidRPr="00C30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10.11.2014 № 163-164</w:t>
      </w:r>
      <w:r w:rsidRPr="002222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изменение, заменив в нём цифры «1,6» цифрами «1,1».</w:t>
      </w:r>
    </w:p>
    <w:p w:rsidR="00B06074" w:rsidRPr="0016196B" w:rsidRDefault="00B06074" w:rsidP="0016196B">
      <w:pPr>
        <w:pStyle w:val="ConsPlusNormal"/>
        <w:jc w:val="both"/>
        <w:rPr>
          <w:rFonts w:ascii="Times New Roman" w:hAnsi="Times New Roman" w:cs="Times New Roman"/>
          <w:b/>
          <w:szCs w:val="28"/>
        </w:rPr>
      </w:pPr>
    </w:p>
    <w:p w:rsidR="00B06074" w:rsidRDefault="00B06074" w:rsidP="0016196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16196B">
      <w:pPr>
        <w:pStyle w:val="ConsPlusNormal"/>
        <w:tabs>
          <w:tab w:val="left" w:pos="6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06074" w:rsidRDefault="00B06074" w:rsidP="0016196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Pr="00222225" w:rsidRDefault="00B06074" w:rsidP="0016196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A74C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положения пункта 5 статьи 1</w:t>
      </w:r>
      <w:r w:rsidRPr="0022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Pr="0022222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26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>№ 060-ЗО «О налоге на имущество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>на территории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(в редакции настоящего Закона) </w:t>
      </w:r>
      <w:r>
        <w:rPr>
          <w:rFonts w:ascii="Times New Roman" w:hAnsi="Times New Roman"/>
          <w:sz w:val="28"/>
          <w:szCs w:val="28"/>
        </w:rPr>
        <w:t>распространяются на правоотношения, возникшие с 1 января 2015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6074" w:rsidRDefault="00B06074" w:rsidP="000E1935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0E1935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B06074" w:rsidRDefault="00B06074" w:rsidP="000E1935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Pr="00222225" w:rsidRDefault="00B06074" w:rsidP="000E1935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2416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статью 2 </w:t>
      </w:r>
      <w:r w:rsidRPr="00A735F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735F5">
        <w:rPr>
          <w:rFonts w:ascii="Times New Roman" w:hAnsi="Times New Roman" w:cs="Times New Roman"/>
          <w:sz w:val="28"/>
          <w:szCs w:val="28"/>
        </w:rPr>
        <w:t>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5F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5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6 ноября 2014 </w:t>
      </w:r>
      <w:r w:rsidRPr="00A735F5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A73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169</w:t>
      </w:r>
      <w:r w:rsidRPr="00A735F5">
        <w:rPr>
          <w:rFonts w:ascii="Times New Roman" w:hAnsi="Times New Roman" w:cs="Times New Roman"/>
          <w:sz w:val="28"/>
          <w:szCs w:val="28"/>
        </w:rPr>
        <w:t>-ЗО</w:t>
      </w:r>
      <w:r w:rsidRPr="0022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изменения в статью 1 Закона Ульяновской области</w:t>
      </w:r>
      <w:r>
        <w:rPr>
          <w:rFonts w:ascii="Times New Roman" w:hAnsi="Times New Roman" w:cs="Times New Roman"/>
          <w:sz w:val="28"/>
          <w:szCs w:val="28"/>
        </w:rPr>
        <w:br/>
        <w:t>«О налоге на имущество организаций на территории Ульяновской области» (</w:t>
      </w:r>
      <w:r w:rsidRPr="00222225">
        <w:rPr>
          <w:rFonts w:ascii="Times New Roman" w:hAnsi="Times New Roman" w:cs="Times New Roman"/>
          <w:sz w:val="28"/>
          <w:szCs w:val="28"/>
        </w:rPr>
        <w:t xml:space="preserve">«Ульяновская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2225">
        <w:rPr>
          <w:rFonts w:ascii="Times New Roman" w:hAnsi="Times New Roman" w:cs="Times New Roman"/>
          <w:sz w:val="28"/>
          <w:szCs w:val="28"/>
        </w:rPr>
        <w:t>правда»</w:t>
      </w:r>
      <w:r w:rsidRPr="00CE7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10.11.2014 № 163-164</w:t>
      </w:r>
      <w:r w:rsidRPr="00222225">
        <w:rPr>
          <w:rFonts w:ascii="Times New Roman" w:hAnsi="Times New Roman" w:cs="Times New Roman"/>
          <w:sz w:val="28"/>
          <w:szCs w:val="28"/>
        </w:rPr>
        <w:t>)</w:t>
      </w:r>
      <w:r w:rsidRPr="00241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утратившей  силу.</w:t>
      </w:r>
    </w:p>
    <w:p w:rsidR="00B06074" w:rsidRDefault="00B06074" w:rsidP="0024163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241636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B06074" w:rsidRDefault="00B06074" w:rsidP="00241636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Pr="00222225" w:rsidRDefault="00B06074" w:rsidP="00241636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074" w:rsidRDefault="00B06074" w:rsidP="0016196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B06074" w:rsidRDefault="00B06074" w:rsidP="003D1F80">
      <w:pPr>
        <w:widowControl/>
        <w:ind w:firstLine="720"/>
        <w:jc w:val="both"/>
        <w:rPr>
          <w:sz w:val="26"/>
          <w:szCs w:val="26"/>
        </w:rPr>
      </w:pPr>
    </w:p>
    <w:p w:rsidR="00B06074" w:rsidRDefault="00B06074" w:rsidP="00614AAF">
      <w:pPr>
        <w:widowControl/>
        <w:ind w:firstLine="720"/>
        <w:jc w:val="both"/>
        <w:rPr>
          <w:sz w:val="26"/>
          <w:szCs w:val="26"/>
        </w:rPr>
      </w:pPr>
    </w:p>
    <w:p w:rsidR="00B06074" w:rsidRPr="00AC1DA1" w:rsidRDefault="00B06074" w:rsidP="00614AAF">
      <w:pPr>
        <w:widowControl/>
        <w:ind w:firstLine="720"/>
        <w:jc w:val="both"/>
        <w:rPr>
          <w:sz w:val="26"/>
          <w:szCs w:val="26"/>
        </w:rPr>
      </w:pPr>
    </w:p>
    <w:bookmarkEnd w:id="0"/>
    <w:p w:rsidR="00B06074" w:rsidRPr="001C6332" w:rsidRDefault="00B06074" w:rsidP="007D22D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332">
        <w:rPr>
          <w:rFonts w:ascii="Times New Roman" w:hAnsi="Times New Roman" w:cs="Times New Roman"/>
          <w:b/>
          <w:bCs/>
          <w:sz w:val="28"/>
          <w:szCs w:val="28"/>
        </w:rPr>
        <w:t>Губ</w:t>
      </w:r>
      <w:r>
        <w:rPr>
          <w:rFonts w:ascii="Times New Roman" w:hAnsi="Times New Roman" w:cs="Times New Roman"/>
          <w:b/>
          <w:bCs/>
          <w:sz w:val="28"/>
          <w:szCs w:val="28"/>
        </w:rPr>
        <w:t>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</w:t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B06074" w:rsidRPr="00A90411" w:rsidRDefault="00B06074" w:rsidP="00614AAF">
      <w:pPr>
        <w:jc w:val="center"/>
        <w:rPr>
          <w:sz w:val="26"/>
          <w:szCs w:val="26"/>
        </w:rPr>
      </w:pPr>
    </w:p>
    <w:p w:rsidR="00B06074" w:rsidRPr="00A90411" w:rsidRDefault="00B06074" w:rsidP="00614AAF">
      <w:pPr>
        <w:jc w:val="center"/>
        <w:rPr>
          <w:sz w:val="26"/>
          <w:szCs w:val="26"/>
        </w:rPr>
      </w:pPr>
    </w:p>
    <w:p w:rsidR="00B06074" w:rsidRPr="00A90411" w:rsidRDefault="00B06074" w:rsidP="00614AAF">
      <w:pPr>
        <w:jc w:val="center"/>
        <w:rPr>
          <w:sz w:val="26"/>
          <w:szCs w:val="26"/>
        </w:rPr>
      </w:pPr>
    </w:p>
    <w:p w:rsidR="00B06074" w:rsidRDefault="00B06074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332">
        <w:rPr>
          <w:rFonts w:ascii="Times New Roman" w:hAnsi="Times New Roman" w:cs="Times New Roman"/>
          <w:sz w:val="28"/>
          <w:szCs w:val="28"/>
        </w:rPr>
        <w:t>. Ульяновск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074" w:rsidRPr="001C6332" w:rsidRDefault="00B06074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B06074" w:rsidRPr="001C6332" w:rsidRDefault="00B06074" w:rsidP="004A4B38">
      <w:pPr>
        <w:spacing w:line="312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633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1C6332">
        <w:rPr>
          <w:rFonts w:ascii="Times New Roman" w:hAnsi="Times New Roman" w:cs="Times New Roman"/>
          <w:sz w:val="28"/>
          <w:szCs w:val="28"/>
        </w:rPr>
        <w:t>-ЗО</w:t>
      </w:r>
    </w:p>
    <w:p w:rsidR="00B06074" w:rsidRPr="001C6332" w:rsidRDefault="00B06074">
      <w:pPr>
        <w:spacing w:line="312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06074" w:rsidRPr="001C6332" w:rsidSect="0016196B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074" w:rsidRDefault="00B06074">
      <w:r>
        <w:separator/>
      </w:r>
    </w:p>
  </w:endnote>
  <w:endnote w:type="continuationSeparator" w:id="0">
    <w:p w:rsidR="00B06074" w:rsidRDefault="00B0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74" w:rsidRPr="0016196B" w:rsidRDefault="00B06074" w:rsidP="0016196B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1007бт1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074" w:rsidRDefault="00B06074">
      <w:r>
        <w:separator/>
      </w:r>
    </w:p>
  </w:footnote>
  <w:footnote w:type="continuationSeparator" w:id="0">
    <w:p w:rsidR="00B06074" w:rsidRDefault="00B06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74" w:rsidRPr="00407ED8" w:rsidRDefault="00B06074" w:rsidP="00407ED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407ED8">
      <w:rPr>
        <w:rStyle w:val="PageNumber"/>
        <w:rFonts w:ascii="Times New Roman" w:hAnsi="Times New Roman"/>
        <w:sz w:val="28"/>
        <w:szCs w:val="28"/>
      </w:rPr>
      <w:fldChar w:fldCharType="begin"/>
    </w:r>
    <w:r w:rsidRPr="00407ED8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407ED8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407ED8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F74"/>
    <w:multiLevelType w:val="hybridMultilevel"/>
    <w:tmpl w:val="DAC2C33C"/>
    <w:lvl w:ilvl="0" w:tplc="DBDC44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5A81EA8"/>
    <w:multiLevelType w:val="hybridMultilevel"/>
    <w:tmpl w:val="FAC8787C"/>
    <w:lvl w:ilvl="0" w:tplc="023AC6C4">
      <w:start w:val="1"/>
      <w:numFmt w:val="decimal"/>
      <w:suff w:val="space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5F5"/>
    <w:rsid w:val="00002673"/>
    <w:rsid w:val="00007575"/>
    <w:rsid w:val="00021760"/>
    <w:rsid w:val="00025632"/>
    <w:rsid w:val="000329B2"/>
    <w:rsid w:val="00040678"/>
    <w:rsid w:val="0006562E"/>
    <w:rsid w:val="00097452"/>
    <w:rsid w:val="000A06D7"/>
    <w:rsid w:val="000A7BC3"/>
    <w:rsid w:val="000D06B3"/>
    <w:rsid w:val="000D3B73"/>
    <w:rsid w:val="000E1935"/>
    <w:rsid w:val="000F0636"/>
    <w:rsid w:val="00124150"/>
    <w:rsid w:val="00124EC8"/>
    <w:rsid w:val="001375C1"/>
    <w:rsid w:val="0014617E"/>
    <w:rsid w:val="0016196B"/>
    <w:rsid w:val="001668D8"/>
    <w:rsid w:val="001725CC"/>
    <w:rsid w:val="00173A82"/>
    <w:rsid w:val="00192B88"/>
    <w:rsid w:val="00193423"/>
    <w:rsid w:val="00195ECB"/>
    <w:rsid w:val="001B0A9D"/>
    <w:rsid w:val="001B0EB7"/>
    <w:rsid w:val="001B2BB6"/>
    <w:rsid w:val="001C1557"/>
    <w:rsid w:val="001C6332"/>
    <w:rsid w:val="00202246"/>
    <w:rsid w:val="00206506"/>
    <w:rsid w:val="00222225"/>
    <w:rsid w:val="00235525"/>
    <w:rsid w:val="00237BA8"/>
    <w:rsid w:val="00241636"/>
    <w:rsid w:val="00243552"/>
    <w:rsid w:val="002517D9"/>
    <w:rsid w:val="00265B95"/>
    <w:rsid w:val="002717BF"/>
    <w:rsid w:val="00276CB3"/>
    <w:rsid w:val="00281751"/>
    <w:rsid w:val="002A0393"/>
    <w:rsid w:val="002B0128"/>
    <w:rsid w:val="002B0F8D"/>
    <w:rsid w:val="002C7222"/>
    <w:rsid w:val="002D17EB"/>
    <w:rsid w:val="002D2A12"/>
    <w:rsid w:val="002E14B4"/>
    <w:rsid w:val="002F296F"/>
    <w:rsid w:val="002F41EC"/>
    <w:rsid w:val="002F5CD5"/>
    <w:rsid w:val="0030249A"/>
    <w:rsid w:val="00302B5A"/>
    <w:rsid w:val="00304A6E"/>
    <w:rsid w:val="00305251"/>
    <w:rsid w:val="00307A0B"/>
    <w:rsid w:val="00310E66"/>
    <w:rsid w:val="00313D2F"/>
    <w:rsid w:val="0032270E"/>
    <w:rsid w:val="00325E48"/>
    <w:rsid w:val="00327253"/>
    <w:rsid w:val="00353E28"/>
    <w:rsid w:val="003540AD"/>
    <w:rsid w:val="00366F48"/>
    <w:rsid w:val="003678C7"/>
    <w:rsid w:val="00373088"/>
    <w:rsid w:val="00375EEC"/>
    <w:rsid w:val="003B5F33"/>
    <w:rsid w:val="003C1184"/>
    <w:rsid w:val="003C77B1"/>
    <w:rsid w:val="003D1F80"/>
    <w:rsid w:val="003E7F63"/>
    <w:rsid w:val="00407ED8"/>
    <w:rsid w:val="004216FC"/>
    <w:rsid w:val="00430B6E"/>
    <w:rsid w:val="00434D77"/>
    <w:rsid w:val="0045380D"/>
    <w:rsid w:val="00465F56"/>
    <w:rsid w:val="00467CA0"/>
    <w:rsid w:val="00467D05"/>
    <w:rsid w:val="00481C01"/>
    <w:rsid w:val="004826B7"/>
    <w:rsid w:val="0048556E"/>
    <w:rsid w:val="004A4B38"/>
    <w:rsid w:val="004A7706"/>
    <w:rsid w:val="004B0051"/>
    <w:rsid w:val="004B0408"/>
    <w:rsid w:val="004B5CD5"/>
    <w:rsid w:val="004D586A"/>
    <w:rsid w:val="004E50F3"/>
    <w:rsid w:val="005011E5"/>
    <w:rsid w:val="00504821"/>
    <w:rsid w:val="005055DD"/>
    <w:rsid w:val="00512757"/>
    <w:rsid w:val="00512B85"/>
    <w:rsid w:val="005312B9"/>
    <w:rsid w:val="00534082"/>
    <w:rsid w:val="00543BDD"/>
    <w:rsid w:val="00577C9F"/>
    <w:rsid w:val="00586437"/>
    <w:rsid w:val="005A78C1"/>
    <w:rsid w:val="005B56AE"/>
    <w:rsid w:val="005C195B"/>
    <w:rsid w:val="005D7CCE"/>
    <w:rsid w:val="005E45D0"/>
    <w:rsid w:val="005F3CA5"/>
    <w:rsid w:val="006113CF"/>
    <w:rsid w:val="00614AAF"/>
    <w:rsid w:val="00614CCA"/>
    <w:rsid w:val="00623DD9"/>
    <w:rsid w:val="00625FE6"/>
    <w:rsid w:val="0064267E"/>
    <w:rsid w:val="00642A89"/>
    <w:rsid w:val="00660290"/>
    <w:rsid w:val="00662392"/>
    <w:rsid w:val="006640BF"/>
    <w:rsid w:val="00665838"/>
    <w:rsid w:val="00670FA4"/>
    <w:rsid w:val="00686FC7"/>
    <w:rsid w:val="006901D4"/>
    <w:rsid w:val="006914EE"/>
    <w:rsid w:val="006A48DE"/>
    <w:rsid w:val="006B4A66"/>
    <w:rsid w:val="006C37C5"/>
    <w:rsid w:val="006D5041"/>
    <w:rsid w:val="006D7AC2"/>
    <w:rsid w:val="006E10EF"/>
    <w:rsid w:val="006E5DFE"/>
    <w:rsid w:val="00731747"/>
    <w:rsid w:val="00737540"/>
    <w:rsid w:val="0074026F"/>
    <w:rsid w:val="007423A0"/>
    <w:rsid w:val="00746F94"/>
    <w:rsid w:val="00765273"/>
    <w:rsid w:val="007725C2"/>
    <w:rsid w:val="007768B5"/>
    <w:rsid w:val="00777325"/>
    <w:rsid w:val="00782A11"/>
    <w:rsid w:val="007A7126"/>
    <w:rsid w:val="007B39AC"/>
    <w:rsid w:val="007C2BCD"/>
    <w:rsid w:val="007C3F95"/>
    <w:rsid w:val="007C6675"/>
    <w:rsid w:val="007C79E5"/>
    <w:rsid w:val="007D22DA"/>
    <w:rsid w:val="007E3D1B"/>
    <w:rsid w:val="007F661E"/>
    <w:rsid w:val="008027D7"/>
    <w:rsid w:val="00816080"/>
    <w:rsid w:val="00837AD6"/>
    <w:rsid w:val="0085582E"/>
    <w:rsid w:val="00864F35"/>
    <w:rsid w:val="00865F42"/>
    <w:rsid w:val="00866630"/>
    <w:rsid w:val="00867E52"/>
    <w:rsid w:val="00883C21"/>
    <w:rsid w:val="0089298D"/>
    <w:rsid w:val="008A0579"/>
    <w:rsid w:val="008A0C61"/>
    <w:rsid w:val="008B0A04"/>
    <w:rsid w:val="008D3C6E"/>
    <w:rsid w:val="008D7F60"/>
    <w:rsid w:val="00903DCF"/>
    <w:rsid w:val="00930A5A"/>
    <w:rsid w:val="0093334E"/>
    <w:rsid w:val="0093430A"/>
    <w:rsid w:val="00942D7A"/>
    <w:rsid w:val="0095158E"/>
    <w:rsid w:val="0095230F"/>
    <w:rsid w:val="00957BB0"/>
    <w:rsid w:val="00960346"/>
    <w:rsid w:val="00964827"/>
    <w:rsid w:val="00966013"/>
    <w:rsid w:val="00997B54"/>
    <w:rsid w:val="00997F13"/>
    <w:rsid w:val="009A0339"/>
    <w:rsid w:val="009B0606"/>
    <w:rsid w:val="009C1845"/>
    <w:rsid w:val="009C6030"/>
    <w:rsid w:val="009D264E"/>
    <w:rsid w:val="009E125F"/>
    <w:rsid w:val="009F5FB0"/>
    <w:rsid w:val="009F7853"/>
    <w:rsid w:val="00A055BD"/>
    <w:rsid w:val="00A1784E"/>
    <w:rsid w:val="00A33A41"/>
    <w:rsid w:val="00A35F84"/>
    <w:rsid w:val="00A566FF"/>
    <w:rsid w:val="00A620EB"/>
    <w:rsid w:val="00A633E0"/>
    <w:rsid w:val="00A63765"/>
    <w:rsid w:val="00A735F5"/>
    <w:rsid w:val="00A74C94"/>
    <w:rsid w:val="00A90411"/>
    <w:rsid w:val="00A964A0"/>
    <w:rsid w:val="00A97392"/>
    <w:rsid w:val="00AC1DA1"/>
    <w:rsid w:val="00AC228B"/>
    <w:rsid w:val="00AC57A4"/>
    <w:rsid w:val="00AD2F1F"/>
    <w:rsid w:val="00AD4DC6"/>
    <w:rsid w:val="00AE631A"/>
    <w:rsid w:val="00AE7496"/>
    <w:rsid w:val="00AF1447"/>
    <w:rsid w:val="00B055B0"/>
    <w:rsid w:val="00B06074"/>
    <w:rsid w:val="00B101E1"/>
    <w:rsid w:val="00B14DAD"/>
    <w:rsid w:val="00B222AB"/>
    <w:rsid w:val="00B352E4"/>
    <w:rsid w:val="00B43899"/>
    <w:rsid w:val="00B55E2E"/>
    <w:rsid w:val="00B93107"/>
    <w:rsid w:val="00B931E2"/>
    <w:rsid w:val="00BA0A6B"/>
    <w:rsid w:val="00BA55A8"/>
    <w:rsid w:val="00C143A9"/>
    <w:rsid w:val="00C301A5"/>
    <w:rsid w:val="00C30DAF"/>
    <w:rsid w:val="00C72624"/>
    <w:rsid w:val="00C7282C"/>
    <w:rsid w:val="00C77231"/>
    <w:rsid w:val="00C85DF9"/>
    <w:rsid w:val="00CA2AB4"/>
    <w:rsid w:val="00CA6A8D"/>
    <w:rsid w:val="00CB0151"/>
    <w:rsid w:val="00CB3264"/>
    <w:rsid w:val="00CC0DBA"/>
    <w:rsid w:val="00CD2F8B"/>
    <w:rsid w:val="00CD336C"/>
    <w:rsid w:val="00CD5852"/>
    <w:rsid w:val="00CE7645"/>
    <w:rsid w:val="00CF3503"/>
    <w:rsid w:val="00D23E29"/>
    <w:rsid w:val="00D2501C"/>
    <w:rsid w:val="00D30B96"/>
    <w:rsid w:val="00D62AAC"/>
    <w:rsid w:val="00D63542"/>
    <w:rsid w:val="00D659AE"/>
    <w:rsid w:val="00D757AC"/>
    <w:rsid w:val="00D761CD"/>
    <w:rsid w:val="00D76641"/>
    <w:rsid w:val="00D84FBC"/>
    <w:rsid w:val="00D950AE"/>
    <w:rsid w:val="00D9736C"/>
    <w:rsid w:val="00DA3832"/>
    <w:rsid w:val="00DA4C56"/>
    <w:rsid w:val="00DA52C8"/>
    <w:rsid w:val="00DB1B3D"/>
    <w:rsid w:val="00DD458D"/>
    <w:rsid w:val="00DD7CA8"/>
    <w:rsid w:val="00DE31B3"/>
    <w:rsid w:val="00E0216B"/>
    <w:rsid w:val="00E13564"/>
    <w:rsid w:val="00E52741"/>
    <w:rsid w:val="00E53EC3"/>
    <w:rsid w:val="00E56041"/>
    <w:rsid w:val="00E82F8B"/>
    <w:rsid w:val="00E92DC9"/>
    <w:rsid w:val="00EA3D4B"/>
    <w:rsid w:val="00EB0C21"/>
    <w:rsid w:val="00ED1753"/>
    <w:rsid w:val="00EE0E53"/>
    <w:rsid w:val="00EE7725"/>
    <w:rsid w:val="00F02155"/>
    <w:rsid w:val="00F10C76"/>
    <w:rsid w:val="00F112FB"/>
    <w:rsid w:val="00F2026F"/>
    <w:rsid w:val="00F26B90"/>
    <w:rsid w:val="00F4065A"/>
    <w:rsid w:val="00F800AF"/>
    <w:rsid w:val="00F81284"/>
    <w:rsid w:val="00F90737"/>
    <w:rsid w:val="00F90955"/>
    <w:rsid w:val="00F97104"/>
    <w:rsid w:val="00FB1D4D"/>
    <w:rsid w:val="00FB4761"/>
    <w:rsid w:val="00FC26A6"/>
    <w:rsid w:val="00FF1356"/>
    <w:rsid w:val="00FF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5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6506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20650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206506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206506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650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065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0650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06506"/>
    <w:rPr>
      <w:rFonts w:ascii="Calibri" w:hAnsi="Calibri"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206506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206506"/>
    <w:rPr>
      <w:rFonts w:cs="Times New Roman"/>
      <w:bCs/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206506"/>
    <w:rPr>
      <w:u w:val="single"/>
    </w:rPr>
  </w:style>
  <w:style w:type="paragraph" w:customStyle="1" w:styleId="a2">
    <w:name w:val="Основное меню (преемственное)"/>
    <w:basedOn w:val="Normal"/>
    <w:next w:val="Normal"/>
    <w:uiPriority w:val="99"/>
    <w:rsid w:val="00206506"/>
    <w:pPr>
      <w:jc w:val="both"/>
    </w:pPr>
    <w:rPr>
      <w:rFonts w:ascii="Verdana" w:hAnsi="Verdana" w:cs="Verdana"/>
    </w:rPr>
  </w:style>
  <w:style w:type="paragraph" w:customStyle="1" w:styleId="a3">
    <w:name w:val="Заголовок"/>
    <w:basedOn w:val="a2"/>
    <w:next w:val="Normal"/>
    <w:uiPriority w:val="99"/>
    <w:rsid w:val="00206506"/>
    <w:rPr>
      <w:rFonts w:ascii="Arial" w:hAnsi="Arial" w:cs="Arial"/>
      <w:b/>
      <w:bCs/>
      <w:color w:val="C0C0C0"/>
    </w:rPr>
  </w:style>
  <w:style w:type="character" w:customStyle="1" w:styleId="a4">
    <w:name w:val="Заголовок своего сообщения"/>
    <w:basedOn w:val="a"/>
    <w:uiPriority w:val="99"/>
    <w:rsid w:val="00206506"/>
    <w:rPr>
      <w:rFonts w:cs="Times New Roman"/>
      <w:bCs/>
    </w:rPr>
  </w:style>
  <w:style w:type="paragraph" w:customStyle="1" w:styleId="a5">
    <w:name w:val="Заголовок статьи"/>
    <w:basedOn w:val="Normal"/>
    <w:next w:val="Normal"/>
    <w:uiPriority w:val="99"/>
    <w:rsid w:val="00206506"/>
    <w:pPr>
      <w:ind w:left="1612" w:hanging="892"/>
      <w:jc w:val="both"/>
    </w:pPr>
  </w:style>
  <w:style w:type="character" w:customStyle="1" w:styleId="a6">
    <w:name w:val="Заголовок чужого сообщения"/>
    <w:basedOn w:val="a"/>
    <w:uiPriority w:val="99"/>
    <w:rsid w:val="00206506"/>
    <w:rPr>
      <w:rFonts w:cs="Times New Roman"/>
      <w:bCs/>
      <w:color w:val="FF0000"/>
    </w:rPr>
  </w:style>
  <w:style w:type="paragraph" w:customStyle="1" w:styleId="a7">
    <w:name w:val="Интерактивный заголовок"/>
    <w:basedOn w:val="a3"/>
    <w:next w:val="Normal"/>
    <w:uiPriority w:val="99"/>
    <w:rsid w:val="00206506"/>
    <w:rPr>
      <w:b w:val="0"/>
      <w:bCs w:val="0"/>
      <w:color w:val="auto"/>
      <w:u w:val="single"/>
    </w:rPr>
  </w:style>
  <w:style w:type="paragraph" w:customStyle="1" w:styleId="a8">
    <w:name w:val="Интерфейс"/>
    <w:basedOn w:val="Normal"/>
    <w:next w:val="Normal"/>
    <w:uiPriority w:val="99"/>
    <w:rsid w:val="00206506"/>
    <w:pPr>
      <w:jc w:val="both"/>
    </w:pPr>
    <w:rPr>
      <w:color w:val="ECE9D8"/>
      <w:sz w:val="22"/>
      <w:szCs w:val="22"/>
    </w:rPr>
  </w:style>
  <w:style w:type="paragraph" w:customStyle="1" w:styleId="a9">
    <w:name w:val="Комментарий"/>
    <w:basedOn w:val="Normal"/>
    <w:next w:val="Normal"/>
    <w:uiPriority w:val="99"/>
    <w:rsid w:val="00206506"/>
    <w:pPr>
      <w:ind w:left="170"/>
      <w:jc w:val="both"/>
    </w:pPr>
    <w:rPr>
      <w:i/>
      <w:iCs/>
      <w:color w:val="800080"/>
    </w:rPr>
  </w:style>
  <w:style w:type="paragraph" w:customStyle="1" w:styleId="aa">
    <w:name w:val="Информация об изменениях документа"/>
    <w:basedOn w:val="a9"/>
    <w:next w:val="Normal"/>
    <w:uiPriority w:val="99"/>
    <w:rsid w:val="00206506"/>
    <w:pPr>
      <w:ind w:left="0"/>
    </w:pPr>
  </w:style>
  <w:style w:type="paragraph" w:customStyle="1" w:styleId="ab">
    <w:name w:val="Текст (лев. подпись)"/>
    <w:basedOn w:val="Normal"/>
    <w:next w:val="Normal"/>
    <w:uiPriority w:val="99"/>
    <w:rsid w:val="00206506"/>
  </w:style>
  <w:style w:type="paragraph" w:customStyle="1" w:styleId="ac">
    <w:name w:val="Колонтитул (левый)"/>
    <w:basedOn w:val="ab"/>
    <w:next w:val="Normal"/>
    <w:uiPriority w:val="99"/>
    <w:rsid w:val="00206506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Normal"/>
    <w:next w:val="Normal"/>
    <w:uiPriority w:val="99"/>
    <w:rsid w:val="00206506"/>
    <w:pPr>
      <w:jc w:val="right"/>
    </w:pPr>
  </w:style>
  <w:style w:type="paragraph" w:customStyle="1" w:styleId="ae">
    <w:name w:val="Колонтитул (правый)"/>
    <w:basedOn w:val="ad"/>
    <w:next w:val="Normal"/>
    <w:uiPriority w:val="99"/>
    <w:rsid w:val="00206506"/>
    <w:pPr>
      <w:jc w:val="both"/>
    </w:pPr>
    <w:rPr>
      <w:sz w:val="16"/>
      <w:szCs w:val="16"/>
    </w:rPr>
  </w:style>
  <w:style w:type="paragraph" w:customStyle="1" w:styleId="af">
    <w:name w:val="Комментарий пользователя"/>
    <w:basedOn w:val="a9"/>
    <w:next w:val="Normal"/>
    <w:uiPriority w:val="99"/>
    <w:rsid w:val="00206506"/>
    <w:pPr>
      <w:ind w:left="0"/>
      <w:jc w:val="left"/>
    </w:pPr>
    <w:rPr>
      <w:i w:val="0"/>
      <w:iCs w:val="0"/>
      <w:color w:val="000080"/>
    </w:rPr>
  </w:style>
  <w:style w:type="paragraph" w:customStyle="1" w:styleId="af0">
    <w:name w:val="Моноширинный"/>
    <w:basedOn w:val="Normal"/>
    <w:next w:val="Normal"/>
    <w:uiPriority w:val="99"/>
    <w:rsid w:val="00206506"/>
    <w:pPr>
      <w:jc w:val="both"/>
    </w:pPr>
    <w:rPr>
      <w:rFonts w:ascii="Courier New" w:hAnsi="Courier New" w:cs="Courier New"/>
    </w:rPr>
  </w:style>
  <w:style w:type="character" w:customStyle="1" w:styleId="af1">
    <w:name w:val="Найденные слова"/>
    <w:basedOn w:val="a"/>
    <w:uiPriority w:val="99"/>
    <w:rsid w:val="00206506"/>
    <w:rPr>
      <w:rFonts w:cs="Times New Roman"/>
      <w:bCs/>
    </w:rPr>
  </w:style>
  <w:style w:type="character" w:customStyle="1" w:styleId="af2">
    <w:name w:val="Не вступил в силу"/>
    <w:basedOn w:val="a"/>
    <w:uiPriority w:val="99"/>
    <w:rsid w:val="00206506"/>
    <w:rPr>
      <w:rFonts w:cs="Times New Roman"/>
      <w:bCs/>
      <w:color w:val="008080"/>
    </w:rPr>
  </w:style>
  <w:style w:type="paragraph" w:customStyle="1" w:styleId="af3">
    <w:name w:val="Нормальный (таблица)"/>
    <w:basedOn w:val="Normal"/>
    <w:next w:val="Normal"/>
    <w:uiPriority w:val="99"/>
    <w:rsid w:val="00206506"/>
    <w:pPr>
      <w:jc w:val="both"/>
    </w:pPr>
  </w:style>
  <w:style w:type="paragraph" w:customStyle="1" w:styleId="af4">
    <w:name w:val="Объект"/>
    <w:basedOn w:val="Normal"/>
    <w:next w:val="Normal"/>
    <w:uiPriority w:val="99"/>
    <w:rsid w:val="00206506"/>
    <w:pPr>
      <w:jc w:val="both"/>
    </w:pPr>
    <w:rPr>
      <w:rFonts w:ascii="Times New Roman" w:hAnsi="Times New Roman" w:cs="Times New Roman"/>
    </w:rPr>
  </w:style>
  <w:style w:type="paragraph" w:customStyle="1" w:styleId="af5">
    <w:name w:val="Таблицы (моноширинный)"/>
    <w:basedOn w:val="Normal"/>
    <w:next w:val="Normal"/>
    <w:uiPriority w:val="99"/>
    <w:rsid w:val="00206506"/>
    <w:pPr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Normal"/>
    <w:uiPriority w:val="99"/>
    <w:rsid w:val="00206506"/>
    <w:pPr>
      <w:ind w:left="140"/>
    </w:pPr>
    <w:rPr>
      <w:rFonts w:ascii="Arial" w:hAnsi="Arial" w:cs="Arial"/>
    </w:rPr>
  </w:style>
  <w:style w:type="character" w:customStyle="1" w:styleId="af7">
    <w:name w:val="Опечатки"/>
    <w:uiPriority w:val="99"/>
    <w:rsid w:val="00206506"/>
    <w:rPr>
      <w:color w:val="FF0000"/>
    </w:rPr>
  </w:style>
  <w:style w:type="paragraph" w:customStyle="1" w:styleId="af8">
    <w:name w:val="Переменная часть"/>
    <w:basedOn w:val="a2"/>
    <w:next w:val="Normal"/>
    <w:uiPriority w:val="99"/>
    <w:rsid w:val="00206506"/>
    <w:rPr>
      <w:rFonts w:ascii="Arial" w:hAnsi="Arial" w:cs="Arial"/>
      <w:sz w:val="20"/>
      <w:szCs w:val="20"/>
    </w:rPr>
  </w:style>
  <w:style w:type="paragraph" w:customStyle="1" w:styleId="af9">
    <w:name w:val="Постоянная часть"/>
    <w:basedOn w:val="a2"/>
    <w:next w:val="Normal"/>
    <w:uiPriority w:val="99"/>
    <w:rsid w:val="00206506"/>
    <w:rPr>
      <w:rFonts w:ascii="Arial" w:hAnsi="Arial" w:cs="Arial"/>
      <w:sz w:val="22"/>
      <w:szCs w:val="22"/>
    </w:rPr>
  </w:style>
  <w:style w:type="paragraph" w:customStyle="1" w:styleId="afa">
    <w:name w:val="Прижатый влево"/>
    <w:basedOn w:val="Normal"/>
    <w:next w:val="Normal"/>
    <w:uiPriority w:val="99"/>
    <w:rsid w:val="00206506"/>
  </w:style>
  <w:style w:type="character" w:customStyle="1" w:styleId="afb">
    <w:name w:val="Продолжение ссылки"/>
    <w:basedOn w:val="a0"/>
    <w:uiPriority w:val="99"/>
    <w:rsid w:val="00206506"/>
  </w:style>
  <w:style w:type="paragraph" w:customStyle="1" w:styleId="afc">
    <w:name w:val="Словарная статья"/>
    <w:basedOn w:val="Normal"/>
    <w:next w:val="Normal"/>
    <w:uiPriority w:val="99"/>
    <w:rsid w:val="00206506"/>
    <w:pPr>
      <w:ind w:right="118"/>
      <w:jc w:val="both"/>
    </w:pPr>
  </w:style>
  <w:style w:type="character" w:customStyle="1" w:styleId="afd">
    <w:name w:val="Сравнение редакций"/>
    <w:basedOn w:val="a"/>
    <w:uiPriority w:val="99"/>
    <w:rsid w:val="00206506"/>
    <w:rPr>
      <w:rFonts w:cs="Times New Roman"/>
      <w:bCs/>
    </w:rPr>
  </w:style>
  <w:style w:type="character" w:customStyle="1" w:styleId="afe">
    <w:name w:val="Сравнение редакций. Добавленный фрагмент"/>
    <w:uiPriority w:val="99"/>
    <w:rsid w:val="002065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206506"/>
    <w:rPr>
      <w:strike/>
      <w:color w:val="808000"/>
    </w:rPr>
  </w:style>
  <w:style w:type="paragraph" w:customStyle="1" w:styleId="aff0">
    <w:name w:val="Текст (справка)"/>
    <w:basedOn w:val="Normal"/>
    <w:next w:val="Normal"/>
    <w:uiPriority w:val="99"/>
    <w:rsid w:val="00206506"/>
    <w:pPr>
      <w:ind w:left="170" w:right="170"/>
    </w:pPr>
  </w:style>
  <w:style w:type="paragraph" w:customStyle="1" w:styleId="aff1">
    <w:name w:val="Текст в таблице"/>
    <w:basedOn w:val="af3"/>
    <w:next w:val="Normal"/>
    <w:uiPriority w:val="99"/>
    <w:rsid w:val="00206506"/>
    <w:pPr>
      <w:ind w:firstLine="500"/>
    </w:pPr>
  </w:style>
  <w:style w:type="paragraph" w:customStyle="1" w:styleId="aff2">
    <w:name w:val="Технический комментарий"/>
    <w:basedOn w:val="Normal"/>
    <w:next w:val="Normal"/>
    <w:uiPriority w:val="99"/>
    <w:rsid w:val="00206506"/>
  </w:style>
  <w:style w:type="character" w:customStyle="1" w:styleId="aff3">
    <w:name w:val="Утратил силу"/>
    <w:basedOn w:val="a"/>
    <w:uiPriority w:val="99"/>
    <w:rsid w:val="00206506"/>
    <w:rPr>
      <w:rFonts w:cs="Times New Roman"/>
      <w:bCs/>
      <w:strike/>
      <w:color w:val="808000"/>
    </w:rPr>
  </w:style>
  <w:style w:type="paragraph" w:customStyle="1" w:styleId="aff4">
    <w:name w:val="Центрированный (таблица)"/>
    <w:basedOn w:val="af3"/>
    <w:next w:val="Normal"/>
    <w:uiPriority w:val="99"/>
    <w:rsid w:val="00206506"/>
    <w:pPr>
      <w:jc w:val="center"/>
    </w:pPr>
  </w:style>
  <w:style w:type="paragraph" w:styleId="Header">
    <w:name w:val="header"/>
    <w:basedOn w:val="Normal"/>
    <w:link w:val="HeaderChar"/>
    <w:uiPriority w:val="99"/>
    <w:rsid w:val="001C63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6506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1C63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7E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838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2225"/>
    <w:pPr>
      <w:widowControl/>
      <w:autoSpaceDE/>
      <w:autoSpaceDN/>
      <w:adjustRightInd/>
      <w:ind w:right="-2"/>
      <w:jc w:val="both"/>
    </w:pPr>
    <w:rPr>
      <w:rFonts w:ascii="Times New Roman" w:hAnsi="Times New Roman" w:cs="Times New Roman"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2225"/>
    <w:rPr>
      <w:rFonts w:cs="Times New Roman"/>
      <w:bCs/>
      <w:sz w:val="24"/>
      <w:szCs w:val="24"/>
    </w:rPr>
  </w:style>
  <w:style w:type="paragraph" w:customStyle="1" w:styleId="ConsPlusNormal">
    <w:name w:val="ConsPlusNormal"/>
    <w:uiPriority w:val="99"/>
    <w:rsid w:val="0022222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665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58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60290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282</Words>
  <Characters>1610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НПП "Гарант-Сервис"</dc:creator>
  <cp:keywords/>
  <dc:description>Документ экспортирован из системы ГАРАНТ</dc:description>
  <cp:lastModifiedBy>Пользователь</cp:lastModifiedBy>
  <cp:revision>8</cp:revision>
  <cp:lastPrinted>2015-08-06T08:01:00Z</cp:lastPrinted>
  <dcterms:created xsi:type="dcterms:W3CDTF">2015-07-10T11:54:00Z</dcterms:created>
  <dcterms:modified xsi:type="dcterms:W3CDTF">2015-09-07T10:43:00Z</dcterms:modified>
</cp:coreProperties>
</file>