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164" w:rsidRPr="00985645" w:rsidRDefault="009A7164" w:rsidP="008046C4">
      <w:pPr>
        <w:pStyle w:val="NormalWeb"/>
        <w:spacing w:before="0" w:after="0"/>
        <w:ind w:left="0" w:right="0"/>
        <w:jc w:val="center"/>
        <w:rPr>
          <w:b/>
          <w:bCs/>
          <w:color w:val="auto"/>
          <w:sz w:val="28"/>
          <w:szCs w:val="28"/>
        </w:rPr>
      </w:pPr>
      <w:r w:rsidRPr="00985645">
        <w:rPr>
          <w:b/>
          <w:bCs/>
          <w:color w:val="auto"/>
          <w:sz w:val="28"/>
          <w:szCs w:val="28"/>
        </w:rPr>
        <w:t>Закон Ульяновской области</w:t>
      </w: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75198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признании утратившим силу</w:t>
      </w:r>
      <w:r w:rsidRPr="00575198">
        <w:rPr>
          <w:b/>
          <w:bCs/>
          <w:sz w:val="28"/>
          <w:szCs w:val="28"/>
        </w:rPr>
        <w:t xml:space="preserve"> Закон</w:t>
      </w:r>
      <w:r>
        <w:rPr>
          <w:b/>
          <w:bCs/>
          <w:sz w:val="28"/>
          <w:szCs w:val="28"/>
        </w:rPr>
        <w:t xml:space="preserve">а </w:t>
      </w:r>
      <w:r w:rsidRPr="00575198">
        <w:rPr>
          <w:b/>
          <w:bCs/>
          <w:sz w:val="28"/>
          <w:szCs w:val="28"/>
        </w:rPr>
        <w:t xml:space="preserve">Ульяновской области </w:t>
      </w: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5198">
        <w:rPr>
          <w:b/>
          <w:bCs/>
          <w:sz w:val="28"/>
          <w:szCs w:val="28"/>
        </w:rPr>
        <w:t>«</w:t>
      </w:r>
      <w:r w:rsidRPr="00575198">
        <w:rPr>
          <w:b/>
          <w:sz w:val="28"/>
          <w:szCs w:val="28"/>
        </w:rPr>
        <w:t>О регулировании некоторых вопросов в сфере содержания домашних животных и обращения с безнадзорными домашними животными</w:t>
      </w:r>
    </w:p>
    <w:p w:rsidR="009A7164" w:rsidRDefault="009A7164" w:rsidP="002A07B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75198">
        <w:rPr>
          <w:b/>
          <w:sz w:val="28"/>
          <w:szCs w:val="28"/>
        </w:rPr>
        <w:t xml:space="preserve"> в Ульяновской области</w:t>
      </w:r>
      <w:r>
        <w:rPr>
          <w:b/>
          <w:bCs/>
          <w:sz w:val="28"/>
          <w:szCs w:val="28"/>
        </w:rPr>
        <w:t>»</w:t>
      </w:r>
      <w:r w:rsidRPr="00AD377F">
        <w:rPr>
          <w:b/>
          <w:bCs/>
          <w:sz w:val="28"/>
          <w:szCs w:val="28"/>
        </w:rPr>
        <w:t xml:space="preserve"> </w:t>
      </w:r>
    </w:p>
    <w:p w:rsidR="009A7164" w:rsidRDefault="009A7164" w:rsidP="002233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A7164" w:rsidRDefault="009A7164" w:rsidP="00223346">
      <w:pPr>
        <w:pStyle w:val="NormalWeb"/>
        <w:spacing w:before="0" w:after="0"/>
        <w:ind w:left="0" w:right="0" w:firstLine="669"/>
        <w:jc w:val="both"/>
        <w:rPr>
          <w:bCs/>
          <w:color w:val="auto"/>
          <w:sz w:val="28"/>
          <w:szCs w:val="28"/>
        </w:rPr>
      </w:pPr>
      <w:r w:rsidRPr="00F05F17">
        <w:rPr>
          <w:bCs/>
          <w:color w:val="auto"/>
          <w:sz w:val="28"/>
          <w:szCs w:val="28"/>
        </w:rPr>
        <w:tab/>
      </w:r>
    </w:p>
    <w:p w:rsidR="009A7164" w:rsidRDefault="009A7164" w:rsidP="00223346">
      <w:pPr>
        <w:pStyle w:val="NormalWeb"/>
        <w:spacing w:before="0" w:after="0"/>
        <w:ind w:left="0" w:right="0" w:firstLine="669"/>
        <w:jc w:val="both"/>
        <w:rPr>
          <w:bCs/>
          <w:color w:val="auto"/>
          <w:sz w:val="28"/>
          <w:szCs w:val="28"/>
        </w:rPr>
      </w:pPr>
    </w:p>
    <w:p w:rsidR="009A7164" w:rsidRDefault="009A7164" w:rsidP="00223346">
      <w:pPr>
        <w:pStyle w:val="NormalWeb"/>
        <w:spacing w:before="0" w:after="0"/>
        <w:ind w:left="0" w:right="0" w:firstLine="669"/>
        <w:jc w:val="both"/>
        <w:rPr>
          <w:bCs/>
          <w:color w:val="auto"/>
          <w:sz w:val="28"/>
          <w:szCs w:val="28"/>
        </w:rPr>
      </w:pPr>
    </w:p>
    <w:p w:rsidR="009A7164" w:rsidRPr="00F05F17" w:rsidRDefault="009A7164" w:rsidP="00223346">
      <w:pPr>
        <w:pStyle w:val="NormalWeb"/>
        <w:spacing w:before="0" w:after="0"/>
        <w:ind w:left="0" w:right="0" w:firstLine="669"/>
        <w:jc w:val="both"/>
        <w:rPr>
          <w:bCs/>
          <w:color w:val="auto"/>
          <w:sz w:val="28"/>
          <w:szCs w:val="28"/>
        </w:rPr>
      </w:pPr>
    </w:p>
    <w:p w:rsidR="009A7164" w:rsidRDefault="009A7164" w:rsidP="002233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Признать </w:t>
      </w:r>
      <w:r w:rsidRPr="00575198">
        <w:rPr>
          <w:bCs/>
          <w:sz w:val="28"/>
          <w:szCs w:val="28"/>
        </w:rPr>
        <w:t>Закон Ульяновской области от 7 октября 2010 года № 157-ЗО</w:t>
      </w:r>
      <w:r>
        <w:rPr>
          <w:bCs/>
          <w:sz w:val="28"/>
          <w:szCs w:val="28"/>
        </w:rPr>
        <w:t xml:space="preserve">     </w:t>
      </w:r>
      <w:r w:rsidRPr="00575198">
        <w:rPr>
          <w:bCs/>
          <w:sz w:val="28"/>
          <w:szCs w:val="28"/>
        </w:rPr>
        <w:t>«</w:t>
      </w:r>
      <w:r w:rsidRPr="00575198">
        <w:rPr>
          <w:sz w:val="28"/>
          <w:szCs w:val="28"/>
        </w:rPr>
        <w:t>О регулировании некоторых вопросов в сфере содержания домашних животных и обращения с безнадзорными домашними животны</w:t>
      </w:r>
      <w:bookmarkStart w:id="0" w:name="_GoBack"/>
      <w:bookmarkEnd w:id="0"/>
      <w:r w:rsidRPr="00575198">
        <w:rPr>
          <w:sz w:val="28"/>
          <w:szCs w:val="28"/>
        </w:rPr>
        <w:t>ми в Ульяновской области</w:t>
      </w:r>
      <w:r w:rsidRPr="00575198">
        <w:rPr>
          <w:bCs/>
          <w:sz w:val="28"/>
          <w:szCs w:val="28"/>
        </w:rPr>
        <w:t>» («Ульяновская правда» от 13.10.2</w:t>
      </w:r>
      <w:r w:rsidRPr="00575198">
        <w:rPr>
          <w:sz w:val="28"/>
          <w:szCs w:val="28"/>
        </w:rPr>
        <w:t>010 № 84</w:t>
      </w:r>
      <w:r>
        <w:rPr>
          <w:sz w:val="28"/>
          <w:szCs w:val="28"/>
        </w:rPr>
        <w:t>) утратившим силу.</w:t>
      </w:r>
    </w:p>
    <w:p w:rsidR="009A7164" w:rsidRPr="008046C4" w:rsidRDefault="009A7164" w:rsidP="00E53E74">
      <w:pPr>
        <w:autoSpaceDE w:val="0"/>
        <w:autoSpaceDN w:val="0"/>
        <w:adjustRightInd w:val="0"/>
        <w:ind w:left="40" w:firstLine="669"/>
        <w:jc w:val="both"/>
        <w:rPr>
          <w:bCs/>
          <w:sz w:val="16"/>
          <w:szCs w:val="28"/>
        </w:rPr>
      </w:pPr>
    </w:p>
    <w:p w:rsidR="009A7164" w:rsidRDefault="009A7164" w:rsidP="00E53E74">
      <w:pPr>
        <w:autoSpaceDE w:val="0"/>
        <w:autoSpaceDN w:val="0"/>
        <w:adjustRightInd w:val="0"/>
        <w:ind w:left="40" w:firstLine="669"/>
        <w:jc w:val="both"/>
        <w:rPr>
          <w:bCs/>
          <w:sz w:val="28"/>
          <w:szCs w:val="28"/>
        </w:rPr>
      </w:pPr>
    </w:p>
    <w:p w:rsidR="009A7164" w:rsidRPr="00B1085D" w:rsidRDefault="009A7164" w:rsidP="00E53E74">
      <w:pPr>
        <w:autoSpaceDE w:val="0"/>
        <w:autoSpaceDN w:val="0"/>
        <w:adjustRightInd w:val="0"/>
        <w:ind w:left="40" w:firstLine="669"/>
        <w:jc w:val="both"/>
        <w:rPr>
          <w:bCs/>
          <w:sz w:val="28"/>
          <w:szCs w:val="28"/>
        </w:rPr>
      </w:pPr>
    </w:p>
    <w:p w:rsidR="009A7164" w:rsidRPr="00C32417" w:rsidRDefault="009A7164" w:rsidP="00E67156">
      <w:pPr>
        <w:autoSpaceDE w:val="0"/>
        <w:autoSpaceDN w:val="0"/>
        <w:adjustRightInd w:val="0"/>
        <w:ind w:hanging="40"/>
        <w:jc w:val="right"/>
        <w:rPr>
          <w:b/>
          <w:bCs/>
          <w:sz w:val="28"/>
          <w:szCs w:val="28"/>
        </w:rPr>
      </w:pPr>
      <w:r w:rsidRPr="00C32417">
        <w:rPr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>
        <w:rPr>
          <w:b/>
          <w:bCs/>
          <w:sz w:val="28"/>
          <w:szCs w:val="28"/>
        </w:rPr>
        <w:t xml:space="preserve">    </w:t>
      </w:r>
      <w:r w:rsidRPr="00C32417">
        <w:rPr>
          <w:b/>
          <w:bCs/>
          <w:sz w:val="28"/>
          <w:szCs w:val="28"/>
        </w:rPr>
        <w:t>С.И.Морозов</w:t>
      </w:r>
    </w:p>
    <w:p w:rsidR="009A7164" w:rsidRPr="00B1085D" w:rsidRDefault="009A7164" w:rsidP="008046C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A7164" w:rsidRDefault="009A7164" w:rsidP="008046C4">
      <w:pPr>
        <w:jc w:val="center"/>
        <w:rPr>
          <w:sz w:val="28"/>
          <w:szCs w:val="28"/>
        </w:rPr>
      </w:pPr>
    </w:p>
    <w:p w:rsidR="009A7164" w:rsidRDefault="009A7164" w:rsidP="008046C4">
      <w:pPr>
        <w:jc w:val="center"/>
        <w:rPr>
          <w:sz w:val="28"/>
          <w:szCs w:val="28"/>
        </w:rPr>
      </w:pPr>
    </w:p>
    <w:p w:rsidR="009A7164" w:rsidRDefault="009A7164" w:rsidP="008046C4">
      <w:pPr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9A7164" w:rsidRDefault="009A7164" w:rsidP="00804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02  февраля  </w:t>
      </w:r>
      <w:smartTag w:uri="urn:schemas-microsoft-com:office:smarttags" w:element="metricconverter">
        <w:smartTagPr>
          <w:attr w:name="ProductID" w:val="2016 г"/>
        </w:smartTagPr>
        <w:r>
          <w:rPr>
            <w:sz w:val="28"/>
            <w:szCs w:val="28"/>
          </w:rPr>
          <w:t>2016 г</w:t>
        </w:r>
      </w:smartTag>
      <w:r>
        <w:rPr>
          <w:sz w:val="28"/>
          <w:szCs w:val="28"/>
        </w:rPr>
        <w:t>.</w:t>
      </w:r>
    </w:p>
    <w:p w:rsidR="009A7164" w:rsidRDefault="009A7164" w:rsidP="008046C4">
      <w:pPr>
        <w:jc w:val="center"/>
        <w:rPr>
          <w:sz w:val="28"/>
          <w:szCs w:val="28"/>
        </w:rPr>
      </w:pPr>
      <w:r>
        <w:rPr>
          <w:sz w:val="28"/>
          <w:szCs w:val="28"/>
        </w:rPr>
        <w:t>№ 1-ЗО</w:t>
      </w:r>
    </w:p>
    <w:p w:rsidR="009A7164" w:rsidRPr="00B1085D" w:rsidRDefault="009A7164"/>
    <w:sectPr w:rsidR="009A7164" w:rsidRPr="00B1085D" w:rsidSect="008046C4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164" w:rsidRDefault="009A7164">
      <w:r>
        <w:separator/>
      </w:r>
    </w:p>
  </w:endnote>
  <w:endnote w:type="continuationSeparator" w:id="0">
    <w:p w:rsidR="009A7164" w:rsidRDefault="009A71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64" w:rsidRPr="008046C4" w:rsidRDefault="009A7164" w:rsidP="008046C4">
    <w:pPr>
      <w:pStyle w:val="Footer"/>
      <w:jc w:val="right"/>
      <w:rPr>
        <w:sz w:val="16"/>
        <w:szCs w:val="16"/>
      </w:rPr>
    </w:pPr>
    <w:r w:rsidRPr="008046C4">
      <w:rPr>
        <w:sz w:val="16"/>
        <w:szCs w:val="16"/>
      </w:rPr>
      <w:t>1501чл1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164" w:rsidRDefault="009A7164">
      <w:r>
        <w:separator/>
      </w:r>
    </w:p>
  </w:footnote>
  <w:footnote w:type="continuationSeparator" w:id="0">
    <w:p w:rsidR="009A7164" w:rsidRDefault="009A71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64" w:rsidRDefault="009A7164" w:rsidP="0044446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A7164" w:rsidRDefault="009A71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164" w:rsidRPr="0025276E" w:rsidRDefault="009A7164" w:rsidP="00444467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25276E">
      <w:rPr>
        <w:rStyle w:val="PageNumber"/>
        <w:sz w:val="28"/>
        <w:szCs w:val="28"/>
      </w:rPr>
      <w:fldChar w:fldCharType="begin"/>
    </w:r>
    <w:r w:rsidRPr="0025276E">
      <w:rPr>
        <w:rStyle w:val="PageNumber"/>
        <w:sz w:val="28"/>
        <w:szCs w:val="28"/>
      </w:rPr>
      <w:instrText xml:space="preserve">PAGE  </w:instrText>
    </w:r>
    <w:r w:rsidRPr="0025276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 w:rsidRPr="0025276E">
      <w:rPr>
        <w:rStyle w:val="PageNumber"/>
        <w:sz w:val="28"/>
        <w:szCs w:val="28"/>
      </w:rPr>
      <w:fldChar w:fldCharType="end"/>
    </w:r>
  </w:p>
  <w:p w:rsidR="009A7164" w:rsidRDefault="009A71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8442D"/>
    <w:multiLevelType w:val="hybridMultilevel"/>
    <w:tmpl w:val="F26CB59A"/>
    <w:lvl w:ilvl="0" w:tplc="05F60F3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AB4"/>
    <w:rsid w:val="00007B5C"/>
    <w:rsid w:val="00015EE6"/>
    <w:rsid w:val="000272BE"/>
    <w:rsid w:val="00036E1C"/>
    <w:rsid w:val="000417E5"/>
    <w:rsid w:val="00042B04"/>
    <w:rsid w:val="000530FD"/>
    <w:rsid w:val="00057EB5"/>
    <w:rsid w:val="00083DC7"/>
    <w:rsid w:val="0008704D"/>
    <w:rsid w:val="000B1EA3"/>
    <w:rsid w:val="000B277B"/>
    <w:rsid w:val="000B2949"/>
    <w:rsid w:val="000B783C"/>
    <w:rsid w:val="000D6E07"/>
    <w:rsid w:val="000E14AB"/>
    <w:rsid w:val="00100131"/>
    <w:rsid w:val="00107C00"/>
    <w:rsid w:val="001166C7"/>
    <w:rsid w:val="0012463F"/>
    <w:rsid w:val="0012722F"/>
    <w:rsid w:val="001306D9"/>
    <w:rsid w:val="00133FA1"/>
    <w:rsid w:val="00140F14"/>
    <w:rsid w:val="00147C34"/>
    <w:rsid w:val="00164D02"/>
    <w:rsid w:val="00167EF1"/>
    <w:rsid w:val="00195CF8"/>
    <w:rsid w:val="001B5E7C"/>
    <w:rsid w:val="001C38B1"/>
    <w:rsid w:val="001F338F"/>
    <w:rsid w:val="001F34F1"/>
    <w:rsid w:val="001F517A"/>
    <w:rsid w:val="00217B44"/>
    <w:rsid w:val="00223346"/>
    <w:rsid w:val="00231487"/>
    <w:rsid w:val="00231AC1"/>
    <w:rsid w:val="00236B1E"/>
    <w:rsid w:val="0024562B"/>
    <w:rsid w:val="0025276E"/>
    <w:rsid w:val="00254DDB"/>
    <w:rsid w:val="00255B85"/>
    <w:rsid w:val="002560A0"/>
    <w:rsid w:val="00270D88"/>
    <w:rsid w:val="002719D7"/>
    <w:rsid w:val="00281D62"/>
    <w:rsid w:val="00281F6E"/>
    <w:rsid w:val="002856A3"/>
    <w:rsid w:val="002A07B9"/>
    <w:rsid w:val="002A1DA4"/>
    <w:rsid w:val="002A2C4F"/>
    <w:rsid w:val="002E625E"/>
    <w:rsid w:val="002F4556"/>
    <w:rsid w:val="00326432"/>
    <w:rsid w:val="003A4E4F"/>
    <w:rsid w:val="003D1E0E"/>
    <w:rsid w:val="003E6787"/>
    <w:rsid w:val="00420276"/>
    <w:rsid w:val="00426DC3"/>
    <w:rsid w:val="0044085F"/>
    <w:rsid w:val="00444287"/>
    <w:rsid w:val="00444467"/>
    <w:rsid w:val="004458D9"/>
    <w:rsid w:val="00463330"/>
    <w:rsid w:val="00465B90"/>
    <w:rsid w:val="00470221"/>
    <w:rsid w:val="00487970"/>
    <w:rsid w:val="00490FA1"/>
    <w:rsid w:val="004A7753"/>
    <w:rsid w:val="004B217B"/>
    <w:rsid w:val="004B32EE"/>
    <w:rsid w:val="004C0AEF"/>
    <w:rsid w:val="004D3A10"/>
    <w:rsid w:val="004E0788"/>
    <w:rsid w:val="004E4107"/>
    <w:rsid w:val="004F0E29"/>
    <w:rsid w:val="004F5277"/>
    <w:rsid w:val="00520DC7"/>
    <w:rsid w:val="00527454"/>
    <w:rsid w:val="005523E1"/>
    <w:rsid w:val="00557F70"/>
    <w:rsid w:val="00564311"/>
    <w:rsid w:val="00575198"/>
    <w:rsid w:val="0058036E"/>
    <w:rsid w:val="00582FF9"/>
    <w:rsid w:val="005841A3"/>
    <w:rsid w:val="00590405"/>
    <w:rsid w:val="00590F43"/>
    <w:rsid w:val="005B1BB4"/>
    <w:rsid w:val="005D25D9"/>
    <w:rsid w:val="005D33E8"/>
    <w:rsid w:val="005E13F9"/>
    <w:rsid w:val="005E325F"/>
    <w:rsid w:val="005E66A6"/>
    <w:rsid w:val="005F0334"/>
    <w:rsid w:val="005F7F36"/>
    <w:rsid w:val="00602251"/>
    <w:rsid w:val="0062332F"/>
    <w:rsid w:val="006251DA"/>
    <w:rsid w:val="00627F79"/>
    <w:rsid w:val="006311D3"/>
    <w:rsid w:val="00634DAC"/>
    <w:rsid w:val="00644954"/>
    <w:rsid w:val="00644966"/>
    <w:rsid w:val="00650A30"/>
    <w:rsid w:val="00671281"/>
    <w:rsid w:val="00676A47"/>
    <w:rsid w:val="006A2683"/>
    <w:rsid w:val="006B05C1"/>
    <w:rsid w:val="006C2505"/>
    <w:rsid w:val="006C76AE"/>
    <w:rsid w:val="006D456C"/>
    <w:rsid w:val="006E2EC6"/>
    <w:rsid w:val="006F5B61"/>
    <w:rsid w:val="006F7D14"/>
    <w:rsid w:val="00714404"/>
    <w:rsid w:val="00720670"/>
    <w:rsid w:val="00743A53"/>
    <w:rsid w:val="00750C2E"/>
    <w:rsid w:val="007615A6"/>
    <w:rsid w:val="0076529E"/>
    <w:rsid w:val="007736F7"/>
    <w:rsid w:val="007755D8"/>
    <w:rsid w:val="00787235"/>
    <w:rsid w:val="00793554"/>
    <w:rsid w:val="007B2A2B"/>
    <w:rsid w:val="007B5BF9"/>
    <w:rsid w:val="007D0428"/>
    <w:rsid w:val="007D576B"/>
    <w:rsid w:val="007E31BF"/>
    <w:rsid w:val="008046C4"/>
    <w:rsid w:val="00822A13"/>
    <w:rsid w:val="00832DAC"/>
    <w:rsid w:val="00891FD3"/>
    <w:rsid w:val="00896DD4"/>
    <w:rsid w:val="00897359"/>
    <w:rsid w:val="008B5D61"/>
    <w:rsid w:val="008C44DA"/>
    <w:rsid w:val="008C5BCB"/>
    <w:rsid w:val="008D63C9"/>
    <w:rsid w:val="008E7E57"/>
    <w:rsid w:val="008F6DB7"/>
    <w:rsid w:val="008F7331"/>
    <w:rsid w:val="008F7BD7"/>
    <w:rsid w:val="009001DD"/>
    <w:rsid w:val="00907966"/>
    <w:rsid w:val="00910F1F"/>
    <w:rsid w:val="009146F0"/>
    <w:rsid w:val="00920664"/>
    <w:rsid w:val="009250D3"/>
    <w:rsid w:val="009571B3"/>
    <w:rsid w:val="00971A5E"/>
    <w:rsid w:val="00985645"/>
    <w:rsid w:val="009A7164"/>
    <w:rsid w:val="009B5874"/>
    <w:rsid w:val="009E351C"/>
    <w:rsid w:val="00A01F22"/>
    <w:rsid w:val="00A33D79"/>
    <w:rsid w:val="00A7706C"/>
    <w:rsid w:val="00A971F5"/>
    <w:rsid w:val="00AA13B6"/>
    <w:rsid w:val="00AA4B1B"/>
    <w:rsid w:val="00AB0AB4"/>
    <w:rsid w:val="00AB52A1"/>
    <w:rsid w:val="00AD377F"/>
    <w:rsid w:val="00AD7D8E"/>
    <w:rsid w:val="00AE6538"/>
    <w:rsid w:val="00B021BE"/>
    <w:rsid w:val="00B1085D"/>
    <w:rsid w:val="00B1380D"/>
    <w:rsid w:val="00B21CF6"/>
    <w:rsid w:val="00B26418"/>
    <w:rsid w:val="00B26E7D"/>
    <w:rsid w:val="00B40AE4"/>
    <w:rsid w:val="00B431AB"/>
    <w:rsid w:val="00B52EFE"/>
    <w:rsid w:val="00B5597F"/>
    <w:rsid w:val="00B56A93"/>
    <w:rsid w:val="00B57E6C"/>
    <w:rsid w:val="00B635B3"/>
    <w:rsid w:val="00B73460"/>
    <w:rsid w:val="00B84AC2"/>
    <w:rsid w:val="00B8516E"/>
    <w:rsid w:val="00B85245"/>
    <w:rsid w:val="00B87ABF"/>
    <w:rsid w:val="00B95C47"/>
    <w:rsid w:val="00BA00EE"/>
    <w:rsid w:val="00BB70BD"/>
    <w:rsid w:val="00BC3F3D"/>
    <w:rsid w:val="00BF506D"/>
    <w:rsid w:val="00C028A6"/>
    <w:rsid w:val="00C12288"/>
    <w:rsid w:val="00C123FF"/>
    <w:rsid w:val="00C2646E"/>
    <w:rsid w:val="00C322A2"/>
    <w:rsid w:val="00C32417"/>
    <w:rsid w:val="00C44AFE"/>
    <w:rsid w:val="00C5068A"/>
    <w:rsid w:val="00C7475B"/>
    <w:rsid w:val="00C85F58"/>
    <w:rsid w:val="00CA1F24"/>
    <w:rsid w:val="00CA608D"/>
    <w:rsid w:val="00CA66C0"/>
    <w:rsid w:val="00CB4DF0"/>
    <w:rsid w:val="00CD101A"/>
    <w:rsid w:val="00CD521D"/>
    <w:rsid w:val="00CD5ACD"/>
    <w:rsid w:val="00CF638E"/>
    <w:rsid w:val="00D03A33"/>
    <w:rsid w:val="00D073A5"/>
    <w:rsid w:val="00D176D5"/>
    <w:rsid w:val="00D235B5"/>
    <w:rsid w:val="00D25A2C"/>
    <w:rsid w:val="00D37A03"/>
    <w:rsid w:val="00D46999"/>
    <w:rsid w:val="00D52C84"/>
    <w:rsid w:val="00D777CD"/>
    <w:rsid w:val="00D963E2"/>
    <w:rsid w:val="00DC0A6F"/>
    <w:rsid w:val="00DC5F44"/>
    <w:rsid w:val="00DD57FC"/>
    <w:rsid w:val="00DD5854"/>
    <w:rsid w:val="00DD66B7"/>
    <w:rsid w:val="00DE2414"/>
    <w:rsid w:val="00DE5145"/>
    <w:rsid w:val="00E16C1F"/>
    <w:rsid w:val="00E34477"/>
    <w:rsid w:val="00E44225"/>
    <w:rsid w:val="00E53E74"/>
    <w:rsid w:val="00E60DBB"/>
    <w:rsid w:val="00E67156"/>
    <w:rsid w:val="00E732BE"/>
    <w:rsid w:val="00E76385"/>
    <w:rsid w:val="00E90726"/>
    <w:rsid w:val="00E948EB"/>
    <w:rsid w:val="00EA756F"/>
    <w:rsid w:val="00EB6878"/>
    <w:rsid w:val="00EB77F7"/>
    <w:rsid w:val="00EC3C8C"/>
    <w:rsid w:val="00EC6D40"/>
    <w:rsid w:val="00EE5180"/>
    <w:rsid w:val="00F05F17"/>
    <w:rsid w:val="00F064A5"/>
    <w:rsid w:val="00F10065"/>
    <w:rsid w:val="00F218A3"/>
    <w:rsid w:val="00F31ADB"/>
    <w:rsid w:val="00F32250"/>
    <w:rsid w:val="00F56EE2"/>
    <w:rsid w:val="00F84CFD"/>
    <w:rsid w:val="00FA65A1"/>
    <w:rsid w:val="00FC4838"/>
    <w:rsid w:val="00FD56B2"/>
    <w:rsid w:val="00FF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AB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B0AB4"/>
    <w:pPr>
      <w:spacing w:before="100" w:after="100"/>
      <w:ind w:left="40" w:right="40"/>
    </w:pPr>
    <w:rPr>
      <w:color w:val="333333"/>
    </w:rPr>
  </w:style>
  <w:style w:type="paragraph" w:customStyle="1" w:styleId="a">
    <w:name w:val="Знак Знак Знак Знак Знак"/>
    <w:basedOn w:val="Normal"/>
    <w:uiPriority w:val="99"/>
    <w:rsid w:val="00AB0AB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25276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5276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276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23346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90F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90F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B5597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22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98</Words>
  <Characters>560</Characters>
  <Application>Microsoft Office Outlook</Application>
  <DocSecurity>0</DocSecurity>
  <Lines>0</Lines>
  <Paragraphs>0</Paragraphs>
  <ScaleCrop>false</ScaleCrop>
  <Company>Домашний компьютер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Мария1</dc:creator>
  <cp:keywords/>
  <dc:description/>
  <cp:lastModifiedBy>Пользователь</cp:lastModifiedBy>
  <cp:revision>6</cp:revision>
  <cp:lastPrinted>2016-01-15T08:21:00Z</cp:lastPrinted>
  <dcterms:created xsi:type="dcterms:W3CDTF">2016-01-15T08:19:00Z</dcterms:created>
  <dcterms:modified xsi:type="dcterms:W3CDTF">2016-02-04T06:13:00Z</dcterms:modified>
</cp:coreProperties>
</file>